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757" w:rsidRPr="005D2D54" w:rsidRDefault="004D1757" w:rsidP="004D1757">
      <w:pPr>
        <w:spacing w:after="0"/>
        <w:jc w:val="both"/>
        <w:rPr>
          <w:rFonts w:ascii="Helvetica 55 Roman" w:hAnsi="Helvetica 55 Roman" w:cs="Arial"/>
          <w:bCs/>
          <w:color w:val="FF6600"/>
          <w:kern w:val="32"/>
        </w:rPr>
      </w:pPr>
    </w:p>
    <w:p w:rsidR="001512C2" w:rsidRPr="005D2D54" w:rsidRDefault="001512C2" w:rsidP="00766658">
      <w:pPr>
        <w:spacing w:after="0"/>
        <w:rPr>
          <w:rFonts w:ascii="Helvetica 55 Roman" w:hAnsi="Helvetica 55 Roman" w:cs="Arial"/>
        </w:rPr>
      </w:pPr>
    </w:p>
    <w:p w:rsidR="001512C2" w:rsidRPr="005D2D54" w:rsidRDefault="001512C2" w:rsidP="00766658">
      <w:pPr>
        <w:spacing w:after="0"/>
        <w:rPr>
          <w:rFonts w:ascii="Helvetica 55 Roman" w:hAnsi="Helvetica 55 Roman" w:cs="Arial"/>
        </w:rPr>
      </w:pPr>
    </w:p>
    <w:p w:rsidR="00106E48" w:rsidRPr="005D2D54" w:rsidRDefault="00106E48" w:rsidP="007743A8">
      <w:pPr>
        <w:keepNext/>
        <w:spacing w:before="1080" w:after="0"/>
        <w:outlineLvl w:val="0"/>
        <w:rPr>
          <w:rFonts w:ascii="Helvetica 55 Roman" w:hAnsi="Helvetica 55 Roman" w:cs="Arial"/>
          <w:bCs/>
          <w:color w:val="FF9933"/>
          <w:kern w:val="32"/>
          <w:sz w:val="72"/>
          <w:szCs w:val="72"/>
        </w:rPr>
      </w:pPr>
      <w:bookmarkStart w:id="0" w:name="_Toc459733678"/>
      <w:bookmarkStart w:id="1" w:name="_Toc463624961"/>
    </w:p>
    <w:p w:rsidR="007743A8" w:rsidRPr="006B16F9" w:rsidRDefault="00106E48" w:rsidP="00F33010">
      <w:pPr>
        <w:keepNext/>
        <w:spacing w:after="0"/>
        <w:outlineLvl w:val="0"/>
        <w:rPr>
          <w:rFonts w:ascii="Helvetica 55 Roman" w:hAnsi="Helvetica 55 Roman" w:cs="Arial"/>
          <w:bCs/>
          <w:kern w:val="32"/>
          <w:sz w:val="56"/>
          <w:szCs w:val="56"/>
        </w:rPr>
      </w:pPr>
      <w:bookmarkStart w:id="2" w:name="_Toc69280785"/>
      <w:r w:rsidRPr="006B16F9">
        <w:rPr>
          <w:rFonts w:ascii="Helvetica 55 Roman" w:hAnsi="Helvetica 55 Roman" w:cs="Arial"/>
          <w:bCs/>
          <w:kern w:val="32"/>
          <w:sz w:val="56"/>
          <w:szCs w:val="56"/>
        </w:rPr>
        <w:t>Annexe 4</w:t>
      </w:r>
      <w:r w:rsidR="005D2D54" w:rsidRPr="006B16F9">
        <w:rPr>
          <w:rFonts w:ascii="Helvetica 55 Roman" w:hAnsi="Helvetica 55 Roman" w:cs="Arial"/>
          <w:bCs/>
          <w:kern w:val="32"/>
          <w:sz w:val="56"/>
          <w:szCs w:val="56"/>
        </w:rPr>
        <w:t xml:space="preserve"> - </w:t>
      </w:r>
      <w:r w:rsidR="007743A8" w:rsidRPr="006B16F9">
        <w:rPr>
          <w:rFonts w:ascii="Helvetica 55 Roman" w:hAnsi="Helvetica 55 Roman" w:cs="Arial"/>
          <w:bCs/>
          <w:kern w:val="32"/>
          <w:sz w:val="56"/>
          <w:szCs w:val="56"/>
        </w:rPr>
        <w:t>Spécifications Techniques d’Accès au Service</w:t>
      </w:r>
      <w:bookmarkEnd w:id="0"/>
      <w:bookmarkEnd w:id="1"/>
      <w:bookmarkEnd w:id="2"/>
      <w:r w:rsidR="007743A8" w:rsidRPr="006B16F9">
        <w:rPr>
          <w:rFonts w:ascii="Helvetica 55 Roman" w:hAnsi="Helvetica 55 Roman" w:cs="Arial"/>
          <w:bCs/>
          <w:kern w:val="32"/>
          <w:sz w:val="56"/>
          <w:szCs w:val="56"/>
        </w:rPr>
        <w:t xml:space="preserve"> </w:t>
      </w:r>
    </w:p>
    <w:p w:rsidR="005D2D54" w:rsidRDefault="005D2D54" w:rsidP="007743A8">
      <w:pPr>
        <w:spacing w:after="0"/>
        <w:rPr>
          <w:rFonts w:ascii="Helvetica 55 Roman" w:hAnsi="Helvetica 55 Roman"/>
          <w:sz w:val="40"/>
          <w:szCs w:val="24"/>
        </w:rPr>
      </w:pPr>
    </w:p>
    <w:p w:rsidR="007743A8" w:rsidRPr="005D2D54" w:rsidRDefault="001F7792" w:rsidP="007743A8">
      <w:pPr>
        <w:spacing w:after="0"/>
        <w:rPr>
          <w:rFonts w:ascii="Helvetica 55 Roman" w:hAnsi="Helvetica 55 Roman"/>
          <w:sz w:val="40"/>
          <w:szCs w:val="24"/>
        </w:rPr>
      </w:pPr>
      <w:r w:rsidRPr="005D2D54">
        <w:rPr>
          <w:rFonts w:ascii="Helvetica 55 Roman" w:hAnsi="Helvetica 55 Roman"/>
          <w:sz w:val="40"/>
          <w:szCs w:val="24"/>
        </w:rPr>
        <w:t xml:space="preserve">Offre </w:t>
      </w:r>
      <w:r w:rsidR="00064829" w:rsidRPr="005D2D54">
        <w:rPr>
          <w:rFonts w:ascii="Helvetica 55 Roman" w:hAnsi="Helvetica 55 Roman"/>
          <w:sz w:val="40"/>
          <w:szCs w:val="24"/>
        </w:rPr>
        <w:t xml:space="preserve">FTTE passif </w:t>
      </w:r>
      <w:r w:rsidR="00EC3F6A" w:rsidRPr="005D2D54">
        <w:rPr>
          <w:rFonts w:ascii="Helvetica 55 Roman" w:hAnsi="Helvetica 55 Roman"/>
          <w:sz w:val="40"/>
          <w:szCs w:val="24"/>
        </w:rPr>
        <w:t>PM</w:t>
      </w: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pStyle w:val="Corpsdetexte"/>
        <w:jc w:val="both"/>
        <w:rPr>
          <w:rFonts w:ascii="Helvetica 55 Roman" w:hAnsi="Helvetica 55 Roman" w:cs="Arial"/>
          <w:i w:val="0"/>
        </w:rPr>
      </w:pPr>
      <w:r w:rsidRPr="005D2D54">
        <w:rPr>
          <w:rFonts w:ascii="Helvetica 55 Roman" w:hAnsi="Helvetica 55 Roman" w:cs="Arial"/>
          <w:i w:val="0"/>
        </w:rPr>
        <w:t> </w:t>
      </w:r>
    </w:p>
    <w:p w:rsidR="007743A8" w:rsidRPr="0023231A" w:rsidRDefault="007743A8" w:rsidP="007743A8">
      <w:pPr>
        <w:pStyle w:val="Tableau"/>
        <w:keepNext w:val="0"/>
        <w:keepLines w:val="0"/>
        <w:spacing w:before="0" w:after="48"/>
        <w:jc w:val="center"/>
        <w:rPr>
          <w:rFonts w:ascii="Helvetica 55 Roman" w:hAnsi="Helvetica 55 Roman"/>
          <w:b/>
          <w:color w:val="FF6600"/>
          <w:sz w:val="28"/>
        </w:rPr>
      </w:pPr>
      <w:r w:rsidRPr="005D2D54">
        <w:rPr>
          <w:rFonts w:ascii="Helvetica 55 Roman" w:hAnsi="Helvetica 55 Roman" w:cs="Arial"/>
        </w:rPr>
        <w:br w:type="page"/>
      </w:r>
      <w:r w:rsidRPr="0023231A">
        <w:rPr>
          <w:rFonts w:ascii="Helvetica 55 Roman" w:hAnsi="Helvetica 55 Roman"/>
          <w:b/>
          <w:color w:val="FF6600"/>
          <w:sz w:val="28"/>
        </w:rPr>
        <w:lastRenderedPageBreak/>
        <w:t>Sommaire</w:t>
      </w:r>
    </w:p>
    <w:p w:rsidR="007743A8" w:rsidRPr="005D2D54" w:rsidRDefault="007743A8" w:rsidP="007743A8">
      <w:pPr>
        <w:pStyle w:val="Tableau"/>
        <w:keepNext w:val="0"/>
        <w:keepLines w:val="0"/>
        <w:spacing w:before="0" w:after="48"/>
        <w:jc w:val="center"/>
        <w:rPr>
          <w:rFonts w:ascii="Helvetica 55 Roman" w:hAnsi="Helvetica 55 Roman"/>
          <w:b/>
          <w:i/>
          <w:sz w:val="28"/>
        </w:rPr>
      </w:pPr>
    </w:p>
    <w:p w:rsidR="007743A8" w:rsidRPr="005D2D54" w:rsidRDefault="007743A8" w:rsidP="007743A8">
      <w:pPr>
        <w:jc w:val="center"/>
        <w:rPr>
          <w:rFonts w:ascii="Helvetica 55 Roman" w:hAnsi="Helvetica 55 Roman"/>
          <w:i/>
          <w:caps/>
          <w:noProof/>
          <w:u w:val="single"/>
        </w:rPr>
      </w:pPr>
    </w:p>
    <w:p w:rsidR="0023231A" w:rsidRPr="00921F24" w:rsidRDefault="000F0D19">
      <w:pPr>
        <w:pStyle w:val="TM1"/>
        <w:tabs>
          <w:tab w:val="right" w:leader="dot" w:pos="9060"/>
        </w:tabs>
        <w:rPr>
          <w:rFonts w:ascii="Calibri" w:hAnsi="Calibri"/>
          <w:b w:val="0"/>
          <w:caps w:val="0"/>
          <w:color w:val="FF6600"/>
          <w:sz w:val="22"/>
          <w:szCs w:val="22"/>
        </w:rPr>
      </w:pPr>
      <w:r w:rsidRPr="0023231A">
        <w:rPr>
          <w:rFonts w:ascii="Helvetica 55 Roman" w:hAnsi="Helvetica 55 Roman"/>
          <w:color w:val="FF6600"/>
        </w:rPr>
        <w:fldChar w:fldCharType="begin"/>
      </w:r>
      <w:r w:rsidRPr="0023231A">
        <w:rPr>
          <w:rFonts w:ascii="Helvetica 55 Roman" w:hAnsi="Helvetica 55 Roman"/>
          <w:color w:val="FF6600"/>
        </w:rPr>
        <w:instrText xml:space="preserve"> TOC \o "1-3" \h \z \u </w:instrText>
      </w:r>
      <w:r w:rsidRPr="0023231A">
        <w:rPr>
          <w:rFonts w:ascii="Helvetica 55 Roman" w:hAnsi="Helvetica 55 Roman"/>
          <w:color w:val="FF6600"/>
        </w:rPr>
        <w:fldChar w:fldCharType="separate"/>
      </w:r>
      <w:hyperlink w:anchor="_Toc69280785" w:history="1">
        <w:r w:rsidR="0023231A" w:rsidRPr="0023231A">
          <w:rPr>
            <w:rStyle w:val="Lienhypertexte"/>
            <w:rFonts w:ascii="Helvetica 55 Roman" w:hAnsi="Helvetica 55 Roman" w:cs="Arial"/>
            <w:bCs/>
            <w:color w:val="FF6600"/>
            <w:kern w:val="32"/>
          </w:rPr>
          <w:t>Annexe 4 - Spécifications Techniques d’Accès au Service</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_Toc69280785 \h </w:instrText>
        </w:r>
        <w:r w:rsidR="0023231A" w:rsidRPr="0023231A">
          <w:rPr>
            <w:webHidden/>
            <w:color w:val="FF6600"/>
          </w:rPr>
        </w:r>
        <w:r w:rsidR="0023231A" w:rsidRPr="0023231A">
          <w:rPr>
            <w:webHidden/>
            <w:color w:val="FF6600"/>
          </w:rPr>
          <w:fldChar w:fldCharType="separate"/>
        </w:r>
        <w:r w:rsidR="0023231A" w:rsidRPr="0023231A">
          <w:rPr>
            <w:webHidden/>
            <w:color w:val="FF6600"/>
          </w:rPr>
          <w:t>1</w:t>
        </w:r>
        <w:r w:rsidR="0023231A" w:rsidRPr="0023231A">
          <w:rPr>
            <w:webHidden/>
            <w:color w:val="FF6600"/>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86" w:history="1">
        <w:r w:rsidR="0023231A" w:rsidRPr="0023231A">
          <w:rPr>
            <w:rStyle w:val="Lienhypertexte"/>
            <w:rFonts w:ascii="Helvetica 55 Roman" w:hAnsi="Helvetica 55 Roman"/>
            <w:color w:val="FF6600"/>
          </w:rPr>
          <w:t>1</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olor w:val="FF6600"/>
          </w:rPr>
          <w:t>Préambule</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_Toc69280786 \h </w:instrText>
        </w:r>
        <w:r w:rsidR="0023231A" w:rsidRPr="0023231A">
          <w:rPr>
            <w:webHidden/>
            <w:color w:val="FF6600"/>
          </w:rPr>
        </w:r>
        <w:r w:rsidR="0023231A" w:rsidRPr="0023231A">
          <w:rPr>
            <w:webHidden/>
            <w:color w:val="FF6600"/>
          </w:rPr>
          <w:fldChar w:fldCharType="separate"/>
        </w:r>
        <w:r w:rsidR="0023231A" w:rsidRPr="0023231A">
          <w:rPr>
            <w:webHidden/>
            <w:color w:val="FF6600"/>
          </w:rPr>
          <w:t>3</w:t>
        </w:r>
        <w:r w:rsidR="0023231A" w:rsidRPr="0023231A">
          <w:rPr>
            <w:webHidden/>
            <w:color w:val="FF6600"/>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87" w:history="1">
        <w:r w:rsidR="0023231A" w:rsidRPr="0023231A">
          <w:rPr>
            <w:rStyle w:val="Lienhypertexte"/>
            <w:rFonts w:ascii="Helvetica 55 Roman" w:hAnsi="Helvetica 55 Roman"/>
            <w:color w:val="FF6600"/>
          </w:rPr>
          <w:t>2</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olor w:val="FF6600"/>
          </w:rPr>
          <w:t>Définition des Acronymes</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_Toc69280787 \h </w:instrText>
        </w:r>
        <w:r w:rsidR="0023231A" w:rsidRPr="0023231A">
          <w:rPr>
            <w:webHidden/>
            <w:color w:val="FF6600"/>
          </w:rPr>
        </w:r>
        <w:r w:rsidR="0023231A" w:rsidRPr="0023231A">
          <w:rPr>
            <w:webHidden/>
            <w:color w:val="FF6600"/>
          </w:rPr>
          <w:fldChar w:fldCharType="separate"/>
        </w:r>
        <w:r w:rsidR="0023231A" w:rsidRPr="0023231A">
          <w:rPr>
            <w:webHidden/>
            <w:color w:val="FF6600"/>
          </w:rPr>
          <w:t>3</w:t>
        </w:r>
        <w:r w:rsidR="0023231A" w:rsidRPr="0023231A">
          <w:rPr>
            <w:webHidden/>
            <w:color w:val="FF6600"/>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88" w:history="1">
        <w:r w:rsidR="0023231A" w:rsidRPr="0023231A">
          <w:rPr>
            <w:rStyle w:val="Lienhypertexte"/>
            <w:rFonts w:ascii="Helvetica 55 Roman" w:hAnsi="Helvetica 55 Roman"/>
            <w:color w:val="FF6600"/>
          </w:rPr>
          <w:t>3</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olor w:val="FF6600"/>
          </w:rPr>
          <w:t>Présentation du Service FTTE passif PM</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_Toc69280788 \h </w:instrText>
        </w:r>
        <w:r w:rsidR="0023231A" w:rsidRPr="0023231A">
          <w:rPr>
            <w:webHidden/>
            <w:color w:val="FF6600"/>
          </w:rPr>
        </w:r>
        <w:r w:rsidR="0023231A" w:rsidRPr="0023231A">
          <w:rPr>
            <w:webHidden/>
            <w:color w:val="FF6600"/>
          </w:rPr>
          <w:fldChar w:fldCharType="separate"/>
        </w:r>
        <w:r w:rsidR="0023231A" w:rsidRPr="0023231A">
          <w:rPr>
            <w:webHidden/>
            <w:color w:val="FF6600"/>
          </w:rPr>
          <w:t>3</w:t>
        </w:r>
        <w:r w:rsidR="0023231A" w:rsidRPr="0023231A">
          <w:rPr>
            <w:webHidden/>
            <w:color w:val="FF6600"/>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89" w:history="1">
        <w:r w:rsidR="0023231A" w:rsidRPr="0023231A">
          <w:rPr>
            <w:rStyle w:val="Lienhypertexte"/>
            <w:rFonts w:ascii="Helvetica 55 Roman" w:hAnsi="Helvetica 55 Roman"/>
            <w:noProof/>
            <w:color w:val="auto"/>
          </w:rPr>
          <w:t>3.1</w:t>
        </w:r>
        <w:r w:rsidR="0023231A" w:rsidRPr="00921F24">
          <w:rPr>
            <w:rFonts w:ascii="Calibri" w:hAnsi="Calibri"/>
            <w:smallCaps w:val="0"/>
            <w:noProof/>
            <w:sz w:val="22"/>
            <w:szCs w:val="22"/>
          </w:rPr>
          <w:tab/>
        </w:r>
        <w:r w:rsidR="0023231A" w:rsidRPr="0023231A">
          <w:rPr>
            <w:rStyle w:val="Lienhypertexte"/>
            <w:rFonts w:ascii="Helvetica 55 Roman" w:hAnsi="Helvetica 55 Roman"/>
            <w:bCs/>
            <w:noProof/>
            <w:color w:val="auto"/>
          </w:rPr>
          <w:t>Eléments du service</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_Toc69280789 \h </w:instrText>
        </w:r>
        <w:r w:rsidR="0023231A" w:rsidRPr="0023231A">
          <w:rPr>
            <w:noProof/>
            <w:webHidden/>
          </w:rPr>
        </w:r>
        <w:r w:rsidR="0023231A" w:rsidRPr="0023231A">
          <w:rPr>
            <w:noProof/>
            <w:webHidden/>
          </w:rPr>
          <w:fldChar w:fldCharType="separate"/>
        </w:r>
        <w:r w:rsidR="0023231A" w:rsidRPr="0023231A">
          <w:rPr>
            <w:noProof/>
            <w:webHidden/>
          </w:rPr>
          <w:t>3</w:t>
        </w:r>
        <w:r w:rsidR="0023231A" w:rsidRPr="0023231A">
          <w:rPr>
            <w:noProof/>
            <w:webHidden/>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0" w:history="1">
        <w:r w:rsidR="0023231A" w:rsidRPr="0023231A">
          <w:rPr>
            <w:rStyle w:val="Lienhypertexte"/>
            <w:rFonts w:ascii="Helvetica 55 Roman" w:hAnsi="Helvetica 55 Roman"/>
            <w:bCs/>
            <w:noProof/>
            <w:color w:val="auto"/>
          </w:rPr>
          <w:t>3.2</w:t>
        </w:r>
        <w:r w:rsidR="0023231A" w:rsidRPr="00921F24">
          <w:rPr>
            <w:rFonts w:ascii="Calibri" w:hAnsi="Calibri"/>
            <w:smallCaps w:val="0"/>
            <w:noProof/>
            <w:sz w:val="22"/>
            <w:szCs w:val="22"/>
          </w:rPr>
          <w:tab/>
        </w:r>
        <w:r w:rsidR="0023231A" w:rsidRPr="0023231A">
          <w:rPr>
            <w:rStyle w:val="Lienhypertexte"/>
            <w:rFonts w:ascii="Helvetica 55 Roman" w:hAnsi="Helvetica 55 Roman"/>
            <w:bCs/>
            <w:noProof/>
            <w:color w:val="auto"/>
          </w:rPr>
          <w:t>Prérequis</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_Toc69280790 \h </w:instrText>
        </w:r>
        <w:r w:rsidR="0023231A" w:rsidRPr="0023231A">
          <w:rPr>
            <w:noProof/>
            <w:webHidden/>
          </w:rPr>
        </w:r>
        <w:r w:rsidR="0023231A" w:rsidRPr="0023231A">
          <w:rPr>
            <w:noProof/>
            <w:webHidden/>
          </w:rPr>
          <w:fldChar w:fldCharType="separate"/>
        </w:r>
        <w:r w:rsidR="0023231A" w:rsidRPr="0023231A">
          <w:rPr>
            <w:noProof/>
            <w:webHidden/>
          </w:rPr>
          <w:t>3</w:t>
        </w:r>
        <w:r w:rsidR="0023231A" w:rsidRPr="0023231A">
          <w:rPr>
            <w:noProof/>
            <w:webHidden/>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91" w:history="1">
        <w:r w:rsidR="0023231A" w:rsidRPr="0023231A">
          <w:rPr>
            <w:rStyle w:val="Lienhypertexte"/>
            <w:rFonts w:ascii="Helvetica 55 Roman" w:hAnsi="Helvetica 55 Roman" w:cs="Arial"/>
            <w:color w:val="FF6600"/>
          </w:rPr>
          <w:t>4</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s="Arial"/>
            <w:color w:val="FF6600"/>
          </w:rPr>
          <w:t>Principes de fonctionnement du Service</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_Toc69280791 \h </w:instrText>
        </w:r>
        <w:r w:rsidR="0023231A" w:rsidRPr="0023231A">
          <w:rPr>
            <w:webHidden/>
            <w:color w:val="FF6600"/>
          </w:rPr>
        </w:r>
        <w:r w:rsidR="0023231A" w:rsidRPr="0023231A">
          <w:rPr>
            <w:webHidden/>
            <w:color w:val="FF6600"/>
          </w:rPr>
          <w:fldChar w:fldCharType="separate"/>
        </w:r>
        <w:r w:rsidR="0023231A" w:rsidRPr="0023231A">
          <w:rPr>
            <w:webHidden/>
            <w:color w:val="FF6600"/>
          </w:rPr>
          <w:t>4</w:t>
        </w:r>
        <w:r w:rsidR="0023231A" w:rsidRPr="0023231A">
          <w:rPr>
            <w:webHidden/>
            <w:color w:val="FF6600"/>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2" w:history="1">
        <w:r w:rsidR="0023231A" w:rsidRPr="0023231A">
          <w:rPr>
            <w:rStyle w:val="Lienhypertexte"/>
            <w:rFonts w:ascii="Helvetica 55 Roman" w:hAnsi="Helvetica 55 Roman" w:cs="Arial"/>
            <w:noProof/>
            <w:color w:val="auto"/>
          </w:rPr>
          <w:t>4.1</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Synoptique général</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_Toc69280792 \h </w:instrText>
        </w:r>
        <w:r w:rsidR="0023231A" w:rsidRPr="0023231A">
          <w:rPr>
            <w:noProof/>
            <w:webHidden/>
          </w:rPr>
        </w:r>
        <w:r w:rsidR="0023231A" w:rsidRPr="0023231A">
          <w:rPr>
            <w:noProof/>
            <w:webHidden/>
          </w:rPr>
          <w:fldChar w:fldCharType="separate"/>
        </w:r>
        <w:r w:rsidR="0023231A" w:rsidRPr="0023231A">
          <w:rPr>
            <w:noProof/>
            <w:webHidden/>
          </w:rPr>
          <w:t>4</w:t>
        </w:r>
        <w:r w:rsidR="0023231A" w:rsidRPr="0023231A">
          <w:rPr>
            <w:noProof/>
            <w:webHidden/>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3" w:history="1">
        <w:r w:rsidR="0023231A" w:rsidRPr="0023231A">
          <w:rPr>
            <w:rStyle w:val="Lienhypertexte"/>
            <w:rFonts w:ascii="Helvetica 55 Roman" w:hAnsi="Helvetica 55 Roman" w:cs="Arial"/>
            <w:noProof/>
            <w:color w:val="auto"/>
          </w:rPr>
          <w:t>4.2</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Raccordement coté PM</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_Toc69280793 \h </w:instrText>
        </w:r>
        <w:r w:rsidR="0023231A" w:rsidRPr="0023231A">
          <w:rPr>
            <w:noProof/>
            <w:webHidden/>
          </w:rPr>
        </w:r>
        <w:r w:rsidR="0023231A" w:rsidRPr="0023231A">
          <w:rPr>
            <w:noProof/>
            <w:webHidden/>
          </w:rPr>
          <w:fldChar w:fldCharType="separate"/>
        </w:r>
        <w:r w:rsidR="0023231A" w:rsidRPr="0023231A">
          <w:rPr>
            <w:noProof/>
            <w:webHidden/>
          </w:rPr>
          <w:t>5</w:t>
        </w:r>
        <w:r w:rsidR="0023231A" w:rsidRPr="0023231A">
          <w:rPr>
            <w:noProof/>
            <w:webHidden/>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4" w:history="1">
        <w:r w:rsidR="0023231A" w:rsidRPr="0023231A">
          <w:rPr>
            <w:rStyle w:val="Lienhypertexte"/>
            <w:rFonts w:ascii="Helvetica 55 Roman" w:hAnsi="Helvetica 55 Roman"/>
            <w:bCs/>
            <w:noProof/>
            <w:color w:val="auto"/>
          </w:rPr>
          <w:t>4.3</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Raccordement</w:t>
        </w:r>
        <w:r w:rsidR="0023231A" w:rsidRPr="0023231A">
          <w:rPr>
            <w:rStyle w:val="Lienhypertexte"/>
            <w:rFonts w:ascii="Helvetica 55 Roman" w:hAnsi="Helvetica 55 Roman"/>
            <w:bCs/>
            <w:noProof/>
            <w:color w:val="auto"/>
          </w:rPr>
          <w:t xml:space="preserve"> coté Client Final</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_Toc69280794 \h </w:instrText>
        </w:r>
        <w:r w:rsidR="0023231A" w:rsidRPr="0023231A">
          <w:rPr>
            <w:noProof/>
            <w:webHidden/>
          </w:rPr>
        </w:r>
        <w:r w:rsidR="0023231A" w:rsidRPr="0023231A">
          <w:rPr>
            <w:noProof/>
            <w:webHidden/>
          </w:rPr>
          <w:fldChar w:fldCharType="separate"/>
        </w:r>
        <w:r w:rsidR="0023231A" w:rsidRPr="0023231A">
          <w:rPr>
            <w:noProof/>
            <w:webHidden/>
          </w:rPr>
          <w:t>5</w:t>
        </w:r>
        <w:r w:rsidR="0023231A" w:rsidRPr="0023231A">
          <w:rPr>
            <w:noProof/>
            <w:webHidden/>
          </w:rPr>
          <w:fldChar w:fldCharType="end"/>
        </w:r>
      </w:hyperlink>
    </w:p>
    <w:p w:rsidR="0023231A" w:rsidRPr="00921F24" w:rsidRDefault="00F972E3">
      <w:pPr>
        <w:pStyle w:val="TM3"/>
        <w:tabs>
          <w:tab w:val="left" w:pos="1200"/>
          <w:tab w:val="right" w:leader="dot" w:pos="9060"/>
        </w:tabs>
        <w:rPr>
          <w:rFonts w:ascii="Calibri" w:hAnsi="Calibri"/>
          <w:i w:val="0"/>
          <w:noProof/>
          <w:sz w:val="22"/>
          <w:szCs w:val="22"/>
        </w:rPr>
      </w:pPr>
      <w:hyperlink w:anchor="_Toc69280795" w:history="1">
        <w:r w:rsidR="0023231A" w:rsidRPr="0023231A">
          <w:rPr>
            <w:rStyle w:val="Lienhypertexte"/>
            <w:rFonts w:ascii="Helvetica 55 Roman" w:hAnsi="Helvetica 55 Roman" w:cs="Arial"/>
            <w:noProof/>
            <w:color w:val="auto"/>
          </w:rPr>
          <w:t>4.3.1</w:t>
        </w:r>
        <w:r w:rsidR="0023231A" w:rsidRPr="00921F24">
          <w:rPr>
            <w:rFonts w:ascii="Calibri" w:hAnsi="Calibri"/>
            <w:i w:val="0"/>
            <w:noProof/>
            <w:sz w:val="22"/>
            <w:szCs w:val="22"/>
          </w:rPr>
          <w:tab/>
        </w:r>
        <w:r w:rsidR="0023231A" w:rsidRPr="0023231A">
          <w:rPr>
            <w:rStyle w:val="Lienhypertexte"/>
            <w:rFonts w:ascii="Helvetica 55 Roman" w:hAnsi="Helvetica 55 Roman" w:cs="Arial"/>
            <w:noProof/>
            <w:color w:val="auto"/>
          </w:rPr>
          <w:t>Raccordement client sur un PRE extérieur</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_Toc69280795 \h </w:instrText>
        </w:r>
        <w:r w:rsidR="0023231A" w:rsidRPr="0023231A">
          <w:rPr>
            <w:noProof/>
            <w:webHidden/>
          </w:rPr>
        </w:r>
        <w:r w:rsidR="0023231A" w:rsidRPr="0023231A">
          <w:rPr>
            <w:noProof/>
            <w:webHidden/>
          </w:rPr>
          <w:fldChar w:fldCharType="separate"/>
        </w:r>
        <w:r w:rsidR="0023231A" w:rsidRPr="0023231A">
          <w:rPr>
            <w:noProof/>
            <w:webHidden/>
          </w:rPr>
          <w:t>6</w:t>
        </w:r>
        <w:r w:rsidR="0023231A" w:rsidRPr="0023231A">
          <w:rPr>
            <w:noProof/>
            <w:webHidden/>
          </w:rPr>
          <w:fldChar w:fldCharType="end"/>
        </w:r>
      </w:hyperlink>
    </w:p>
    <w:p w:rsidR="0023231A" w:rsidRPr="00921F24" w:rsidRDefault="00F972E3">
      <w:pPr>
        <w:pStyle w:val="TM3"/>
        <w:tabs>
          <w:tab w:val="left" w:pos="1200"/>
          <w:tab w:val="right" w:leader="dot" w:pos="9060"/>
        </w:tabs>
        <w:rPr>
          <w:rFonts w:ascii="Calibri" w:hAnsi="Calibri"/>
          <w:i w:val="0"/>
          <w:noProof/>
          <w:sz w:val="22"/>
          <w:szCs w:val="22"/>
        </w:rPr>
      </w:pPr>
      <w:hyperlink w:anchor="_Toc69280796" w:history="1">
        <w:r w:rsidR="0023231A" w:rsidRPr="0023231A">
          <w:rPr>
            <w:rStyle w:val="Lienhypertexte"/>
            <w:rFonts w:ascii="Helvetica 55 Roman" w:hAnsi="Helvetica 55 Roman" w:cs="Arial"/>
            <w:noProof/>
            <w:color w:val="auto"/>
          </w:rPr>
          <w:t>4.3.2</w:t>
        </w:r>
        <w:r w:rsidR="0023231A" w:rsidRPr="00921F24">
          <w:rPr>
            <w:rFonts w:ascii="Calibri" w:hAnsi="Calibri"/>
            <w:i w:val="0"/>
            <w:noProof/>
            <w:sz w:val="22"/>
            <w:szCs w:val="22"/>
          </w:rPr>
          <w:tab/>
        </w:r>
        <w:r w:rsidR="0023231A" w:rsidRPr="0023231A">
          <w:rPr>
            <w:rStyle w:val="Lienhypertexte"/>
            <w:rFonts w:ascii="Helvetica 55 Roman" w:hAnsi="Helvetica 55 Roman" w:cs="Arial"/>
            <w:noProof/>
            <w:color w:val="auto"/>
          </w:rPr>
          <w:t>Raccordement client sur un PRE intérieur</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_Toc69280796 \h </w:instrText>
        </w:r>
        <w:r w:rsidR="0023231A" w:rsidRPr="0023231A">
          <w:rPr>
            <w:noProof/>
            <w:webHidden/>
          </w:rPr>
        </w:r>
        <w:r w:rsidR="0023231A" w:rsidRPr="0023231A">
          <w:rPr>
            <w:noProof/>
            <w:webHidden/>
          </w:rPr>
          <w:fldChar w:fldCharType="separate"/>
        </w:r>
        <w:r w:rsidR="0023231A" w:rsidRPr="0023231A">
          <w:rPr>
            <w:noProof/>
            <w:webHidden/>
          </w:rPr>
          <w:t>7</w:t>
        </w:r>
        <w:r w:rsidR="0023231A" w:rsidRPr="0023231A">
          <w:rPr>
            <w:noProof/>
            <w:webHidden/>
          </w:rPr>
          <w:fldChar w:fldCharType="end"/>
        </w:r>
      </w:hyperlink>
    </w:p>
    <w:p w:rsidR="0023231A" w:rsidRPr="00921F24" w:rsidRDefault="00F972E3">
      <w:pPr>
        <w:pStyle w:val="TM3"/>
        <w:tabs>
          <w:tab w:val="left" w:pos="1200"/>
          <w:tab w:val="right" w:leader="dot" w:pos="9060"/>
        </w:tabs>
        <w:rPr>
          <w:rFonts w:ascii="Calibri" w:hAnsi="Calibri"/>
          <w:i w:val="0"/>
          <w:noProof/>
          <w:sz w:val="22"/>
          <w:szCs w:val="22"/>
        </w:rPr>
      </w:pPr>
      <w:hyperlink w:anchor="_Toc69280797" w:history="1">
        <w:r w:rsidR="0023231A" w:rsidRPr="0023231A">
          <w:rPr>
            <w:rStyle w:val="Lienhypertexte"/>
            <w:rFonts w:ascii="Helvetica 55 Roman" w:hAnsi="Helvetica 55 Roman" w:cs="Arial"/>
            <w:noProof/>
            <w:color w:val="auto"/>
          </w:rPr>
          <w:t>4.3.3</w:t>
        </w:r>
        <w:r w:rsidR="0023231A" w:rsidRPr="00921F24">
          <w:rPr>
            <w:rFonts w:ascii="Calibri" w:hAnsi="Calibri"/>
            <w:i w:val="0"/>
            <w:noProof/>
            <w:sz w:val="22"/>
            <w:szCs w:val="22"/>
          </w:rPr>
          <w:tab/>
        </w:r>
        <w:r w:rsidR="0023231A" w:rsidRPr="0023231A">
          <w:rPr>
            <w:rStyle w:val="Lienhypertexte"/>
            <w:rFonts w:ascii="Helvetica 55 Roman" w:hAnsi="Helvetica 55 Roman" w:cs="Arial"/>
            <w:noProof/>
            <w:color w:val="auto"/>
          </w:rPr>
          <w:t>Desserte interne client du site Client Final</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_Toc69280797 \h </w:instrText>
        </w:r>
        <w:r w:rsidR="0023231A" w:rsidRPr="0023231A">
          <w:rPr>
            <w:noProof/>
            <w:webHidden/>
          </w:rPr>
        </w:r>
        <w:r w:rsidR="0023231A" w:rsidRPr="0023231A">
          <w:rPr>
            <w:noProof/>
            <w:webHidden/>
          </w:rPr>
          <w:fldChar w:fldCharType="separate"/>
        </w:r>
        <w:r w:rsidR="0023231A" w:rsidRPr="0023231A">
          <w:rPr>
            <w:noProof/>
            <w:webHidden/>
          </w:rPr>
          <w:t>7</w:t>
        </w:r>
        <w:r w:rsidR="0023231A" w:rsidRPr="0023231A">
          <w:rPr>
            <w:noProof/>
            <w:webHidden/>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98" w:history="1">
        <w:r w:rsidR="0023231A" w:rsidRPr="0023231A">
          <w:rPr>
            <w:rStyle w:val="Lienhypertexte"/>
            <w:rFonts w:ascii="Helvetica 55 Roman" w:hAnsi="Helvetica 55 Roman" w:cs="Arial"/>
            <w:color w:val="FF6600"/>
          </w:rPr>
          <w:t>5</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s="Arial"/>
            <w:color w:val="FF6600"/>
          </w:rPr>
          <w:t>Caracteristiques techniques</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_Toc69280798 \h </w:instrText>
        </w:r>
        <w:r w:rsidR="0023231A" w:rsidRPr="0023231A">
          <w:rPr>
            <w:webHidden/>
            <w:color w:val="FF6600"/>
          </w:rPr>
        </w:r>
        <w:r w:rsidR="0023231A" w:rsidRPr="0023231A">
          <w:rPr>
            <w:webHidden/>
            <w:color w:val="FF6600"/>
          </w:rPr>
          <w:fldChar w:fldCharType="separate"/>
        </w:r>
        <w:r w:rsidR="0023231A" w:rsidRPr="0023231A">
          <w:rPr>
            <w:webHidden/>
            <w:color w:val="FF6600"/>
          </w:rPr>
          <w:t>10</w:t>
        </w:r>
        <w:r w:rsidR="0023231A" w:rsidRPr="0023231A">
          <w:rPr>
            <w:webHidden/>
            <w:color w:val="FF6600"/>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9" w:history="1">
        <w:r w:rsidR="0023231A" w:rsidRPr="0023231A">
          <w:rPr>
            <w:rStyle w:val="Lienhypertexte"/>
            <w:rFonts w:ascii="Helvetica 55 Roman" w:hAnsi="Helvetica 55 Roman" w:cs="Arial"/>
            <w:noProof/>
            <w:color w:val="auto"/>
          </w:rPr>
          <w:t>5.1</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Câbles optiques</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_Toc69280799 \h </w:instrText>
        </w:r>
        <w:r w:rsidR="0023231A" w:rsidRPr="0023231A">
          <w:rPr>
            <w:noProof/>
            <w:webHidden/>
          </w:rPr>
        </w:r>
        <w:r w:rsidR="0023231A" w:rsidRPr="0023231A">
          <w:rPr>
            <w:noProof/>
            <w:webHidden/>
          </w:rPr>
          <w:fldChar w:fldCharType="separate"/>
        </w:r>
        <w:r w:rsidR="0023231A" w:rsidRPr="0023231A">
          <w:rPr>
            <w:noProof/>
            <w:webHidden/>
          </w:rPr>
          <w:t>10</w:t>
        </w:r>
        <w:r w:rsidR="0023231A" w:rsidRPr="0023231A">
          <w:rPr>
            <w:noProof/>
            <w:webHidden/>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800" w:history="1">
        <w:r w:rsidR="0023231A" w:rsidRPr="0023231A">
          <w:rPr>
            <w:rStyle w:val="Lienhypertexte"/>
            <w:rFonts w:ascii="Helvetica 55 Roman" w:hAnsi="Helvetica 55 Roman" w:cs="Arial"/>
            <w:noProof/>
            <w:color w:val="auto"/>
          </w:rPr>
          <w:t>5.2</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Longueur et affaiblissement optique du Service</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_Toc69280800 \h </w:instrText>
        </w:r>
        <w:r w:rsidR="0023231A" w:rsidRPr="0023231A">
          <w:rPr>
            <w:noProof/>
            <w:webHidden/>
          </w:rPr>
        </w:r>
        <w:r w:rsidR="0023231A" w:rsidRPr="0023231A">
          <w:rPr>
            <w:noProof/>
            <w:webHidden/>
          </w:rPr>
          <w:fldChar w:fldCharType="separate"/>
        </w:r>
        <w:r w:rsidR="0023231A" w:rsidRPr="0023231A">
          <w:rPr>
            <w:noProof/>
            <w:webHidden/>
          </w:rPr>
          <w:t>10</w:t>
        </w:r>
        <w:r w:rsidR="0023231A" w:rsidRPr="0023231A">
          <w:rPr>
            <w:noProof/>
            <w:webHidden/>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801" w:history="1">
        <w:r w:rsidR="0023231A" w:rsidRPr="0023231A">
          <w:rPr>
            <w:rStyle w:val="Lienhypertexte"/>
            <w:rFonts w:ascii="Helvetica 55 Roman" w:hAnsi="Helvetica 55 Roman" w:cs="Arial"/>
            <w:color w:val="FF6600"/>
          </w:rPr>
          <w:t>6</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s="Arial"/>
            <w:color w:val="FF6600"/>
          </w:rPr>
          <w:t>Activation de la fibre  PAR l’opérateur</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_Toc69280801 \h </w:instrText>
        </w:r>
        <w:r w:rsidR="0023231A" w:rsidRPr="0023231A">
          <w:rPr>
            <w:webHidden/>
            <w:color w:val="FF6600"/>
          </w:rPr>
        </w:r>
        <w:r w:rsidR="0023231A" w:rsidRPr="0023231A">
          <w:rPr>
            <w:webHidden/>
            <w:color w:val="FF6600"/>
          </w:rPr>
          <w:fldChar w:fldCharType="separate"/>
        </w:r>
        <w:r w:rsidR="0023231A" w:rsidRPr="0023231A">
          <w:rPr>
            <w:webHidden/>
            <w:color w:val="FF6600"/>
          </w:rPr>
          <w:t>10</w:t>
        </w:r>
        <w:r w:rsidR="0023231A" w:rsidRPr="0023231A">
          <w:rPr>
            <w:webHidden/>
            <w:color w:val="FF6600"/>
          </w:rPr>
          <w:fldChar w:fldCharType="end"/>
        </w:r>
      </w:hyperlink>
    </w:p>
    <w:p w:rsidR="000F0D19" w:rsidRPr="005D2D54" w:rsidRDefault="000F0D19">
      <w:pPr>
        <w:rPr>
          <w:rFonts w:ascii="Helvetica 55 Roman" w:hAnsi="Helvetica 55 Roman"/>
        </w:rPr>
      </w:pPr>
      <w:r w:rsidRPr="0023231A">
        <w:rPr>
          <w:rFonts w:ascii="Helvetica 55 Roman" w:hAnsi="Helvetica 55 Roman"/>
          <w:b/>
          <w:bCs/>
          <w:color w:val="FF6600"/>
        </w:rPr>
        <w:fldChar w:fldCharType="end"/>
      </w:r>
    </w:p>
    <w:p w:rsidR="000F0D19" w:rsidRPr="0023231A" w:rsidRDefault="000F0D19" w:rsidP="007743A8">
      <w:pPr>
        <w:jc w:val="center"/>
        <w:rPr>
          <w:rFonts w:ascii="Helvetica 55 Roman" w:hAnsi="Helvetica 55 Roman"/>
          <w:i/>
          <w:caps/>
          <w:noProof/>
          <w:color w:val="FF6600"/>
          <w:u w:val="single"/>
        </w:rPr>
      </w:pPr>
    </w:p>
    <w:p w:rsidR="000F0D19" w:rsidRPr="005D2D54" w:rsidRDefault="000F0D19" w:rsidP="007743A8">
      <w:pPr>
        <w:jc w:val="center"/>
        <w:rPr>
          <w:rFonts w:ascii="Helvetica 55 Roman" w:hAnsi="Helvetica 55 Roman"/>
          <w:i/>
          <w:caps/>
          <w:noProof/>
          <w:u w:val="single"/>
        </w:rPr>
      </w:pPr>
    </w:p>
    <w:p w:rsidR="000F0D19" w:rsidRPr="005D2D54" w:rsidRDefault="000F0D19" w:rsidP="007743A8">
      <w:pPr>
        <w:jc w:val="center"/>
        <w:rPr>
          <w:rFonts w:ascii="Helvetica 55 Roman" w:hAnsi="Helvetica 55 Roman"/>
          <w:i/>
          <w:caps/>
          <w:noProof/>
          <w:u w:val="single"/>
        </w:rPr>
      </w:pPr>
    </w:p>
    <w:p w:rsidR="000F0D19" w:rsidRPr="005D2D54" w:rsidRDefault="000F0D19" w:rsidP="007743A8">
      <w:pPr>
        <w:jc w:val="center"/>
        <w:rPr>
          <w:rFonts w:ascii="Helvetica 55 Roman" w:hAnsi="Helvetica 55 Roman"/>
          <w:i/>
          <w:caps/>
          <w:noProof/>
          <w:u w:val="single"/>
        </w:rPr>
      </w:pPr>
    </w:p>
    <w:p w:rsidR="007743A8" w:rsidRPr="005D2D54" w:rsidRDefault="007743A8" w:rsidP="007743A8">
      <w:pPr>
        <w:jc w:val="center"/>
        <w:rPr>
          <w:rFonts w:ascii="Helvetica 55 Roman" w:hAnsi="Helvetica 55 Roman"/>
          <w:i/>
          <w:noProof/>
          <w:sz w:val="22"/>
          <w:u w:val="single"/>
        </w:rPr>
      </w:pPr>
      <w:r w:rsidRPr="005D2D54">
        <w:rPr>
          <w:rFonts w:ascii="Helvetica 55 Roman" w:hAnsi="Helvetica 55 Roman"/>
          <w:i/>
          <w:caps/>
          <w:noProof/>
          <w:u w:val="single"/>
        </w:rPr>
        <w:br w:type="page"/>
      </w:r>
    </w:p>
    <w:p w:rsidR="005F1979" w:rsidRPr="005D2D54" w:rsidRDefault="005F1979" w:rsidP="007743A8">
      <w:pPr>
        <w:pStyle w:val="Titre1"/>
        <w:shd w:val="clear" w:color="auto" w:fill="auto"/>
        <w:rPr>
          <w:rFonts w:ascii="Helvetica 55 Roman" w:hAnsi="Helvetica 55 Roman"/>
          <w:caps w:val="0"/>
          <w:color w:val="FF6600"/>
        </w:rPr>
      </w:pPr>
      <w:bookmarkStart w:id="3" w:name="_Toc418512687"/>
      <w:bookmarkStart w:id="4" w:name="_Toc459733679"/>
      <w:bookmarkStart w:id="5" w:name="_Toc69280786"/>
      <w:bookmarkStart w:id="6" w:name="_Toc353367960"/>
      <w:r w:rsidRPr="005D2D54">
        <w:rPr>
          <w:rFonts w:ascii="Helvetica 55 Roman" w:hAnsi="Helvetica 55 Roman"/>
          <w:caps w:val="0"/>
          <w:color w:val="FF6600"/>
        </w:rPr>
        <w:lastRenderedPageBreak/>
        <w:t>Préambule</w:t>
      </w:r>
      <w:bookmarkEnd w:id="3"/>
      <w:bookmarkEnd w:id="4"/>
      <w:bookmarkEnd w:id="5"/>
    </w:p>
    <w:p w:rsidR="005F1979" w:rsidRPr="005D2D54" w:rsidRDefault="005F1979" w:rsidP="0097166E">
      <w:pPr>
        <w:rPr>
          <w:rFonts w:ascii="Helvetica 55 Roman" w:hAnsi="Helvetica 55 Roman"/>
        </w:rPr>
      </w:pPr>
    </w:p>
    <w:p w:rsidR="008C18AD" w:rsidRPr="005D2D54" w:rsidRDefault="008C18AD" w:rsidP="0097166E">
      <w:pPr>
        <w:jc w:val="both"/>
        <w:rPr>
          <w:rFonts w:ascii="Helvetica 55 Roman" w:hAnsi="Helvetica 55 Roman" w:cs="Arial"/>
        </w:rPr>
      </w:pPr>
      <w:r w:rsidRPr="005D2D54">
        <w:rPr>
          <w:rFonts w:ascii="Helvetica 55 Roman" w:hAnsi="Helvetica 55 Roman" w:cs="Arial"/>
        </w:rPr>
        <w:t xml:space="preserve">Cette annexe présente les Spécifications Techniques d’Accès au Service (STAS) de l’offre </w:t>
      </w:r>
      <w:r w:rsidR="00DF1F05" w:rsidRPr="005D2D54">
        <w:rPr>
          <w:rFonts w:ascii="Helvetica 55 Roman" w:hAnsi="Helvetica 55 Roman" w:cs="Arial"/>
        </w:rPr>
        <w:t xml:space="preserve">FTTE passif </w:t>
      </w:r>
      <w:r w:rsidR="00374D1F" w:rsidRPr="005D2D54">
        <w:rPr>
          <w:rFonts w:ascii="Helvetica 55 Roman" w:hAnsi="Helvetica 55 Roman" w:cs="Arial"/>
        </w:rPr>
        <w:t>PM</w:t>
      </w:r>
      <w:r w:rsidR="00C36E9D" w:rsidRPr="005D2D54">
        <w:rPr>
          <w:rFonts w:ascii="Helvetica 55 Roman" w:hAnsi="Helvetica 55 Roman" w:cs="Arial"/>
        </w:rPr>
        <w:t xml:space="preserve">, </w:t>
      </w:r>
      <w:r w:rsidR="00AC4E24" w:rsidRPr="005D2D54">
        <w:rPr>
          <w:rFonts w:ascii="Helvetica 55 Roman" w:hAnsi="Helvetica 55 Roman" w:cs="Arial"/>
        </w:rPr>
        <w:t>ci-après dénommé « le Service ».</w:t>
      </w:r>
    </w:p>
    <w:p w:rsidR="008C18AD" w:rsidRPr="005D2D54" w:rsidRDefault="008C18AD" w:rsidP="0097166E">
      <w:pPr>
        <w:jc w:val="both"/>
        <w:rPr>
          <w:rFonts w:ascii="Helvetica 55 Roman" w:hAnsi="Helvetica 55 Roman" w:cs="Arial"/>
        </w:rPr>
      </w:pPr>
    </w:p>
    <w:p w:rsidR="008C18AD" w:rsidRPr="005D2D54" w:rsidRDefault="00AC4E24" w:rsidP="0097166E">
      <w:pPr>
        <w:jc w:val="both"/>
        <w:rPr>
          <w:rFonts w:ascii="Helvetica 55 Roman" w:hAnsi="Helvetica 55 Roman" w:cs="Arial"/>
        </w:rPr>
      </w:pPr>
      <w:r w:rsidRPr="005D2D54">
        <w:rPr>
          <w:rFonts w:ascii="Helvetica 55 Roman" w:hAnsi="Helvetica 55 Roman" w:cs="Arial"/>
        </w:rPr>
        <w:t>Ce</w:t>
      </w:r>
      <w:r w:rsidR="008C18AD" w:rsidRPr="005D2D54">
        <w:rPr>
          <w:rFonts w:ascii="Helvetica 55 Roman" w:hAnsi="Helvetica 55 Roman" w:cs="Arial"/>
        </w:rPr>
        <w:t xml:space="preserve"> document </w:t>
      </w:r>
      <w:r w:rsidRPr="005D2D54">
        <w:rPr>
          <w:rFonts w:ascii="Helvetica 55 Roman" w:hAnsi="Helvetica 55 Roman" w:cs="Arial"/>
        </w:rPr>
        <w:t xml:space="preserve">décrit </w:t>
      </w:r>
      <w:r w:rsidR="00853731" w:rsidRPr="005D2D54">
        <w:rPr>
          <w:rFonts w:ascii="Helvetica 55 Roman" w:hAnsi="Helvetica 55 Roman" w:cs="Arial"/>
        </w:rPr>
        <w:t>notamment</w:t>
      </w:r>
      <w:r w:rsidRPr="005D2D54">
        <w:rPr>
          <w:rFonts w:ascii="Helvetica 55 Roman" w:hAnsi="Helvetica 55 Roman" w:cs="Arial"/>
        </w:rPr>
        <w:t xml:space="preserve"> </w:t>
      </w:r>
      <w:r w:rsidR="008C18AD" w:rsidRPr="005D2D54">
        <w:rPr>
          <w:rFonts w:ascii="Helvetica 55 Roman" w:hAnsi="Helvetica 55 Roman" w:cs="Arial"/>
        </w:rPr>
        <w:t>:</w:t>
      </w:r>
    </w:p>
    <w:p w:rsidR="00AC4E24" w:rsidRPr="005D2D54" w:rsidRDefault="00AC4E24" w:rsidP="00AC4E24">
      <w:pPr>
        <w:pStyle w:val="Textenum1"/>
        <w:tabs>
          <w:tab w:val="clear" w:pos="0"/>
          <w:tab w:val="num" w:pos="360"/>
        </w:tabs>
        <w:spacing w:before="120"/>
      </w:pPr>
      <w:r w:rsidRPr="005D2D54">
        <w:t xml:space="preserve">L'interface permettant l'interfonctionnement entre les équipements de l’Opérateur et les équipements </w:t>
      </w:r>
      <w:r w:rsidR="00106E48" w:rsidRPr="005D2D54">
        <w:t xml:space="preserve">de </w:t>
      </w:r>
      <w:r w:rsidR="00F972E3">
        <w:t>YANA FIBRE</w:t>
      </w:r>
      <w:r w:rsidR="00106E48" w:rsidRPr="005D2D54">
        <w:t xml:space="preserve"> </w:t>
      </w:r>
      <w:r w:rsidRPr="005D2D54">
        <w:t>donnant accès au Service,</w:t>
      </w:r>
    </w:p>
    <w:p w:rsidR="00AC4E24" w:rsidRPr="005D2D54" w:rsidRDefault="00AC4E24" w:rsidP="00AC4E24">
      <w:pPr>
        <w:pStyle w:val="Textenum1"/>
        <w:tabs>
          <w:tab w:val="clear" w:pos="0"/>
          <w:tab w:val="num" w:pos="360"/>
        </w:tabs>
        <w:spacing w:before="120"/>
      </w:pPr>
      <w:r w:rsidRPr="005D2D54">
        <w:t>Les fonctionnalités mises en œuvre pour fournir le Service et ses caractéristiques techniques</w:t>
      </w:r>
    </w:p>
    <w:p w:rsidR="00AC4E24" w:rsidRPr="005D2D54" w:rsidRDefault="00AC4E24" w:rsidP="00AC4E24">
      <w:pPr>
        <w:pStyle w:val="Textenum1"/>
        <w:tabs>
          <w:tab w:val="clear" w:pos="0"/>
          <w:tab w:val="num" w:pos="360"/>
        </w:tabs>
        <w:spacing w:before="120"/>
      </w:pPr>
      <w:r w:rsidRPr="005D2D54">
        <w:t>Les prestations à la charge de l’Opérateur.</w:t>
      </w:r>
    </w:p>
    <w:p w:rsidR="00C11BF8" w:rsidRPr="005D2D54" w:rsidRDefault="00C11BF8" w:rsidP="0097166E">
      <w:pPr>
        <w:jc w:val="both"/>
        <w:rPr>
          <w:rFonts w:ascii="Helvetica 55 Roman" w:hAnsi="Helvetica 55 Roman" w:cs="Arial"/>
        </w:rPr>
      </w:pPr>
    </w:p>
    <w:p w:rsidR="008C18AD" w:rsidRPr="005D2D54" w:rsidRDefault="008C18AD" w:rsidP="0097166E">
      <w:pPr>
        <w:jc w:val="both"/>
        <w:rPr>
          <w:rFonts w:ascii="Helvetica 55 Roman" w:hAnsi="Helvetica 55 Roman" w:cs="Arial"/>
        </w:rPr>
      </w:pPr>
    </w:p>
    <w:p w:rsidR="00C2322C" w:rsidRPr="005D2D54" w:rsidRDefault="00C2322C" w:rsidP="00C2322C">
      <w:pPr>
        <w:rPr>
          <w:rFonts w:ascii="Helvetica 55 Roman" w:hAnsi="Helvetica 55 Roman"/>
        </w:rPr>
      </w:pPr>
      <w:bookmarkStart w:id="7" w:name="_Toc418512688"/>
    </w:p>
    <w:p w:rsidR="00C11BF8" w:rsidRPr="005D2D54" w:rsidRDefault="00AC4E24" w:rsidP="007743A8">
      <w:pPr>
        <w:pStyle w:val="Titre1"/>
        <w:shd w:val="clear" w:color="auto" w:fill="auto"/>
        <w:rPr>
          <w:rFonts w:ascii="Helvetica 55 Roman" w:hAnsi="Helvetica 55 Roman"/>
          <w:caps w:val="0"/>
          <w:color w:val="FF6600"/>
        </w:rPr>
      </w:pPr>
      <w:bookmarkStart w:id="8" w:name="_Toc459733680"/>
      <w:bookmarkStart w:id="9" w:name="_Toc69280787"/>
      <w:r w:rsidRPr="005D2D54">
        <w:rPr>
          <w:rFonts w:ascii="Helvetica 55 Roman" w:hAnsi="Helvetica 55 Roman"/>
          <w:caps w:val="0"/>
          <w:color w:val="FF6600"/>
        </w:rPr>
        <w:t xml:space="preserve">Définition des </w:t>
      </w:r>
      <w:r w:rsidR="00C11BF8" w:rsidRPr="005D2D54">
        <w:rPr>
          <w:rFonts w:ascii="Helvetica 55 Roman" w:hAnsi="Helvetica 55 Roman"/>
          <w:caps w:val="0"/>
          <w:color w:val="FF6600"/>
        </w:rPr>
        <w:t>Acronymes</w:t>
      </w:r>
      <w:bookmarkEnd w:id="8"/>
      <w:bookmarkEnd w:id="9"/>
    </w:p>
    <w:p w:rsidR="00C11BF8" w:rsidRPr="005D2D54" w:rsidRDefault="00C11BF8" w:rsidP="00C11BF8">
      <w:pPr>
        <w:rPr>
          <w:rFonts w:ascii="Helvetica 55 Roman" w:hAnsi="Helvetica 55 Roman"/>
        </w:rPr>
      </w:pPr>
    </w:p>
    <w:p w:rsidR="00926536" w:rsidRPr="005D2D54" w:rsidRDefault="00926536" w:rsidP="00C11BF8">
      <w:pPr>
        <w:numPr>
          <w:ilvl w:val="0"/>
          <w:numId w:val="36"/>
        </w:numPr>
        <w:rPr>
          <w:rFonts w:ascii="Helvetica 55 Roman" w:hAnsi="Helvetica 55 Roman" w:cs="Arial"/>
        </w:rPr>
      </w:pPr>
      <w:r w:rsidRPr="005D2D54">
        <w:rPr>
          <w:rFonts w:ascii="Helvetica 55 Roman" w:hAnsi="Helvetica 55 Roman" w:cs="Arial"/>
        </w:rPr>
        <w:t>BLOM : Boucle Locale Optique Mutualisée</w:t>
      </w:r>
    </w:p>
    <w:p w:rsidR="00C11BF8" w:rsidRPr="005D2D54" w:rsidRDefault="00C11BF8" w:rsidP="00C11BF8">
      <w:pPr>
        <w:numPr>
          <w:ilvl w:val="0"/>
          <w:numId w:val="36"/>
        </w:numPr>
        <w:rPr>
          <w:rFonts w:ascii="Helvetica 55 Roman" w:hAnsi="Helvetica 55 Roman" w:cs="Arial"/>
        </w:rPr>
      </w:pPr>
      <w:r w:rsidRPr="005D2D54">
        <w:rPr>
          <w:rFonts w:ascii="Helvetica 55 Roman" w:hAnsi="Helvetica 55 Roman" w:cs="Arial"/>
        </w:rPr>
        <w:t>DTIO : Dispositif de Terminaison Intérieure Optique</w:t>
      </w:r>
    </w:p>
    <w:p w:rsidR="00C11BF8" w:rsidRPr="005D2D54" w:rsidRDefault="00C11BF8" w:rsidP="00C11BF8">
      <w:pPr>
        <w:numPr>
          <w:ilvl w:val="0"/>
          <w:numId w:val="36"/>
        </w:numPr>
        <w:rPr>
          <w:rFonts w:ascii="Helvetica 55 Roman" w:hAnsi="Helvetica 55 Roman" w:cs="Arial"/>
          <w:lang w:val="en-US"/>
        </w:rPr>
      </w:pPr>
      <w:r w:rsidRPr="005D2D54">
        <w:rPr>
          <w:rFonts w:ascii="Helvetica 55 Roman" w:hAnsi="Helvetica 55 Roman" w:cs="Arial"/>
          <w:lang w:val="en-US"/>
        </w:rPr>
        <w:t xml:space="preserve">FTTH : </w:t>
      </w:r>
      <w:r w:rsidR="00B20554" w:rsidRPr="005D2D54">
        <w:rPr>
          <w:rFonts w:ascii="Helvetica 55 Roman" w:hAnsi="Helvetica 55 Roman" w:cs="Arial"/>
          <w:lang w:val="en-US"/>
        </w:rPr>
        <w:t>Fib</w:t>
      </w:r>
      <w:r w:rsidR="008809DA" w:rsidRPr="005D2D54">
        <w:rPr>
          <w:rFonts w:ascii="Helvetica 55 Roman" w:hAnsi="Helvetica 55 Roman" w:cs="Arial"/>
          <w:lang w:val="en-US"/>
        </w:rPr>
        <w:t>er</w:t>
      </w:r>
      <w:r w:rsidRPr="005D2D54">
        <w:rPr>
          <w:rFonts w:ascii="Helvetica 55 Roman" w:hAnsi="Helvetica 55 Roman" w:cs="Arial"/>
          <w:lang w:val="en-US"/>
        </w:rPr>
        <w:t xml:space="preserve"> To The Home</w:t>
      </w:r>
    </w:p>
    <w:p w:rsidR="00C11BF8" w:rsidRPr="005D2D54" w:rsidRDefault="00C11BF8" w:rsidP="00C11BF8">
      <w:pPr>
        <w:numPr>
          <w:ilvl w:val="0"/>
          <w:numId w:val="36"/>
        </w:numPr>
        <w:rPr>
          <w:rFonts w:ascii="Helvetica 55 Roman" w:hAnsi="Helvetica 55 Roman" w:cs="Arial"/>
        </w:rPr>
      </w:pPr>
      <w:r w:rsidRPr="005D2D54">
        <w:rPr>
          <w:rFonts w:ascii="Helvetica 55 Roman" w:hAnsi="Helvetica 55 Roman" w:cs="Arial"/>
        </w:rPr>
        <w:t>PM </w:t>
      </w:r>
      <w:r w:rsidR="00106E48" w:rsidRPr="005D2D54">
        <w:rPr>
          <w:rFonts w:ascii="Helvetica 55 Roman" w:hAnsi="Helvetica 55 Roman" w:cs="Arial"/>
        </w:rPr>
        <w:t>(ou PMZ)</w:t>
      </w:r>
      <w:r w:rsidR="00F0333F" w:rsidRPr="005D2D54">
        <w:rPr>
          <w:rFonts w:ascii="Helvetica 55 Roman" w:hAnsi="Helvetica 55 Roman" w:cs="Arial"/>
        </w:rPr>
        <w:t xml:space="preserve"> </w:t>
      </w:r>
      <w:r w:rsidRPr="005D2D54">
        <w:rPr>
          <w:rFonts w:ascii="Helvetica 55 Roman" w:hAnsi="Helvetica 55 Roman" w:cs="Arial"/>
        </w:rPr>
        <w:t>: Point de Mutualisation</w:t>
      </w:r>
      <w:r w:rsidR="00106E48" w:rsidRPr="005D2D54">
        <w:rPr>
          <w:rFonts w:ascii="Helvetica 55 Roman" w:hAnsi="Helvetica 55 Roman" w:cs="Arial"/>
        </w:rPr>
        <w:t xml:space="preserve"> (ou Point de Mutualisation de Zone)</w:t>
      </w:r>
    </w:p>
    <w:p w:rsidR="00106E48" w:rsidRPr="005D2D54" w:rsidRDefault="00106E48" w:rsidP="00C11BF8">
      <w:pPr>
        <w:numPr>
          <w:ilvl w:val="0"/>
          <w:numId w:val="36"/>
        </w:numPr>
        <w:rPr>
          <w:rFonts w:ascii="Helvetica 55 Roman" w:hAnsi="Helvetica 55 Roman" w:cs="Arial"/>
        </w:rPr>
      </w:pPr>
      <w:r w:rsidRPr="005D2D54">
        <w:rPr>
          <w:rFonts w:ascii="Helvetica 55 Roman" w:hAnsi="Helvetica 55 Roman" w:cs="Arial"/>
        </w:rPr>
        <w:t>PA : Point d’Aboutement</w:t>
      </w:r>
    </w:p>
    <w:p w:rsidR="00120F94" w:rsidRPr="005D2D54" w:rsidRDefault="00120F94" w:rsidP="00120F94">
      <w:pPr>
        <w:numPr>
          <w:ilvl w:val="0"/>
          <w:numId w:val="36"/>
        </w:numPr>
        <w:rPr>
          <w:rFonts w:ascii="Helvetica 55 Roman" w:hAnsi="Helvetica 55 Roman" w:cs="Arial"/>
        </w:rPr>
      </w:pPr>
      <w:r w:rsidRPr="005D2D54">
        <w:rPr>
          <w:rFonts w:ascii="Helvetica 55 Roman" w:hAnsi="Helvetica 55 Roman" w:cs="Arial"/>
        </w:rPr>
        <w:t>POC : Plan Opération Client</w:t>
      </w:r>
    </w:p>
    <w:p w:rsidR="00120F94" w:rsidRPr="005D2D54" w:rsidRDefault="00120F94" w:rsidP="00120F94">
      <w:pPr>
        <w:numPr>
          <w:ilvl w:val="0"/>
          <w:numId w:val="36"/>
        </w:numPr>
        <w:rPr>
          <w:rFonts w:ascii="Helvetica 55 Roman" w:hAnsi="Helvetica 55 Roman" w:cs="Arial"/>
        </w:rPr>
      </w:pPr>
      <w:r w:rsidRPr="005D2D54">
        <w:rPr>
          <w:rFonts w:ascii="Helvetica 55 Roman" w:hAnsi="Helvetica 55 Roman" w:cs="Arial"/>
        </w:rPr>
        <w:t>PRE : Point de Raccordement Entreprise</w:t>
      </w:r>
    </w:p>
    <w:p w:rsidR="00C11BF8" w:rsidRPr="005D2D54" w:rsidRDefault="00C11BF8" w:rsidP="00C11BF8">
      <w:pPr>
        <w:numPr>
          <w:ilvl w:val="0"/>
          <w:numId w:val="36"/>
        </w:numPr>
        <w:rPr>
          <w:rFonts w:ascii="Helvetica 55 Roman" w:hAnsi="Helvetica 55 Roman" w:cs="Arial"/>
        </w:rPr>
      </w:pPr>
      <w:r w:rsidRPr="005D2D54">
        <w:rPr>
          <w:rFonts w:ascii="Helvetica 55 Roman" w:hAnsi="Helvetica 55 Roman" w:cs="Arial"/>
        </w:rPr>
        <w:t>PTO : Prise de Terminaison Optique</w:t>
      </w:r>
    </w:p>
    <w:p w:rsidR="00C11BF8" w:rsidRPr="005D2D54" w:rsidRDefault="00C11BF8" w:rsidP="00C11BF8">
      <w:pPr>
        <w:ind w:left="360"/>
        <w:rPr>
          <w:rFonts w:ascii="Helvetica 55 Roman" w:hAnsi="Helvetica 55 Roman" w:cs="Arial"/>
        </w:rPr>
      </w:pPr>
    </w:p>
    <w:p w:rsidR="00C11BF8" w:rsidRPr="005D2D54" w:rsidRDefault="00C11BF8" w:rsidP="00C11BF8">
      <w:pPr>
        <w:ind w:left="360"/>
        <w:rPr>
          <w:rFonts w:ascii="Helvetica 55 Roman" w:hAnsi="Helvetica 55 Roman" w:cs="Arial"/>
        </w:rPr>
      </w:pPr>
    </w:p>
    <w:p w:rsidR="007743A8" w:rsidRPr="005D2D54" w:rsidRDefault="00AC4E24" w:rsidP="007743A8">
      <w:pPr>
        <w:pStyle w:val="Titre1"/>
        <w:shd w:val="clear" w:color="auto" w:fill="auto"/>
        <w:rPr>
          <w:rFonts w:ascii="Helvetica 55 Roman" w:hAnsi="Helvetica 55 Roman"/>
          <w:caps w:val="0"/>
          <w:color w:val="FF6600"/>
        </w:rPr>
      </w:pPr>
      <w:bookmarkStart w:id="10" w:name="_Toc459733681"/>
      <w:bookmarkStart w:id="11" w:name="_Toc69280788"/>
      <w:r w:rsidRPr="005D2D54">
        <w:rPr>
          <w:rFonts w:ascii="Helvetica 55 Roman" w:hAnsi="Helvetica 55 Roman"/>
          <w:caps w:val="0"/>
          <w:color w:val="FF6600"/>
        </w:rPr>
        <w:t xml:space="preserve">Présentation du </w:t>
      </w:r>
      <w:r w:rsidR="007743A8" w:rsidRPr="005D2D54">
        <w:rPr>
          <w:rFonts w:ascii="Helvetica 55 Roman" w:hAnsi="Helvetica 55 Roman"/>
          <w:caps w:val="0"/>
          <w:color w:val="FF6600"/>
        </w:rPr>
        <w:t xml:space="preserve">Service </w:t>
      </w:r>
      <w:bookmarkEnd w:id="6"/>
      <w:bookmarkEnd w:id="7"/>
      <w:bookmarkEnd w:id="10"/>
      <w:r w:rsidR="00106E48" w:rsidRPr="005D2D54">
        <w:rPr>
          <w:rFonts w:ascii="Helvetica 55 Roman" w:hAnsi="Helvetica 55 Roman"/>
          <w:caps w:val="0"/>
          <w:color w:val="FF6600"/>
        </w:rPr>
        <w:t xml:space="preserve">FTTE passif </w:t>
      </w:r>
      <w:r w:rsidR="006832A1" w:rsidRPr="005D2D54">
        <w:rPr>
          <w:rFonts w:ascii="Helvetica 55 Roman" w:hAnsi="Helvetica 55 Roman"/>
          <w:caps w:val="0"/>
          <w:color w:val="FF6600"/>
        </w:rPr>
        <w:t>PM</w:t>
      </w:r>
      <w:bookmarkEnd w:id="11"/>
    </w:p>
    <w:p w:rsidR="00FF5141" w:rsidRPr="005D2D54" w:rsidRDefault="00FF5141" w:rsidP="00C71548">
      <w:pPr>
        <w:rPr>
          <w:rFonts w:ascii="Helvetica 55 Roman" w:hAnsi="Helvetica 55 Roman" w:cs="Arial"/>
        </w:rPr>
      </w:pPr>
    </w:p>
    <w:p w:rsidR="00403E38" w:rsidRPr="005D2D54" w:rsidRDefault="00853731" w:rsidP="00403E38">
      <w:pPr>
        <w:pStyle w:val="Titre2"/>
        <w:rPr>
          <w:rFonts w:ascii="Helvetica 55 Roman" w:hAnsi="Helvetica 55 Roman"/>
        </w:rPr>
      </w:pPr>
      <w:bookmarkStart w:id="12" w:name="_Toc459733682"/>
      <w:bookmarkStart w:id="13" w:name="_Toc69280789"/>
      <w:r w:rsidRPr="005D2D54">
        <w:rPr>
          <w:rFonts w:ascii="Helvetica 55 Roman" w:hAnsi="Helvetica 55 Roman"/>
          <w:bCs/>
        </w:rPr>
        <w:t>Eléments</w:t>
      </w:r>
      <w:r w:rsidR="00AC4E24" w:rsidRPr="005D2D54">
        <w:rPr>
          <w:rFonts w:ascii="Helvetica 55 Roman" w:hAnsi="Helvetica 55 Roman"/>
          <w:bCs/>
        </w:rPr>
        <w:t xml:space="preserve"> du service</w:t>
      </w:r>
      <w:bookmarkEnd w:id="12"/>
      <w:bookmarkEnd w:id="13"/>
      <w:r w:rsidR="00AC4E24" w:rsidRPr="005D2D54">
        <w:rPr>
          <w:rFonts w:ascii="Helvetica 55 Roman" w:hAnsi="Helvetica 55 Roman"/>
          <w:bCs/>
        </w:rPr>
        <w:t xml:space="preserve">  </w:t>
      </w:r>
    </w:p>
    <w:p w:rsidR="00DE000C" w:rsidRPr="005D2D54" w:rsidRDefault="00DE000C" w:rsidP="00403E38">
      <w:pPr>
        <w:jc w:val="both"/>
        <w:rPr>
          <w:rFonts w:ascii="Helvetica 55 Roman" w:hAnsi="Helvetica 55 Roman" w:cs="Arial"/>
        </w:rPr>
      </w:pPr>
    </w:p>
    <w:p w:rsidR="00AC4E24" w:rsidRPr="005D2D54" w:rsidRDefault="00AC4E24" w:rsidP="00C71548">
      <w:pPr>
        <w:spacing w:before="40" w:after="40"/>
        <w:jc w:val="both"/>
        <w:rPr>
          <w:rFonts w:ascii="Helvetica 55 Roman" w:hAnsi="Helvetica 55 Roman" w:cs="Arial"/>
        </w:rPr>
      </w:pPr>
      <w:r w:rsidRPr="005D2D54">
        <w:rPr>
          <w:rFonts w:ascii="Helvetica 55 Roman" w:hAnsi="Helvetica 55 Roman" w:cs="Arial"/>
        </w:rPr>
        <w:t>Le Service est une offre d’</w:t>
      </w:r>
      <w:r w:rsidR="00853731" w:rsidRPr="005D2D54">
        <w:rPr>
          <w:rFonts w:ascii="Helvetica 55 Roman" w:hAnsi="Helvetica 55 Roman" w:cs="Arial"/>
        </w:rPr>
        <w:t>accès</w:t>
      </w:r>
      <w:r w:rsidRPr="005D2D54">
        <w:rPr>
          <w:rFonts w:ascii="Helvetica 55 Roman" w:hAnsi="Helvetica 55 Roman" w:cs="Arial"/>
        </w:rPr>
        <w:t xml:space="preserve"> en lien fibre optique </w:t>
      </w:r>
      <w:r w:rsidR="00811B41" w:rsidRPr="005D2D54">
        <w:rPr>
          <w:rFonts w:ascii="Helvetica 55 Roman" w:hAnsi="Helvetica 55 Roman" w:cs="Arial"/>
        </w:rPr>
        <w:t xml:space="preserve">entre </w:t>
      </w:r>
      <w:r w:rsidR="000562A0" w:rsidRPr="005D2D54">
        <w:rPr>
          <w:rFonts w:ascii="Helvetica 55 Roman" w:hAnsi="Helvetica 55 Roman" w:cs="Arial"/>
        </w:rPr>
        <w:t xml:space="preserve">un </w:t>
      </w:r>
      <w:r w:rsidR="00811B41" w:rsidRPr="005D2D54">
        <w:rPr>
          <w:rFonts w:ascii="Helvetica 55 Roman" w:hAnsi="Helvetica 55 Roman" w:cs="Arial"/>
        </w:rPr>
        <w:t xml:space="preserve">Site Extrémité </w:t>
      </w:r>
      <w:r w:rsidR="00D1117D" w:rsidRPr="005D2D54">
        <w:rPr>
          <w:rFonts w:ascii="Helvetica 55 Roman" w:hAnsi="Helvetica 55 Roman" w:cs="Arial"/>
        </w:rPr>
        <w:t xml:space="preserve">Entreprise </w:t>
      </w:r>
      <w:r w:rsidR="00811B41" w:rsidRPr="005D2D54">
        <w:rPr>
          <w:rFonts w:ascii="Helvetica 55 Roman" w:hAnsi="Helvetica 55 Roman" w:cs="Arial"/>
        </w:rPr>
        <w:t xml:space="preserve">et un point de raccordement du </w:t>
      </w:r>
      <w:r w:rsidR="00ED4890" w:rsidRPr="005D2D54">
        <w:rPr>
          <w:rFonts w:ascii="Helvetica 55 Roman" w:hAnsi="Helvetica 55 Roman" w:cs="Arial"/>
        </w:rPr>
        <w:t xml:space="preserve">réseau </w:t>
      </w:r>
      <w:r w:rsidR="00106E48" w:rsidRPr="005D2D54">
        <w:rPr>
          <w:rFonts w:ascii="Helvetica 55 Roman" w:hAnsi="Helvetica 55 Roman" w:cs="Arial"/>
        </w:rPr>
        <w:t xml:space="preserve">de </w:t>
      </w:r>
      <w:r w:rsidR="00F972E3">
        <w:rPr>
          <w:rFonts w:ascii="Helvetica 55 Roman" w:hAnsi="Helvetica 55 Roman" w:cs="Arial"/>
        </w:rPr>
        <w:t>YANA FIBRE</w:t>
      </w:r>
      <w:r w:rsidR="00811B41" w:rsidRPr="005D2D54">
        <w:rPr>
          <w:rFonts w:ascii="Helvetica 55 Roman" w:hAnsi="Helvetica 55 Roman" w:cs="Arial"/>
        </w:rPr>
        <w:t>.</w:t>
      </w:r>
    </w:p>
    <w:p w:rsidR="00811B41" w:rsidRPr="005D2D54" w:rsidRDefault="00811B41" w:rsidP="00C71548">
      <w:pPr>
        <w:spacing w:before="40" w:after="40"/>
        <w:jc w:val="both"/>
        <w:rPr>
          <w:rFonts w:ascii="Helvetica 55 Roman" w:hAnsi="Helvetica 55 Roman" w:cs="Arial"/>
        </w:rPr>
      </w:pPr>
    </w:p>
    <w:p w:rsidR="008C18AD"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Il est constitué </w:t>
      </w:r>
      <w:r w:rsidR="00853731" w:rsidRPr="005D2D54">
        <w:rPr>
          <w:rFonts w:ascii="Helvetica 55 Roman" w:hAnsi="Helvetica 55 Roman" w:cs="Arial"/>
        </w:rPr>
        <w:t>d’un</w:t>
      </w:r>
      <w:r w:rsidRPr="005D2D54">
        <w:rPr>
          <w:rFonts w:ascii="Helvetica 55 Roman" w:hAnsi="Helvetica 55 Roman" w:cs="Arial"/>
        </w:rPr>
        <w:t xml:space="preserve"> A</w:t>
      </w:r>
      <w:r w:rsidR="008C18AD" w:rsidRPr="005D2D54">
        <w:rPr>
          <w:rFonts w:ascii="Helvetica 55 Roman" w:hAnsi="Helvetica 55 Roman" w:cs="Arial"/>
        </w:rPr>
        <w:t>ccès passif</w:t>
      </w:r>
      <w:r w:rsidRPr="005D2D54">
        <w:rPr>
          <w:rFonts w:ascii="Helvetica 55 Roman" w:hAnsi="Helvetica 55 Roman" w:cs="Arial"/>
        </w:rPr>
        <w:t xml:space="preserve">, qui relie </w:t>
      </w:r>
      <w:r w:rsidR="008C18AD" w:rsidRPr="005D2D54">
        <w:rPr>
          <w:rFonts w:ascii="Helvetica 55 Roman" w:hAnsi="Helvetica 55 Roman" w:cs="Arial"/>
        </w:rPr>
        <w:t xml:space="preserve"> </w:t>
      </w:r>
      <w:r w:rsidRPr="005D2D54">
        <w:rPr>
          <w:rFonts w:ascii="Helvetica 55 Roman" w:hAnsi="Helvetica 55 Roman" w:cs="Arial"/>
        </w:rPr>
        <w:t xml:space="preserve">un site </w:t>
      </w:r>
      <w:r w:rsidR="00A17DEB" w:rsidRPr="005D2D54">
        <w:rPr>
          <w:rFonts w:ascii="Helvetica 55 Roman" w:hAnsi="Helvetica 55 Roman" w:cs="Arial"/>
        </w:rPr>
        <w:t xml:space="preserve">Client Final </w:t>
      </w:r>
      <w:r w:rsidRPr="005D2D54">
        <w:rPr>
          <w:rFonts w:ascii="Helvetica 55 Roman" w:hAnsi="Helvetica 55 Roman" w:cs="Arial"/>
        </w:rPr>
        <w:t xml:space="preserve">donné à un </w:t>
      </w:r>
      <w:r w:rsidR="00374D1F" w:rsidRPr="005D2D54">
        <w:rPr>
          <w:rFonts w:ascii="Helvetica 55 Roman" w:hAnsi="Helvetica 55 Roman" w:cs="Arial"/>
        </w:rPr>
        <w:t xml:space="preserve">PM </w:t>
      </w:r>
      <w:r w:rsidR="00106E48" w:rsidRPr="005D2D54">
        <w:rPr>
          <w:rFonts w:ascii="Helvetica 55 Roman" w:hAnsi="Helvetica 55 Roman" w:cs="Arial"/>
        </w:rPr>
        <w:t xml:space="preserve">de </w:t>
      </w:r>
      <w:r w:rsidR="00F972E3">
        <w:rPr>
          <w:rFonts w:ascii="Helvetica 55 Roman" w:hAnsi="Helvetica 55 Roman" w:cs="Arial"/>
        </w:rPr>
        <w:t>YANA FIBRE</w:t>
      </w:r>
      <w:r w:rsidR="00106E48" w:rsidRPr="005D2D54">
        <w:rPr>
          <w:rFonts w:ascii="Helvetica 55 Roman" w:hAnsi="Helvetica 55 Roman" w:cs="Arial"/>
        </w:rPr>
        <w:t xml:space="preserve"> </w:t>
      </w:r>
      <w:r w:rsidRPr="005D2D54">
        <w:rPr>
          <w:rFonts w:ascii="Helvetica 55 Roman" w:hAnsi="Helvetica 55 Roman" w:cs="Arial"/>
        </w:rPr>
        <w:t xml:space="preserve">par </w:t>
      </w:r>
      <w:r w:rsidR="008C18AD" w:rsidRPr="005D2D54">
        <w:rPr>
          <w:rFonts w:ascii="Helvetica 55 Roman" w:hAnsi="Helvetica 55 Roman" w:cs="Arial"/>
        </w:rPr>
        <w:t>un lien optique monom</w:t>
      </w:r>
      <w:r w:rsidR="00C11BF8" w:rsidRPr="005D2D54">
        <w:rPr>
          <w:rFonts w:ascii="Helvetica 55 Roman" w:hAnsi="Helvetica 55 Roman" w:cs="Arial"/>
        </w:rPr>
        <w:t>o</w:t>
      </w:r>
      <w:r w:rsidR="008C18AD" w:rsidRPr="005D2D54">
        <w:rPr>
          <w:rFonts w:ascii="Helvetica 55 Roman" w:hAnsi="Helvetica 55 Roman" w:cs="Arial"/>
        </w:rPr>
        <w:t>de point-à-point avec un nivea</w:t>
      </w:r>
      <w:r w:rsidR="00C11BF8" w:rsidRPr="005D2D54">
        <w:rPr>
          <w:rFonts w:ascii="Helvetica 55 Roman" w:hAnsi="Helvetica 55 Roman" w:cs="Arial"/>
        </w:rPr>
        <w:t xml:space="preserve">u de qualité de service </w:t>
      </w:r>
      <w:r w:rsidRPr="005D2D54">
        <w:rPr>
          <w:rFonts w:ascii="Helvetica 55 Roman" w:hAnsi="Helvetica 55 Roman" w:cs="Arial"/>
        </w:rPr>
        <w:t>tel que défini dans le</w:t>
      </w:r>
      <w:r w:rsidR="00A17DEB" w:rsidRPr="005D2D54">
        <w:rPr>
          <w:rFonts w:ascii="Helvetica 55 Roman" w:hAnsi="Helvetica 55 Roman" w:cs="Arial"/>
        </w:rPr>
        <w:t>s</w:t>
      </w:r>
      <w:r w:rsidRPr="005D2D54">
        <w:rPr>
          <w:rFonts w:ascii="Helvetica 55 Roman" w:hAnsi="Helvetica 55 Roman" w:cs="Arial"/>
        </w:rPr>
        <w:t xml:space="preserve"> Conditions Spécifiques</w:t>
      </w:r>
      <w:r w:rsidR="00C11BF8" w:rsidRPr="005D2D54">
        <w:rPr>
          <w:rFonts w:ascii="Helvetica 55 Roman" w:hAnsi="Helvetica 55 Roman" w:cs="Arial"/>
        </w:rPr>
        <w:t>.</w:t>
      </w:r>
    </w:p>
    <w:p w:rsidR="00811B41"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Ce lien optique s’appuie sur une architecture de Boucle Locale Optique Mutualisée avec le déploiement du </w:t>
      </w:r>
      <w:r w:rsidR="00A17DEB" w:rsidRPr="005D2D54">
        <w:rPr>
          <w:rFonts w:ascii="Helvetica 55 Roman" w:hAnsi="Helvetica 55 Roman" w:cs="Arial"/>
        </w:rPr>
        <w:t>réseau</w:t>
      </w:r>
      <w:r w:rsidRPr="005D2D54">
        <w:rPr>
          <w:rFonts w:ascii="Helvetica 55 Roman" w:hAnsi="Helvetica 55 Roman" w:cs="Arial"/>
        </w:rPr>
        <w:t xml:space="preserve"> FTTH.</w:t>
      </w:r>
    </w:p>
    <w:p w:rsidR="006361B8" w:rsidRPr="005D2D54" w:rsidRDefault="006361B8" w:rsidP="00C71548">
      <w:pPr>
        <w:spacing w:before="40" w:after="40"/>
        <w:jc w:val="both"/>
        <w:rPr>
          <w:rFonts w:ascii="Helvetica 55 Roman" w:hAnsi="Helvetica 55 Roman" w:cs="Arial"/>
        </w:rPr>
      </w:pPr>
    </w:p>
    <w:p w:rsidR="000E3E82" w:rsidRPr="005D2D54" w:rsidRDefault="00106E48" w:rsidP="000E3E82">
      <w:pPr>
        <w:jc w:val="both"/>
        <w:rPr>
          <w:rFonts w:ascii="Helvetica 55 Roman" w:hAnsi="Helvetica 55 Roman" w:cs="Arial"/>
          <w:b/>
        </w:rPr>
      </w:pPr>
      <w:r w:rsidRPr="005D2D54">
        <w:rPr>
          <w:rFonts w:ascii="Helvetica 55 Roman" w:hAnsi="Helvetica 55 Roman" w:cs="Arial"/>
          <w:color w:val="000000"/>
        </w:rPr>
        <w:t>L’accès FTTE passif PM</w:t>
      </w:r>
      <w:r w:rsidR="00374D1F" w:rsidRPr="005D2D54">
        <w:rPr>
          <w:rFonts w:ascii="Helvetica 55 Roman" w:hAnsi="Helvetica 55 Roman" w:cs="Arial"/>
          <w:color w:val="000000"/>
        </w:rPr>
        <w:t xml:space="preserve"> </w:t>
      </w:r>
      <w:r w:rsidR="000E3E82" w:rsidRPr="005D2D54">
        <w:rPr>
          <w:rFonts w:ascii="Helvetica 55 Roman" w:hAnsi="Helvetica 55 Roman" w:cs="Arial"/>
          <w:color w:val="000000"/>
        </w:rPr>
        <w:t xml:space="preserve">est </w:t>
      </w:r>
      <w:r w:rsidR="00811B41" w:rsidRPr="005D2D54">
        <w:rPr>
          <w:rFonts w:ascii="Helvetica 55 Roman" w:hAnsi="Helvetica 55 Roman" w:cs="Arial"/>
          <w:color w:val="000000"/>
        </w:rPr>
        <w:t xml:space="preserve">fourni </w:t>
      </w:r>
      <w:r w:rsidR="000E3E82" w:rsidRPr="005D2D54">
        <w:rPr>
          <w:rFonts w:ascii="Helvetica 55 Roman" w:hAnsi="Helvetica 55 Roman" w:cs="Arial"/>
          <w:color w:val="000000"/>
        </w:rPr>
        <w:t>sans répéteur</w:t>
      </w:r>
      <w:r w:rsidR="00811B41" w:rsidRPr="005D2D54">
        <w:rPr>
          <w:rFonts w:ascii="Helvetica 55 Roman" w:hAnsi="Helvetica 55 Roman" w:cs="Arial"/>
          <w:color w:val="000000"/>
        </w:rPr>
        <w:t xml:space="preserve"> et </w:t>
      </w:r>
      <w:r w:rsidR="000E3E82" w:rsidRPr="005D2D54">
        <w:rPr>
          <w:rFonts w:ascii="Helvetica 55 Roman" w:hAnsi="Helvetica 55 Roman" w:cs="Arial"/>
          <w:color w:val="000000"/>
        </w:rPr>
        <w:t>sans équipement de terminaison actif</w:t>
      </w:r>
      <w:r w:rsidR="00811B41" w:rsidRPr="005D2D54">
        <w:rPr>
          <w:rFonts w:ascii="Helvetica 55 Roman" w:hAnsi="Helvetica 55 Roman" w:cs="Arial"/>
          <w:color w:val="000000"/>
        </w:rPr>
        <w:t xml:space="preserve"> sur le site du Client Final.</w:t>
      </w:r>
      <w:r w:rsidR="000E3E82" w:rsidRPr="005D2D54">
        <w:rPr>
          <w:rFonts w:ascii="Helvetica 55 Roman" w:hAnsi="Helvetica 55 Roman" w:cs="Arial"/>
          <w:color w:val="000000"/>
        </w:rPr>
        <w:t xml:space="preserve"> </w:t>
      </w:r>
    </w:p>
    <w:p w:rsidR="008C18AD" w:rsidRPr="005D2D54" w:rsidRDefault="008C18AD" w:rsidP="00C71548">
      <w:pPr>
        <w:spacing w:before="40" w:after="40"/>
        <w:jc w:val="both"/>
        <w:rPr>
          <w:rFonts w:ascii="Helvetica 55 Roman" w:hAnsi="Helvetica 55 Roman" w:cs="Arial"/>
        </w:rPr>
      </w:pPr>
    </w:p>
    <w:p w:rsidR="007743A8" w:rsidRPr="005D2D54" w:rsidRDefault="00B20554" w:rsidP="007743A8">
      <w:pPr>
        <w:pStyle w:val="Titre2"/>
        <w:rPr>
          <w:rFonts w:ascii="Helvetica 55 Roman" w:hAnsi="Helvetica 55 Roman"/>
          <w:bCs/>
        </w:rPr>
      </w:pPr>
      <w:bookmarkStart w:id="14" w:name="_Toc459733683"/>
      <w:bookmarkStart w:id="15" w:name="_Toc69280790"/>
      <w:r w:rsidRPr="005D2D54">
        <w:rPr>
          <w:rFonts w:ascii="Helvetica 55 Roman" w:hAnsi="Helvetica 55 Roman"/>
          <w:bCs/>
        </w:rPr>
        <w:t>Prérequis</w:t>
      </w:r>
      <w:bookmarkEnd w:id="14"/>
      <w:bookmarkEnd w:id="15"/>
    </w:p>
    <w:p w:rsidR="007743A8" w:rsidRPr="005D2D54" w:rsidRDefault="007743A8" w:rsidP="00C71548">
      <w:pPr>
        <w:jc w:val="both"/>
        <w:rPr>
          <w:rFonts w:ascii="Helvetica 55 Roman" w:hAnsi="Helvetica 55 Roman" w:cs="Arial"/>
        </w:rPr>
      </w:pPr>
    </w:p>
    <w:p w:rsidR="00374D1F" w:rsidRPr="005D2D54" w:rsidRDefault="00C0176D" w:rsidP="00C0176D">
      <w:pPr>
        <w:jc w:val="both"/>
        <w:rPr>
          <w:rFonts w:ascii="Helvetica 55 Roman" w:hAnsi="Helvetica 55 Roman" w:cs="Arial"/>
          <w:color w:val="000000"/>
        </w:rPr>
      </w:pPr>
      <w:r w:rsidRPr="005D2D54">
        <w:rPr>
          <w:rFonts w:ascii="Helvetica 55 Roman" w:hAnsi="Helvetica 55 Roman" w:cs="Arial"/>
          <w:color w:val="000000"/>
        </w:rPr>
        <w:t xml:space="preserve">Préalablement à la commande d’un </w:t>
      </w:r>
      <w:r w:rsidR="00106E48" w:rsidRPr="005D2D54">
        <w:rPr>
          <w:rFonts w:ascii="Helvetica 55 Roman" w:hAnsi="Helvetica 55 Roman" w:cs="Arial"/>
          <w:color w:val="000000"/>
        </w:rPr>
        <w:t>Accès FTTE passif PM</w:t>
      </w:r>
      <w:r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l’Opérateur doit être signataire du contrat FTTH et disposer d’un équipement hébergé au PM </w:t>
      </w:r>
      <w:r w:rsidR="00106E48" w:rsidRPr="005D2D54">
        <w:rPr>
          <w:rFonts w:ascii="Helvetica 55 Roman" w:hAnsi="Helvetica 55 Roman" w:cs="Arial"/>
          <w:color w:val="000000"/>
        </w:rPr>
        <w:t xml:space="preserve">de </w:t>
      </w:r>
      <w:r w:rsidR="00F972E3">
        <w:rPr>
          <w:rFonts w:ascii="Helvetica 55 Roman" w:hAnsi="Helvetica 55 Roman" w:cs="Arial"/>
          <w:color w:val="000000"/>
        </w:rPr>
        <w:t>YANA FIBRE</w:t>
      </w:r>
      <w:r w:rsidR="00106E48"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dans le cadre de ce contrat. </w:t>
      </w:r>
    </w:p>
    <w:p w:rsidR="00374D1F" w:rsidRPr="005D2D54" w:rsidRDefault="00374D1F" w:rsidP="00C0176D">
      <w:pPr>
        <w:jc w:val="both"/>
        <w:rPr>
          <w:rFonts w:ascii="Helvetica 55 Roman" w:hAnsi="Helvetica 55 Roman" w:cs="Arial"/>
          <w:color w:val="000000"/>
        </w:rPr>
      </w:pPr>
    </w:p>
    <w:p w:rsidR="00704E15" w:rsidRPr="005D2D54" w:rsidRDefault="00704E15" w:rsidP="00C71548">
      <w:pPr>
        <w:jc w:val="both"/>
        <w:rPr>
          <w:rFonts w:ascii="Helvetica 55 Roman" w:hAnsi="Helvetica 55 Roman" w:cs="Arial"/>
          <w:color w:val="000000"/>
        </w:rPr>
      </w:pPr>
      <w:r w:rsidRPr="005D2D54">
        <w:rPr>
          <w:rFonts w:ascii="Helvetica 55 Roman" w:hAnsi="Helvetica 55 Roman" w:cs="Arial"/>
          <w:color w:val="000000"/>
        </w:rPr>
        <w:t xml:space="preserve">La livraison est réalisée par </w:t>
      </w:r>
      <w:r w:rsidR="00F972E3">
        <w:rPr>
          <w:rFonts w:ascii="Helvetica 55 Roman" w:hAnsi="Helvetica 55 Roman" w:cs="Arial"/>
          <w:color w:val="000000"/>
        </w:rPr>
        <w:t>YANA FIBRE</w:t>
      </w:r>
      <w:r w:rsidR="007D760F" w:rsidRPr="005D2D54">
        <w:rPr>
          <w:rFonts w:ascii="Helvetica 55 Roman" w:hAnsi="Helvetica 55 Roman" w:cs="Arial"/>
          <w:color w:val="000000"/>
        </w:rPr>
        <w:t xml:space="preserve"> </w:t>
      </w:r>
      <w:r w:rsidRPr="005D2D54">
        <w:rPr>
          <w:rFonts w:ascii="Helvetica 55 Roman" w:hAnsi="Helvetica 55 Roman" w:cs="Arial"/>
          <w:color w:val="000000"/>
        </w:rPr>
        <w:t xml:space="preserve">sur un connecteur en face avant du tiroir optique de l’Opérateur. </w:t>
      </w:r>
    </w:p>
    <w:p w:rsidR="00C11BF8" w:rsidRPr="005D2D54" w:rsidRDefault="00915A8A" w:rsidP="00C71548">
      <w:pPr>
        <w:jc w:val="both"/>
        <w:rPr>
          <w:rFonts w:ascii="Helvetica 55 Roman" w:hAnsi="Helvetica 55 Roman" w:cs="Arial"/>
        </w:rPr>
      </w:pPr>
      <w:r w:rsidRPr="005D2D54">
        <w:rPr>
          <w:rFonts w:ascii="Helvetica 55 Roman" w:hAnsi="Helvetica 55 Roman" w:cs="Arial"/>
        </w:rPr>
        <w:t>La</w:t>
      </w:r>
      <w:r w:rsidR="006C0942" w:rsidRPr="005D2D54">
        <w:rPr>
          <w:rFonts w:ascii="Helvetica 55 Roman" w:hAnsi="Helvetica 55 Roman" w:cs="Arial"/>
        </w:rPr>
        <w:t xml:space="preserve"> position </w:t>
      </w:r>
      <w:r w:rsidR="00853731" w:rsidRPr="005D2D54">
        <w:rPr>
          <w:rFonts w:ascii="Helvetica 55 Roman" w:hAnsi="Helvetica 55 Roman" w:cs="Arial"/>
        </w:rPr>
        <w:t>du connecteur</w:t>
      </w:r>
      <w:r w:rsidR="00C0176D" w:rsidRPr="005D2D54">
        <w:rPr>
          <w:rFonts w:ascii="Helvetica 55 Roman" w:hAnsi="Helvetica 55 Roman" w:cs="Arial"/>
        </w:rPr>
        <w:t xml:space="preserve"> </w:t>
      </w:r>
      <w:r w:rsidR="006C0942" w:rsidRPr="005D2D54">
        <w:rPr>
          <w:rFonts w:ascii="Helvetica 55 Roman" w:hAnsi="Helvetica 55 Roman" w:cs="Arial"/>
        </w:rPr>
        <w:t>de la tête de livraison</w:t>
      </w:r>
      <w:r w:rsidR="00763361" w:rsidRPr="005D2D54">
        <w:rPr>
          <w:rFonts w:ascii="Helvetica 55 Roman" w:hAnsi="Helvetica 55 Roman" w:cs="Arial"/>
        </w:rPr>
        <w:t xml:space="preserve"> </w:t>
      </w:r>
      <w:r w:rsidR="00F123F1" w:rsidRPr="005D2D54">
        <w:rPr>
          <w:rFonts w:ascii="Helvetica 55 Roman" w:hAnsi="Helvetica 55 Roman" w:cs="Arial"/>
        </w:rPr>
        <w:t xml:space="preserve">pour </w:t>
      </w:r>
      <w:r w:rsidR="006C0942" w:rsidRPr="005D2D54">
        <w:rPr>
          <w:rFonts w:ascii="Helvetica 55 Roman" w:hAnsi="Helvetica 55 Roman" w:cs="Arial"/>
        </w:rPr>
        <w:t xml:space="preserve">la terminaison </w:t>
      </w:r>
      <w:r w:rsidR="00F123F1" w:rsidRPr="005D2D54">
        <w:rPr>
          <w:rFonts w:ascii="Helvetica 55 Roman" w:hAnsi="Helvetica 55 Roman" w:cs="Arial"/>
        </w:rPr>
        <w:t>de l’</w:t>
      </w:r>
      <w:r w:rsidR="00763361" w:rsidRPr="005D2D54">
        <w:rPr>
          <w:rFonts w:ascii="Helvetica 55 Roman" w:hAnsi="Helvetica 55 Roman" w:cs="Arial"/>
        </w:rPr>
        <w:t>a</w:t>
      </w:r>
      <w:r w:rsidR="00F123F1" w:rsidRPr="005D2D54">
        <w:rPr>
          <w:rFonts w:ascii="Helvetica 55 Roman" w:hAnsi="Helvetica 55 Roman" w:cs="Arial"/>
        </w:rPr>
        <w:t xml:space="preserve">ccès </w:t>
      </w:r>
      <w:r w:rsidRPr="005D2D54">
        <w:rPr>
          <w:rFonts w:ascii="Helvetica 55 Roman" w:hAnsi="Helvetica 55 Roman" w:cs="Arial"/>
        </w:rPr>
        <w:t>doit</w:t>
      </w:r>
      <w:r w:rsidR="006C0942" w:rsidRPr="005D2D54">
        <w:rPr>
          <w:rFonts w:ascii="Helvetica 55 Roman" w:hAnsi="Helvetica 55 Roman" w:cs="Arial"/>
        </w:rPr>
        <w:t xml:space="preserve"> être </w:t>
      </w:r>
      <w:r w:rsidR="00763361" w:rsidRPr="005D2D54">
        <w:rPr>
          <w:rFonts w:ascii="Helvetica 55 Roman" w:hAnsi="Helvetica 55 Roman" w:cs="Arial"/>
        </w:rPr>
        <w:t>communiquée</w:t>
      </w:r>
      <w:r w:rsidR="00F123F1" w:rsidRPr="005D2D54">
        <w:rPr>
          <w:rFonts w:ascii="Helvetica 55 Roman" w:hAnsi="Helvetica 55 Roman" w:cs="Arial"/>
        </w:rPr>
        <w:t xml:space="preserve"> par l’Opérateur</w:t>
      </w:r>
      <w:r w:rsidR="006C0942" w:rsidRPr="005D2D54">
        <w:rPr>
          <w:rFonts w:ascii="Helvetica 55 Roman" w:hAnsi="Helvetica 55 Roman" w:cs="Arial"/>
        </w:rPr>
        <w:t xml:space="preserve"> </w:t>
      </w:r>
      <w:r w:rsidR="00763361" w:rsidRPr="005D2D54">
        <w:rPr>
          <w:rFonts w:ascii="Helvetica 55 Roman" w:hAnsi="Helvetica 55 Roman" w:cs="Arial"/>
        </w:rPr>
        <w:t>dans le bon de</w:t>
      </w:r>
      <w:r w:rsidR="006C0942" w:rsidRPr="005D2D54">
        <w:rPr>
          <w:rFonts w:ascii="Helvetica 55 Roman" w:hAnsi="Helvetica 55 Roman" w:cs="Arial"/>
        </w:rPr>
        <w:t xml:space="preserve"> commande</w:t>
      </w:r>
      <w:r w:rsidR="00F123F1" w:rsidRPr="005D2D54">
        <w:rPr>
          <w:rFonts w:ascii="Helvetica 55 Roman" w:hAnsi="Helvetica 55 Roman" w:cs="Arial"/>
        </w:rPr>
        <w:t xml:space="preserve"> d</w:t>
      </w:r>
      <w:r w:rsidR="000562A0" w:rsidRPr="005D2D54">
        <w:rPr>
          <w:rFonts w:ascii="Helvetica 55 Roman" w:hAnsi="Helvetica 55 Roman" w:cs="Arial"/>
        </w:rPr>
        <w:t xml:space="preserve">’un </w:t>
      </w:r>
      <w:r w:rsidR="00704E15" w:rsidRPr="005D2D54">
        <w:rPr>
          <w:rFonts w:ascii="Helvetica 55 Roman" w:hAnsi="Helvetica 55 Roman" w:cs="Arial"/>
        </w:rPr>
        <w:t xml:space="preserve">Accès </w:t>
      </w:r>
      <w:r w:rsidR="00106E48" w:rsidRPr="005D2D54">
        <w:rPr>
          <w:rFonts w:ascii="Helvetica 55 Roman" w:hAnsi="Helvetica 55 Roman" w:cs="Arial"/>
        </w:rPr>
        <w:t xml:space="preserve">FTTE passif </w:t>
      </w:r>
      <w:r w:rsidR="00704E15" w:rsidRPr="005D2D54">
        <w:rPr>
          <w:rFonts w:ascii="Helvetica 55 Roman" w:hAnsi="Helvetica 55 Roman" w:cs="Arial"/>
        </w:rPr>
        <w:t>PM</w:t>
      </w:r>
      <w:r w:rsidR="00F123F1" w:rsidRPr="005D2D54">
        <w:rPr>
          <w:rFonts w:ascii="Helvetica 55 Roman" w:hAnsi="Helvetica 55 Roman" w:cs="Arial"/>
        </w:rPr>
        <w:t>.</w:t>
      </w:r>
    </w:p>
    <w:p w:rsidR="00E97C2E" w:rsidRPr="005D2D54" w:rsidRDefault="00E97C2E" w:rsidP="00C71548">
      <w:pPr>
        <w:jc w:val="both"/>
        <w:rPr>
          <w:rFonts w:ascii="Helvetica 55 Roman" w:hAnsi="Helvetica 55 Roman" w:cs="Arial"/>
        </w:rPr>
      </w:pPr>
    </w:p>
    <w:p w:rsidR="00D541F9" w:rsidRPr="005D2D54" w:rsidRDefault="00F123F1" w:rsidP="00D541F9">
      <w:pPr>
        <w:pStyle w:val="Titre1"/>
        <w:shd w:val="clear" w:color="auto" w:fill="FFFFFF"/>
        <w:rPr>
          <w:rFonts w:ascii="Helvetica 55 Roman" w:hAnsi="Helvetica 55 Roman" w:cs="Arial"/>
          <w:caps w:val="0"/>
          <w:color w:val="FF6600"/>
        </w:rPr>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69280791"/>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5D2D54">
        <w:rPr>
          <w:rFonts w:ascii="Helvetica 55 Roman" w:hAnsi="Helvetica 55 Roman" w:cs="Arial"/>
          <w:caps w:val="0"/>
          <w:color w:val="FF6600"/>
        </w:rPr>
        <w:t>Principes de fonctionnement du Service</w:t>
      </w:r>
      <w:bookmarkEnd w:id="27"/>
      <w:bookmarkEnd w:id="28"/>
    </w:p>
    <w:p w:rsidR="001F7792" w:rsidRPr="005D2D54" w:rsidRDefault="001F7792" w:rsidP="007743A8">
      <w:pPr>
        <w:pStyle w:val="Titre2"/>
        <w:rPr>
          <w:rFonts w:ascii="Helvetica 55 Roman" w:hAnsi="Helvetica 55 Roman" w:cs="Arial"/>
        </w:rPr>
      </w:pPr>
      <w:bookmarkStart w:id="31" w:name="_Toc459733685"/>
      <w:bookmarkStart w:id="32" w:name="_Toc69280792"/>
      <w:r w:rsidRPr="005D2D54">
        <w:rPr>
          <w:rFonts w:ascii="Helvetica 55 Roman" w:hAnsi="Helvetica 55 Roman" w:cs="Arial"/>
        </w:rPr>
        <w:t>Synoptique</w:t>
      </w:r>
      <w:r w:rsidR="00D541F9" w:rsidRPr="005D2D54">
        <w:rPr>
          <w:rFonts w:ascii="Helvetica 55 Roman" w:hAnsi="Helvetica 55 Roman" w:cs="Arial"/>
        </w:rPr>
        <w:t xml:space="preserve"> </w:t>
      </w:r>
      <w:r w:rsidR="00B14F9B" w:rsidRPr="005D2D54">
        <w:rPr>
          <w:rFonts w:ascii="Helvetica 55 Roman" w:hAnsi="Helvetica 55 Roman" w:cs="Arial"/>
        </w:rPr>
        <w:t>général</w:t>
      </w:r>
      <w:bookmarkEnd w:id="31"/>
      <w:bookmarkEnd w:id="32"/>
    </w:p>
    <w:p w:rsidR="006C0942" w:rsidRPr="005D2D54" w:rsidRDefault="006C0942" w:rsidP="006C0942">
      <w:pPr>
        <w:rPr>
          <w:rFonts w:ascii="Helvetica 55 Roman" w:hAnsi="Helvetica 55 Roman"/>
        </w:rPr>
      </w:pPr>
    </w:p>
    <w:p w:rsidR="00BC3073" w:rsidRPr="005D2D54" w:rsidRDefault="000B3D9E" w:rsidP="006361B8">
      <w:pPr>
        <w:keepNext/>
        <w:rPr>
          <w:rFonts w:ascii="Helvetica 55 Roman" w:hAnsi="Helvetica 55 Roman"/>
        </w:rPr>
      </w:pPr>
      <w:r w:rsidRPr="005D2D54">
        <w:rPr>
          <w:rFonts w:ascii="Helvetica 55 Roman" w:hAnsi="Helvetica 55 Roman"/>
          <w:noProof/>
        </w:rPr>
        <mc:AlternateContent>
          <mc:Choice Requires="wpc">
            <w:drawing>
              <wp:inline distT="0" distB="0" distL="0" distR="0">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gramStart"/>
                              <w:r>
                                <w:rPr>
                                  <w:rFonts w:ascii="Helvetica 55 Roman" w:hAnsi="Helvetica 55 Roman" w:cs="Helvetica 55 Roman"/>
                                  <w:color w:val="000000"/>
                                  <w:sz w:val="24"/>
                                  <w:szCs w:val="24"/>
                                  <w:lang w:val="en-US"/>
                                </w:rPr>
                                <w:t>client</w:t>
                              </w:r>
                              <w:proofErr w:type="gramEnd"/>
                              <w:r>
                                <w:rPr>
                                  <w:rFonts w:ascii="Helvetica 55 Roman" w:hAnsi="Helvetica 55 Roman" w:cs="Helvetica 55 Roman"/>
                                  <w:color w:val="000000"/>
                                  <w:sz w:val="24"/>
                                  <w:szCs w:val="24"/>
                                  <w:lang w:val="en-US"/>
                                </w:rPr>
                                <w:t xml:space="preserve">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gramStart"/>
                              <w:r>
                                <w:rPr>
                                  <w:rFonts w:ascii="Calibri" w:hAnsi="Calibri" w:cs="Calibri"/>
                                  <w:color w:val="000000"/>
                                  <w:lang w:val="en-US"/>
                                </w:rPr>
                                <w:t>cordon</w:t>
                              </w:r>
                              <w:proofErr w:type="gramEnd"/>
                              <w:r>
                                <w:rPr>
                                  <w:rFonts w:ascii="Calibri" w:hAnsi="Calibri" w:cs="Calibri"/>
                                  <w:color w:val="000000"/>
                                  <w:lang w:val="en-US"/>
                                </w:rPr>
                                <w:t xml:space="preserve">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gramStart"/>
                              <w:r>
                                <w:rPr>
                                  <w:rFonts w:ascii="Calibri" w:hAnsi="Calibri" w:cs="Calibri"/>
                                  <w:color w:val="000000"/>
                                  <w:lang w:val="en-US"/>
                                </w:rPr>
                                <w:t>o</w:t>
                              </w:r>
                              <w:proofErr w:type="gramEnd"/>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spellStart"/>
                              <w:proofErr w:type="gramStart"/>
                              <w:r>
                                <w:rPr>
                                  <w:rFonts w:ascii="Calibri" w:hAnsi="Calibri" w:cs="Calibri"/>
                                  <w:color w:val="000000"/>
                                  <w:lang w:val="en-US"/>
                                </w:rPr>
                                <w:t>ptique</w:t>
                              </w:r>
                              <w:proofErr w:type="spellEnd"/>
                              <w:proofErr w:type="gram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spellStart"/>
                              <w:proofErr w:type="gramStart"/>
                              <w:r>
                                <w:rPr>
                                  <w:rFonts w:ascii="Calibri" w:hAnsi="Calibri" w:cs="Calibri"/>
                                  <w:color w:val="000000"/>
                                  <w:lang w:val="en-US"/>
                                </w:rPr>
                                <w:t>sécurisé</w:t>
                              </w:r>
                              <w:proofErr w:type="spellEnd"/>
                              <w:proofErr w:type="gram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2775" w:rsidRDefault="007B2775" w:rsidP="007B2775">
                              <w:r>
                                <w:rPr>
                                  <w:rFonts w:ascii="Calibri" w:hAnsi="Calibri" w:cs="Calibri"/>
                                  <w:color w:val="000000"/>
                                  <w:sz w:val="24"/>
                                  <w:szCs w:val="24"/>
                                  <w:lang w:val="en-US"/>
                                </w:rPr>
                                <w:t xml:space="preserve">* </w:t>
                              </w:r>
                              <w:proofErr w:type="spellStart"/>
                              <w:proofErr w:type="gramStart"/>
                              <w:r>
                                <w:rPr>
                                  <w:rFonts w:ascii="Calibri" w:hAnsi="Calibri" w:cs="Calibri"/>
                                  <w:color w:val="000000"/>
                                  <w:sz w:val="24"/>
                                  <w:szCs w:val="24"/>
                                  <w:lang w:val="en-US"/>
                                </w:rPr>
                                <w:t>ou</w:t>
                              </w:r>
                              <w:proofErr w:type="spellEnd"/>
                              <w:proofErr w:type="gram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hoGcAA&#10;AADbAAAADwAAAGRycy9kb3ducmV2LnhtbESPzarCMBSE94LvEI5wd5rqQrQa5SIIIhfBn+4PzbHp&#10;tTkpTbT17Y0guBxm5htmue5sJR7U+NKxgvEoAUGcO11yoeBy3g5nIHxA1lg5JgVP8rBe9XtLTLVr&#10;+UiPUyhEhLBPUYEJoU6l9Lkhi37kauLoXV1jMUTZFFI32Ea4reQkSabSYslxwWBNG0P57XS3Cq7m&#10;IP9Lbn122M+r+9906+mWKfUz6H4XIAJ14Rv+tHdawWwC7y/x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AhoGcAAAADbAAAADwAAAAAAAAAAAAAAAACYAgAAZHJzL2Rvd25y&#10;ZXYueG1sUEsFBgAAAAAEAAQA9QAAAIUDAAAAAA==&#10;" fillcolor="#ffa366" stroked="f"/>
                <v:rect id="Rectangle 208" o:spid="_x0000_s1029" style="position:absolute;left:14090;top:330;width:2318;height:2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rect id="Rectangle 210" o:spid="_x0000_s1031" style="position:absolute;left:9048;top:2616;width:4642;height:1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8nL8QA&#10;AADbAAAADwAAAGRycy9kb3ducmV2LnhtbESPQWsCMRSE7wX/Q3hCbzVbobJdjVJaBRERtB709tg8&#10;d1c3L2sSdf33TUHwOMzMN8xo0ppaXMn5yrKC914Cgji3uuJCwfZ39paC8AFZY22ZFNzJw2TceRlh&#10;pu2N13TdhEJECPsMFZQhNJmUPi/JoO/Zhjh6B+sMhihdIbXDW4SbWvaTZCANVhwXSmzou6T8tLkY&#10;BYvzsbar7Wk/uPzsd/7TLd1Up0q9dtuvIYhAbXiGH+25VpB+wP+X+A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PJy/EAAAA2wAAAA8AAAAAAAAAAAAAAAAAmAIAAGRycy9k&#10;b3ducmV2LnhtbFBLBQYAAAAABAAEAPUAAACJAwAAAAA=&#10;" filled="f" strokecolor="#bc4900" strokeweight="1.3pt">
                  <v:stroke joinstyle="round"/>
                </v:rect>
                <v:line id="Line 211" o:spid="_x0000_s1032" style="position:absolute;visibility:visible;mso-wrap-style:square" from="21596,5543" to="29038,5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FOIMQAAADbAAAADwAAAGRycy9kb3ducmV2LnhtbESPwW7CMBBE70j8g7VIvRGHHhBNcSIE&#10;VCriUJX2A5Z4iQPxOrJdSPn6ulKlHkcz80azrAbbiSv50DpWMMtyEMS10y03Cj4/XqYLECEia+wc&#10;k4JvClCV49ESC+1u/E7XQ2xEgnAoUIGJsS+kDLUhiyFzPXHyTs5bjEn6RmqPtwS3nXzM87m02HJa&#10;MNjT2lB9OXxZBTt/3F9m98bII+/8tnvbPAV7VuphMqyeQUQa4n/4r/2qFSzm8Psl/QBZ/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8U4gxAAAANsAAAAPAAAAAAAAAAAA&#10;AAAAAKECAABkcnMvZG93bnJldi54bWxQSwUGAAAAAAQABAD5AAAAkgMAAAAA&#10;" strokeweight="1pt"/>
                <v:rect id="Rectangle 212" o:spid="_x0000_s1033" style="position:absolute;left:35883;top:3867;width:6242;height:4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LgcIA&#10;AADbAAAADwAAAGRycy9kb3ducmV2LnhtbESPT4vCMBTE74LfITzBm6buwdVqKiIIiyyC/+6P5tnU&#10;Ni+libb77TcLCx6HmfkNs970thYvan3pWMFsmoAgzp0uuVBwvewnCxA+IGusHZOCH/KwyYaDNaba&#10;dXyi1zkUIkLYp6jAhNCkUvrckEU/dQ1x9O6utRiibAupW+wi3NbyI0nm0mLJccFgQztDeXV+WgV3&#10;c5SPkjt/Ox6W9fN7vvdU3ZQaj/rtCkSgPrzD/+0vrWDxCX9f4g+Q2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f8uBwgAAANsAAAAPAAAAAAAAAAAAAAAAAJgCAABkcnMvZG93&#10;bnJldi54bWxQSwUGAAAAAAQABAD1AAAAhwMAAAAA&#10;" fillcolor="#ffa366" stroked="f"/>
                <v:rect id="Rectangle 213" o:spid="_x0000_s1034" style="position:absolute;left:37572;top:5060;width:2966;height:22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bzH8QA&#10;AADbAAAADwAAAGRycy9kb3ducmV2LnhtbESPMWvDMBSE90D+g3iFbrHcDCVxrIRiktKhQ+t4yPiw&#10;Xi0T68lYamz311eFQsbj7r7j8sNkO3GjwbeOFTwlKQji2umWGwXV+bTagPABWWPnmBTM5OGwXy5y&#10;zLQb+ZNuZWhEhLDPUIEJoc+k9LUhiz5xPXH0vtxgMUQ5NFIPOEa47eQ6TZ+lxZbjgsGeCkP1tfy2&#10;Cvyle+Xy41ql76b+CVMx+6MtlHp8mF52IAJN4R7+b79pBZst/H2JP0D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G8x/EAAAA2wAAAA8AAAAAAAAAAAAAAAAAmAIAAGRycy9k&#10;b3ducmV2LnhtbFBLBQYAAAAABAAEAPUAAACJAwAAAAA=&#10;" fillcolor="#eaeaea" stroked="f"/>
                <v:rect id="Rectangle 215" o:spid="_x0000_s1036" style="position:absolute;left:43478;top:323;width:13932;height:14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VLX74A&#10;AADbAAAADwAAAGRycy9kb3ducmV2LnhtbERPTYvCMBC9C/6HMAteiiZ6EK1GEYvgbVkVvA7N2HZt&#10;JiWJWv/95rDg8fG+19vetuJJPjSONUwnCgRx6UzDlYbL+TBegAgR2WDrmDS8KcB2MxysMTfuxT/0&#10;PMVKpBAOOWqoY+xyKUNZk8UwcR1x4m7OW4wJ+koaj68Ubls5U2ouLTacGmrsaF9TeT89rIZe3WVx&#10;zX79dP895/euyApWmdajr363AhGpjx/xv/toNCzT+vQl/QC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ZlS1++AAAA2wAAAA8AAAAAAAAAAAAAAAAAmAIAAGRycy9kb3ducmV2&#10;LnhtbFBLBQYAAAAABAAEAPUAAACDAwAAAAA=&#10;" filled="f" strokecolor="white" strokeweight="1.3pt">
                  <v:stroke joinstyle="round"/>
                </v:rect>
                <v:rect id="Rectangle 216" o:spid="_x0000_s1037" style="position:absolute;left:47129;top:10172;width:6858;height:22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106E48" w:rsidRDefault="00106E48" w:rsidP="007B2775">
                        <w:proofErr w:type="gramStart"/>
                        <w:r>
                          <w:rPr>
                            <w:rFonts w:ascii="Helvetica 55 Roman" w:hAnsi="Helvetica 55 Roman" w:cs="Helvetica 55 Roman"/>
                            <w:color w:val="000000"/>
                            <w:sz w:val="24"/>
                            <w:szCs w:val="24"/>
                            <w:lang w:val="en-US"/>
                          </w:rPr>
                          <w:t>client</w:t>
                        </w:r>
                        <w:proofErr w:type="gramEnd"/>
                        <w:r>
                          <w:rPr>
                            <w:rFonts w:ascii="Helvetica 55 Roman" w:hAnsi="Helvetica 55 Roman" w:cs="Helvetica 55 Roman"/>
                            <w:color w:val="000000"/>
                            <w:sz w:val="24"/>
                            <w:szCs w:val="24"/>
                            <w:lang w:val="en-US"/>
                          </w:rPr>
                          <w:t xml:space="preserve"> final</w:t>
                        </w:r>
                      </w:p>
                    </w:txbxContent>
                  </v:textbox>
                </v:rect>
                <v:rect id="Rectangle 217" o:spid="_x0000_s1038" style="position:absolute;left:46139;top:4064;width:3848;height:3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5mnMQA&#10;AADbAAAADwAAAGRycy9kb3ducmV2LnhtbESPQWvCQBSE74L/YXmF3nQTD6Kpm1AEtVBqbSw9P7Kv&#10;SWj2bdhdNf57Vyh4HGbmG2ZVDKYTZ3K+tawgnSYgiCurW64VfB83kwUIH5A1dpZJwZU8FPl4tMJM&#10;2wt/0bkMtYgQ9hkqaELoMyl91ZBBP7U9cfR+rTMYonS11A4vEW46OUuSuTTYclxosKd1Q9VfeTIK&#10;Tld3/NzOaZce1u9pqD6oL3/2Sj0/Da8vIAIN4RH+b79pBcsZ3L/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OZpzEAAAA2wAAAA8AAAAAAAAAAAAAAAAAmAIAAGRycy9k&#10;b3ducmV2LnhtbFBLBQYAAAAABAAEAPUAAACJAwAAAAA=&#10;" filled="f" strokecolor="#474747" strokeweight="1.3pt">
                  <v:stroke joinstyle="round"/>
                </v:rect>
                <v:rect id="Rectangle 218" o:spid="_x0000_s1039" style="position:absolute;left:46729;top:5003;width:2566;height:185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tbc8QA&#10;AADbAAAADwAAAGRycy9kb3ducmV2LnhtbESPQWvCQBSE70L/w/IKvekmImJT11CEaqGobSw9P7Kv&#10;SWj2bdjdaPz3XUHwOMzMN8wyH0wrTuR8Y1lBOklAEJdWN1wp+D6+jRcgfEDW2FomBRfykK8eRkvM&#10;tD3zF52KUIkIYZ+hgjqELpPSlzUZ9BPbEUfv1zqDIUpXSe3wHOGmldMkmUuDDceFGjta11T+Fb1R&#10;0F/c8bCZ0zb9XH+kodxRV/zslXp6HF5fQAQawj18a79rBc8zuH6JP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rW3PEAAAA2wAAAA8AAAAAAAAAAAAAAAAAmAIAAGRycy9k&#10;b3ducmV2LnhtbFBLBQYAAAAABAAEAPUAAACJAwAAAAA=&#10;" filled="f" strokecolor="#474747" strokeweight="1.3pt">
                  <v:stroke joinstyle="round"/>
                </v:rect>
                <v:rect id="Rectangle 220" o:spid="_x0000_s1041" style="position:absolute;left:53238;top:5003;width:2121;height:185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WV+8gA&#10;AADcAAAADwAAAGRycy9kb3ducmV2LnhtbESPT2vCQBTE74LfYXmCF6kbg5QSsxEr/unBHrQW8fbI&#10;PpPQ7NuYXTX99t1CocdhZn7DpPPO1OJOrassK5iMIxDEudUVFwqOH+unFxDOI2usLZOCb3Iwz/q9&#10;FBNtH7yn+8EXIkDYJaig9L5JpHR5SQbd2DbEwbvY1qAPsi2kbvER4KaWcRQ9S4MVh4USG1qWlH8d&#10;bkbB7hKtr6vzZnIdyePpc/X6vt3ttVLDQbeYgfDU+f/wX/tNK4jjKfyeCUdAZj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NZX7yAAAANwAAAAPAAAAAAAAAAAAAAAAAJgCAABk&#10;cnMvZG93bnJldi54bWxQSwUGAAAAAAQABAD1AAAAjQM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1S+8QAAADcAAAADwAAAGRycy9kb3ducmV2LnhtbESPzYrCMBSF9wO+Q7iCGxlTC4p2jCKC&#10;IIILnYE6u0tzp602N6WJtr69EYRZHs7Px1msOlOJOzWutKxgPIpAEGdWl5wr+Pnefs5AOI+ssbJM&#10;Ch7kYLXsfSww0bblI91PPhdhhF2CCgrv60RKlxVk0I1sTRy8P9sY9EE2udQNtmHcVDKOoqk0WHIg&#10;FFjTpqDserqZALls8t/DhbJ0ntb7djoetufzTalBv1t/gfDU+f/wu73TCuJ4Aq8z4QjI5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fVL7xAAAANwAAAAPAAAAAAAAAAAA&#10;AAAAAKECAABkcnMvZG93bnJldi54bWxQSwUGAAAAAAQABAD5AAAAkgMAAAAA&#10;" strokeweight="1pt"/>
                <v:line id="Line 223" o:spid="_x0000_s1044" style="position:absolute;visibility:visible;mso-wrap-style:square" from="49987,5816" to="52647,5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WmlMUAAADcAAAADwAAAGRycy9kb3ducmV2LnhtbESPwW7CMBBE70j9B2sr9QYOOSAaMFHV&#10;FqmIAyrlA5Z4iUPidWQbSPv1uFKlHkcz80azLAfbiSv50DhWMJ1kIIgrpxuuFRy+1uM5iBCRNXaO&#10;ScE3BShXD6MlFtrd+JOu+1iLBOFQoAITY19IGSpDFsPE9cTJOzlvMSbpa6k93hLcdjLPspm02HBa&#10;MNjTq6Gq3V+sgo0/btvpT23kkTf+vdu9PQd7VurpcXhZgIg0xP/wX/tDK8jzGfyeSUdAr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PWmlMUAAADcAAAADwAAAAAAAAAA&#10;AAAAAAChAgAAZHJzL2Rvd25yZXYueG1sUEsFBgAAAAAEAAQA+QAAAJMDAAAAAA==&#10;" strokeweight="1pt"/>
                <v:shape id="Freeform 224" o:spid="_x0000_s1045" style="position:absolute;left:56153;top:3867;width:184;height:17354;visibility:visible;mso-wrap-style:square;v-text-anchor:top" coordsize="29,2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zP5MQA&#10;AADcAAAADwAAAGRycy9kb3ducmV2LnhtbESPQWvCQBSE7wX/w/IEb3VjkLZGVxFBVOyl6sXbI/vM&#10;BrNvQ3YT47/vCoUeh5n5hlmseluJjhpfOlYwGScgiHOnSy4UXM7b9y8QPiBrrByTgid5WC0HbwvM&#10;tHvwD3WnUIgIYZ+hAhNCnUnpc0MW/djVxNG7ucZiiLIppG7wEeG2kmmSfEiLJccFgzVtDOX3U2sV&#10;7M6zY3FY755tt63NlA7f12vrlRoN+/UcRKA+/If/2nutIE0/4XU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Mz+TEAAAA3AAAAA8AAAAAAAAAAAAAAAAAmAIAAGRycy9k&#10;b3ducmV2LnhtbFBLBQYAAAAABAAEAPUAAACJAw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YN8IA&#10;AADcAAAADwAAAGRycy9kb3ducmV2LnhtbERPy2oCMRTdF/oP4RbclJrpIGJHoxRR0IXF1wdcJrfJ&#10;tJObaRJ1+vfNQujycN6zRe9acaUQG88KXocFCOLa64aNgvNp/TIBEROyxtYzKfilCIv548MMK+1v&#10;fKDrMRmRQzhWqMCm1FVSxtqSwzj0HXHmPn1wmDIMRuqAtxzuWlkWxVg6bDg3WOxoaan+Pl6cgpFZ&#10;jZY7c7j8PK+/9h/RhvH2LSg1eOrfpyAS9elffHdvtIKyzGvzmXwE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wVg3wgAAANwAAAAPAAAAAAAAAAAAAAAAAJgCAABkcnMvZG93&#10;bnJldi54bWxQSwUGAAAAAAQABAD1AAAAhwM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IUL74A&#10;AADcAAAADwAAAGRycy9kb3ducmV2LnhtbERPy4rCMBTdC/5DuMLsNLUD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1SFC++AAAA3AAAAA8AAAAAAAAAAAAAAAAAmAIAAGRycy9kb3ducmV2&#10;LnhtbFBLBQYAAAAABAAEAPUAAACDAwAAAAA=&#10;" filled="f" stroked="f">
                  <v:textbox style="mso-fit-shape-to-text:t" inset="0,0,0,0">
                    <w:txbxContent>
                      <w:p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H0hMIA&#10;AADcAAAADwAAAGRycy9kb3ducmV2LnhtbESPQYvCMBSE78L+h/CEvWmqC+J2TUUWBBER1PX+aJ5N&#10;t81LaaKt/94IgsdhZr5hFsve1uJGrS8dK5iMExDEudMlFwr+TuvRHIQPyBprx6TgTh6W2cdggal2&#10;HR/odgyFiBD2KSowITSplD43ZNGPXUMcvYtrLYYo20LqFrsIt7WcJslMWiw5Lhhs6NdQXh2vVsHF&#10;7OV/yZ0/77ff9XU3W3uqzkp9DvvVD4hAfXiHX+2NVjD9msDzTDwCMn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MfSEwgAAANwAAAAPAAAAAAAAAAAAAAAAAJgCAABkcnMvZG93&#10;bnJldi54bWxQSwUGAAAAAAQABAD1AAAAhwMAAAAA&#10;" fillcolor="#ffa366" stroked="f"/>
                <v:rect id="Rectangle 229" o:spid="_x0000_s1050" style="position:absolute;left:30175;top:4584;width:2514;height:22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wvw8EA&#10;AADcAAAADwAAAGRycy9kb3ducmV2LnhtbESP3YrCMBSE7wXfIRxh7zS1wi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ML8PBAAAA3AAAAA8AAAAAAAAAAAAAAAAAmAIAAGRycy9kb3du&#10;cmV2LnhtbFBLBQYAAAAABAAEAPUAAACGAwAAAAA=&#10;" filled="f" stroked="f">
                  <v:textbox style="mso-fit-shape-to-text:t" inset="0,0,0,0">
                    <w:txbxContent>
                      <w:p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uT0cQAAADcAAAADwAAAGRycy9kb3ducmV2LnhtbESP0WoCMRRE3wv+Q7iCb5pVQerWKGIr&#10;KD4UtR9w3dxutm5uliTq2q9vBKGPw8ycYWaL1tbiSj5UjhUMBxkI4sLpiksFX8d1/xVEiMgaa8ek&#10;4E4BFvPOywxz7W68p+shliJBOOSowMTY5FKGwpDFMHANcfK+nbcYk/Sl1B5vCW5rOcqyibRYcVow&#10;2NDKUHE+XKyCrT/tzsPf0sgTb/1H/fk+DfZHqV63Xb6BiNTG//CzvdEKRuMxPM6kI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W5PRxAAAANwAAAAPAAAAAAAAAAAA&#10;AAAAAKECAABkcnMvZG93bnJldi54bWxQSwUGAAAAAAQABAD5AAAAkgMAAAAA&#10;" strokeweight="1pt"/>
                <v:rect id="Rectangle 231" o:spid="_x0000_s1052" style="position:absolute;left:16948;top:5029;width:4648;height:1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78cA&#10;AADcAAAADwAAAGRycy9kb3ducmV2LnhtbESPT2sCMRTE7wW/Q3iCt5p1taKrUbRQ6KVQ/xz09tw8&#10;dxc3L9sk1W0/fSMUPA4z8xtmvmxNLa7kfGVZwaCfgCDOra64ULDfvT1PQPiArLG2TAp+yMNy0Xma&#10;Y6btjTd03YZCRAj7DBWUITSZlD4vyaDv24Y4emfrDIYoXSG1w1uEm1qmSTKWBiuOCyU29FpSftl+&#10;GwXr6WT99Tnij9/N6UjHw+nykrpEqV63Xc1ABGrDI/zfftcK0uEI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f/u/HAAAA3AAAAA8AAAAAAAAAAAAAAAAAmAIAAGRy&#10;cy9kb3ducmV2LnhtbFBLBQYAAAAABAAEAPUAAACMAwAAAAA=&#10;" fillcolor="black" stroked="f"/>
                <v:rect id="Rectangle 232" o:spid="_x0000_s1053" style="position:absolute;left:16948;top:5029;width:4648;height:1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reucUA&#10;AADcAAAADwAAAGRycy9kb3ducmV2LnhtbESPQWsCMRSE74L/ITzBm2ZVFLsaRayClFKo9VBvj81z&#10;d3Xzsk2ibv+9EQo9DjPzDTNfNqYSN3K+tKxg0E9AEGdWl5wrOHxte1MQPiBrrCyTgl/ysFy0W3NM&#10;tb3zJ932IRcRwj5FBUUIdSqlzwoy6Pu2Jo7eyTqDIUqXS+3wHuGmksMkmUiDJceFAmtaF5Rd9lej&#10;4O3nXNmPw+U4ub4ev/2Le3cbPVWq22lWMxCBmvAf/mvvtILhaAzP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t65xQAAANwAAAAPAAAAAAAAAAAAAAAAAJgCAABkcnMv&#10;ZG93bnJldi54bWxQSwUGAAAAAAQABAD1AAAAigMAAAAA&#10;" filled="f" strokecolor="#bc4900" strokeweight="1.3pt">
                  <v:stroke joinstyle="round"/>
                </v:rect>
                <v:shape id="Freeform 233" o:spid="_x0000_s1054" style="position:absolute;left:13690;top:3124;width:1524;height:2476;visibility:visible;mso-wrap-style:square;v-text-anchor:top" coordsize="24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C7GcYA&#10;AADcAAAADwAAAGRycy9kb3ducmV2LnhtbESPQWvCQBSE7wX/w/KE3uqmKRGJrlICSnopVKX0+Mw+&#10;k2D2bcxuNemv7wqCx2FmvmEWq9404kKdqy0reJ1EIIgLq2suFex365cZCOeRNTaWScFADlbL0dMC&#10;U22v/EWXrS9FgLBLUUHlfZtK6YqKDLqJbYmDd7SdQR9kV0rd4TXATSPjKJpKgzWHhQpbyioqTttf&#10;oyA//Jya8px9bjbf+XH38ZcMUZ0o9Tzu3+cgPPX+Eb63c60gfpvC7Uw4AnL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C7GcYAAADcAAAADwAAAAAAAAAAAAAAAACYAgAAZHJz&#10;L2Rvd25yZXYueG1sUEsFBgAAAAAEAAQA9QAAAIsD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EoksIA&#10;AADcAAAADwAAAGRycy9kb3ducmV2LnhtbESPS6vCMBSE94L/IRzBnaYq+KhGkQtXri4EX/tDc2yL&#10;zUltou3990YQXA4z8w2zWDWmEE+qXG5ZwaAfgSBOrM45VXA+/famIJxH1lhYJgX/5GC1bLcWGGtb&#10;84GeR5+KAGEXo4LM+zKW0iUZGXR9WxIH72orgz7IKpW6wjrATSGHUTSWBnMOCxmW9JNRcjs+jIJT&#10;zrt0Mmv4MNuy3bvz/VJvxkp1O816DsJT47/hT/tPKxiOJvA+E4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8SiSwgAAANwAAAAPAAAAAAAAAAAAAAAAAJgCAABkcnMvZG93&#10;bnJldi54bWxQSwUGAAAAAAQABAD1AAAAhwM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oIs7wA&#10;AADcAAAADwAAAGRycy9kb3ducmV2LnhtbERPSwrCMBDdC94hjOBOU6sUqUYRQdGlH3A7NmNbbCal&#10;ibbe3iwEl4/3X647U4k3Na60rGAyjkAQZ1aXnCu4XnajOQjnkTVWlknBhxysV/3eElNtWz7R++xz&#10;EULYpaig8L5OpXRZQQbd2NbEgXvYxqAPsMmlbrAN4aaScRQl0mDJoaHAmrYFZc/zyyhI9qc2MbNj&#10;NL/dtzLuiFm3N6WGg26zAOGp83/xz33QCuJpWBvOhCMgV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xqgizvAAAANwAAAAPAAAAAAAAAAAAAAAAAJgCAABkcnMvZG93bnJldi54&#10;bWxQSwUGAAAAAAQABAD1AAAAgQM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i9ssIA&#10;AADcAAAADwAAAGRycy9kb3ducmV2LnhtbESP3WoCMRSE7wu+QziCdzXrC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aL2ywgAAANwAAAAPAAAAAAAAAAAAAAAAAJgCAABkcnMvZG93&#10;bnJldi54bWxQSwUGAAAAAAQABAD1AAAAhwMAAAAA&#10;" filled="f" stroked="f">
                  <v:textbox style="mso-fit-shape-to-text:t" inset="0,0,0,0">
                    <w:txbxContent>
                      <w:p w:rsidR="00106E48" w:rsidRDefault="00106E48" w:rsidP="007B2775">
                        <w:proofErr w:type="gramStart"/>
                        <w:r>
                          <w:rPr>
                            <w:rFonts w:ascii="Calibri" w:hAnsi="Calibri" w:cs="Calibri"/>
                            <w:color w:val="000000"/>
                            <w:lang w:val="en-US"/>
                          </w:rPr>
                          <w:t>cordon</w:t>
                        </w:r>
                        <w:proofErr w:type="gramEnd"/>
                        <w:r>
                          <w:rPr>
                            <w:rFonts w:ascii="Calibri" w:hAnsi="Calibri" w:cs="Calibri"/>
                            <w:color w:val="000000"/>
                            <w:lang w:val="en-US"/>
                          </w:rPr>
                          <w:t xml:space="preserve"> </w:t>
                        </w:r>
                      </w:p>
                    </w:txbxContent>
                  </v:textbox>
                </v:rect>
                <v:rect id="Rectangle 237" o:spid="_x0000_s1058" style="position:absolute;left:15049;top:13322;width:673;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RnUr4A&#10;AADcAAAADwAAAGRycy9kb3ducmV2LnhtbERPy4rCMBTdC/5DuMLsNLUM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VUZ1K+AAAA3AAAAA8AAAAAAAAAAAAAAAAAmAIAAGRycy9kb3ducmV2&#10;LnhtbFBLBQYAAAAABAAEAPUAAACDAwAAAAA=&#10;" filled="f" stroked="f">
                  <v:textbox style="mso-fit-shape-to-text:t" inset="0,0,0,0">
                    <w:txbxContent>
                      <w:p w:rsidR="00106E48" w:rsidRDefault="00106E48" w:rsidP="007B2775">
                        <w:proofErr w:type="gramStart"/>
                        <w:r>
                          <w:rPr>
                            <w:rFonts w:ascii="Calibri" w:hAnsi="Calibri" w:cs="Calibri"/>
                            <w:color w:val="000000"/>
                            <w:lang w:val="en-US"/>
                          </w:rPr>
                          <w:t>o</w:t>
                        </w:r>
                        <w:proofErr w:type="gramEnd"/>
                      </w:p>
                    </w:txbxContent>
                  </v:textbox>
                </v:rect>
                <v:rect id="Rectangle 238" o:spid="_x0000_s1059" style="position:absolute;left:15735;top:13322;width:3353;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CycEA&#10;AADcAAAADwAAAGRycy9kb3ducmV2LnhtbESP3YrCMBSE7xd8h3AE79bUI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YwsnBAAAA3AAAAA8AAAAAAAAAAAAAAAAAmAIAAGRycy9kb3du&#10;cmV2LnhtbFBLBQYAAAAABAAEAPUAAACGAwAAAAA=&#10;" filled="f" stroked="f">
                  <v:textbox style="mso-fit-shape-to-text:t" inset="0,0,0,0">
                    <w:txbxContent>
                      <w:p w:rsidR="00106E48" w:rsidRDefault="00106E48" w:rsidP="007B2775">
                        <w:proofErr w:type="spellStart"/>
                        <w:proofErr w:type="gramStart"/>
                        <w:r>
                          <w:rPr>
                            <w:rFonts w:ascii="Calibri" w:hAnsi="Calibri" w:cs="Calibri"/>
                            <w:color w:val="000000"/>
                            <w:lang w:val="en-US"/>
                          </w:rPr>
                          <w:t>ptique</w:t>
                        </w:r>
                        <w:proofErr w:type="spellEnd"/>
                        <w:proofErr w:type="gram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5JcIA&#10;AADcAAAADwAAAGRycy9kb3ducmV2LnhtbESP3WoCMRSE7wXfIRzBO826l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vklwgAAANwAAAAPAAAAAAAAAAAAAAAAAJgCAABkcnMvZG93&#10;bnJldi54bWxQSwUGAAAAAAQABAD1AAAAhwMAAAAA&#10;" filled="f" stroked="f">
                  <v:textbox style="mso-fit-shape-to-text:t" inset="0,0,0,0">
                    <w:txbxContent>
                      <w:p w:rsidR="00106E48" w:rsidRDefault="00106E48" w:rsidP="007B2775">
                        <w:proofErr w:type="spellStart"/>
                        <w:proofErr w:type="gramStart"/>
                        <w:r>
                          <w:rPr>
                            <w:rFonts w:ascii="Calibri" w:hAnsi="Calibri" w:cs="Calibri"/>
                            <w:color w:val="000000"/>
                            <w:lang w:val="en-US"/>
                          </w:rPr>
                          <w:t>sécurisé</w:t>
                        </w:r>
                        <w:proofErr w:type="spellEnd"/>
                        <w:proofErr w:type="gramEnd"/>
                      </w:p>
                    </w:txbxContent>
                  </v:textbox>
                </v:rect>
                <v:rect id="Rectangle 325" o:spid="_x0000_s1061" style="position:absolute;left:25711;top:8540;width:10820;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y9cYA&#10;AADcAAAADwAAAGRycy9kb3ducmV2LnhtbESPQWvCQBSE74L/YXmF3symI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y9cYAAADcAAAADwAAAAAAAAAAAAAAAACYAgAAZHJz&#10;L2Rvd25yZXYueG1sUEsFBgAAAAAEAAQA9QAAAIsDAAAAAA==&#10;" filled="f" stroked="f">
                  <v:textbox inset="0,0,0,0">
                    <w:txbxContent>
                      <w:p w:rsidR="007B2775" w:rsidRDefault="007B2775" w:rsidP="007B2775">
                        <w:r>
                          <w:rPr>
                            <w:rFonts w:ascii="Calibri" w:hAnsi="Calibri" w:cs="Calibri"/>
                            <w:color w:val="000000"/>
                            <w:sz w:val="24"/>
                            <w:szCs w:val="24"/>
                            <w:lang w:val="en-US"/>
                          </w:rPr>
                          <w:t xml:space="preserve">* </w:t>
                        </w:r>
                        <w:proofErr w:type="spellStart"/>
                        <w:proofErr w:type="gramStart"/>
                        <w:r>
                          <w:rPr>
                            <w:rFonts w:ascii="Calibri" w:hAnsi="Calibri" w:cs="Calibri"/>
                            <w:color w:val="000000"/>
                            <w:sz w:val="24"/>
                            <w:szCs w:val="24"/>
                            <w:lang w:val="en-US"/>
                          </w:rPr>
                          <w:t>ou</w:t>
                        </w:r>
                        <w:proofErr w:type="spellEnd"/>
                        <w:proofErr w:type="gram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rsidR="00BC3073" w:rsidRPr="005D2D54" w:rsidRDefault="00BC3073" w:rsidP="006361B8">
      <w:pPr>
        <w:keepNext/>
        <w:rPr>
          <w:rFonts w:ascii="Helvetica 55 Roman" w:hAnsi="Helvetica 55 Roman"/>
        </w:rPr>
      </w:pPr>
    </w:p>
    <w:p w:rsidR="00BC3073" w:rsidRPr="005D2D54" w:rsidRDefault="00BC3073" w:rsidP="006361B8">
      <w:pPr>
        <w:keepNext/>
        <w:rPr>
          <w:rFonts w:ascii="Helvetica 55 Roman" w:hAnsi="Helvetica 55 Roman"/>
        </w:rPr>
      </w:pPr>
    </w:p>
    <w:p w:rsidR="006C0942" w:rsidRPr="005D2D54" w:rsidRDefault="006361B8" w:rsidP="006361B8">
      <w:pPr>
        <w:pStyle w:val="Lgende"/>
        <w:jc w:val="center"/>
        <w:rPr>
          <w:rFonts w:ascii="Helvetica 55 Roman" w:hAnsi="Helvetica 55 Roman"/>
        </w:rPr>
      </w:pPr>
      <w:bookmarkStart w:id="33" w:name="_Toc511061347"/>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1</w:t>
      </w:r>
      <w:r w:rsidRPr="005D2D54">
        <w:rPr>
          <w:rFonts w:ascii="Helvetica 55 Roman" w:hAnsi="Helvetica 55 Roman"/>
        </w:rPr>
        <w:fldChar w:fldCharType="end"/>
      </w:r>
      <w:r w:rsidRPr="005D2D54">
        <w:rPr>
          <w:rFonts w:ascii="Helvetica 55 Roman" w:hAnsi="Helvetica 55 Roman"/>
        </w:rPr>
        <w:t xml:space="preserve"> : Synoptique de </w:t>
      </w:r>
      <w:r w:rsidR="00106E48" w:rsidRPr="005D2D54">
        <w:rPr>
          <w:rFonts w:ascii="Helvetica 55 Roman" w:hAnsi="Helvetica 55 Roman"/>
        </w:rPr>
        <w:t xml:space="preserve">l’Accès FTTE passif </w:t>
      </w:r>
      <w:r w:rsidR="00704E15" w:rsidRPr="005D2D54">
        <w:rPr>
          <w:rFonts w:ascii="Helvetica 55 Roman" w:hAnsi="Helvetica 55 Roman"/>
        </w:rPr>
        <w:t>PM</w:t>
      </w:r>
      <w:bookmarkEnd w:id="33"/>
      <w:r w:rsidR="00704E15" w:rsidRPr="005D2D54">
        <w:rPr>
          <w:rFonts w:ascii="Helvetica 55 Roman" w:hAnsi="Helvetica 55 Roman"/>
        </w:rPr>
        <w:t xml:space="preserve"> </w:t>
      </w:r>
    </w:p>
    <w:p w:rsidR="00AA5889" w:rsidRPr="005D2D54" w:rsidRDefault="00AA5889" w:rsidP="00AA5889">
      <w:pPr>
        <w:spacing w:before="40" w:after="40"/>
        <w:jc w:val="both"/>
        <w:rPr>
          <w:rFonts w:ascii="Helvetica 55 Roman" w:hAnsi="Helvetica 55 Roman" w:cs="Arial"/>
        </w:rPr>
      </w:pPr>
    </w:p>
    <w:p w:rsidR="00C51F43" w:rsidRPr="005D2D54" w:rsidRDefault="00AA5889" w:rsidP="00C51F43">
      <w:pPr>
        <w:rPr>
          <w:rFonts w:ascii="Helvetica 55 Roman" w:eastAsia="MS Mincho" w:hAnsi="Helvetica 55 Roman" w:cs="Arial"/>
          <w:lang w:eastAsia="ja-JP"/>
        </w:rPr>
      </w:pPr>
      <w:r w:rsidRPr="005D2D54">
        <w:rPr>
          <w:rFonts w:ascii="Helvetica 55 Roman" w:hAnsi="Helvetica 55 Roman" w:cs="Arial"/>
        </w:rPr>
        <w:t>Le lien point à point</w:t>
      </w:r>
      <w:r w:rsidR="00C86BFC" w:rsidRPr="005D2D54">
        <w:rPr>
          <w:rFonts w:ascii="Helvetica 55 Roman" w:hAnsi="Helvetica 55 Roman" w:cs="Arial"/>
        </w:rPr>
        <w:t xml:space="preserve"> </w:t>
      </w:r>
      <w:r w:rsidRPr="005D2D54">
        <w:rPr>
          <w:rFonts w:ascii="Helvetica 55 Roman" w:hAnsi="Helvetica 55 Roman" w:cs="Arial"/>
        </w:rPr>
        <w:t xml:space="preserve">est livré au </w:t>
      </w:r>
      <w:r w:rsidR="00704E15" w:rsidRPr="005D2D54">
        <w:rPr>
          <w:rFonts w:ascii="Helvetica 55 Roman" w:hAnsi="Helvetica 55 Roman" w:cs="Arial"/>
        </w:rPr>
        <w:t xml:space="preserve">PM </w:t>
      </w:r>
      <w:r w:rsidRPr="005D2D54">
        <w:rPr>
          <w:rFonts w:ascii="Helvetica 55 Roman" w:hAnsi="Helvetica 55 Roman" w:cs="Arial"/>
        </w:rPr>
        <w:t xml:space="preserve">sur un connecteur </w:t>
      </w:r>
      <w:r w:rsidR="00704E15" w:rsidRPr="005D2D54">
        <w:rPr>
          <w:rFonts w:ascii="Helvetica 55 Roman" w:hAnsi="Helvetica 55 Roman" w:cs="Arial"/>
        </w:rPr>
        <w:t xml:space="preserve">de l’Opérateur hébergé dans le PM </w:t>
      </w:r>
      <w:r w:rsidR="00106E48" w:rsidRPr="005D2D54">
        <w:rPr>
          <w:rFonts w:ascii="Helvetica 55 Roman" w:hAnsi="Helvetica 55 Roman" w:cs="Arial"/>
        </w:rPr>
        <w:t xml:space="preserve">de </w:t>
      </w:r>
      <w:r w:rsidR="00F972E3">
        <w:rPr>
          <w:rFonts w:ascii="Helvetica 55 Roman" w:hAnsi="Helvetica 55 Roman" w:cs="Arial"/>
        </w:rPr>
        <w:t>YANA FIBRE</w:t>
      </w:r>
      <w:r w:rsidR="00106E48" w:rsidRPr="005D2D54">
        <w:rPr>
          <w:rFonts w:ascii="Helvetica 55 Roman" w:hAnsi="Helvetica 55 Roman" w:cs="Arial"/>
        </w:rPr>
        <w:t xml:space="preserve"> </w:t>
      </w:r>
      <w:r w:rsidRPr="005D2D54">
        <w:rPr>
          <w:rFonts w:ascii="Helvetica 55 Roman" w:hAnsi="Helvetica 55 Roman" w:cs="Arial"/>
        </w:rPr>
        <w:t>et sur le site client sur un connecteur sur une prise optique (ou en option sur un bandeau optique).</w:t>
      </w:r>
      <w:r w:rsidR="00C51F43" w:rsidRPr="005D2D54">
        <w:rPr>
          <w:rFonts w:ascii="Helvetica 55 Roman" w:hAnsi="Helvetica 55 Roman" w:cs="Arial"/>
        </w:rPr>
        <w:t>La prise optique est généralement  une PTO, mais il pourra aussi s’agir d’une DTIO cumulant alors la fonction de PTO et DTIO.</w:t>
      </w:r>
    </w:p>
    <w:p w:rsidR="00AA5889" w:rsidRPr="005D2D54" w:rsidRDefault="00AA5889" w:rsidP="00AA5889">
      <w:pPr>
        <w:spacing w:before="40" w:after="40"/>
        <w:jc w:val="both"/>
        <w:rPr>
          <w:rFonts w:ascii="Helvetica 55 Roman" w:hAnsi="Helvetica 55 Roman" w:cs="Arial"/>
        </w:rPr>
      </w:pPr>
    </w:p>
    <w:p w:rsidR="00106E48" w:rsidRPr="005D2D54" w:rsidRDefault="00106E48" w:rsidP="00A2485E">
      <w:pPr>
        <w:jc w:val="both"/>
        <w:rPr>
          <w:rFonts w:ascii="Helvetica 55 Roman" w:hAnsi="Helvetica 55 Roman" w:cs="Arial"/>
        </w:rPr>
      </w:pPr>
      <w:r w:rsidRPr="005D2D54">
        <w:rPr>
          <w:rFonts w:ascii="Helvetica 55 Roman" w:hAnsi="Helvetica 55 Roman" w:cs="Arial"/>
        </w:rPr>
        <w:t>L’offre FTTE passif PM est une offre sécurisée.</w:t>
      </w:r>
    </w:p>
    <w:p w:rsidR="006C0942" w:rsidRPr="005D2D54" w:rsidRDefault="006C0942" w:rsidP="006C0942">
      <w:pPr>
        <w:rPr>
          <w:rFonts w:ascii="Helvetica 55 Roman" w:hAnsi="Helvetica 55 Roman"/>
        </w:rPr>
      </w:pPr>
    </w:p>
    <w:p w:rsidR="000F689D" w:rsidRPr="005D2D54" w:rsidRDefault="00D541F9" w:rsidP="00ED4890">
      <w:pPr>
        <w:jc w:val="both"/>
        <w:rPr>
          <w:rFonts w:ascii="Helvetica 55 Roman" w:hAnsi="Helvetica 55 Roman" w:cs="Arial"/>
        </w:rPr>
      </w:pPr>
      <w:r w:rsidRPr="005D2D54">
        <w:rPr>
          <w:rFonts w:ascii="Helvetica 55 Roman" w:hAnsi="Helvetica 55 Roman" w:cs="Arial"/>
        </w:rPr>
        <w:t xml:space="preserve">La liaison sur la </w:t>
      </w:r>
      <w:r w:rsidR="00B20554" w:rsidRPr="005D2D54">
        <w:rPr>
          <w:rFonts w:ascii="Helvetica 55 Roman" w:hAnsi="Helvetica 55 Roman" w:cs="Arial"/>
        </w:rPr>
        <w:t xml:space="preserve">boucle </w:t>
      </w:r>
      <w:r w:rsidRPr="005D2D54">
        <w:rPr>
          <w:rFonts w:ascii="Helvetica 55 Roman" w:hAnsi="Helvetica 55 Roman" w:cs="Arial"/>
        </w:rPr>
        <w:t>locale</w:t>
      </w:r>
      <w:r w:rsidR="00B20554" w:rsidRPr="005D2D54">
        <w:rPr>
          <w:rFonts w:ascii="Helvetica 55 Roman" w:hAnsi="Helvetica 55 Roman" w:cs="Arial"/>
        </w:rPr>
        <w:t xml:space="preserve"> optique</w:t>
      </w:r>
      <w:r w:rsidRPr="005D2D54">
        <w:rPr>
          <w:rFonts w:ascii="Helvetica 55 Roman" w:hAnsi="Helvetica 55 Roman" w:cs="Arial"/>
        </w:rPr>
        <w:t xml:space="preserve"> est réalisée</w:t>
      </w:r>
      <w:r w:rsidR="00314C35" w:rsidRPr="005D2D54">
        <w:rPr>
          <w:rFonts w:ascii="Helvetica 55 Roman" w:hAnsi="Helvetica 55 Roman" w:cs="Arial"/>
        </w:rPr>
        <w:t xml:space="preserve"> sur l’infrastructure </w:t>
      </w:r>
      <w:r w:rsidR="00ED4890" w:rsidRPr="005D2D54">
        <w:rPr>
          <w:rFonts w:ascii="Helvetica 55 Roman" w:hAnsi="Helvetica 55 Roman" w:cs="Arial"/>
        </w:rPr>
        <w:t xml:space="preserve">de </w:t>
      </w:r>
      <w:r w:rsidR="00926536" w:rsidRPr="005D2D54">
        <w:rPr>
          <w:rFonts w:ascii="Helvetica 55 Roman" w:hAnsi="Helvetica 55 Roman" w:cs="Arial"/>
        </w:rPr>
        <w:t>B</w:t>
      </w:r>
      <w:r w:rsidR="00ED4890" w:rsidRPr="005D2D54">
        <w:rPr>
          <w:rFonts w:ascii="Helvetica 55 Roman" w:hAnsi="Helvetica 55 Roman" w:cs="Arial"/>
        </w:rPr>
        <w:t xml:space="preserve">oucle </w:t>
      </w:r>
      <w:r w:rsidR="00926536" w:rsidRPr="005D2D54">
        <w:rPr>
          <w:rFonts w:ascii="Helvetica 55 Roman" w:hAnsi="Helvetica 55 Roman" w:cs="Arial"/>
        </w:rPr>
        <w:t>L</w:t>
      </w:r>
      <w:r w:rsidR="00ED4890" w:rsidRPr="005D2D54">
        <w:rPr>
          <w:rFonts w:ascii="Helvetica 55 Roman" w:hAnsi="Helvetica 55 Roman" w:cs="Arial"/>
        </w:rPr>
        <w:t>ocale</w:t>
      </w:r>
      <w:r w:rsidR="009F1DDC" w:rsidRPr="005D2D54">
        <w:rPr>
          <w:rFonts w:ascii="Helvetica 55 Roman" w:hAnsi="Helvetica 55 Roman" w:cs="Arial"/>
        </w:rPr>
        <w:t xml:space="preserve"> </w:t>
      </w:r>
      <w:r w:rsidR="008809DA" w:rsidRPr="005D2D54">
        <w:rPr>
          <w:rFonts w:ascii="Helvetica 55 Roman" w:hAnsi="Helvetica 55 Roman" w:cs="Arial"/>
        </w:rPr>
        <w:t xml:space="preserve">Optique </w:t>
      </w:r>
      <w:r w:rsidR="00926536" w:rsidRPr="005D2D54">
        <w:rPr>
          <w:rFonts w:ascii="Helvetica 55 Roman" w:hAnsi="Helvetica 55 Roman" w:cs="Arial"/>
        </w:rPr>
        <w:t>M</w:t>
      </w:r>
      <w:r w:rsidR="00314C35" w:rsidRPr="005D2D54">
        <w:rPr>
          <w:rFonts w:ascii="Helvetica 55 Roman" w:hAnsi="Helvetica 55 Roman" w:cs="Arial"/>
        </w:rPr>
        <w:t>utualisée avec les accès FTTH</w:t>
      </w:r>
      <w:r w:rsidR="00AA5889" w:rsidRPr="005D2D54">
        <w:rPr>
          <w:rFonts w:ascii="Helvetica 55 Roman" w:hAnsi="Helvetica 55 Roman" w:cs="Arial"/>
        </w:rPr>
        <w:t>.</w:t>
      </w:r>
      <w:r w:rsidR="00B65FF9" w:rsidRPr="005D2D54">
        <w:rPr>
          <w:rFonts w:ascii="Helvetica 55 Roman" w:hAnsi="Helvetica 55 Roman" w:cs="Arial"/>
        </w:rPr>
        <w:t xml:space="preserve"> </w:t>
      </w:r>
      <w:r w:rsidR="00926536" w:rsidRPr="005D2D54">
        <w:rPr>
          <w:rFonts w:ascii="Helvetica 55 Roman" w:hAnsi="Helvetica 55 Roman" w:cs="Arial"/>
        </w:rPr>
        <w:t>Cependant, l</w:t>
      </w:r>
      <w:r w:rsidR="00B65FF9" w:rsidRPr="005D2D54">
        <w:rPr>
          <w:rFonts w:ascii="Helvetica 55 Roman" w:hAnsi="Helvetica 55 Roman" w:cs="Arial"/>
        </w:rPr>
        <w:t>’</w:t>
      </w:r>
      <w:r w:rsidR="00106E48" w:rsidRPr="005D2D54">
        <w:rPr>
          <w:rFonts w:ascii="Helvetica 55 Roman" w:hAnsi="Helvetica 55 Roman" w:cs="Arial"/>
        </w:rPr>
        <w:t>A</w:t>
      </w:r>
      <w:r w:rsidR="00B65FF9" w:rsidRPr="005D2D54">
        <w:rPr>
          <w:rFonts w:ascii="Helvetica 55 Roman" w:hAnsi="Helvetica 55 Roman" w:cs="Arial"/>
        </w:rPr>
        <w:t xml:space="preserve">ccès et </w:t>
      </w:r>
      <w:r w:rsidR="00926536" w:rsidRPr="005D2D54">
        <w:rPr>
          <w:rFonts w:ascii="Helvetica 55 Roman" w:hAnsi="Helvetica 55 Roman" w:cs="Arial"/>
        </w:rPr>
        <w:t>les points</w:t>
      </w:r>
      <w:r w:rsidR="00B65FF9" w:rsidRPr="005D2D54">
        <w:rPr>
          <w:rFonts w:ascii="Helvetica 55 Roman" w:hAnsi="Helvetica 55 Roman" w:cs="Arial"/>
        </w:rPr>
        <w:t xml:space="preserve"> de coupure</w:t>
      </w:r>
      <w:r w:rsidR="00C86BFC" w:rsidRPr="005D2D54">
        <w:rPr>
          <w:rFonts w:ascii="Helvetica 55 Roman" w:hAnsi="Helvetica 55 Roman" w:cs="Arial"/>
        </w:rPr>
        <w:t xml:space="preserve"> </w:t>
      </w:r>
      <w:r w:rsidR="00106E48" w:rsidRPr="005D2D54">
        <w:rPr>
          <w:rFonts w:ascii="Helvetica 55 Roman" w:hAnsi="Helvetica 55 Roman" w:cs="Arial"/>
        </w:rPr>
        <w:t>FTTE passif</w:t>
      </w:r>
      <w:r w:rsidR="00704E15" w:rsidRPr="005D2D54">
        <w:rPr>
          <w:rFonts w:ascii="Helvetica 55 Roman" w:hAnsi="Helvetica 55 Roman" w:cs="Arial"/>
        </w:rPr>
        <w:t xml:space="preserve"> </w:t>
      </w:r>
      <w:r w:rsidR="00B65FF9" w:rsidRPr="005D2D54">
        <w:rPr>
          <w:rFonts w:ascii="Helvetica 55 Roman" w:hAnsi="Helvetica 55 Roman" w:cs="Arial"/>
        </w:rPr>
        <w:t xml:space="preserve">sont dédiés au </w:t>
      </w:r>
      <w:r w:rsidR="008809DA" w:rsidRPr="005D2D54">
        <w:rPr>
          <w:rFonts w:ascii="Helvetica 55 Roman" w:hAnsi="Helvetica 55 Roman" w:cs="Arial"/>
        </w:rPr>
        <w:t>S</w:t>
      </w:r>
      <w:r w:rsidR="00B65FF9" w:rsidRPr="005D2D54">
        <w:rPr>
          <w:rFonts w:ascii="Helvetica 55 Roman" w:hAnsi="Helvetica 55 Roman" w:cs="Arial"/>
        </w:rPr>
        <w:t>ervice</w:t>
      </w:r>
      <w:r w:rsidR="00106E48" w:rsidRPr="005D2D54">
        <w:rPr>
          <w:rFonts w:ascii="Helvetica 55 Roman" w:hAnsi="Helvetica 55 Roman" w:cs="Arial"/>
        </w:rPr>
        <w:t xml:space="preserve"> via un cordon sécurisé au PM et un Point de Raccordement Entreprises distinct du Point de Branchement FTTH. Seul </w:t>
      </w:r>
      <w:r w:rsidR="00F972E3">
        <w:rPr>
          <w:rFonts w:ascii="Helvetica 55 Roman" w:hAnsi="Helvetica 55 Roman" w:cs="Arial"/>
        </w:rPr>
        <w:t>YANA FIBRE</w:t>
      </w:r>
      <w:r w:rsidR="00106E48" w:rsidRPr="005D2D54">
        <w:rPr>
          <w:rFonts w:ascii="Helvetica 55 Roman" w:hAnsi="Helvetica 55 Roman" w:cs="Arial"/>
        </w:rPr>
        <w:t xml:space="preserve"> intervient donc aux points de coupure de l’Offre.    </w:t>
      </w:r>
      <w:r w:rsidR="00B65FF9" w:rsidRPr="005D2D54">
        <w:rPr>
          <w:rFonts w:ascii="Helvetica 55 Roman" w:hAnsi="Helvetica 55 Roman" w:cs="Arial"/>
        </w:rPr>
        <w:t xml:space="preserve">  </w:t>
      </w:r>
    </w:p>
    <w:p w:rsidR="00D541F9" w:rsidRPr="005D2D54" w:rsidRDefault="00D541F9" w:rsidP="006361B8">
      <w:pPr>
        <w:jc w:val="both"/>
        <w:rPr>
          <w:rFonts w:ascii="Helvetica 55 Roman" w:hAnsi="Helvetica 55 Roman" w:cs="Arial"/>
        </w:rPr>
      </w:pPr>
    </w:p>
    <w:p w:rsidR="00C2322C" w:rsidRPr="005D2D54" w:rsidRDefault="00ED4890" w:rsidP="006361B8">
      <w:pPr>
        <w:jc w:val="both"/>
        <w:rPr>
          <w:rFonts w:ascii="Helvetica 55 Roman" w:hAnsi="Helvetica 55 Roman" w:cs="Arial"/>
        </w:rPr>
      </w:pPr>
      <w:r w:rsidRPr="005D2D54">
        <w:rPr>
          <w:rFonts w:ascii="Helvetica 55 Roman" w:hAnsi="Helvetica 55 Roman" w:cs="Arial"/>
        </w:rPr>
        <w:t>La</w:t>
      </w:r>
      <w:r w:rsidR="00C2322C" w:rsidRPr="005D2D54">
        <w:rPr>
          <w:rFonts w:ascii="Helvetica 55 Roman" w:hAnsi="Helvetica 55 Roman" w:cs="Arial"/>
        </w:rPr>
        <w:t xml:space="preserve"> </w:t>
      </w:r>
      <w:r w:rsidRPr="005D2D54">
        <w:rPr>
          <w:rFonts w:ascii="Helvetica 55 Roman" w:hAnsi="Helvetica 55 Roman" w:cs="Arial"/>
        </w:rPr>
        <w:t xml:space="preserve">livraison de la </w:t>
      </w:r>
      <w:r w:rsidR="00C2322C" w:rsidRPr="005D2D54">
        <w:rPr>
          <w:rFonts w:ascii="Helvetica 55 Roman" w:hAnsi="Helvetica 55 Roman" w:cs="Arial"/>
        </w:rPr>
        <w:t xml:space="preserve">liaison entre </w:t>
      </w:r>
      <w:r w:rsidR="00704E15" w:rsidRPr="005D2D54">
        <w:rPr>
          <w:rFonts w:ascii="Helvetica 55 Roman" w:hAnsi="Helvetica 55 Roman" w:cs="Arial"/>
        </w:rPr>
        <w:t>le connecteur de l’Opérateur</w:t>
      </w:r>
      <w:r w:rsidR="00C2322C" w:rsidRPr="005D2D54">
        <w:rPr>
          <w:rFonts w:ascii="Helvetica 55 Roman" w:hAnsi="Helvetica 55 Roman" w:cs="Arial"/>
        </w:rPr>
        <w:t xml:space="preserve"> au </w:t>
      </w:r>
      <w:r w:rsidR="00704E15" w:rsidRPr="005D2D54">
        <w:rPr>
          <w:rFonts w:ascii="Helvetica 55 Roman" w:hAnsi="Helvetica 55 Roman" w:cs="Arial"/>
        </w:rPr>
        <w:t xml:space="preserve">PM </w:t>
      </w:r>
      <w:r w:rsidR="00C2322C" w:rsidRPr="005D2D54">
        <w:rPr>
          <w:rFonts w:ascii="Helvetica 55 Roman" w:hAnsi="Helvetica 55 Roman" w:cs="Arial"/>
        </w:rPr>
        <w:t>jusqu’au point de livraison chez le client final </w:t>
      </w:r>
      <w:r w:rsidRPr="005D2D54">
        <w:rPr>
          <w:rFonts w:ascii="Helvetica 55 Roman" w:hAnsi="Helvetica 55 Roman" w:cs="Arial"/>
        </w:rPr>
        <w:t xml:space="preserve">inclut </w:t>
      </w:r>
      <w:r w:rsidR="00C2322C" w:rsidRPr="005D2D54">
        <w:rPr>
          <w:rFonts w:ascii="Helvetica 55 Roman" w:hAnsi="Helvetica 55 Roman" w:cs="Arial"/>
        </w:rPr>
        <w:t xml:space="preserve">: </w:t>
      </w:r>
    </w:p>
    <w:p w:rsidR="00C2322C" w:rsidRPr="005D2D54" w:rsidRDefault="00ED4890" w:rsidP="006361B8">
      <w:pPr>
        <w:numPr>
          <w:ilvl w:val="0"/>
          <w:numId w:val="30"/>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du </w:t>
      </w:r>
      <w:r w:rsidR="00D01B27" w:rsidRPr="005D2D54">
        <w:rPr>
          <w:rFonts w:ascii="Helvetica 55 Roman" w:hAnsi="Helvetica 55 Roman" w:cs="Arial"/>
        </w:rPr>
        <w:t>raccordement</w:t>
      </w:r>
      <w:r w:rsidR="00C2322C" w:rsidRPr="005D2D54">
        <w:rPr>
          <w:rFonts w:ascii="Helvetica 55 Roman" w:hAnsi="Helvetica 55 Roman" w:cs="Arial"/>
        </w:rPr>
        <w:t xml:space="preserve"> client  depuis le </w:t>
      </w:r>
      <w:r w:rsidR="00D01B27" w:rsidRPr="005D2D54">
        <w:rPr>
          <w:rFonts w:ascii="Helvetica 55 Roman" w:hAnsi="Helvetica 55 Roman" w:cs="Arial"/>
        </w:rPr>
        <w:t>P</w:t>
      </w:r>
      <w:r w:rsidR="00C2322C" w:rsidRPr="005D2D54">
        <w:rPr>
          <w:rFonts w:ascii="Helvetica 55 Roman" w:hAnsi="Helvetica 55 Roman" w:cs="Arial"/>
        </w:rPr>
        <w:t xml:space="preserve">oint de </w:t>
      </w:r>
      <w:r w:rsidR="00D01B27" w:rsidRPr="005D2D54">
        <w:rPr>
          <w:rFonts w:ascii="Helvetica 55 Roman" w:hAnsi="Helvetica 55 Roman" w:cs="Arial"/>
        </w:rPr>
        <w:t>R</w:t>
      </w:r>
      <w:r w:rsidR="00C2322C" w:rsidRPr="005D2D54">
        <w:rPr>
          <w:rFonts w:ascii="Helvetica 55 Roman" w:hAnsi="Helvetica 55 Roman" w:cs="Arial"/>
        </w:rPr>
        <w:t>accordement</w:t>
      </w:r>
      <w:r w:rsidR="00D01B27" w:rsidRPr="005D2D54">
        <w:rPr>
          <w:rFonts w:ascii="Helvetica 55 Roman" w:hAnsi="Helvetica 55 Roman" w:cs="Arial"/>
        </w:rPr>
        <w:t xml:space="preserve"> Entreprise</w:t>
      </w:r>
      <w:r w:rsidR="00B65FF9" w:rsidRPr="005D2D54">
        <w:rPr>
          <w:rFonts w:ascii="Helvetica 55 Roman" w:hAnsi="Helvetica 55 Roman" w:cs="Arial"/>
        </w:rPr>
        <w:t xml:space="preserve"> </w:t>
      </w:r>
      <w:r w:rsidR="008809DA" w:rsidRPr="005D2D54">
        <w:rPr>
          <w:rFonts w:ascii="Helvetica 55 Roman" w:hAnsi="Helvetica 55 Roman" w:cs="Arial"/>
        </w:rPr>
        <w:t>de</w:t>
      </w:r>
      <w:r w:rsidR="00B65FF9" w:rsidRPr="005D2D54">
        <w:rPr>
          <w:rFonts w:ascii="Helvetica 55 Roman" w:hAnsi="Helvetica 55 Roman" w:cs="Arial"/>
        </w:rPr>
        <w:t xml:space="preserve"> la boucle locale </w:t>
      </w:r>
      <w:r w:rsidR="00106E48" w:rsidRPr="005D2D54">
        <w:rPr>
          <w:rFonts w:ascii="Helvetica 55 Roman" w:hAnsi="Helvetica 55 Roman" w:cs="Arial"/>
        </w:rPr>
        <w:t xml:space="preserve">de </w:t>
      </w:r>
      <w:r w:rsidR="00F972E3">
        <w:rPr>
          <w:rFonts w:ascii="Helvetica 55 Roman" w:hAnsi="Helvetica 55 Roman" w:cs="Arial"/>
        </w:rPr>
        <w:t>YANA FIBRE</w:t>
      </w:r>
      <w:r w:rsidR="00106E48" w:rsidRPr="005D2D54">
        <w:rPr>
          <w:rFonts w:ascii="Helvetica 55 Roman" w:hAnsi="Helvetica 55 Roman" w:cs="Arial"/>
        </w:rPr>
        <w:t xml:space="preserve"> </w:t>
      </w:r>
    </w:p>
    <w:p w:rsidR="00513AEB" w:rsidRPr="005D2D54" w:rsidRDefault="00ED4890" w:rsidP="006361B8">
      <w:pPr>
        <w:numPr>
          <w:ilvl w:val="0"/>
          <w:numId w:val="30"/>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w:t>
      </w:r>
      <w:r w:rsidRPr="005D2D54">
        <w:rPr>
          <w:rFonts w:ascii="Helvetica 55 Roman" w:hAnsi="Helvetica 55 Roman" w:cs="Arial"/>
        </w:rPr>
        <w:t xml:space="preserve">éventuelle </w:t>
      </w:r>
      <w:r w:rsidR="00C2322C" w:rsidRPr="005D2D54">
        <w:rPr>
          <w:rFonts w:ascii="Helvetica 55 Roman" w:hAnsi="Helvetica 55 Roman" w:cs="Arial"/>
        </w:rPr>
        <w:t xml:space="preserve">de la </w:t>
      </w:r>
      <w:r w:rsidR="00B20554" w:rsidRPr="005D2D54">
        <w:rPr>
          <w:rFonts w:ascii="Helvetica 55 Roman" w:hAnsi="Helvetica 55 Roman" w:cs="Arial"/>
        </w:rPr>
        <w:t>desserte</w:t>
      </w:r>
      <w:r w:rsidR="00C2322C" w:rsidRPr="005D2D54">
        <w:rPr>
          <w:rFonts w:ascii="Helvetica 55 Roman" w:hAnsi="Helvetica 55 Roman" w:cs="Arial"/>
        </w:rPr>
        <w:t xml:space="preserve"> interne client </w:t>
      </w:r>
      <w:r w:rsidRPr="005D2D54">
        <w:rPr>
          <w:rFonts w:ascii="Helvetica 55 Roman" w:hAnsi="Helvetica 55 Roman" w:cs="Arial"/>
        </w:rPr>
        <w:t xml:space="preserve">dans les conditions définies au § </w:t>
      </w:r>
      <w:r w:rsidR="00915A8A" w:rsidRPr="005D2D54">
        <w:rPr>
          <w:rFonts w:ascii="Helvetica 55 Roman" w:hAnsi="Helvetica 55 Roman" w:cs="Arial"/>
        </w:rPr>
        <w:t>4.3.3</w:t>
      </w:r>
    </w:p>
    <w:p w:rsidR="00513AEB" w:rsidRPr="005D2D54" w:rsidRDefault="00513AEB" w:rsidP="009B7967">
      <w:pPr>
        <w:numPr>
          <w:ilvl w:val="0"/>
          <w:numId w:val="30"/>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pose d</w:t>
      </w:r>
      <w:r w:rsidR="00C51F43" w:rsidRPr="005D2D54">
        <w:rPr>
          <w:rFonts w:ascii="Helvetica 55 Roman" w:hAnsi="Helvetica 55 Roman" w:cs="Arial"/>
        </w:rPr>
        <w:t>e DTIO</w:t>
      </w:r>
      <w:r w:rsidR="00106E48" w:rsidRPr="005D2D54">
        <w:rPr>
          <w:rFonts w:ascii="Helvetica 55 Roman" w:hAnsi="Helvetica 55 Roman" w:cs="Arial"/>
        </w:rPr>
        <w:t xml:space="preserve"> et de la Prise de Terminaison Optique </w:t>
      </w:r>
      <w:r w:rsidR="009B7967" w:rsidRPr="005D2D54">
        <w:rPr>
          <w:rFonts w:ascii="Helvetica 55 Roman" w:hAnsi="Helvetica 55 Roman" w:cs="Arial"/>
        </w:rPr>
        <w:t xml:space="preserve">ou </w:t>
      </w:r>
      <w:r w:rsidR="00106E48" w:rsidRPr="005D2D54">
        <w:rPr>
          <w:rFonts w:ascii="Helvetica 55 Roman" w:hAnsi="Helvetica 55 Roman" w:cs="Arial"/>
        </w:rPr>
        <w:t>bandeau</w:t>
      </w:r>
      <w:r w:rsidRPr="005D2D54">
        <w:rPr>
          <w:rFonts w:ascii="Helvetica 55 Roman" w:hAnsi="Helvetica 55 Roman" w:cs="Arial"/>
        </w:rPr>
        <w:t xml:space="preserve"> Optique </w:t>
      </w:r>
      <w:r w:rsidR="009B7967" w:rsidRPr="005D2D54">
        <w:rPr>
          <w:rFonts w:ascii="Helvetica 55 Roman" w:hAnsi="Helvetica 55 Roman" w:cs="Arial"/>
        </w:rPr>
        <w:t>lorsque cette option a ét</w:t>
      </w:r>
      <w:r w:rsidRPr="005D2D54">
        <w:rPr>
          <w:rFonts w:ascii="Helvetica 55 Roman" w:hAnsi="Helvetica 55 Roman" w:cs="Arial"/>
        </w:rPr>
        <w:t>é choisie au moment de la commande</w:t>
      </w:r>
    </w:p>
    <w:p w:rsidR="006C0942" w:rsidRPr="005D2D54" w:rsidRDefault="00513AEB" w:rsidP="006832A1">
      <w:pPr>
        <w:numPr>
          <w:ilvl w:val="0"/>
          <w:numId w:val="30"/>
        </w:numPr>
        <w:jc w:val="both"/>
        <w:rPr>
          <w:rFonts w:ascii="Helvetica 55 Roman" w:hAnsi="Helvetica 55 Roman"/>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de la continuité optique au </w:t>
      </w:r>
      <w:r w:rsidR="00704E15" w:rsidRPr="005D2D54">
        <w:rPr>
          <w:rFonts w:ascii="Helvetica 55 Roman" w:hAnsi="Helvetica 55 Roman" w:cs="Arial"/>
        </w:rPr>
        <w:t xml:space="preserve">PM </w:t>
      </w:r>
      <w:r w:rsidR="00460816" w:rsidRPr="005D2D54">
        <w:rPr>
          <w:rFonts w:ascii="Helvetica 55 Roman" w:hAnsi="Helvetica 55 Roman" w:cs="Arial"/>
        </w:rPr>
        <w:t xml:space="preserve">par </w:t>
      </w:r>
      <w:r w:rsidR="00BC3073" w:rsidRPr="005D2D54">
        <w:rPr>
          <w:rFonts w:ascii="Helvetica 55 Roman" w:hAnsi="Helvetica 55 Roman" w:cs="Arial"/>
        </w:rPr>
        <w:t>un cordon optique</w:t>
      </w:r>
      <w:r w:rsidR="00460816" w:rsidRPr="005D2D54">
        <w:rPr>
          <w:rFonts w:ascii="Helvetica 55 Roman" w:hAnsi="Helvetica 55 Roman" w:cs="Arial"/>
        </w:rPr>
        <w:t xml:space="preserve"> </w:t>
      </w:r>
      <w:r w:rsidR="00704E15" w:rsidRPr="005D2D54">
        <w:rPr>
          <w:rFonts w:ascii="Helvetica 55 Roman" w:hAnsi="Helvetica 55 Roman" w:cs="Arial"/>
        </w:rPr>
        <w:t xml:space="preserve">sécurisé </w:t>
      </w:r>
      <w:r w:rsidR="00C2322C" w:rsidRPr="005D2D54">
        <w:rPr>
          <w:rFonts w:ascii="Helvetica 55 Roman" w:hAnsi="Helvetica 55 Roman" w:cs="Arial"/>
        </w:rPr>
        <w:t>entre l</w:t>
      </w:r>
      <w:r w:rsidR="00704E15" w:rsidRPr="005D2D54">
        <w:rPr>
          <w:rFonts w:ascii="Helvetica 55 Roman" w:hAnsi="Helvetica 55 Roman" w:cs="Arial"/>
        </w:rPr>
        <w:t>e</w:t>
      </w:r>
      <w:r w:rsidR="00C2322C" w:rsidRPr="005D2D54">
        <w:rPr>
          <w:rFonts w:ascii="Helvetica 55 Roman" w:hAnsi="Helvetica 55 Roman" w:cs="Arial"/>
        </w:rPr>
        <w:t xml:space="preserve"> </w:t>
      </w:r>
      <w:r w:rsidR="00704E15" w:rsidRPr="005D2D54">
        <w:rPr>
          <w:rFonts w:ascii="Helvetica 55 Roman" w:hAnsi="Helvetica 55 Roman" w:cs="Arial"/>
        </w:rPr>
        <w:t xml:space="preserve">connecteur de l’Opérateur et le réseau de distribution </w:t>
      </w:r>
      <w:r w:rsidR="00C2322C" w:rsidRPr="005D2D54">
        <w:rPr>
          <w:rFonts w:ascii="Helvetica 55 Roman" w:hAnsi="Helvetica 55 Roman" w:cs="Arial"/>
        </w:rPr>
        <w:t xml:space="preserve">de la boucle </w:t>
      </w:r>
      <w:r w:rsidR="00B20554" w:rsidRPr="005D2D54">
        <w:rPr>
          <w:rFonts w:ascii="Helvetica 55 Roman" w:hAnsi="Helvetica 55 Roman" w:cs="Arial"/>
        </w:rPr>
        <w:t>locale</w:t>
      </w:r>
      <w:r w:rsidR="00C2322C" w:rsidRPr="005D2D54">
        <w:rPr>
          <w:rFonts w:ascii="Helvetica 55 Roman" w:hAnsi="Helvetica 55 Roman" w:cs="Arial"/>
        </w:rPr>
        <w:t xml:space="preserve"> optique</w:t>
      </w:r>
      <w:r w:rsidR="00460816" w:rsidRPr="005D2D54">
        <w:rPr>
          <w:rFonts w:ascii="Helvetica 55 Roman" w:hAnsi="Helvetica 55 Roman" w:cs="Arial"/>
        </w:rPr>
        <w:t xml:space="preserve"> </w:t>
      </w:r>
      <w:r w:rsidR="00704842" w:rsidRPr="005D2D54">
        <w:rPr>
          <w:rFonts w:ascii="Helvetica 55 Roman" w:hAnsi="Helvetica 55 Roman" w:cs="Arial"/>
        </w:rPr>
        <w:t>entreprise</w:t>
      </w:r>
      <w:r w:rsidR="00704842" w:rsidRPr="005D2D54">
        <w:rPr>
          <w:rFonts w:ascii="Helvetica 55 Roman" w:hAnsi="Helvetica 55 Roman"/>
        </w:rPr>
        <w:t>.</w:t>
      </w:r>
    </w:p>
    <w:p w:rsidR="00B14F9B" w:rsidRPr="005D2D54" w:rsidRDefault="00B14F9B" w:rsidP="00B50942">
      <w:pPr>
        <w:jc w:val="both"/>
        <w:rPr>
          <w:rFonts w:ascii="Helvetica 55 Roman" w:hAnsi="Helvetica 55 Roman" w:cs="Arial"/>
        </w:rPr>
      </w:pPr>
    </w:p>
    <w:p w:rsidR="00B14F9B" w:rsidRPr="005D2D54" w:rsidRDefault="00B14F9B" w:rsidP="009B7967">
      <w:pPr>
        <w:pStyle w:val="Titre2"/>
        <w:rPr>
          <w:rFonts w:ascii="Helvetica 55 Roman" w:hAnsi="Helvetica 55 Roman" w:cs="Arial"/>
        </w:rPr>
      </w:pPr>
      <w:bookmarkStart w:id="34" w:name="_Toc69280793"/>
      <w:r w:rsidRPr="005D2D54">
        <w:rPr>
          <w:rFonts w:ascii="Helvetica 55 Roman" w:hAnsi="Helvetica 55 Roman" w:cs="Arial"/>
        </w:rPr>
        <w:t xml:space="preserve">Raccordement coté </w:t>
      </w:r>
      <w:r w:rsidR="00704E15" w:rsidRPr="005D2D54">
        <w:rPr>
          <w:rFonts w:ascii="Helvetica 55 Roman" w:hAnsi="Helvetica 55 Roman" w:cs="Arial"/>
        </w:rPr>
        <w:t>PM</w:t>
      </w:r>
      <w:bookmarkEnd w:id="34"/>
    </w:p>
    <w:p w:rsidR="00B14F9B" w:rsidRPr="005D2D54" w:rsidRDefault="00B14F9B" w:rsidP="00B50942">
      <w:pPr>
        <w:jc w:val="both"/>
        <w:rPr>
          <w:rFonts w:ascii="Helvetica 55 Roman" w:hAnsi="Helvetica 55 Roman" w:cs="Arial"/>
        </w:rPr>
      </w:pPr>
    </w:p>
    <w:p w:rsidR="00E42F13" w:rsidRPr="005D2D54" w:rsidRDefault="00E42F13" w:rsidP="00B50942">
      <w:pPr>
        <w:jc w:val="both"/>
        <w:rPr>
          <w:rFonts w:ascii="Helvetica 55 Roman" w:hAnsi="Helvetica 55 Roman" w:cs="Arial"/>
        </w:rPr>
      </w:pPr>
    </w:p>
    <w:p w:rsidR="002C1060" w:rsidRPr="005D2D54" w:rsidRDefault="00C86BFC" w:rsidP="00C86BFC">
      <w:pPr>
        <w:jc w:val="both"/>
        <w:rPr>
          <w:rFonts w:ascii="Helvetica 55 Roman" w:hAnsi="Helvetica 55 Roman" w:cs="Arial"/>
        </w:rPr>
      </w:pPr>
      <w:r w:rsidRPr="005D2D54">
        <w:rPr>
          <w:rFonts w:ascii="Helvetica 55 Roman" w:hAnsi="Helvetica 55 Roman" w:cs="Arial"/>
        </w:rPr>
        <w:t xml:space="preserve">Coté </w:t>
      </w:r>
      <w:r w:rsidR="00EB523B" w:rsidRPr="005D2D54">
        <w:rPr>
          <w:rFonts w:ascii="Helvetica 55 Roman" w:hAnsi="Helvetica 55 Roman" w:cs="Arial"/>
        </w:rPr>
        <w:t>PM</w:t>
      </w:r>
      <w:r w:rsidRPr="005D2D54">
        <w:rPr>
          <w:rFonts w:ascii="Helvetica 55 Roman" w:hAnsi="Helvetica 55 Roman" w:cs="Arial"/>
        </w:rPr>
        <w:t xml:space="preserve">, la livraison d’un </w:t>
      </w:r>
      <w:r w:rsidR="00EB523B" w:rsidRPr="005D2D54">
        <w:rPr>
          <w:rFonts w:ascii="Helvetica 55 Roman" w:hAnsi="Helvetica 55 Roman" w:cs="Arial"/>
        </w:rPr>
        <w:t xml:space="preserve">Accès </w:t>
      </w:r>
      <w:r w:rsidR="00E97C2E" w:rsidRPr="005D2D54">
        <w:rPr>
          <w:rFonts w:ascii="Helvetica 55 Roman" w:hAnsi="Helvetica 55 Roman" w:cs="Arial"/>
        </w:rPr>
        <w:t>FTTE passif PM</w:t>
      </w:r>
      <w:r w:rsidR="00EB523B" w:rsidRPr="005D2D54">
        <w:rPr>
          <w:rFonts w:ascii="Helvetica 55 Roman" w:hAnsi="Helvetica 55 Roman" w:cs="Arial"/>
        </w:rPr>
        <w:t xml:space="preserve"> </w:t>
      </w:r>
      <w:r w:rsidRPr="005D2D54">
        <w:rPr>
          <w:rFonts w:ascii="Helvetica 55 Roman" w:hAnsi="Helvetica 55 Roman" w:cs="Arial"/>
        </w:rPr>
        <w:t xml:space="preserve">est réalisée </w:t>
      </w:r>
      <w:r w:rsidR="002C1060" w:rsidRPr="005D2D54">
        <w:rPr>
          <w:rFonts w:ascii="Helvetica 55 Roman" w:hAnsi="Helvetica 55 Roman" w:cs="Arial"/>
        </w:rPr>
        <w:t xml:space="preserve"> sur le connecteur en face avant du boitier Opérateur situé dans le PM d</w:t>
      </w:r>
      <w:r w:rsidR="007D760F" w:rsidRPr="005D2D54">
        <w:rPr>
          <w:rFonts w:ascii="Helvetica 55 Roman" w:hAnsi="Helvetica 55 Roman" w:cs="Arial"/>
        </w:rPr>
        <w:t xml:space="preserve">e </w:t>
      </w:r>
      <w:r w:rsidR="00F972E3">
        <w:rPr>
          <w:rFonts w:ascii="Helvetica 55 Roman" w:hAnsi="Helvetica 55 Roman" w:cs="Arial"/>
        </w:rPr>
        <w:t>YANA FIBRE</w:t>
      </w:r>
      <w:r w:rsidR="002C1060" w:rsidRPr="005D2D54">
        <w:rPr>
          <w:rFonts w:ascii="Helvetica 55 Roman" w:hAnsi="Helvetica 55 Roman" w:cs="Arial"/>
        </w:rPr>
        <w:t xml:space="preserve"> de rattachement du site client final.</w:t>
      </w:r>
    </w:p>
    <w:p w:rsidR="00C86BFC" w:rsidRPr="005D2D54" w:rsidRDefault="00C86BFC" w:rsidP="00B50942">
      <w:pPr>
        <w:jc w:val="both"/>
        <w:rPr>
          <w:rFonts w:ascii="Helvetica 55 Roman" w:hAnsi="Helvetica 55 Roman" w:cs="Arial"/>
        </w:rPr>
      </w:pPr>
    </w:p>
    <w:p w:rsidR="00B50942" w:rsidRPr="005D2D54" w:rsidRDefault="00E42F13" w:rsidP="00F33010">
      <w:pPr>
        <w:keepNext/>
        <w:jc w:val="both"/>
        <w:rPr>
          <w:rFonts w:ascii="Helvetica 55 Roman" w:hAnsi="Helvetica 55 Roman" w:cs="Arial"/>
        </w:rPr>
      </w:pPr>
      <w:r w:rsidRPr="005D2D54">
        <w:rPr>
          <w:rFonts w:ascii="Helvetica 55 Roman" w:hAnsi="Helvetica 55 Roman" w:cs="Arial"/>
        </w:rPr>
        <w:t xml:space="preserve">La liaison entre </w:t>
      </w:r>
      <w:r w:rsidR="006832A1" w:rsidRPr="005D2D54">
        <w:rPr>
          <w:rFonts w:ascii="Helvetica 55 Roman" w:hAnsi="Helvetica 55 Roman" w:cs="Arial"/>
        </w:rPr>
        <w:t>le</w:t>
      </w:r>
      <w:r w:rsidR="002C1060" w:rsidRPr="005D2D54">
        <w:rPr>
          <w:rFonts w:ascii="Helvetica 55 Roman" w:hAnsi="Helvetica 55 Roman" w:cs="Arial"/>
        </w:rPr>
        <w:t xml:space="preserve"> tiroir optique de distribution entreprise </w:t>
      </w:r>
      <w:r w:rsidR="00F972E3">
        <w:rPr>
          <w:rFonts w:ascii="Helvetica 55 Roman" w:hAnsi="Helvetica 55 Roman" w:cs="Arial"/>
        </w:rPr>
        <w:t>YANA FIBRE</w:t>
      </w:r>
      <w:r w:rsidR="007D760F" w:rsidRPr="005D2D54">
        <w:rPr>
          <w:rFonts w:ascii="Helvetica 55 Roman" w:hAnsi="Helvetica 55 Roman" w:cs="Arial"/>
        </w:rPr>
        <w:t xml:space="preserve"> </w:t>
      </w:r>
      <w:r w:rsidR="002C1060" w:rsidRPr="005D2D54">
        <w:rPr>
          <w:rFonts w:ascii="Helvetica 55 Roman" w:hAnsi="Helvetica 55 Roman" w:cs="Arial"/>
        </w:rPr>
        <w:t xml:space="preserve">et le tiroir optique de l’opérateur au PM  </w:t>
      </w:r>
      <w:r w:rsidRPr="005D2D54">
        <w:rPr>
          <w:rFonts w:ascii="Helvetica 55 Roman" w:hAnsi="Helvetica 55 Roman" w:cs="Arial"/>
        </w:rPr>
        <w:t xml:space="preserve"> </w:t>
      </w:r>
      <w:r w:rsidR="00B14F9B" w:rsidRPr="005D2D54">
        <w:rPr>
          <w:rFonts w:ascii="Helvetica 55 Roman" w:hAnsi="Helvetica 55 Roman" w:cs="Arial"/>
        </w:rPr>
        <w:t xml:space="preserve">est </w:t>
      </w:r>
      <w:r w:rsidRPr="005D2D54">
        <w:rPr>
          <w:rFonts w:ascii="Helvetica 55 Roman" w:hAnsi="Helvetica 55 Roman" w:cs="Arial"/>
        </w:rPr>
        <w:t xml:space="preserve">réalisée  par </w:t>
      </w:r>
      <w:r w:rsidR="004147C8" w:rsidRPr="005D2D54">
        <w:rPr>
          <w:rFonts w:ascii="Helvetica 55 Roman" w:hAnsi="Helvetica 55 Roman" w:cs="Arial"/>
        </w:rPr>
        <w:t>la pose d’</w:t>
      </w:r>
      <w:r w:rsidRPr="005D2D54">
        <w:rPr>
          <w:rFonts w:ascii="Helvetica 55 Roman" w:hAnsi="Helvetica 55 Roman" w:cs="Arial"/>
        </w:rPr>
        <w:t xml:space="preserve">un cordon </w:t>
      </w:r>
      <w:r w:rsidR="002C1060" w:rsidRPr="005D2D54">
        <w:rPr>
          <w:rFonts w:ascii="Helvetica 55 Roman" w:hAnsi="Helvetica 55 Roman" w:cs="Arial"/>
        </w:rPr>
        <w:t xml:space="preserve">sécurisé aux deux extrémités de </w:t>
      </w:r>
      <w:r w:rsidRPr="005D2D54">
        <w:rPr>
          <w:rFonts w:ascii="Helvetica 55 Roman" w:hAnsi="Helvetica 55 Roman" w:cs="Arial"/>
        </w:rPr>
        <w:t xml:space="preserve"> connectique SC/</w:t>
      </w:r>
      <w:proofErr w:type="spellStart"/>
      <w:r w:rsidRPr="005D2D54">
        <w:rPr>
          <w:rFonts w:ascii="Helvetica 55 Roman" w:hAnsi="Helvetica 55 Roman" w:cs="Arial"/>
        </w:rPr>
        <w:t>APC</w:t>
      </w:r>
      <w:r w:rsidR="002C1060" w:rsidRPr="005D2D54">
        <w:rPr>
          <w:rFonts w:ascii="Helvetica 55 Roman" w:hAnsi="Helvetica 55 Roman" w:cs="Arial"/>
        </w:rPr>
        <w:t>s</w:t>
      </w:r>
      <w:proofErr w:type="spellEnd"/>
      <w:r w:rsidR="002C1060" w:rsidRPr="005D2D54">
        <w:rPr>
          <w:rFonts w:ascii="Helvetica 55 Roman" w:hAnsi="Helvetica 55 Roman" w:cs="Arial"/>
        </w:rPr>
        <w:t xml:space="preserve"> qui protèg</w:t>
      </w:r>
      <w:r w:rsidR="00E22812" w:rsidRPr="005D2D54">
        <w:rPr>
          <w:rFonts w:ascii="Helvetica 55 Roman" w:hAnsi="Helvetica 55 Roman" w:cs="Arial"/>
        </w:rPr>
        <w:t>e des risques de débranchements</w:t>
      </w:r>
      <w:r w:rsidR="002C1060" w:rsidRPr="005D2D54">
        <w:rPr>
          <w:rFonts w:ascii="Helvetica 55 Roman" w:hAnsi="Helvetica 55 Roman" w:cs="Arial"/>
        </w:rPr>
        <w:t xml:space="preserve"> involontaires.</w:t>
      </w:r>
    </w:p>
    <w:p w:rsidR="008809DA" w:rsidRPr="005D2D54" w:rsidRDefault="008809DA" w:rsidP="008809DA">
      <w:pPr>
        <w:keepNext/>
        <w:rPr>
          <w:rFonts w:ascii="Helvetica 55 Roman" w:hAnsi="Helvetica 55 Roman"/>
        </w:rPr>
      </w:pPr>
    </w:p>
    <w:p w:rsidR="008F2D21" w:rsidRPr="005D2D54" w:rsidRDefault="00EB523B" w:rsidP="00B50942">
      <w:pPr>
        <w:keepNext/>
        <w:jc w:val="center"/>
        <w:rPr>
          <w:rFonts w:ascii="Helvetica 55 Roman" w:hAnsi="Helvetica 55 Roman"/>
        </w:rPr>
      </w:pPr>
      <w:r w:rsidRPr="005D2D54">
        <w:rPr>
          <w:rFonts w:ascii="Helvetica 55 Roman" w:hAnsi="Helvetica 55 Roman"/>
        </w:rPr>
        <w:t xml:space="preserve"> </w:t>
      </w:r>
      <w:r w:rsidR="000B3D9E" w:rsidRPr="005D2D54">
        <w:rPr>
          <w:rFonts w:ascii="Helvetica 55 Roman" w:hAnsi="Helvetica 55 Roman"/>
          <w:noProof/>
        </w:rPr>
        <mc:AlternateContent>
          <mc:Choice Requires="wpc">
            <w:drawing>
              <wp:inline distT="0" distB="0" distL="0" distR="0">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257175" y="52705"/>
                            <a:ext cx="209550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
                                <w:rPr>
                                  <w:rFonts w:ascii="Helvetica 55 Roman" w:hAnsi="Helvetica 55 Roman" w:cs="Helvetica 55 Roman"/>
                                  <w:b/>
                                  <w:bCs/>
                                  <w:color w:val="000000"/>
                                  <w:sz w:val="36"/>
                                  <w:szCs w:val="36"/>
                                  <w:lang w:val="en-US"/>
                                </w:rPr>
                                <w:t xml:space="preserve">PM </w:t>
                              </w:r>
                              <w:r w:rsidR="00F972E3">
                                <w:rPr>
                                  <w:rFonts w:ascii="Helvetica 55 Roman" w:hAnsi="Helvetica 55 Roman" w:cs="Helvetica 55 Roman"/>
                                  <w:b/>
                                  <w:bCs/>
                                  <w:color w:val="000000"/>
                                  <w:sz w:val="36"/>
                                  <w:szCs w:val="36"/>
                                  <w:lang w:val="en-US"/>
                                </w:rPr>
                                <w:t>YANA FIBRE</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417830" y="751840"/>
                            <a:ext cx="58610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F972E3">
                              <w:r>
                                <w:rPr>
                                  <w:rFonts w:ascii="Helvetica 55 Roman" w:hAnsi="Helvetica 55 Roman" w:cs="Helvetica 55 Roman"/>
                                  <w:b/>
                                  <w:bCs/>
                                  <w:color w:val="000000"/>
                                  <w:sz w:val="16"/>
                                  <w:szCs w:val="16"/>
                                  <w:lang w:val="en-US"/>
                                </w:rPr>
                                <w:t>YANA FIBRE</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gramStart"/>
                              <w:r>
                                <w:rPr>
                                  <w:rFonts w:ascii="Helvetica 75 Bold" w:hAnsi="Helvetica 75 Bold" w:cs="Helvetica 75 Bold"/>
                                  <w:b/>
                                  <w:bCs/>
                                  <w:color w:val="000000"/>
                                  <w:sz w:val="16"/>
                                  <w:szCs w:val="16"/>
                                  <w:lang w:val="en-US"/>
                                </w:rPr>
                                <w:t>distribution</w:t>
                              </w:r>
                              <w:proofErr w:type="gram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proofErr w:type="gramStart"/>
                              <w:r>
                                <w:rPr>
                                  <w:rFonts w:ascii="Helvetica 75 Bold" w:hAnsi="Helvetica 75 Bold" w:cs="Helvetica 75 Bold"/>
                                  <w:b/>
                                  <w:bCs/>
                                  <w:color w:val="000000"/>
                                  <w:sz w:val="16"/>
                                  <w:szCs w:val="16"/>
                                  <w:lang w:val="en-US"/>
                                </w:rPr>
                                <w:t>entreprise</w:t>
                              </w:r>
                              <w:proofErr w:type="spellEnd"/>
                              <w:proofErr w:type="gram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gramStart"/>
                              <w:r>
                                <w:rPr>
                                  <w:rFonts w:ascii="Helvetica 75 Bold" w:hAnsi="Helvetica 75 Bold" w:cs="Helvetica 75 Bold"/>
                                  <w:b/>
                                  <w:bCs/>
                                  <w:color w:val="000000"/>
                                  <w:sz w:val="16"/>
                                  <w:szCs w:val="16"/>
                                  <w:lang w:val="en-US"/>
                                </w:rPr>
                                <w:t>distribution</w:t>
                              </w:r>
                              <w:proofErr w:type="gram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proofErr w:type="gramStart"/>
                              <w:r>
                                <w:rPr>
                                  <w:rFonts w:ascii="Helvetica 75 Bold" w:hAnsi="Helvetica 75 Bold" w:cs="Helvetica 75 Bold"/>
                                  <w:b/>
                                  <w:bCs/>
                                  <w:color w:val="0033CC"/>
                                  <w:lang w:val="en-US"/>
                                </w:rPr>
                                <w:t>sécurisé</w:t>
                              </w:r>
                              <w:proofErr w:type="spellEnd"/>
                              <w:proofErr w:type="gram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proofErr w:type="gramStart"/>
                              <w:r>
                                <w:rPr>
                                  <w:rFonts w:ascii="Helvetica 75 Bold" w:hAnsi="Helvetica 75 Bold" w:cs="Helvetica 75 Bold"/>
                                  <w:b/>
                                  <w:bCs/>
                                  <w:color w:val="0033CC"/>
                                  <w:lang w:val="en-US"/>
                                </w:rPr>
                                <w:t>avant</w:t>
                              </w:r>
                              <w:proofErr w:type="spellEnd"/>
                              <w:proofErr w:type="gram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kCVcYA&#10;AADbAAAADwAAAGRycy9kb3ducmV2LnhtbESPQWvCQBSE7wX/w/IKvUjdqFVKdBNsUAkIQlXo9ZF9&#10;JqHZt2l2q7G/vlsQehxm5htmmfamERfqXG1ZwXgUgSAurK65VHA6bp5fQTiPrLGxTApu5CBNBg9L&#10;jLW98jtdDr4UAcIuRgWV920spSsqMuhGtiUO3tl2Bn2QXSl1h9cAN42cRNFcGqw5LFTYUlZR8Xn4&#10;Ngr2w3k+W+vS5h/bt8nXTmbb6U+m1NNjv1qA8NT7//C9nWsFL2P4+xJ+gE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7kCVcYAAADbAAAADwAAAAAAAAAAAAAAAACYAgAAZHJz&#10;L2Rvd25yZXYueG1sUEsFBgAAAAAEAAQA9QAAAIsDAAAAAA==&#10;" filled="f" strokeweight=".7pt"/>
                <v:rect id="Rectangle 244" o:spid="_x0000_s1065" style="position:absolute;left:603;top:4616;width:12503;height:23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ucIsYA&#10;AADbAAAADwAAAGRycy9kb3ducmV2LnhtbESPQWvCQBSE74L/YXlCL6VuTDVIdBUbWgkIglbw+si+&#10;JqHZt2l2q2l/fVcoeBxm5htmue5NIy7Uudqygsk4AkFcWF1zqeD0/vY0B+E8ssbGMin4IQfr1XCw&#10;xFTbKx/ocvSlCBB2KSqovG9TKV1RkUE3ti1x8D5sZ9AH2ZVSd3gNcNPIOIoSabDmsFBhS1lFxefx&#10;2yjYPyb57FWXNj9vX+Kvncy2z7+ZUg+jfrMA4an39/B/O9cKpjHcvoQf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2ucIsYAAADbAAAADwAAAAAAAAAAAAAAAACYAgAAZHJz&#10;L2Rvd25yZXYueG1sUEsFBgAAAAAEAAQA9QAAAIsDAAAAAA==&#10;" filled="f" strokeweight=".7pt"/>
                <v:rect id="Rectangle 245" o:spid="_x0000_s1066" style="position:absolute;left:2571;top:527;width:20955;height:3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XosYA&#10;AADbAAAADwAAAGRycy9kb3ducmV2LnhtbESPT2vCQBTE74V+h+UVeim68Q/Fpq6hCAEPgpj2UG+P&#10;7Gs2bfZtyG5N9NO7guBxmJnfMMtssI04Uudrxwom4wQEcel0zZWCr898tADhA7LGxjEpOJGHbPX4&#10;sMRUu573dCxCJSKEfYoKTAhtKqUvDVn0Y9cSR+/HdRZDlF0ldYd9hNtGTpPkVVqsOS4YbGltqPwr&#10;/q2CfPddE5/l/uVt0bvfcnoozLZV6vlp+HgHEWgI9/CtvdEK5j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XosYAAADbAAAADwAAAAAAAAAAAAAAAACYAgAAZHJz&#10;L2Rvd25yZXYueG1sUEsFBgAAAAAEAAQA9QAAAIsDAAAAAA==&#10;" filled="f" stroked="f">
                  <v:textbox style="mso-fit-shape-to-text:t" inset="0,0,0,0">
                    <w:txbxContent>
                      <w:p w:rsidR="00106E48" w:rsidRDefault="00106E48">
                        <w:r>
                          <w:rPr>
                            <w:rFonts w:ascii="Helvetica 55 Roman" w:hAnsi="Helvetica 55 Roman" w:cs="Helvetica 55 Roman"/>
                            <w:b/>
                            <w:bCs/>
                            <w:color w:val="000000"/>
                            <w:sz w:val="36"/>
                            <w:szCs w:val="36"/>
                            <w:lang w:val="en-US"/>
                          </w:rPr>
                          <w:t xml:space="preserve">PM </w:t>
                        </w:r>
                        <w:r w:rsidR="00F972E3">
                          <w:rPr>
                            <w:rFonts w:ascii="Helvetica 55 Roman" w:hAnsi="Helvetica 55 Roman" w:cs="Helvetica 55 Roman"/>
                            <w:b/>
                            <w:bCs/>
                            <w:color w:val="000000"/>
                            <w:sz w:val="36"/>
                            <w:szCs w:val="36"/>
                            <w:lang w:val="en-US"/>
                          </w:rPr>
                          <w:t>YANA FIBRE</w:t>
                        </w:r>
                      </w:p>
                    </w:txbxContent>
                  </v:textbox>
                </v:rect>
                <v:rect id="Rectangle 246" o:spid="_x0000_s1067" style="position:absolute;left:1651;top:4946;width:11334;height:4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QNg8MA&#10;AADbAAAADwAAAGRycy9kb3ducmV2LnhtbESPwWrDMBBE74H8g9hAb7GcNpTUtWxMaUouOdTuByzW&#10;1jaRVsZSEydfXxUKOQ4z84bJy9kacabJD44VbJIUBHHr9MCdgq9mv96B8AFZo3FMCq7koSyWixwz&#10;7S78Sec6dCJC2GeooA9hzKT0bU8WfeJG4uh9u8liiHLqpJ7wEuHWyMc0fZYWB44LPY701lN7qn+s&#10;Ak6bp/erq2zYHz5eyBxvgxlvSj2s5uoVRKA53MP/7YNWsN3C35f4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QNg8MAAADbAAAADwAAAAAAAAAAAAAAAACYAgAAZHJzL2Rv&#10;d25yZXYueG1sUEsFBgAAAAAEAAQA9QAAAIgDAAAAAA==&#10;" fillcolor="#f90" stroked="f"/>
                <v:rect id="Rectangle 247" o:spid="_x0000_s1068" style="position:absolute;left:1651;top:4946;width:11334;height:4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IEVsYA&#10;AADbAAAADwAAAGRycy9kb3ducmV2LnhtbESP3WrCQBSE7wu+w3IEb4puqlUkuoqGKgGh4A94e8ge&#10;k2D2bJrdavTpu4VCL4eZ+YaZL1tTiRs1rrSs4G0QgSDOrC45V3A6bvpTEM4ja6wsk4IHOVguOi9z&#10;jLW9855uB5+LAGEXo4LC+zqW0mUFGXQDWxMH72Ibgz7IJpe6wXuAm0oOo2giDZYcFgqsKSkoux6+&#10;jYLP10k6/tC5Tc/b9fBrJ5Pt6Jko1eu2qxkIT63/D/+1U63gfQy/X8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IIEVsYAAADbAAAADwAAAAAAAAAAAAAAAACYAgAAZHJz&#10;L2Rvd25yZXYueG1sUEsFBgAAAAAEAAQA9QAAAIsDAAAAAA==&#10;" filled="f" strokeweight=".7pt"/>
                <v:rect id="Rectangle 248" o:spid="_x0000_s1069" style="position:absolute;left:4298;top:5740;width:6039;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4178;top:7518;width:5861;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106E48" w:rsidRDefault="00F972E3">
                        <w:r>
                          <w:rPr>
                            <w:rFonts w:ascii="Helvetica 55 Roman" w:hAnsi="Helvetica 55 Roman" w:cs="Helvetica 55 Roman"/>
                            <w:b/>
                            <w:bCs/>
                            <w:color w:val="000000"/>
                            <w:sz w:val="16"/>
                            <w:szCs w:val="16"/>
                            <w:lang w:val="en-US"/>
                          </w:rPr>
                          <w:t>YANA FIBRE</w:t>
                        </w:r>
                      </w:p>
                    </w:txbxContent>
                  </v:textbox>
                </v:rect>
                <v:rect id="Rectangle 250" o:spid="_x0000_s1071" style="position:absolute;left:16122;top:22326;width:12700;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SNScAA&#10;AADbAAAADwAAAGRycy9kb3ducmV2LnhtbERPTWuDQBC9F/oflinkVteWkBTrJoSUlFzVxF4Hd6JS&#10;d1bcjZp/nz0Ecny873Q7m06MNLjWsoKPKAZBXFndcq3gVBzev0A4j6yxs0wKbuRgu3l9STHRduKM&#10;xtzXIoSwS1BB432fSOmqhgy6yPbEgbvYwaAPcKilHnAK4aaTn3G8kgZbDg0N9rRvqPrPr0ZBedB9&#10;ke27a7lb/06Xc/WzHP8KpRZv8+4bhKfZP8UP91ErWIax4Uv4A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USNScAAAADbAAAADwAAAAAAAAAAAAAAAACYAgAAZHJzL2Rvd25y&#10;ZXYueG1sUEsFBgAAAAAEAAQA9QAAAIUDAAAAAA==&#10;" fillcolor="#92d050" stroked="f"/>
                <v:rect id="Rectangle 251" o:spid="_x0000_s1072" style="position:absolute;left:16122;top:22326;width:12700;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8OU8YA&#10;AADbAAAADwAAAGRycy9kb3ducmV2LnhtbESPQWvCQBSE74L/YXlCL6IbbRtqdJU2WAkUCtWC10f2&#10;mQSzb9Psqml/vVsQPA4z8w2zWHWmFmdqXWVZwWQcgSDOra64UPC9ex+9gHAeWWNtmRT8koPVst9b&#10;YKLthb/ovPWFCBB2CSoovW8SKV1ekkE3tg1x8A62NeiDbAupW7wEuKnlNIpiabDisFBiQ2lJ+XF7&#10;Mgo+h3H2vNaFzfabt+nPh0w3j3+pUg+D7nUOwlPn7+FbO9MKnmbw/yX8AL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8OU8YAAADbAAAADwAAAAAAAAAAAAAAAACYAgAAZHJz&#10;L2Rvd25yZXYueG1sUEsFBgAAAAAEAAQA9QAAAIsDAAAAAA==&#10;" filled="f" strokeweight=".7pt"/>
                <v:rect id="Rectangle 252" o:spid="_x0000_s1073" style="position:absolute;left:19208;top:22663;width:6509;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12;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106E48" w:rsidRDefault="00106E48">
                        <w:proofErr w:type="gramStart"/>
                        <w:r>
                          <w:rPr>
                            <w:rFonts w:ascii="Helvetica 75 Bold" w:hAnsi="Helvetica 75 Bold" w:cs="Helvetica 75 Bold"/>
                            <w:b/>
                            <w:bCs/>
                            <w:color w:val="000000"/>
                            <w:sz w:val="16"/>
                            <w:szCs w:val="16"/>
                            <w:lang w:val="en-US"/>
                          </w:rPr>
                          <w:t>distribution</w:t>
                        </w:r>
                        <w:proofErr w:type="gramEnd"/>
                        <w:r>
                          <w:rPr>
                            <w:rFonts w:ascii="Helvetica 75 Bold" w:hAnsi="Helvetica 75 Bold" w:cs="Helvetica 75 Bold"/>
                            <w:b/>
                            <w:bCs/>
                            <w:color w:val="000000"/>
                            <w:sz w:val="16"/>
                            <w:szCs w:val="16"/>
                            <w:lang w:val="en-US"/>
                          </w:rPr>
                          <w:t xml:space="preserve"> </w:t>
                        </w:r>
                      </w:p>
                    </w:txbxContent>
                  </v:textbox>
                </v:rect>
                <v:rect id="Rectangle 254" o:spid="_x0000_s1075" style="position:absolute;left:20015;top:25101;width:4934;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106E48" w:rsidRDefault="00106E48">
                        <w:proofErr w:type="spellStart"/>
                        <w:proofErr w:type="gramStart"/>
                        <w:r>
                          <w:rPr>
                            <w:rFonts w:ascii="Helvetica 75 Bold" w:hAnsi="Helvetica 75 Bold" w:cs="Helvetica 75 Bold"/>
                            <w:b/>
                            <w:bCs/>
                            <w:color w:val="000000"/>
                            <w:sz w:val="16"/>
                            <w:szCs w:val="16"/>
                            <w:lang w:val="en-US"/>
                          </w:rPr>
                          <w:t>entreprise</w:t>
                        </w:r>
                        <w:proofErr w:type="spellEnd"/>
                        <w:proofErr w:type="gramEnd"/>
                      </w:p>
                    </w:txbxContent>
                  </v:textbox>
                </v:rect>
                <v:rect id="Rectangle 255" o:spid="_x0000_s1076" style="position:absolute;left:16148;top:16789;width:12509;height:3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BV48UA&#10;AADbAAAADwAAAGRycy9kb3ducmV2LnhtbESPQWvCQBSE74X+h+UJvTUbU5QS3QQprfRQFNMePD6z&#10;zySYfZtmtxr99a4g9DjMzDfMPB9MK47Uu8aygnEUgyAurW64UvDz/fH8CsJ5ZI2tZVJwJgd59vgw&#10;x1TbE2/oWPhKBAi7FBXU3neplK6syaCLbEccvL3tDfog+0rqHk8BblqZxPFUGmw4LNTY0VtN5aH4&#10;MwqSr2S7tO/L5rLb8vjXrtZx0a2VehoNixkIT4P/D9/bn1rB5AVuX8IPkN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QFXjxQAAANsAAAAPAAAAAAAAAAAAAAAAAJgCAABkcnMv&#10;ZG93bnJldi54bWxQSwUGAAAAAAQABAD1AAAAigMAAAAA&#10;" fillcolor="#ffc000" stroked="f"/>
                <v:shape id="Freeform 256" o:spid="_x0000_s1077" style="position:absolute;left:16103;top:16744;width:12599;height:3772;visibility:visible;mso-wrap-style:square;v-text-anchor:top" coordsize="1984,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RM7cMA&#10;AADbAAAADwAAAGRycy9kb3ducmV2LnhtbESPT4vCMBTE78J+h/AWvIimLmuVahSRFbo3/yEeH82z&#10;LTYvpYm2fvvNguBxmJnfMItVZyrxoMaVlhWMRxEI4szqknMFp+N2OAPhPLLGyjIpeJKD1fKjt8BE&#10;25b39Dj4XAQIuwQVFN7XiZQuK8igG9maOHhX2xj0QTa51A22AW4q+RVFsTRYclgosKZNQdntcDcK&#10;cLo978+7Lo2vso1593sZ/MhUqf5nt56D8NT5d/jVTrWCyTf8fw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RM7cMAAADbAAAADwAAAAAAAAAAAAAAAACYAgAAZHJzL2Rv&#10;d25yZXYueG1sUEsFBgAAAAAEAAQA9QAAAIgD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09;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12;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106E48" w:rsidRDefault="00106E48">
                        <w:proofErr w:type="gramStart"/>
                        <w:r>
                          <w:rPr>
                            <w:rFonts w:ascii="Helvetica 75 Bold" w:hAnsi="Helvetica 75 Bold" w:cs="Helvetica 75 Bold"/>
                            <w:b/>
                            <w:bCs/>
                            <w:color w:val="000000"/>
                            <w:sz w:val="16"/>
                            <w:szCs w:val="16"/>
                            <w:lang w:val="en-US"/>
                          </w:rPr>
                          <w:t>distribution</w:t>
                        </w:r>
                        <w:proofErr w:type="gramEnd"/>
                        <w:r>
                          <w:rPr>
                            <w:rFonts w:ascii="Helvetica 75 Bold" w:hAnsi="Helvetica 75 Bold" w:cs="Helvetica 75 Bold"/>
                            <w:b/>
                            <w:bCs/>
                            <w:color w:val="000000"/>
                            <w:sz w:val="16"/>
                            <w:szCs w:val="16"/>
                            <w:lang w:val="en-US"/>
                          </w:rPr>
                          <w:t xml:space="preserve"> </w:t>
                        </w:r>
                      </w:p>
                    </w:txbxContent>
                  </v:textbox>
                </v:rect>
                <v:rect id="Rectangle 259" o:spid="_x0000_s1080" style="position:absolute;left:24003;top:18542;width:2597;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rnpMEA&#10;AADbAAAADwAAAGRycy9kb3ducmV2LnhtbERPS2rDMBDdF3oHMYXuGjmlKakTJZiAqaELU6cHmFhT&#10;2401ciz509tHi0CWj/ff7mfTipF611hWsFxEIIhLqxuuFPwc05c1COeRNbaWScE/OdjvHh+2GGs7&#10;8TeNha9ECGEXo4La+y6W0pU1GXQL2xEH7tf2Bn2AfSV1j1MIN618jaJ3abDh0FBjR4eaynMxGAVD&#10;1qV6/uO39Mvkp4v7yLPkM1fq+WlONiA8zf4uvrkzrWAVxoYv4QfI3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656TBAAAA2wAAAA8AAAAAAAAAAAAAAAAAmAIAAGRycy9kb3du&#10;cmV2LnhtbFBLBQYAAAAABAAEAPUAAACGAwAAAAA=&#10;" fillcolor="#00b0f0" stroked="f"/>
                <v:rect id="Rectangle 261" o:spid="_x0000_s1082" style="position:absolute;left:1651;top:9632;width:11360;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aYjsYA&#10;AADbAAAADwAAAGRycy9kb3ducmV2LnhtbESP3WrCQBSE7wu+w3IEb4puqigaXaUNrQSEgj/g7SF7&#10;TILZs2l21dindwtCL4eZ+YZZrFpTiSs1rrSs4G0QgSDOrC45V3DYf/WnIJxH1lhZJgV3crBadl4W&#10;GGt74y1ddz4XAcIuRgWF93UspcsKMugGtiYO3sk2Bn2QTS51g7cAN5UcRtFEGiw5LBRYU1JQdt5d&#10;jILv10k6/tS5TY/rj+HPRibr0W+iVK/bvs9BeGr9f/jZTrWC8Qz+voQfI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BaYjsYAAADbAAAADwAAAAAAAAAAAAAAAACYAgAAZHJz&#10;L2Rvd25yZXYueG1sUEsFBgAAAAAEAAQA9QAAAIsDAAAAAA==&#10;" filled="f" strokeweight=".7pt"/>
                <v:rect id="Rectangle 262" o:spid="_x0000_s1083" style="position:absolute;left:4178;top:10433;width:6039;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584;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JRQMQA&#10;AADbAAAADwAAAGRycy9kb3ducmV2LnhtbESPT2vCQBTE7wW/w/KEXopu9CA1uooIBfFg67/7I/tM&#10;gtm3afZFUz99t1DwOMzMb5j5snOVulETSs8GRsMEFHHmbcm5gdPxY/AOKgiyxcozGfihAMtF72WO&#10;qfV33tPtILmKEA4pGihE6lTrkBXkMAx9TRy9i28cSpRNrm2D9wh3lR4nyUQ7LDkuFFjTuqDsemid&#10;ASffUym/ssfnYzc6t/vtW7fD1pjXfreagRLq5Bn+b2+sgckY/r7EH6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iUUDEAAAA2wAAAA8AAAAAAAAAAAAAAAAAmAIAAGRycy9k&#10;b3ducmV2LnhtbFBLBQYAAAAABAAEAPUAAACJAwAAAAA=&#10;" fillcolor="#00b050" stroked="f"/>
                <v:rect id="Rectangle 265" o:spid="_x0000_s1086" style="position:absolute;left:16395;top:23799;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Yn+MIA&#10;AADbAAAADwAAAGRycy9kb3ducmV2LnhtbESPX2vCMBTF34V9h3AHe9NUB+KqUdxQmAjC1L5fmmtb&#10;bG5KEm3dpzeC4OPh/PlxZovO1OJKzleWFQwHCQji3OqKCwXHw7o/AeEDssbaMim4kYfF/K03w1Tb&#10;lv/oug+FiCPsU1RQhtCkUvq8JIN+YBvi6J2sMxiidIXUDts4bmo5SpKxNFhxJJTY0E9J+Xl/MZF7&#10;K7LLV3ccrrbfO/+fbZZulLVKfbx3yymIQF14hZ/tX61g/Am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xif4wgAAANsAAAAPAAAAAAAAAAAAAAAAAJgCAABkcnMvZG93&#10;bnJldi54bWxQSwUGAAAAAAQABAD1AAAAhwMAAAAA&#10;" filled="f" strokeweight=".95pt"/>
                <v:rect id="Rectangle 266" o:spid="_x0000_s1087" style="position:absolute;left:16408;top:22720;width:857;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dsr8QA&#10;AADbAAAADwAAAGRycy9kb3ducmV2LnhtbESPX2vCQBDE3wv9DscW+lL0YhHR6ClFKJQ+aP33vuTW&#10;JDS3F3MbTf30nlDwcZiZ3zCzRecqdaYmlJ4NDPoJKOLM25JzA/vdZ28MKgiyxcozGfijAIv589MM&#10;U+svvKHzVnIVIRxSNFCI1KnWISvIYej7mjh6R984lCibXNsGLxHuKv2eJCPtsOS4UGBNy4Ky323r&#10;DDg5TaT8ya7r62pwaDffb90KW2NeX7qPKSihTh7h//aXNTAawv1L/AF6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HbK/EAAAA2wAAAA8AAAAAAAAAAAAAAAAAmAIAAGRycy9k&#10;b3ducmV2LnhtbFBLBQYAAAAABAAEAPUAAACJAwAAAAA=&#10;" fillcolor="#00b050" stroked="f"/>
                <v:rect id="Rectangle 267" o:spid="_x0000_s1088" style="position:absolute;left:16408;top:22720;width:857;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MaF8IA&#10;AADbAAAADwAAAGRycy9kb3ducmV2LnhtbESPX2vCMBTF34V9h3AHe9NUYeKqUdxQmAjC1L5fmmtb&#10;bG5KEm3dpzeC4OPh/PlxZovO1OJKzleWFQwHCQji3OqKCwXHw7o/AeEDssbaMim4kYfF/K03w1Tb&#10;lv/oug+FiCPsU1RQhtCkUvq8JIN+YBvi6J2sMxiidIXUDts4bmo5SpKxNFhxJJTY0E9J+Xl/MZF7&#10;K7LLV3ccrrbfO/+fbZZulLVKfbx3yymIQF14hZ/tX61g/Am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YxoXwgAAANsAAAAPAAAAAAAAAAAAAAAAAJgCAABkcnMvZG93&#10;bnJldi54bWxQSwUGAAAAAAQABAD1AAAAhwMAAAAA&#10;" filled="f" strokeweight=".95pt"/>
                <v:rect id="Rectangle 268" o:spid="_x0000_s1089" style="position:absolute;left:17367;top:8286;width:4521;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30;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106E48" w:rsidRDefault="00106E48">
                        <w:proofErr w:type="spellStart"/>
                        <w:proofErr w:type="gramStart"/>
                        <w:r>
                          <w:rPr>
                            <w:rFonts w:ascii="Helvetica 75 Bold" w:hAnsi="Helvetica 75 Bold" w:cs="Helvetica 75 Bold"/>
                            <w:b/>
                            <w:bCs/>
                            <w:color w:val="0033CC"/>
                            <w:lang w:val="en-US"/>
                          </w:rPr>
                          <w:t>sécurisé</w:t>
                        </w:r>
                        <w:proofErr w:type="spellEnd"/>
                        <w:proofErr w:type="gramEnd"/>
                      </w:p>
                    </w:txbxContent>
                  </v:textbox>
                </v:rect>
                <v:shape id="Freeform 270" o:spid="_x0000_s1091" style="position:absolute;left:12407;top:12122;width:4363;height:11176;visibility:visible;mso-wrap-style:square;v-text-anchor:top" coordsize="687,1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RdGr8A&#10;AADbAAAADwAAAGRycy9kb3ducmV2LnhtbERPTWvCQBC9F/wPywje6kYPkkZXEUVowUvT9uBtyI5J&#10;MDsbsmsS/71zEHp8vO/NbnSN6qkLtWcDi3kCirjwtubSwO/P6T0FFSKyxcYzGXhQgN128rbBzPqB&#10;v6nPY6kkhEOGBqoY20zrUFTkMMx9Syzc1XcOo8Cu1LbDQcJdo5dJstIOa5aGCls6VFTc8rszsBrS&#10;P7J9/eDzcUjvH4ev3C0vxsym434NKtIY/8Uv96cVn4yVL/ID9PY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dF0avwAAANsAAAAPAAAAAAAAAAAAAAAAAJgCAABkcnMvZG93bnJl&#10;di54bWxQSwUGAAAAAAQABAD1AAAAhAM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Mo8IA&#10;AADbAAAADwAAAGRycy9kb3ducmV2LnhtbESPQYvCMBSE74L/ITzBm6YqdN2uUUQoCF60evD4aN62&#10;ZZuX0ETb/fcbQdjjMDPfMJvdYFrxpM43lhUs5gkI4tLqhisFt2s+W4PwAVlja5kU/JKH3XY82mCm&#10;bc8XehahEhHCPkMFdQguk9KXNRn0c+uIo/dtO4Mhyq6SusM+wk0rl0mSSoMNx4UaHR1qKn+Kh1Hg&#10;Dv0V87PO7xdj05Vbncqm+FBqOhn2XyACDeE//G4ftYL0E15f4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uMyjwgAAANsAAAAPAAAAAAAAAAAAAAAAAJgCAABkcnMvZG93&#10;bnJldi54bWxQSwUGAAAAAAQABAD1AAAAhwMAAAAA&#10;" fillcolor="blue" stroked="f"/>
                <v:rect id="Rectangle 272" o:spid="_x0000_s1093" style="position:absolute;left:11734;top:9963;width:85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0vUsEA&#10;AADbAAAADwAAAGRycy9kb3ducmV2LnhtbERPTWvCQBC9C/0PyxR6040eqk1dxZYWKgWh1tyH7JgE&#10;s7NhdzWxv75zEDw+3vdyPbhWXSjExrOB6SQDRVx623Bl4PD7OV6AignZYuuZDFwpwnr1MFpibn3P&#10;P3TZp0pJCMccDdQpdbnWsazJYZz4jli4ow8Ok8BQaRuwl3DX6lmWPWuHDUtDjR2911Se9mcnvdeq&#10;OL8Mh+nH99su/hXbTZgVvTFPj8PmFVSiId3FN/eXNTCX9fJFfoB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NL1LBAAAA2wAAAA8AAAAAAAAAAAAAAAAAmAIAAGRycy9kb3du&#10;cmV2LnhtbFBLBQYAAAAABAAEAPUAAACGAwAAAAA=&#10;" filled="f" strokeweight=".95pt"/>
                <v:rect id="Rectangle 273" o:spid="_x0000_s1094" style="position:absolute;left:11734;top:10941;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dWeMMA&#10;AADbAAAADwAAAGRycy9kb3ducmV2LnhtbESPQWvCQBSE7wX/w/KE3pqNFYzErCJCoOClJj30+Mg+&#10;k2D27ZJdTfz33UKhx2FmvmGKw2wG8aDR95YVrJIUBHFjdc+tgq+6fNuC8AFZ42CZFDzJw2G/eCkw&#10;13biCz2q0IoIYZ+jgi4El0vpm44M+sQ64uhd7WgwRDm2Uo84RbgZ5HuabqTBnuNCh45OHTW36m4U&#10;uNNUY/mpy++LsZu1W5+bvsqUel3Oxx2IQHP4D/+1P7SCbAW/X+IPkP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dWeMMAAADbAAAADwAAAAAAAAAAAAAAAACYAgAAZHJzL2Rv&#10;d25yZXYueG1sUEsFBgAAAAAEAAQA9QAAAIgDAAAAAA==&#10;" fillcolor="blue" stroked="f"/>
                <v:rect id="Rectangle 274" o:spid="_x0000_s1095" style="position:absolute;left:11734;top:10941;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MUvsMA&#10;AADbAAAADwAAAGRycy9kb3ducmV2LnhtbESPS2vCQBSF9wX/w3AFd3ViFrZGR9FSQSkUfGR/yVyT&#10;YOZOmBlN9Nd3CoUuD+fxcRar3jTiTs7XlhVMxgkI4sLqmksF59P29R2ED8gaG8uk4EEeVsvBywIz&#10;bTs+0P0YShFH2GeooAqhzaT0RUUG/di2xNG7WGcwROlKqR12cdw0Mk2SqTRYcyRU2NJHRcX1eDOR&#10;+yjz26w/Tz6/Nt/+me/XLs07pUbDfj0HEagP/+G/9k4reEvh90v8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MUvsMAAADbAAAADwAAAAAAAAAAAAAAAACYAgAAZHJzL2Rv&#10;d25yZXYueG1sUEsFBgAAAAAEAAQA9QAAAIgDAAAAAA==&#10;" filled="f" strokeweight=".95pt"/>
                <v:rect id="Rectangle 275" o:spid="_x0000_s1096" style="position:absolute;left:11734;top:11957;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ltlMMA&#10;AADbAAAADwAAAGRycy9kb3ducmV2LnhtbESPwWrDMBBE74X8g9hAb42cGuzgRgklYCjkUjs55LhY&#10;W9vUWglLsZ2/rwqFHoeZecPsj4sZxESj7y0r2G4SEMSN1T23Cq6X8mUHwgdkjYNlUvAgD8fD6mmP&#10;hbYzVzTVoRURwr5ABV0IrpDSNx0Z9BvriKP3ZUeDIcqxlXrEOcLNIF+TJJMGe44LHTo6ddR813ej&#10;wJ3mC5afurxVxmapS89NX+dKPa+X9zcQgZbwH/5rf2gFeQq/X+IP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ltlMMAAADbAAAADwAAAAAAAAAAAAAAAACYAgAAZHJzL2Rv&#10;d25yZXYueG1sUEsFBgAAAAAEAAQA9QAAAIgDAAAAAA==&#10;" fillcolor="blue" stroked="f"/>
                <v:rect id="Rectangle 276" o:spid="_x0000_s1097" style="position:absolute;left:11734;top:11957;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YpUcMA&#10;AADbAAAADwAAAGRycy9kb3ducmV2LnhtbESPX2vCMBTF3wd+h3AF3zRVxLnOKCoKymAwte+X5q4t&#10;a25KEm3dp18EYY+H8+fHWaw6U4sbOV9ZVjAeJSCIc6srLhRczvvhHIQPyBpry6TgTh5Wy97LAlNt&#10;W/6i2ykUIo6wT1FBGUKTSunzkgz6kW2Io/dtncEQpSukdtjGcVPLSZLMpMGKI6HEhrYl5T+nq4nc&#10;e5Fd37rLePex+fS/2XHtJlmr1KDfrd9BBOrCf/jZPmgFr1N4fI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YpUcMAAADbAAAADwAAAAAAAAAAAAAAAACYAgAAZHJzL2Rv&#10;d25yZXYueG1sUEsFBgAAAAAEAAQA9QAAAIgDAAAAAA==&#10;" filled="f" strokeweight=".95pt"/>
                <v:rect id="Rectangle 277" o:spid="_x0000_s1098" style="position:absolute;left:11734;top:12992;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xQe8IA&#10;AADbAAAADwAAAGRycy9kb3ducmV2LnhtbESPT4vCMBTE74LfITzBm6au+IdqFBEKwl609eDx0Tzb&#10;YvMSmqztfvvNwsIeh5n5DbM/DqYVb+p8Y1nBYp6AIC6tbrhScC+y2RaED8gaW8uk4Js8HA/j0R5T&#10;bXu+0TsPlYgQ9ikqqENwqZS+rMmgn1tHHL2n7QyGKLtK6g77CDet/EiStTTYcFyo0dG5pvKVfxkF&#10;7twXmF119rgZu1665WfZ5BulppPhtAMRaAj/4b/2RSvYrOD3S/wB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LFB7wgAAANsAAAAPAAAAAAAAAAAAAAAAAJgCAABkcnMvZG93&#10;bnJldi54bWxQSwUGAAAAAAQABAD1AAAAhwMAAAAA&#10;" fillcolor="blue" stroked="f"/>
                <v:rect id="Rectangle 278" o:spid="_x0000_s1099" style="position:absolute;left:11734;top:12992;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gSvcMA&#10;AADbAAAADwAAAGRycy9kb3ducmV2LnhtbESPX2vCMBTF34V9h3AHe9NUH9R1RnFDYUMQ1tn3S3Nt&#10;i81NSaKt+/RGEHw8nD8/zmLVm0ZcyPnasoLxKAFBXFhdc6ng8LcdzkH4gKyxsUwKruRhtXwZLDDV&#10;tuNfumShFHGEfYoKqhDaVEpfVGTQj2xLHL2jdQZDlK6U2mEXx00jJ0kylQZrjoQKW/qqqDhlZxO5&#10;1zI/v/eH8Wb3uff/+c/aTfJOqbfXfv0BIlAfnuFH+1srmE3h/iX+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gSvcMAAADbAAAADwAAAAAAAAAAAAAAAACYAgAAZHJzL2Rv&#10;d25yZXYueG1sUEsFBgAAAAAEAAQA9QAAAIgDAAAAAA==&#10;" filled="f" strokeweight=".95pt"/>
                <v:rect id="Rectangle 279" o:spid="_x0000_s1100" style="position:absolute;left:184;top:4076;width:28479;height:25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4It8IA&#10;AADbAAAADwAAAGRycy9kb3ducmV2LnhtbESPS6vCMBSE94L/IRzBjWhaFz6qUeSCcBci+Fq4OzTH&#10;tticlCbW+u+NILgcZuYbZrluTSkaql1hWUE8ikAQp1YXnCk4n7bDGQjnkTWWlknBixysV93OEhNt&#10;n3yg5ugzESDsElSQe18lUro0J4NuZCvi4N1sbdAHWWdS1/gMcFPKcRRNpMGCw0KOFf3llN6PD6Ng&#10;d70M9rMdt9v48NhLauYlx16pfq/dLEB4av0v/G3/awXTKXy+hB8gV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7gi3wgAAANsAAAAPAAAAAAAAAAAAAAAAAJgCAABkcnMvZG93&#10;bnJldi54bWxQSwUGAAAAAAQABAD1AAAAhwMAAAAA&#10;" filled="f" strokeweight="3pt"/>
                <v:shape id="Freeform 280" o:spid="_x0000_s1101" style="position:absolute;left:14693;top:7639;width:13412;height:7112;visibility:visible;mso-wrap-style:square;v-text-anchor:top" coordsize="2112,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k1b4A&#10;AADbAAAADwAAAGRycy9kb3ducmV2LnhtbERPTa/BQBTdS/yHyZXYMSWC9BmCEHZCxXvLm859baNz&#10;pzqD+vdmIbE8Od+zRWNK8aDaFZYVDPoRCOLU6oIzBedk25uCcB5ZY2mZFLzIwWLebs0w1vbJR3qc&#10;fCZCCLsYFeTeV7GULs3JoOvbijhw/7Y26AOsM6lrfIZwU8phFI2lwYJDQ44VrXNKr6e7UfCHN69/&#10;N4fRTicXMx5M0KxSVKrbaZY/IDw1/iv+uPdawSSMDV/CD5Dz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J9JNW+AAAA2wAAAA8AAAAAAAAAAAAAAAAAmAIAAGRycy9kb3ducmV2&#10;LnhtbFBLBQYAAAAABAAEAPUAAACDAw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10071;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106E48" w:rsidRDefault="00106E48">
                        <w:proofErr w:type="spellStart"/>
                        <w:proofErr w:type="gramStart"/>
                        <w:r>
                          <w:rPr>
                            <w:rFonts w:ascii="Helvetica 75 Bold" w:hAnsi="Helvetica 75 Bold" w:cs="Helvetica 75 Bold"/>
                            <w:b/>
                            <w:bCs/>
                            <w:color w:val="0033CC"/>
                            <w:lang w:val="en-US"/>
                          </w:rPr>
                          <w:t>avant</w:t>
                        </w:r>
                        <w:proofErr w:type="spellEnd"/>
                        <w:proofErr w:type="gramEnd"/>
                      </w:p>
                    </w:txbxContent>
                  </v:textbox>
                </v:rect>
                <v:shape id="Freeform 283" o:spid="_x0000_s1104" style="position:absolute;left:1943;top:12230;width:10642;height:7524;visibility:visible;mso-wrap-style:square;v-text-anchor:top" coordsize="1676,1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HE6MMA&#10;AADbAAAADwAAAGRycy9kb3ducmV2LnhtbESPT4vCMBTE74LfITzBi2jqgotUoxRhYS+L+Ofg8dE8&#10;29LmJTSprd/eCMIeh5n5DbPdD6YRD2p9ZVnBcpGAIM6trrhQcL38zNcgfEDW2FgmBU/ysN+NR1tM&#10;te35RI9zKESEsE9RQRmCS6X0eUkG/cI64ujdbWswRNkWUrfYR7hp5FeSfEuDFceFEh0dSsrrc2cU&#10;9DfXuSzrsuMpv6z+rnV3r58zpaaTIduACDSE//Cn/asVrJfw/hJ/gN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HE6MMAAADbAAAADwAAAAAAAAAAAAAAAACYAgAAZHJzL2Rv&#10;d25yZXYueG1sUEsFBgAAAAAEAAQA9QAAAIgD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rsidR="006C0942" w:rsidRPr="005D2D54" w:rsidRDefault="00B50942" w:rsidP="00B50942">
      <w:pPr>
        <w:pStyle w:val="Lgende"/>
        <w:jc w:val="center"/>
        <w:rPr>
          <w:rFonts w:ascii="Helvetica 55 Roman" w:hAnsi="Helvetica 55 Roman"/>
        </w:rPr>
      </w:pPr>
      <w:bookmarkStart w:id="35" w:name="_Toc511061348"/>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2</w:t>
      </w:r>
      <w:r w:rsidRPr="005D2D54">
        <w:rPr>
          <w:rFonts w:ascii="Helvetica 55 Roman" w:hAnsi="Helvetica 55 Roman"/>
        </w:rPr>
        <w:fldChar w:fldCharType="end"/>
      </w:r>
      <w:r w:rsidRPr="005D2D54">
        <w:rPr>
          <w:rFonts w:ascii="Helvetica 55 Roman" w:hAnsi="Helvetica 55 Roman"/>
        </w:rPr>
        <w:t xml:space="preserve"> </w:t>
      </w:r>
      <w:r w:rsidR="008F2D21"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Pr="005D2D54">
        <w:rPr>
          <w:rFonts w:ascii="Helvetica 55 Roman" w:hAnsi="Helvetica 55 Roman"/>
        </w:rPr>
        <w:t xml:space="preserve">- Raccordement au </w:t>
      </w:r>
      <w:r w:rsidR="002C1060" w:rsidRPr="005D2D54">
        <w:rPr>
          <w:rFonts w:ascii="Helvetica 55 Roman" w:hAnsi="Helvetica 55 Roman"/>
        </w:rPr>
        <w:t>PM</w:t>
      </w:r>
      <w:bookmarkEnd w:id="35"/>
    </w:p>
    <w:p w:rsidR="001F7792" w:rsidRPr="005D2D54" w:rsidRDefault="001F7792" w:rsidP="001F7792">
      <w:pPr>
        <w:rPr>
          <w:rFonts w:ascii="Helvetica 55 Roman" w:hAnsi="Helvetica 55 Roman"/>
        </w:rPr>
      </w:pPr>
    </w:p>
    <w:p w:rsidR="006A1D55" w:rsidRPr="005D2D54" w:rsidRDefault="006A1D55" w:rsidP="001F7792">
      <w:pPr>
        <w:rPr>
          <w:rFonts w:ascii="Helvetica 55 Roman" w:hAnsi="Helvetica 55 Roman"/>
        </w:rPr>
      </w:pPr>
      <w:bookmarkStart w:id="36" w:name="_GoBack"/>
      <w:bookmarkEnd w:id="36"/>
    </w:p>
    <w:p w:rsidR="001F7792" w:rsidRPr="005D2D54" w:rsidRDefault="00B14F9B" w:rsidP="009B7967">
      <w:pPr>
        <w:pStyle w:val="Titre2"/>
        <w:rPr>
          <w:rFonts w:ascii="Helvetica 55 Roman" w:hAnsi="Helvetica 55 Roman"/>
          <w:bCs/>
        </w:rPr>
      </w:pPr>
      <w:bookmarkStart w:id="37" w:name="_Toc69280794"/>
      <w:r w:rsidRPr="005D2D54">
        <w:rPr>
          <w:rFonts w:ascii="Helvetica 55 Roman" w:hAnsi="Helvetica 55 Roman" w:cs="Arial"/>
        </w:rPr>
        <w:t>Raccordement</w:t>
      </w:r>
      <w:r w:rsidRPr="005D2D54">
        <w:rPr>
          <w:rFonts w:ascii="Helvetica 55 Roman" w:hAnsi="Helvetica 55 Roman"/>
          <w:bCs/>
        </w:rPr>
        <w:t xml:space="preserve"> coté Client Final</w:t>
      </w:r>
      <w:bookmarkEnd w:id="37"/>
    </w:p>
    <w:p w:rsidR="00E25197" w:rsidRPr="005D2D54" w:rsidRDefault="00E25197" w:rsidP="00E25197">
      <w:pPr>
        <w:rPr>
          <w:rFonts w:ascii="Helvetica 55 Roman" w:hAnsi="Helvetica 55 Roman"/>
          <w:b/>
        </w:rPr>
      </w:pPr>
    </w:p>
    <w:p w:rsidR="00FB7254" w:rsidRPr="005D2D54" w:rsidRDefault="00FB7254" w:rsidP="00E25197">
      <w:pPr>
        <w:rPr>
          <w:rFonts w:ascii="Helvetica 55 Roman" w:hAnsi="Helvetica 55 Roman" w:cs="Arial"/>
          <w:b/>
        </w:rPr>
      </w:pPr>
    </w:p>
    <w:p w:rsidR="00915A8A" w:rsidRPr="005D2D54" w:rsidRDefault="00FB7254" w:rsidP="00E25197">
      <w:pPr>
        <w:rPr>
          <w:rFonts w:ascii="Helvetica 55 Roman" w:hAnsi="Helvetica 55 Roman" w:cs="Arial"/>
        </w:rPr>
      </w:pPr>
      <w:r w:rsidRPr="005D2D54">
        <w:rPr>
          <w:rFonts w:ascii="Helvetica 55 Roman" w:hAnsi="Helvetica 55 Roman" w:cs="Arial"/>
        </w:rPr>
        <w:t xml:space="preserve">Le raccordement du Client Final sera réalisé par </w:t>
      </w:r>
      <w:r w:rsidR="00F972E3">
        <w:rPr>
          <w:rFonts w:ascii="Helvetica 55 Roman" w:hAnsi="Helvetica 55 Roman" w:cs="Arial"/>
        </w:rPr>
        <w:t>YANA FIBRE</w:t>
      </w:r>
      <w:r w:rsidR="004013C4" w:rsidRPr="005D2D54">
        <w:rPr>
          <w:rFonts w:ascii="Helvetica 55 Roman" w:hAnsi="Helvetica 55 Roman" w:cs="Arial"/>
        </w:rPr>
        <w:t xml:space="preserve"> </w:t>
      </w:r>
      <w:r w:rsidRPr="005D2D54">
        <w:rPr>
          <w:rFonts w:ascii="Helvetica 55 Roman" w:hAnsi="Helvetica 55 Roman" w:cs="Arial"/>
        </w:rPr>
        <w:t>depuis un Point de Raccordement Entreprise</w:t>
      </w:r>
      <w:r w:rsidR="00D1117D" w:rsidRPr="005D2D54">
        <w:rPr>
          <w:rFonts w:ascii="Helvetica 55 Roman" w:hAnsi="Helvetica 55 Roman" w:cs="Arial"/>
        </w:rPr>
        <w:t xml:space="preserve"> (</w:t>
      </w:r>
      <w:r w:rsidR="00865E63" w:rsidRPr="005D2D54">
        <w:rPr>
          <w:rFonts w:ascii="Helvetica 55 Roman" w:hAnsi="Helvetica 55 Roman" w:cs="Arial"/>
        </w:rPr>
        <w:t>PRE</w:t>
      </w:r>
      <w:r w:rsidR="00D1117D" w:rsidRPr="005D2D54">
        <w:rPr>
          <w:rFonts w:ascii="Helvetica 55 Roman" w:hAnsi="Helvetica 55 Roman" w:cs="Arial"/>
        </w:rPr>
        <w:t>)</w:t>
      </w:r>
      <w:r w:rsidR="00865E63" w:rsidRPr="005D2D54">
        <w:rPr>
          <w:rFonts w:ascii="Helvetica 55 Roman" w:hAnsi="Helvetica 55 Roman" w:cs="Arial"/>
        </w:rPr>
        <w:t xml:space="preserve"> </w:t>
      </w:r>
      <w:r w:rsidRPr="005D2D54">
        <w:rPr>
          <w:rFonts w:ascii="Helvetica 55 Roman" w:hAnsi="Helvetica 55 Roman" w:cs="Arial"/>
        </w:rPr>
        <w:t xml:space="preserve"> sur le réseau d</w:t>
      </w:r>
      <w:r w:rsidR="007D760F" w:rsidRPr="005D2D54">
        <w:rPr>
          <w:rFonts w:ascii="Helvetica 55 Roman" w:hAnsi="Helvetica 55 Roman" w:cs="Arial"/>
        </w:rPr>
        <w:t xml:space="preserve">e </w:t>
      </w:r>
      <w:r w:rsidR="00F972E3">
        <w:rPr>
          <w:rFonts w:ascii="Helvetica 55 Roman" w:hAnsi="Helvetica 55 Roman" w:cs="Arial"/>
        </w:rPr>
        <w:t>YANA FIBRE</w:t>
      </w:r>
      <w:r w:rsidRPr="005D2D54">
        <w:rPr>
          <w:rFonts w:ascii="Helvetica 55 Roman" w:hAnsi="Helvetica 55 Roman" w:cs="Arial"/>
        </w:rPr>
        <w:t>.</w:t>
      </w:r>
      <w:r w:rsidR="00915A8A" w:rsidRPr="005D2D54">
        <w:rPr>
          <w:rFonts w:ascii="Helvetica 55 Roman" w:hAnsi="Helvetica 55 Roman" w:cs="Arial"/>
        </w:rPr>
        <w:t xml:space="preserve"> </w:t>
      </w:r>
    </w:p>
    <w:p w:rsidR="00915A8A" w:rsidRPr="005D2D54" w:rsidRDefault="00915A8A" w:rsidP="00E25197">
      <w:pPr>
        <w:rPr>
          <w:rFonts w:ascii="Helvetica 55 Roman" w:hAnsi="Helvetica 55 Roman" w:cs="Arial"/>
        </w:rPr>
      </w:pPr>
    </w:p>
    <w:p w:rsidR="008809DA" w:rsidRPr="005D2D54" w:rsidRDefault="00FB7254" w:rsidP="00E25197">
      <w:pPr>
        <w:rPr>
          <w:rFonts w:ascii="Helvetica 55 Roman" w:hAnsi="Helvetica 55 Roman" w:cs="Arial"/>
        </w:rPr>
      </w:pPr>
      <w:r w:rsidRPr="005D2D54">
        <w:rPr>
          <w:rFonts w:ascii="Helvetica 55 Roman" w:hAnsi="Helvetica 55 Roman" w:cs="Arial"/>
        </w:rPr>
        <w:t>Le PRE</w:t>
      </w:r>
      <w:r w:rsidR="008809DA" w:rsidRPr="005D2D54">
        <w:rPr>
          <w:rFonts w:ascii="Helvetica 55 Roman" w:hAnsi="Helvetica 55 Roman" w:cs="Arial"/>
        </w:rPr>
        <w:t xml:space="preserve"> est commun à plusieurs clients, et </w:t>
      </w:r>
      <w:r w:rsidRPr="005D2D54">
        <w:rPr>
          <w:rFonts w:ascii="Helvetica 55 Roman" w:hAnsi="Helvetica 55 Roman" w:cs="Arial"/>
        </w:rPr>
        <w:t xml:space="preserve"> peut se situer </w:t>
      </w:r>
    </w:p>
    <w:p w:rsidR="008809DA" w:rsidRPr="005D2D54" w:rsidRDefault="00FB7254" w:rsidP="008809DA">
      <w:pPr>
        <w:numPr>
          <w:ilvl w:val="0"/>
          <w:numId w:val="44"/>
        </w:numPr>
        <w:rPr>
          <w:rFonts w:ascii="Helvetica 55 Roman" w:hAnsi="Helvetica 55 Roman" w:cs="Arial"/>
        </w:rPr>
      </w:pPr>
      <w:r w:rsidRPr="005D2D54">
        <w:rPr>
          <w:rFonts w:ascii="Helvetica 55 Roman" w:hAnsi="Helvetica 55 Roman" w:cs="Arial"/>
        </w:rPr>
        <w:t xml:space="preserve">soit </w:t>
      </w:r>
      <w:r w:rsidR="00D1117D" w:rsidRPr="005D2D54">
        <w:rPr>
          <w:rFonts w:ascii="Helvetica 55 Roman" w:hAnsi="Helvetica 55 Roman" w:cs="Arial"/>
        </w:rPr>
        <w:t xml:space="preserve">en </w:t>
      </w:r>
      <w:r w:rsidRPr="005D2D54">
        <w:rPr>
          <w:rFonts w:ascii="Helvetica 55 Roman" w:hAnsi="Helvetica 55 Roman" w:cs="Arial"/>
        </w:rPr>
        <w:t>e</w:t>
      </w:r>
      <w:r w:rsidR="008809DA" w:rsidRPr="005D2D54">
        <w:rPr>
          <w:rFonts w:ascii="Helvetica 55 Roman" w:hAnsi="Helvetica 55 Roman" w:cs="Arial"/>
        </w:rPr>
        <w:t xml:space="preserve">xtérieur, </w:t>
      </w:r>
      <w:r w:rsidR="00D01B27" w:rsidRPr="005D2D54">
        <w:rPr>
          <w:rFonts w:ascii="Helvetica 55 Roman" w:hAnsi="Helvetica 55 Roman" w:cs="Arial"/>
        </w:rPr>
        <w:t xml:space="preserve">commun à plusieurs adresses  </w:t>
      </w:r>
    </w:p>
    <w:p w:rsidR="008809DA" w:rsidRPr="005D2D54" w:rsidRDefault="00FB7254" w:rsidP="008809DA">
      <w:pPr>
        <w:numPr>
          <w:ilvl w:val="0"/>
          <w:numId w:val="44"/>
        </w:numPr>
        <w:rPr>
          <w:rFonts w:ascii="Helvetica 55 Roman" w:hAnsi="Helvetica 55 Roman" w:cs="Arial"/>
        </w:rPr>
      </w:pPr>
      <w:r w:rsidRPr="005D2D54">
        <w:rPr>
          <w:rFonts w:ascii="Helvetica 55 Roman" w:hAnsi="Helvetica 55 Roman" w:cs="Arial"/>
        </w:rPr>
        <w:t>soit à l’intérieur</w:t>
      </w:r>
      <w:r w:rsidR="00D01B27" w:rsidRPr="005D2D54">
        <w:rPr>
          <w:rFonts w:ascii="Helvetica 55 Roman" w:hAnsi="Helvetica 55 Roman" w:cs="Arial"/>
        </w:rPr>
        <w:t xml:space="preserve">  </w:t>
      </w:r>
      <w:r w:rsidRPr="005D2D54">
        <w:rPr>
          <w:rFonts w:ascii="Helvetica 55 Roman" w:hAnsi="Helvetica 55 Roman" w:cs="Arial"/>
        </w:rPr>
        <w:t>dans les parties communes pour le cas d’immeubles collectifs</w:t>
      </w:r>
      <w:r w:rsidR="00D01B27" w:rsidRPr="005D2D54">
        <w:rPr>
          <w:rFonts w:ascii="Helvetica 55 Roman" w:hAnsi="Helvetica 55 Roman" w:cs="Arial"/>
        </w:rPr>
        <w:t xml:space="preserve"> par exemple</w:t>
      </w:r>
      <w:r w:rsidRPr="005D2D54">
        <w:rPr>
          <w:rFonts w:ascii="Helvetica 55 Roman" w:hAnsi="Helvetica 55 Roman" w:cs="Arial"/>
        </w:rPr>
        <w:t xml:space="preserve">.  </w:t>
      </w:r>
    </w:p>
    <w:p w:rsidR="008809DA" w:rsidRPr="005D2D54" w:rsidRDefault="008809DA" w:rsidP="008809DA">
      <w:pPr>
        <w:rPr>
          <w:rFonts w:ascii="Helvetica 55 Roman" w:hAnsi="Helvetica 55 Roman" w:cs="Arial"/>
        </w:rPr>
      </w:pPr>
    </w:p>
    <w:p w:rsidR="00FB7254" w:rsidRPr="005D2D54" w:rsidRDefault="00FB7254" w:rsidP="008809DA">
      <w:pPr>
        <w:rPr>
          <w:rFonts w:ascii="Helvetica 55 Roman" w:hAnsi="Helvetica 55 Roman" w:cs="Arial"/>
        </w:rPr>
      </w:pPr>
      <w:r w:rsidRPr="005D2D54">
        <w:rPr>
          <w:rFonts w:ascii="Helvetica 55 Roman" w:hAnsi="Helvetica 55 Roman" w:cs="Arial"/>
        </w:rPr>
        <w:t xml:space="preserve">Le choix de l’emplacement du PRE est fait par </w:t>
      </w:r>
      <w:r w:rsidR="00F972E3">
        <w:rPr>
          <w:rFonts w:ascii="Helvetica 55 Roman" w:hAnsi="Helvetica 55 Roman" w:cs="Arial"/>
        </w:rPr>
        <w:t>YANA FIBRE</w:t>
      </w:r>
      <w:r w:rsidR="00865E63" w:rsidRPr="005D2D54">
        <w:rPr>
          <w:rFonts w:ascii="Helvetica 55 Roman" w:hAnsi="Helvetica 55 Roman" w:cs="Arial"/>
        </w:rPr>
        <w:t>.</w:t>
      </w:r>
    </w:p>
    <w:p w:rsidR="00FB7254" w:rsidRPr="005D2D54" w:rsidRDefault="00FB7254" w:rsidP="00E25197">
      <w:pPr>
        <w:rPr>
          <w:rFonts w:ascii="Helvetica 55 Roman" w:hAnsi="Helvetica 55 Roman"/>
        </w:rPr>
      </w:pPr>
    </w:p>
    <w:p w:rsidR="00FB7254" w:rsidRPr="005D2D54" w:rsidRDefault="00FB7254" w:rsidP="00FB7254">
      <w:pPr>
        <w:pStyle w:val="Titre3"/>
        <w:tabs>
          <w:tab w:val="clear" w:pos="720"/>
        </w:tabs>
        <w:ind w:left="0" w:firstLine="0"/>
        <w:jc w:val="left"/>
        <w:rPr>
          <w:rFonts w:ascii="Helvetica 55 Roman" w:hAnsi="Helvetica 55 Roman" w:cs="Arial"/>
        </w:rPr>
      </w:pPr>
      <w:bookmarkStart w:id="38" w:name="_Toc69280795"/>
      <w:r w:rsidRPr="005D2D54">
        <w:rPr>
          <w:rFonts w:ascii="Helvetica 55 Roman" w:hAnsi="Helvetica 55 Roman" w:cs="Arial"/>
        </w:rPr>
        <w:lastRenderedPageBreak/>
        <w:t>Raccordement client sur un PRE extérieur</w:t>
      </w:r>
      <w:bookmarkEnd w:id="38"/>
    </w:p>
    <w:p w:rsidR="008F2D21" w:rsidRPr="005D2D54" w:rsidRDefault="000B3D9E" w:rsidP="008F2D21">
      <w:pPr>
        <w:jc w:val="both"/>
        <w:rPr>
          <w:rFonts w:ascii="Helvetica 55 Roman" w:hAnsi="Helvetica 55 Roman" w:cs="Arial"/>
        </w:rPr>
      </w:pPr>
      <w:r w:rsidRPr="005D2D54">
        <w:rPr>
          <w:rFonts w:ascii="Helvetica 55 Roman" w:hAnsi="Helvetica 55 Roman"/>
          <w:noProof/>
        </w:rPr>
        <w:drawing>
          <wp:inline distT="0" distB="0" distL="0" distR="0">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rsidR="00A3391E" w:rsidRPr="005D2D54" w:rsidRDefault="00D267BC" w:rsidP="008F2D21">
      <w:pPr>
        <w:jc w:val="both"/>
        <w:rPr>
          <w:rFonts w:ascii="Helvetica 55 Roman" w:hAnsi="Helvetica 55 Roman" w:cs="Arial"/>
        </w:rPr>
      </w:pPr>
      <w:r w:rsidRPr="005D2D54">
        <w:rPr>
          <w:rFonts w:ascii="Helvetica 55 Roman" w:hAnsi="Helvetica 55 Roman" w:cs="Arial"/>
        </w:rPr>
        <w:t xml:space="preserve"> </w:t>
      </w:r>
    </w:p>
    <w:p w:rsidR="00A3391E" w:rsidRPr="005D2D54" w:rsidRDefault="000B3D9E" w:rsidP="008F2D21">
      <w:pPr>
        <w:jc w:val="both"/>
        <w:rPr>
          <w:rFonts w:ascii="Helvetica 55 Roman" w:hAnsi="Helvetica 55 Roman" w:cs="Arial"/>
        </w:rPr>
      </w:pPr>
      <w:r w:rsidRPr="005D2D54">
        <w:rPr>
          <w:rFonts w:ascii="Helvetica 55 Roman" w:hAnsi="Helvetica 55 Roman"/>
          <w:noProof/>
        </w:rPr>
        <mc:AlternateContent>
          <mc:Choice Requires="wps">
            <w:drawing>
              <wp:anchor distT="0" distB="0" distL="114300" distR="114300" simplePos="0" relativeHeight="251639808" behindDoc="0" locked="0" layoutInCell="1" allowOverlap="1">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5E63" w:rsidRPr="0045789F" w:rsidRDefault="00865E63" w:rsidP="008809DA">
                            <w:pPr>
                              <w:pStyle w:val="Lgende"/>
                              <w:jc w:val="center"/>
                              <w:rPr>
                                <w:rFonts w:ascii="Arial" w:hAnsi="Arial" w:cs="Arial"/>
                              </w:rPr>
                            </w:pPr>
                            <w:bookmarkStart w:id="39" w:name="_Toc511061349"/>
                            <w:r>
                              <w:t xml:space="preserve">Figure </w:t>
                            </w:r>
                            <w:r w:rsidR="00F972E3">
                              <w:rPr>
                                <w:noProof/>
                              </w:rPr>
                              <w:fldChar w:fldCharType="begin"/>
                            </w:r>
                            <w:r w:rsidR="00F972E3">
                              <w:rPr>
                                <w:noProof/>
                              </w:rPr>
                              <w:instrText xml:space="preserve"> SEQ Figure \* ARABIC </w:instrText>
                            </w:r>
                            <w:r w:rsidR="00F972E3">
                              <w:rPr>
                                <w:noProof/>
                              </w:rPr>
                              <w:fldChar w:fldCharType="separate"/>
                            </w:r>
                            <w:r w:rsidR="00F23CC6">
                              <w:rPr>
                                <w:noProof/>
                              </w:rPr>
                              <w:t>3</w:t>
                            </w:r>
                            <w:r w:rsidR="00F972E3">
                              <w:rPr>
                                <w:noProof/>
                              </w:rPr>
                              <w:fldChar w:fldCharType="end"/>
                            </w:r>
                            <w:r>
                              <w:t xml:space="preserve"> : </w:t>
                            </w:r>
                            <w:r w:rsidR="004013C4">
                              <w:t xml:space="preserve">FTTE passif au </w:t>
                            </w:r>
                            <w:r w:rsidR="002C1060">
                              <w:t>PM </w:t>
                            </w:r>
                            <w:r w:rsidR="00915A8A">
                              <w:t>- r</w:t>
                            </w:r>
                            <w:r>
                              <w:t>accordement sur PRE extérieur</w:t>
                            </w:r>
                            <w:bookmarkEnd w:id="3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" stroked="f">
                <v:textbox style="mso-fit-shape-to-text:t" inset="0,0,0,0">
                  <w:txbxContent>
                    <w:p w:rsidR="00865E63" w:rsidRPr="0045789F" w:rsidRDefault="00865E63" w:rsidP="008809DA">
                      <w:pPr>
                        <w:pStyle w:val="Lgende"/>
                        <w:jc w:val="center"/>
                        <w:rPr>
                          <w:rFonts w:ascii="Arial" w:hAnsi="Arial" w:cs="Arial"/>
                        </w:rPr>
                      </w:pPr>
                      <w:bookmarkStart w:id="40" w:name="_Toc511061349"/>
                      <w:r>
                        <w:t xml:space="preserve">Figure </w:t>
                      </w:r>
                      <w:r w:rsidR="00F972E3">
                        <w:rPr>
                          <w:noProof/>
                        </w:rPr>
                        <w:fldChar w:fldCharType="begin"/>
                      </w:r>
                      <w:r w:rsidR="00F972E3">
                        <w:rPr>
                          <w:noProof/>
                        </w:rPr>
                        <w:instrText xml:space="preserve"> SEQ Figure \* ARABIC </w:instrText>
                      </w:r>
                      <w:r w:rsidR="00F972E3">
                        <w:rPr>
                          <w:noProof/>
                        </w:rPr>
                        <w:fldChar w:fldCharType="separate"/>
                      </w:r>
                      <w:r w:rsidR="00F23CC6">
                        <w:rPr>
                          <w:noProof/>
                        </w:rPr>
                        <w:t>3</w:t>
                      </w:r>
                      <w:r w:rsidR="00F972E3">
                        <w:rPr>
                          <w:noProof/>
                        </w:rPr>
                        <w:fldChar w:fldCharType="end"/>
                      </w:r>
                      <w:r>
                        <w:t xml:space="preserve"> : </w:t>
                      </w:r>
                      <w:r w:rsidR="004013C4">
                        <w:t xml:space="preserve">FTTE passif au </w:t>
                      </w:r>
                      <w:r w:rsidR="002C1060">
                        <w:t>PM </w:t>
                      </w:r>
                      <w:r w:rsidR="00915A8A">
                        <w:t>- r</w:t>
                      </w:r>
                      <w:r>
                        <w:t>accordement sur PRE extérieur</w:t>
                      </w:r>
                      <w:bookmarkEnd w:id="40"/>
                    </w:p>
                  </w:txbxContent>
                </v:textbox>
              </v:shape>
            </w:pict>
          </mc:Fallback>
        </mc:AlternateContent>
      </w:r>
    </w:p>
    <w:p w:rsidR="00E22812" w:rsidRPr="005D2D54" w:rsidRDefault="00E22812" w:rsidP="00FE2954">
      <w:pPr>
        <w:rPr>
          <w:rFonts w:ascii="Helvetica 55 Roman" w:hAnsi="Helvetica 55 Roman" w:cs="Arial"/>
        </w:rPr>
      </w:pPr>
    </w:p>
    <w:p w:rsidR="00F33010" w:rsidRPr="005D2D54" w:rsidRDefault="00F33010" w:rsidP="00FE2954">
      <w:pPr>
        <w:rPr>
          <w:rFonts w:ascii="Helvetica 55 Roman" w:hAnsi="Helvetica 55 Roman" w:cs="Arial"/>
        </w:rPr>
      </w:pPr>
    </w:p>
    <w:p w:rsidR="00FE2954" w:rsidRPr="005D2D54" w:rsidRDefault="000D4314" w:rsidP="00FE2954">
      <w:pPr>
        <w:rPr>
          <w:rFonts w:ascii="Helvetica 55 Roman" w:hAnsi="Helvetica 55 Roman" w:cs="Arial"/>
        </w:rPr>
      </w:pPr>
      <w:r w:rsidRPr="005D2D54">
        <w:rPr>
          <w:rFonts w:ascii="Helvetica 55 Roman" w:hAnsi="Helvetica 55 Roman" w:cs="Arial"/>
        </w:rPr>
        <w:t>L</w:t>
      </w:r>
      <w:r w:rsidR="00D1117D" w:rsidRPr="005D2D54">
        <w:rPr>
          <w:rFonts w:ascii="Helvetica 55 Roman" w:hAnsi="Helvetica 55 Roman" w:cs="Arial"/>
        </w:rPr>
        <w:t>e</w:t>
      </w:r>
      <w:r w:rsidRPr="005D2D54">
        <w:rPr>
          <w:rFonts w:ascii="Helvetica 55 Roman" w:hAnsi="Helvetica 55 Roman" w:cs="Arial"/>
        </w:rPr>
        <w:t xml:space="preserve"> </w:t>
      </w:r>
      <w:r w:rsidR="00D1117D" w:rsidRPr="005D2D54">
        <w:rPr>
          <w:rFonts w:ascii="Helvetica 55 Roman" w:hAnsi="Helvetica 55 Roman" w:cs="Arial"/>
        </w:rPr>
        <w:t xml:space="preserve">cheminement de la </w:t>
      </w:r>
      <w:r w:rsidRPr="005D2D54">
        <w:rPr>
          <w:rFonts w:ascii="Helvetica 55 Roman" w:hAnsi="Helvetica 55 Roman" w:cs="Arial"/>
        </w:rPr>
        <w:t xml:space="preserve">liaison entre </w:t>
      </w:r>
      <w:r w:rsidR="00FB7254" w:rsidRPr="005D2D54">
        <w:rPr>
          <w:rFonts w:ascii="Helvetica 55 Roman" w:hAnsi="Helvetica 55 Roman" w:cs="Arial"/>
        </w:rPr>
        <w:t>le PRE</w:t>
      </w:r>
      <w:r w:rsidR="00F510F0" w:rsidRPr="005D2D54">
        <w:rPr>
          <w:rFonts w:ascii="Helvetica 55 Roman" w:hAnsi="Helvetica 55 Roman" w:cs="Arial"/>
        </w:rPr>
        <w:t xml:space="preserve"> </w:t>
      </w:r>
      <w:r w:rsidRPr="005D2D54">
        <w:rPr>
          <w:rFonts w:ascii="Helvetica 55 Roman" w:hAnsi="Helvetica 55 Roman" w:cs="Arial"/>
        </w:rPr>
        <w:t xml:space="preserve">et </w:t>
      </w:r>
      <w:r w:rsidR="00D1117D" w:rsidRPr="005D2D54">
        <w:rPr>
          <w:rFonts w:ascii="Helvetica 55 Roman" w:hAnsi="Helvetica 55 Roman" w:cs="Arial"/>
        </w:rPr>
        <w:t>le</w:t>
      </w:r>
      <w:r w:rsidR="00FB7254" w:rsidRPr="005D2D54">
        <w:rPr>
          <w:rFonts w:ascii="Helvetica 55 Roman" w:hAnsi="Helvetica 55 Roman" w:cs="Arial"/>
        </w:rPr>
        <w:t xml:space="preserve"> domaine privé du </w:t>
      </w:r>
      <w:r w:rsidRPr="005D2D54">
        <w:rPr>
          <w:rFonts w:ascii="Helvetica 55 Roman" w:hAnsi="Helvetica 55 Roman" w:cs="Arial"/>
        </w:rPr>
        <w:t xml:space="preserve">site </w:t>
      </w:r>
      <w:r w:rsidR="00FB7254" w:rsidRPr="005D2D54">
        <w:rPr>
          <w:rFonts w:ascii="Helvetica 55 Roman" w:hAnsi="Helvetica 55 Roman" w:cs="Arial"/>
        </w:rPr>
        <w:t xml:space="preserve">du Client Final </w:t>
      </w:r>
      <w:r w:rsidR="00FE2954" w:rsidRPr="005D2D54">
        <w:rPr>
          <w:rFonts w:ascii="Helvetica 55 Roman" w:hAnsi="Helvetica 55 Roman" w:cs="Arial"/>
        </w:rPr>
        <w:t xml:space="preserve">dépend du type d’adduction </w:t>
      </w:r>
      <w:r w:rsidR="00F510F0" w:rsidRPr="005D2D54">
        <w:rPr>
          <w:rFonts w:ascii="Helvetica 55 Roman" w:hAnsi="Helvetica 55 Roman" w:cs="Arial"/>
        </w:rPr>
        <w:t xml:space="preserve">du </w:t>
      </w:r>
      <w:r w:rsidR="00D1117D" w:rsidRPr="005D2D54">
        <w:rPr>
          <w:rFonts w:ascii="Helvetica 55 Roman" w:hAnsi="Helvetica 55 Roman" w:cs="Arial"/>
        </w:rPr>
        <w:t>site du C</w:t>
      </w:r>
      <w:r w:rsidR="00285BC2" w:rsidRPr="005D2D54">
        <w:rPr>
          <w:rFonts w:ascii="Helvetica 55 Roman" w:hAnsi="Helvetica 55 Roman" w:cs="Arial"/>
        </w:rPr>
        <w:t xml:space="preserve">lient </w:t>
      </w:r>
      <w:r w:rsidR="00D1117D" w:rsidRPr="005D2D54">
        <w:rPr>
          <w:rFonts w:ascii="Helvetica 55 Roman" w:hAnsi="Helvetica 55 Roman" w:cs="Arial"/>
        </w:rPr>
        <w:t>F</w:t>
      </w:r>
      <w:r w:rsidR="00285BC2" w:rsidRPr="005D2D54">
        <w:rPr>
          <w:rFonts w:ascii="Helvetica 55 Roman" w:hAnsi="Helvetica 55 Roman" w:cs="Arial"/>
        </w:rPr>
        <w:t>inal.</w:t>
      </w:r>
      <w:r w:rsidR="00D1117D" w:rsidRPr="005D2D54">
        <w:rPr>
          <w:rFonts w:ascii="Helvetica 55 Roman" w:hAnsi="Helvetica 55 Roman" w:cs="Arial"/>
        </w:rPr>
        <w:t xml:space="preserve"> Il peut être constitué de :</w:t>
      </w:r>
    </w:p>
    <w:p w:rsidR="00D1117D" w:rsidRPr="005D2D54" w:rsidRDefault="00D1117D" w:rsidP="00FE2954">
      <w:pPr>
        <w:rPr>
          <w:rFonts w:ascii="Helvetica 55 Roman" w:hAnsi="Helvetica 55 Roman" w:cs="Arial"/>
        </w:rPr>
      </w:pPr>
    </w:p>
    <w:p w:rsidR="00FE2954" w:rsidRPr="005D2D54" w:rsidRDefault="00D1117D" w:rsidP="00FE2954">
      <w:pPr>
        <w:numPr>
          <w:ilvl w:val="1"/>
          <w:numId w:val="29"/>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ranchement souterrain : réutilisation d’un fourreau existant, libre ou occupé</w:t>
      </w:r>
      <w:r w:rsidR="0023018D" w:rsidRPr="005D2D54">
        <w:rPr>
          <w:rFonts w:ascii="Helvetica 55 Roman" w:hAnsi="Helvetica 55 Roman" w:cs="Arial"/>
        </w:rPr>
        <w:t xml:space="preserve"> avec passage possible</w:t>
      </w:r>
    </w:p>
    <w:p w:rsidR="00FE2954" w:rsidRPr="005D2D54" w:rsidRDefault="00D1117D" w:rsidP="00FE2954">
      <w:pPr>
        <w:numPr>
          <w:ilvl w:val="1"/>
          <w:numId w:val="29"/>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 xml:space="preserve">ranchement aérien : passage du câble sur l’infrastructure d’exploitant tiers (Poteaux </w:t>
      </w:r>
      <w:r w:rsidR="00F972E3">
        <w:rPr>
          <w:rFonts w:ascii="Helvetica 55 Roman" w:hAnsi="Helvetica 55 Roman" w:cs="Arial"/>
        </w:rPr>
        <w:t>YANA FIBRE</w:t>
      </w:r>
      <w:r w:rsidR="004013C4" w:rsidRPr="005D2D54">
        <w:rPr>
          <w:rFonts w:ascii="Helvetica 55 Roman" w:hAnsi="Helvetica 55 Roman" w:cs="Arial"/>
        </w:rPr>
        <w:t xml:space="preserve"> </w:t>
      </w:r>
      <w:r w:rsidR="00FE2954" w:rsidRPr="005D2D54">
        <w:rPr>
          <w:rFonts w:ascii="Helvetica 55 Roman" w:hAnsi="Helvetica 55 Roman" w:cs="Arial"/>
        </w:rPr>
        <w:t>et/ou exploitants d’énergie électrique</w:t>
      </w:r>
      <w:r w:rsidR="008809DA" w:rsidRPr="005D2D54">
        <w:rPr>
          <w:rFonts w:ascii="Helvetica 55 Roman" w:hAnsi="Helvetica 55 Roman" w:cs="Arial"/>
        </w:rPr>
        <w:t>),</w:t>
      </w:r>
      <w:r w:rsidRPr="005D2D54">
        <w:rPr>
          <w:rFonts w:ascii="Helvetica 55 Roman" w:hAnsi="Helvetica 55 Roman" w:cs="Arial"/>
        </w:rPr>
        <w:t xml:space="preserve"> nécessitant</w:t>
      </w:r>
      <w:r w:rsidR="00FE2954" w:rsidRPr="005D2D54">
        <w:rPr>
          <w:rFonts w:ascii="Helvetica 55 Roman" w:hAnsi="Helvetica 55 Roman" w:cs="Arial"/>
        </w:rPr>
        <w:t xml:space="preserve"> l'accord spécifique préalable des exploitants Tiers</w:t>
      </w:r>
    </w:p>
    <w:p w:rsidR="00FE2954" w:rsidRPr="005D2D54" w:rsidRDefault="00D1117D" w:rsidP="00FE2954">
      <w:pPr>
        <w:numPr>
          <w:ilvl w:val="1"/>
          <w:numId w:val="29"/>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w:t>
      </w:r>
      <w:r w:rsidRPr="005D2D54">
        <w:rPr>
          <w:rFonts w:ascii="Helvetica 55 Roman" w:hAnsi="Helvetica 55 Roman" w:cs="Arial"/>
        </w:rPr>
        <w:t>chement de façade : l</w:t>
      </w:r>
      <w:r w:rsidR="00FE2954" w:rsidRPr="005D2D54">
        <w:rPr>
          <w:rFonts w:ascii="Helvetica 55 Roman" w:hAnsi="Helvetica 55 Roman" w:cs="Arial"/>
        </w:rPr>
        <w:t xml:space="preserve">e passage du câble sur façade nécessite l'accord spécifique </w:t>
      </w:r>
      <w:r w:rsidR="001944B4" w:rsidRPr="005D2D54">
        <w:rPr>
          <w:rFonts w:ascii="Helvetica 55 Roman" w:hAnsi="Helvetica 55 Roman" w:cs="Arial"/>
        </w:rPr>
        <w:t xml:space="preserve">préalable </w:t>
      </w:r>
      <w:r w:rsidR="00FE2954" w:rsidRPr="005D2D54">
        <w:rPr>
          <w:rFonts w:ascii="Helvetica 55 Roman" w:hAnsi="Helvetica 55 Roman" w:cs="Arial"/>
        </w:rPr>
        <w:t>des propriétaires des façades parcourues</w:t>
      </w:r>
      <w:r w:rsidR="0062374C" w:rsidRPr="005D2D54">
        <w:rPr>
          <w:rFonts w:ascii="Helvetica 55 Roman" w:hAnsi="Helvetica 55 Roman" w:cs="Arial"/>
        </w:rPr>
        <w:t>.</w:t>
      </w:r>
    </w:p>
    <w:p w:rsidR="00FE2954" w:rsidRPr="005D2D54" w:rsidRDefault="00FE2954" w:rsidP="00FE2954">
      <w:pPr>
        <w:spacing w:line="360" w:lineRule="auto"/>
        <w:jc w:val="both"/>
        <w:rPr>
          <w:rFonts w:ascii="Helvetica 55 Roman" w:hAnsi="Helvetica 55 Roman"/>
        </w:rPr>
      </w:pPr>
    </w:p>
    <w:p w:rsidR="009C1D7D" w:rsidRPr="005D2D54" w:rsidRDefault="009C1D7D" w:rsidP="009B0080">
      <w:pPr>
        <w:jc w:val="both"/>
        <w:rPr>
          <w:rFonts w:ascii="Helvetica 55 Roman" w:hAnsi="Helvetica 55 Roman" w:cs="Arial"/>
        </w:rPr>
      </w:pPr>
      <w:r w:rsidRPr="005D2D54">
        <w:rPr>
          <w:rFonts w:ascii="Helvetica 55 Roman" w:hAnsi="Helvetica 55 Roman" w:cs="Arial"/>
        </w:rPr>
        <w:t xml:space="preserve">Dans le cas </w:t>
      </w:r>
      <w:r w:rsidR="00B50942" w:rsidRPr="005D2D54">
        <w:rPr>
          <w:rFonts w:ascii="Helvetica 55 Roman" w:hAnsi="Helvetica 55 Roman" w:cs="Arial"/>
        </w:rPr>
        <w:t>où il y un</w:t>
      </w:r>
      <w:r w:rsidRPr="005D2D54">
        <w:rPr>
          <w:rFonts w:ascii="Helvetica 55 Roman" w:hAnsi="Helvetica 55 Roman" w:cs="Arial"/>
        </w:rPr>
        <w:t xml:space="preserve"> parcours </w:t>
      </w:r>
      <w:r w:rsidR="00865E63" w:rsidRPr="005D2D54">
        <w:rPr>
          <w:rFonts w:ascii="Helvetica 55 Roman" w:hAnsi="Helvetica 55 Roman" w:cs="Arial"/>
        </w:rPr>
        <w:t xml:space="preserve">dans des infrastructures </w:t>
      </w:r>
      <w:r w:rsidRPr="005D2D54">
        <w:rPr>
          <w:rFonts w:ascii="Helvetica 55 Roman" w:hAnsi="Helvetica 55 Roman" w:cs="Arial"/>
        </w:rPr>
        <w:t>privé</w:t>
      </w:r>
      <w:r w:rsidR="00865E63" w:rsidRPr="005D2D54">
        <w:rPr>
          <w:rFonts w:ascii="Helvetica 55 Roman" w:hAnsi="Helvetica 55 Roman" w:cs="Arial"/>
        </w:rPr>
        <w:t>es</w:t>
      </w:r>
      <w:r w:rsidRPr="005D2D54">
        <w:rPr>
          <w:rFonts w:ascii="Helvetica 55 Roman" w:hAnsi="Helvetica 55 Roman" w:cs="Arial"/>
        </w:rPr>
        <w:t xml:space="preserve">, il sera à la charge </w:t>
      </w:r>
      <w:r w:rsidR="0062374C" w:rsidRPr="005D2D54">
        <w:rPr>
          <w:rFonts w:ascii="Helvetica 55 Roman" w:hAnsi="Helvetica 55 Roman" w:cs="Arial"/>
        </w:rPr>
        <w:t>de l’Opérateur</w:t>
      </w:r>
      <w:r w:rsidR="009B0080" w:rsidRPr="005D2D54">
        <w:rPr>
          <w:rFonts w:ascii="Helvetica 55 Roman" w:hAnsi="Helvetica 55 Roman" w:cs="Arial"/>
        </w:rPr>
        <w:t xml:space="preserve"> </w:t>
      </w:r>
      <w:r w:rsidRPr="005D2D54">
        <w:rPr>
          <w:rFonts w:ascii="Helvetica 55 Roman" w:hAnsi="Helvetica 55 Roman" w:cs="Arial"/>
        </w:rPr>
        <w:t xml:space="preserve">d’obtenir les autorisations </w:t>
      </w:r>
      <w:r w:rsidR="00B20554" w:rsidRPr="005D2D54">
        <w:rPr>
          <w:rFonts w:ascii="Helvetica 55 Roman" w:hAnsi="Helvetica 55 Roman" w:cs="Arial"/>
        </w:rPr>
        <w:t>nécessaires</w:t>
      </w:r>
      <w:r w:rsidR="00CE4238" w:rsidRPr="005D2D54">
        <w:rPr>
          <w:rFonts w:ascii="Helvetica 55 Roman" w:hAnsi="Helvetica 55 Roman" w:cs="Arial"/>
        </w:rPr>
        <w:t>.</w:t>
      </w:r>
      <w:r w:rsidR="00F510F0" w:rsidRPr="005D2D54">
        <w:rPr>
          <w:rFonts w:ascii="Helvetica 55 Roman" w:hAnsi="Helvetica 55 Roman" w:cs="Arial"/>
        </w:rPr>
        <w:t xml:space="preserve"> </w:t>
      </w:r>
      <w:r w:rsidR="00B20554" w:rsidRPr="005D2D54">
        <w:rPr>
          <w:rFonts w:ascii="Helvetica 55 Roman" w:hAnsi="Helvetica 55 Roman" w:cs="Arial"/>
        </w:rPr>
        <w:t xml:space="preserve"> </w:t>
      </w: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B7254" w:rsidRPr="005D2D54" w:rsidRDefault="00FB7254" w:rsidP="00FB7254">
      <w:pPr>
        <w:rPr>
          <w:rFonts w:ascii="Helvetica 55 Roman" w:hAnsi="Helvetica 55 Roman"/>
        </w:rPr>
      </w:pPr>
    </w:p>
    <w:p w:rsidR="00FB7254" w:rsidRPr="005D2D54" w:rsidRDefault="00FB7254" w:rsidP="00FB7254">
      <w:pPr>
        <w:pStyle w:val="Titre3"/>
        <w:tabs>
          <w:tab w:val="clear" w:pos="720"/>
        </w:tabs>
        <w:ind w:left="0" w:firstLine="0"/>
        <w:jc w:val="left"/>
        <w:rPr>
          <w:rFonts w:ascii="Helvetica 55 Roman" w:hAnsi="Helvetica 55 Roman" w:cs="Arial"/>
        </w:rPr>
      </w:pPr>
      <w:bookmarkStart w:id="41" w:name="_Toc511061270"/>
      <w:bookmarkStart w:id="42" w:name="_Toc511061317"/>
      <w:bookmarkStart w:id="43" w:name="_Toc511061271"/>
      <w:bookmarkStart w:id="44" w:name="_Toc511061318"/>
      <w:bookmarkStart w:id="45" w:name="_Toc511061272"/>
      <w:bookmarkStart w:id="46" w:name="_Toc511061319"/>
      <w:bookmarkStart w:id="47" w:name="_Toc511061273"/>
      <w:bookmarkStart w:id="48" w:name="_Toc511061320"/>
      <w:bookmarkStart w:id="49" w:name="_Toc511061274"/>
      <w:bookmarkStart w:id="50" w:name="_Toc511061321"/>
      <w:bookmarkStart w:id="51" w:name="_Toc511061275"/>
      <w:bookmarkStart w:id="52" w:name="_Toc511061322"/>
      <w:bookmarkStart w:id="53" w:name="_Toc511061276"/>
      <w:bookmarkStart w:id="54" w:name="_Toc511061323"/>
      <w:bookmarkStart w:id="55" w:name="_Toc511061277"/>
      <w:bookmarkStart w:id="56" w:name="_Toc511061324"/>
      <w:bookmarkStart w:id="57" w:name="_Toc511061278"/>
      <w:bookmarkStart w:id="58" w:name="_Toc511061325"/>
      <w:bookmarkStart w:id="59" w:name="_Toc69280796"/>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5D2D54">
        <w:rPr>
          <w:rFonts w:ascii="Helvetica 55 Roman" w:hAnsi="Helvetica 55 Roman" w:cs="Arial"/>
        </w:rPr>
        <w:t>Raccordement client sur un PRE intérieur</w:t>
      </w:r>
      <w:bookmarkEnd w:id="59"/>
    </w:p>
    <w:p w:rsidR="00FB7254" w:rsidRPr="005D2D54" w:rsidRDefault="00FB7254" w:rsidP="00FB7254">
      <w:pPr>
        <w:rPr>
          <w:rFonts w:ascii="Helvetica 55 Roman" w:hAnsi="Helvetica 55 Roman"/>
        </w:rPr>
      </w:pPr>
    </w:p>
    <w:p w:rsidR="00D01B27" w:rsidRPr="005D2D54" w:rsidRDefault="00D01B27" w:rsidP="00FB7254">
      <w:pPr>
        <w:rPr>
          <w:rFonts w:ascii="Helvetica 55 Roman" w:hAnsi="Helvetica 55 Roman"/>
        </w:rPr>
      </w:pPr>
    </w:p>
    <w:p w:rsidR="00D01B27" w:rsidRPr="005D2D54" w:rsidRDefault="000B3D9E" w:rsidP="00FB7254">
      <w:pPr>
        <w:rPr>
          <w:rFonts w:ascii="Helvetica 55 Roman" w:hAnsi="Helvetica 55 Roman"/>
        </w:rPr>
      </w:pPr>
      <w:r w:rsidRPr="005D2D54">
        <w:rPr>
          <w:rFonts w:ascii="Helvetica 55 Roman" w:hAnsi="Helvetica 55 Roman"/>
          <w:noProof/>
        </w:rPr>
        <w:drawing>
          <wp:inline distT="0" distB="0" distL="0" distR="0">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rsidR="004F51DD" w:rsidRPr="005D2D54" w:rsidRDefault="004F51DD" w:rsidP="004F51DD">
      <w:pPr>
        <w:pStyle w:val="Lgende"/>
        <w:jc w:val="center"/>
        <w:rPr>
          <w:rFonts w:ascii="Helvetica 55 Roman" w:hAnsi="Helvetica 55 Roman"/>
        </w:rPr>
      </w:pPr>
      <w:bookmarkStart w:id="60" w:name="_Toc511061350"/>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4</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w:t>
      </w:r>
      <w:r w:rsidRPr="005D2D54">
        <w:rPr>
          <w:rFonts w:ascii="Helvetica 55 Roman" w:hAnsi="Helvetica 55 Roman"/>
        </w:rPr>
        <w:t>- raccordement sur PRE intérieur</w:t>
      </w:r>
      <w:bookmarkEnd w:id="60"/>
    </w:p>
    <w:p w:rsidR="00D267BC" w:rsidRPr="005D2D54" w:rsidRDefault="00D267BC" w:rsidP="00865E63">
      <w:pPr>
        <w:rPr>
          <w:rFonts w:ascii="Helvetica 55 Roman" w:hAnsi="Helvetica 55 Roman" w:cs="Arial"/>
        </w:rPr>
      </w:pPr>
    </w:p>
    <w:p w:rsidR="009C1D7D" w:rsidRPr="005D2D54" w:rsidRDefault="00865E63" w:rsidP="00865E63">
      <w:pPr>
        <w:rPr>
          <w:rFonts w:ascii="Helvetica 55 Roman" w:hAnsi="Helvetica 55 Roman" w:cs="Arial"/>
        </w:rPr>
      </w:pPr>
      <w:r w:rsidRPr="005D2D54">
        <w:rPr>
          <w:rFonts w:ascii="Helvetica 55 Roman" w:hAnsi="Helvetica 55 Roman" w:cs="Arial"/>
        </w:rPr>
        <w:t xml:space="preserve">Le PRE </w:t>
      </w:r>
      <w:r w:rsidR="004013C4" w:rsidRPr="005D2D54">
        <w:rPr>
          <w:rFonts w:ascii="Helvetica 55 Roman" w:hAnsi="Helvetica 55 Roman" w:cs="Arial"/>
        </w:rPr>
        <w:t xml:space="preserve">est généralement </w:t>
      </w:r>
      <w:r w:rsidRPr="005D2D54">
        <w:rPr>
          <w:rFonts w:ascii="Helvetica 55 Roman" w:hAnsi="Helvetica 55 Roman" w:cs="Arial"/>
        </w:rPr>
        <w:t xml:space="preserve"> posé en réactif lors de la 1</w:t>
      </w:r>
      <w:r w:rsidRPr="005D2D54">
        <w:rPr>
          <w:rFonts w:ascii="Helvetica 55 Roman" w:hAnsi="Helvetica 55 Roman" w:cs="Arial"/>
          <w:vertAlign w:val="superscript"/>
        </w:rPr>
        <w:t>ère</w:t>
      </w:r>
      <w:r w:rsidRPr="005D2D54">
        <w:rPr>
          <w:rFonts w:ascii="Helvetica 55 Roman" w:hAnsi="Helvetica 55 Roman" w:cs="Arial"/>
        </w:rPr>
        <w:t xml:space="preserve">  commande à l’adresse du site Client Final. Dans ce cas, la</w:t>
      </w:r>
      <w:r w:rsidR="009C1D7D" w:rsidRPr="005D2D54">
        <w:rPr>
          <w:rFonts w:ascii="Helvetica 55 Roman" w:hAnsi="Helvetica 55 Roman" w:cs="Arial"/>
        </w:rPr>
        <w:t xml:space="preserve"> pose </w:t>
      </w:r>
      <w:r w:rsidRPr="005D2D54">
        <w:rPr>
          <w:rFonts w:ascii="Helvetica 55 Roman" w:hAnsi="Helvetica 55 Roman" w:cs="Arial"/>
        </w:rPr>
        <w:t>du PRE</w:t>
      </w:r>
      <w:r w:rsidR="009C1D7D" w:rsidRPr="005D2D54">
        <w:rPr>
          <w:rFonts w:ascii="Helvetica 55 Roman" w:hAnsi="Helvetica 55 Roman" w:cs="Arial"/>
        </w:rPr>
        <w:t xml:space="preserve"> </w:t>
      </w:r>
      <w:r w:rsidR="00903B55" w:rsidRPr="005D2D54">
        <w:rPr>
          <w:rFonts w:ascii="Helvetica 55 Roman" w:hAnsi="Helvetica 55 Roman" w:cs="Arial"/>
        </w:rPr>
        <w:t>dans les parties communes</w:t>
      </w:r>
      <w:r w:rsidR="00A3391E" w:rsidRPr="005D2D54">
        <w:rPr>
          <w:rFonts w:ascii="Helvetica 55 Roman" w:hAnsi="Helvetica 55 Roman" w:cs="Arial"/>
        </w:rPr>
        <w:t xml:space="preserve"> de</w:t>
      </w:r>
      <w:r w:rsidR="00903B55" w:rsidRPr="005D2D54">
        <w:rPr>
          <w:rFonts w:ascii="Helvetica 55 Roman" w:hAnsi="Helvetica 55 Roman" w:cs="Arial"/>
        </w:rPr>
        <w:t xml:space="preserve"> </w:t>
      </w:r>
      <w:r w:rsidR="009C1D7D" w:rsidRPr="005D2D54">
        <w:rPr>
          <w:rFonts w:ascii="Helvetica 55 Roman" w:hAnsi="Helvetica 55 Roman" w:cs="Arial"/>
        </w:rPr>
        <w:t xml:space="preserve">l’immeuble  devra au préalable faire l’objet de l’accord du propriétaire ou syndic de l’immeuble.   </w:t>
      </w:r>
    </w:p>
    <w:p w:rsidR="009C1D7D" w:rsidRPr="005D2D54" w:rsidRDefault="009C1D7D" w:rsidP="000D4314">
      <w:pPr>
        <w:spacing w:line="360" w:lineRule="auto"/>
        <w:jc w:val="both"/>
        <w:rPr>
          <w:rFonts w:ascii="Helvetica 55 Roman" w:hAnsi="Helvetica 55 Roman" w:cs="Arial"/>
          <w:b/>
          <w:u w:val="single"/>
        </w:rPr>
      </w:pPr>
    </w:p>
    <w:p w:rsidR="000D4314" w:rsidRPr="005D2D54" w:rsidRDefault="000D4314" w:rsidP="000D4314">
      <w:pPr>
        <w:rPr>
          <w:rFonts w:ascii="Helvetica 55 Roman" w:hAnsi="Helvetica 55 Roman" w:cs="Arial"/>
        </w:rPr>
      </w:pPr>
      <w:r w:rsidRPr="005D2D54">
        <w:rPr>
          <w:rFonts w:ascii="Helvetica 55 Roman" w:hAnsi="Helvetica 55 Roman" w:cs="Arial"/>
        </w:rPr>
        <w:t xml:space="preserve">Le passage du câble optique, entre le </w:t>
      </w:r>
      <w:r w:rsidR="00865E63" w:rsidRPr="005D2D54">
        <w:rPr>
          <w:rFonts w:ascii="Helvetica 55 Roman" w:hAnsi="Helvetica 55 Roman" w:cs="Arial"/>
        </w:rPr>
        <w:t>PRE</w:t>
      </w:r>
      <w:r w:rsidR="009C1D7D" w:rsidRPr="005D2D54">
        <w:rPr>
          <w:rFonts w:ascii="Helvetica 55 Roman" w:hAnsi="Helvetica 55 Roman" w:cs="Arial"/>
        </w:rPr>
        <w:t xml:space="preserve"> </w:t>
      </w:r>
      <w:r w:rsidRPr="005D2D54">
        <w:rPr>
          <w:rFonts w:ascii="Helvetica 55 Roman" w:hAnsi="Helvetica 55 Roman" w:cs="Arial"/>
        </w:rPr>
        <w:t xml:space="preserve"> et </w:t>
      </w:r>
      <w:r w:rsidR="009C1D7D" w:rsidRPr="005D2D54">
        <w:rPr>
          <w:rFonts w:ascii="Helvetica 55 Roman" w:hAnsi="Helvetica 55 Roman" w:cs="Arial"/>
        </w:rPr>
        <w:t xml:space="preserve">le local </w:t>
      </w:r>
      <w:r w:rsidR="00836F45" w:rsidRPr="005D2D54">
        <w:rPr>
          <w:rFonts w:ascii="Helvetica 55 Roman" w:hAnsi="Helvetica 55 Roman" w:cs="Arial"/>
        </w:rPr>
        <w:t>C</w:t>
      </w:r>
      <w:r w:rsidR="009C1D7D" w:rsidRPr="005D2D54">
        <w:rPr>
          <w:rFonts w:ascii="Helvetica 55 Roman" w:hAnsi="Helvetica 55 Roman" w:cs="Arial"/>
        </w:rPr>
        <w:t>lient</w:t>
      </w:r>
      <w:r w:rsidRPr="005D2D54">
        <w:rPr>
          <w:rFonts w:ascii="Helvetica 55 Roman" w:hAnsi="Helvetica 55 Roman" w:cs="Arial"/>
        </w:rPr>
        <w:t xml:space="preserve"> </w:t>
      </w:r>
      <w:r w:rsidR="00836F45" w:rsidRPr="005D2D54">
        <w:rPr>
          <w:rFonts w:ascii="Helvetica 55 Roman" w:hAnsi="Helvetica 55 Roman" w:cs="Arial"/>
        </w:rPr>
        <w:t xml:space="preserve">Final </w:t>
      </w:r>
      <w:r w:rsidRPr="005D2D54">
        <w:rPr>
          <w:rFonts w:ascii="Helvetica 55 Roman" w:hAnsi="Helvetica 55 Roman" w:cs="Arial"/>
        </w:rPr>
        <w:t>peut être réalisé de trois manières :</w:t>
      </w:r>
    </w:p>
    <w:p w:rsidR="000D4314" w:rsidRPr="005D2D54" w:rsidRDefault="000D4314" w:rsidP="00903B55">
      <w:pPr>
        <w:numPr>
          <w:ilvl w:val="1"/>
          <w:numId w:val="29"/>
        </w:numPr>
        <w:jc w:val="both"/>
        <w:rPr>
          <w:rFonts w:ascii="Helvetica 55 Roman" w:hAnsi="Helvetica 55 Roman" w:cs="Arial"/>
        </w:rPr>
      </w:pPr>
      <w:bookmarkStart w:id="61" w:name="_Toc252526544"/>
      <w:r w:rsidRPr="005D2D54">
        <w:rPr>
          <w:rFonts w:ascii="Helvetica 55 Roman" w:hAnsi="Helvetica 55 Roman" w:cs="Arial"/>
        </w:rPr>
        <w:t>Réutilisation d'un fourreau existant, libre ou occupé</w:t>
      </w:r>
      <w:bookmarkEnd w:id="61"/>
      <w:r w:rsidRPr="005D2D54">
        <w:rPr>
          <w:rFonts w:ascii="Helvetica 55 Roman" w:hAnsi="Helvetica 55 Roman" w:cs="Arial"/>
        </w:rPr>
        <w:t xml:space="preserve"> </w:t>
      </w:r>
      <w:r w:rsidR="00903B55" w:rsidRPr="005D2D54">
        <w:rPr>
          <w:rFonts w:ascii="Helvetica 55 Roman" w:hAnsi="Helvetica 55 Roman" w:cs="Arial"/>
        </w:rPr>
        <w:t>avec passage possible</w:t>
      </w:r>
    </w:p>
    <w:p w:rsidR="009B0080" w:rsidRPr="005D2D54" w:rsidRDefault="000D4314" w:rsidP="00903B55">
      <w:pPr>
        <w:numPr>
          <w:ilvl w:val="1"/>
          <w:numId w:val="29"/>
        </w:numPr>
        <w:jc w:val="both"/>
        <w:rPr>
          <w:rFonts w:ascii="Helvetica 55 Roman" w:hAnsi="Helvetica 55 Roman" w:cs="Arial"/>
        </w:rPr>
      </w:pPr>
      <w:bookmarkStart w:id="62" w:name="_Toc170708784"/>
      <w:bookmarkStart w:id="63" w:name="_Toc252526545"/>
      <w:r w:rsidRPr="005D2D54">
        <w:rPr>
          <w:rFonts w:ascii="Helvetica 55 Roman" w:hAnsi="Helvetica 55 Roman" w:cs="Arial"/>
        </w:rPr>
        <w:t>Réutilisation d'une goulotte</w:t>
      </w:r>
      <w:bookmarkEnd w:id="62"/>
      <w:bookmarkEnd w:id="63"/>
      <w:r w:rsidR="00A3391E" w:rsidRPr="005D2D54">
        <w:rPr>
          <w:rFonts w:ascii="Helvetica 55 Roman" w:hAnsi="Helvetica 55 Roman" w:cs="Arial"/>
        </w:rPr>
        <w:t xml:space="preserve"> ou d’un platelage mise à disposition par le Client Final</w:t>
      </w:r>
    </w:p>
    <w:p w:rsidR="000D4314" w:rsidRPr="005D2D54" w:rsidRDefault="000D4314" w:rsidP="00903B55">
      <w:pPr>
        <w:numPr>
          <w:ilvl w:val="1"/>
          <w:numId w:val="29"/>
        </w:numPr>
        <w:jc w:val="both"/>
        <w:rPr>
          <w:rFonts w:ascii="Helvetica 55 Roman" w:hAnsi="Helvetica 55 Roman" w:cs="Arial"/>
        </w:rPr>
      </w:pPr>
      <w:bookmarkStart w:id="64" w:name="_Toc170708785"/>
      <w:bookmarkStart w:id="65" w:name="_Toc252526546"/>
      <w:r w:rsidRPr="005D2D54">
        <w:rPr>
          <w:rFonts w:ascii="Helvetica 55 Roman" w:hAnsi="Helvetica 55 Roman" w:cs="Arial"/>
        </w:rPr>
        <w:t>Passage du câble en apparent</w:t>
      </w:r>
      <w:bookmarkEnd w:id="64"/>
      <w:bookmarkEnd w:id="65"/>
      <w:r w:rsidRPr="005D2D54">
        <w:rPr>
          <w:rFonts w:ascii="Helvetica 55 Roman" w:hAnsi="Helvetica 55 Roman" w:cs="Arial"/>
        </w:rPr>
        <w:t> : sous réserve de l’accord spécifique du syndic</w:t>
      </w:r>
      <w:r w:rsidR="009C1D7D" w:rsidRPr="005D2D54">
        <w:rPr>
          <w:rFonts w:ascii="Helvetica 55 Roman" w:hAnsi="Helvetica 55 Roman" w:cs="Arial"/>
        </w:rPr>
        <w:t xml:space="preserve"> (à </w:t>
      </w:r>
      <w:r w:rsidR="00B20554" w:rsidRPr="005D2D54">
        <w:rPr>
          <w:rFonts w:ascii="Helvetica 55 Roman" w:hAnsi="Helvetica 55 Roman" w:cs="Arial"/>
        </w:rPr>
        <w:t>obtenir</w:t>
      </w:r>
      <w:r w:rsidR="009C1D7D" w:rsidRPr="005D2D54">
        <w:rPr>
          <w:rFonts w:ascii="Helvetica 55 Roman" w:hAnsi="Helvetica 55 Roman" w:cs="Arial"/>
        </w:rPr>
        <w:t xml:space="preserve"> par </w:t>
      </w:r>
      <w:r w:rsidR="00836F45" w:rsidRPr="005D2D54">
        <w:rPr>
          <w:rFonts w:ascii="Helvetica 55 Roman" w:hAnsi="Helvetica 55 Roman" w:cs="Arial"/>
        </w:rPr>
        <w:t>l’Opérateur</w:t>
      </w:r>
      <w:r w:rsidR="009B0080" w:rsidRPr="005D2D54">
        <w:rPr>
          <w:rFonts w:ascii="Helvetica 55 Roman" w:hAnsi="Helvetica 55 Roman" w:cs="Arial"/>
        </w:rPr>
        <w:t>).</w:t>
      </w:r>
    </w:p>
    <w:p w:rsidR="000D4314" w:rsidRPr="005D2D54" w:rsidRDefault="000D4314" w:rsidP="00FE2954">
      <w:pPr>
        <w:spacing w:line="360" w:lineRule="auto"/>
        <w:jc w:val="both"/>
        <w:rPr>
          <w:rFonts w:ascii="Helvetica 55 Roman" w:hAnsi="Helvetica 55 Roman"/>
        </w:rPr>
      </w:pPr>
    </w:p>
    <w:p w:rsidR="00FE2954" w:rsidRPr="005D2D54" w:rsidRDefault="00F510F0" w:rsidP="00FE2954">
      <w:pPr>
        <w:pStyle w:val="Titre3"/>
        <w:tabs>
          <w:tab w:val="clear" w:pos="720"/>
        </w:tabs>
        <w:ind w:left="0" w:firstLine="0"/>
        <w:jc w:val="left"/>
        <w:rPr>
          <w:rFonts w:ascii="Helvetica 55 Roman" w:hAnsi="Helvetica 55 Roman" w:cs="Arial"/>
        </w:rPr>
      </w:pPr>
      <w:bookmarkStart w:id="66" w:name="_Toc367092861"/>
      <w:bookmarkStart w:id="67" w:name="_Toc459733687"/>
      <w:bookmarkStart w:id="68" w:name="_Toc69280797"/>
      <w:r w:rsidRPr="005D2D54">
        <w:rPr>
          <w:rFonts w:ascii="Helvetica 55 Roman" w:hAnsi="Helvetica 55 Roman" w:cs="Arial"/>
        </w:rPr>
        <w:t xml:space="preserve">Desserte interne client </w:t>
      </w:r>
      <w:r w:rsidR="00FE2954" w:rsidRPr="005D2D54">
        <w:rPr>
          <w:rFonts w:ascii="Helvetica 55 Roman" w:hAnsi="Helvetica 55 Roman" w:cs="Arial"/>
        </w:rPr>
        <w:t xml:space="preserve">du site </w:t>
      </w:r>
      <w:r w:rsidR="003D34DA" w:rsidRPr="005D2D54">
        <w:rPr>
          <w:rFonts w:ascii="Helvetica 55 Roman" w:hAnsi="Helvetica 55 Roman" w:cs="Arial"/>
        </w:rPr>
        <w:t xml:space="preserve">Client </w:t>
      </w:r>
      <w:r w:rsidR="00865E63" w:rsidRPr="005D2D54">
        <w:rPr>
          <w:rFonts w:ascii="Helvetica 55 Roman" w:hAnsi="Helvetica 55 Roman" w:cs="Arial"/>
        </w:rPr>
        <w:t>Final</w:t>
      </w:r>
      <w:bookmarkEnd w:id="66"/>
      <w:bookmarkEnd w:id="67"/>
      <w:bookmarkEnd w:id="68"/>
    </w:p>
    <w:p w:rsidR="00CE4238" w:rsidRPr="005D2D54" w:rsidRDefault="00CE4238" w:rsidP="00FE2954">
      <w:pPr>
        <w:rPr>
          <w:rFonts w:ascii="Helvetica 55 Roman" w:hAnsi="Helvetica 55 Roman" w:cs="Arial"/>
        </w:rPr>
      </w:pPr>
    </w:p>
    <w:p w:rsidR="00FE2954" w:rsidRPr="005D2D54" w:rsidRDefault="00CE4238" w:rsidP="009B0080">
      <w:pPr>
        <w:jc w:val="both"/>
        <w:rPr>
          <w:rFonts w:ascii="Helvetica 55 Roman" w:eastAsia="MS Mincho" w:hAnsi="Helvetica 55 Roman" w:cs="Arial"/>
          <w:lang w:eastAsia="ja-JP"/>
        </w:rPr>
      </w:pPr>
      <w:r w:rsidRPr="005D2D54">
        <w:rPr>
          <w:rFonts w:ascii="Helvetica 55 Roman" w:hAnsi="Helvetica 55 Roman" w:cs="Arial"/>
        </w:rPr>
        <w:t>La pose d’un  Dispositif de Terminaison Intérieur Optique (DTIO) est réalisée à l’entrée du site Client Final</w:t>
      </w:r>
      <w:r w:rsidR="008809DA" w:rsidRPr="005D2D54">
        <w:rPr>
          <w:rFonts w:ascii="Helvetica 55 Roman" w:hAnsi="Helvetica 55 Roman" w:cs="Arial"/>
        </w:rPr>
        <w:t xml:space="preserve"> </w:t>
      </w:r>
      <w:r w:rsidRPr="005D2D54">
        <w:rPr>
          <w:rFonts w:ascii="Helvetica 55 Roman" w:hAnsi="Helvetica 55 Roman" w:cs="Arial"/>
        </w:rPr>
        <w:t>: il permet entre autre de faire un changement de câble de type extérieur en câble de type intérieur</w:t>
      </w:r>
      <w:r w:rsidR="00D01B27" w:rsidRPr="005D2D54">
        <w:rPr>
          <w:rFonts w:ascii="Helvetica 55 Roman" w:hAnsi="Helvetica 55 Roman" w:cs="Arial"/>
        </w:rPr>
        <w:t>.</w:t>
      </w:r>
    </w:p>
    <w:p w:rsidR="00CE4238" w:rsidRPr="005D2D54" w:rsidRDefault="00CE4238" w:rsidP="00FE2954">
      <w:pPr>
        <w:rPr>
          <w:rFonts w:ascii="Helvetica 55 Roman" w:eastAsia="MS Mincho" w:hAnsi="Helvetica 55 Roman" w:cs="Arial"/>
          <w:lang w:eastAsia="ja-JP"/>
        </w:rPr>
      </w:pPr>
    </w:p>
    <w:p w:rsidR="00FE2954" w:rsidRPr="005D2D54" w:rsidRDefault="00CE4238" w:rsidP="009B0080">
      <w:pPr>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La prestation de desserte interne sur le site du Client Final </w:t>
      </w:r>
      <w:r w:rsidR="00FE2954" w:rsidRPr="005D2D54">
        <w:rPr>
          <w:rFonts w:ascii="Helvetica 55 Roman" w:eastAsia="MS Mincho" w:hAnsi="Helvetica 55 Roman" w:cs="Arial"/>
          <w:lang w:eastAsia="ja-JP"/>
        </w:rPr>
        <w:t xml:space="preserve">est réalisée </w:t>
      </w:r>
      <w:r w:rsidRPr="005D2D54">
        <w:rPr>
          <w:rFonts w:ascii="Helvetica 55 Roman" w:eastAsia="MS Mincho" w:hAnsi="Helvetica 55 Roman" w:cs="Arial"/>
          <w:lang w:eastAsia="ja-JP"/>
        </w:rPr>
        <w:t xml:space="preserve">en standard dans le cadre du Service, </w:t>
      </w:r>
      <w:r w:rsidR="00FE2954" w:rsidRPr="005D2D54">
        <w:rPr>
          <w:rFonts w:ascii="Helvetica 55 Roman" w:eastAsia="MS Mincho" w:hAnsi="Helvetica 55 Roman" w:cs="Arial"/>
          <w:lang w:eastAsia="ja-JP"/>
        </w:rPr>
        <w:t xml:space="preserve">dans les conditions suivantes </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longueur</w:t>
      </w:r>
      <w:r w:rsidR="00D01B27" w:rsidRPr="005D2D54">
        <w:rPr>
          <w:rFonts w:ascii="Helvetica 55 Roman" w:hAnsi="Helvetica 55 Roman" w:cs="Arial"/>
        </w:rPr>
        <w:t xml:space="preserve"> linéaire</w:t>
      </w:r>
      <w:r w:rsidRPr="005D2D54">
        <w:rPr>
          <w:rFonts w:ascii="Helvetica 55 Roman" w:hAnsi="Helvetica 55 Roman" w:cs="Arial"/>
        </w:rPr>
        <w:t xml:space="preserve"> de câble </w:t>
      </w:r>
      <w:r w:rsidR="00E22812" w:rsidRPr="005D2D54">
        <w:rPr>
          <w:rFonts w:ascii="Helvetica 55 Roman" w:hAnsi="Helvetica 55 Roman" w:cs="Arial"/>
        </w:rPr>
        <w:t>≤</w:t>
      </w:r>
      <w:r w:rsidRPr="005D2D54">
        <w:rPr>
          <w:rFonts w:ascii="Helvetica 55 Roman" w:hAnsi="Helvetica 55 Roman" w:cs="Arial"/>
        </w:rPr>
        <w:t xml:space="preserve"> </w:t>
      </w:r>
      <w:r w:rsidR="00FB7254" w:rsidRPr="005D2D54">
        <w:rPr>
          <w:rFonts w:ascii="Helvetica 55 Roman" w:hAnsi="Helvetica 55 Roman" w:cs="Arial"/>
        </w:rPr>
        <w:t xml:space="preserve">30 </w:t>
      </w:r>
      <w:r w:rsidRPr="005D2D54">
        <w:rPr>
          <w:rFonts w:ascii="Helvetica 55 Roman" w:hAnsi="Helvetica 55 Roman" w:cs="Arial"/>
        </w:rPr>
        <w:t xml:space="preserve">mètres à l’intérieur du site client </w:t>
      </w:r>
      <w:r w:rsidR="00CE4238" w:rsidRPr="005D2D54">
        <w:rPr>
          <w:rFonts w:ascii="Helvetica 55 Roman" w:hAnsi="Helvetica 55 Roman" w:cs="Arial"/>
        </w:rPr>
        <w:t xml:space="preserve">entre l’entrée du domaine privée et </w:t>
      </w:r>
      <w:r w:rsidR="00D01B27" w:rsidRPr="005D2D54">
        <w:rPr>
          <w:rFonts w:ascii="Helvetica 55 Roman" w:hAnsi="Helvetica 55 Roman" w:cs="Arial"/>
        </w:rPr>
        <w:t xml:space="preserve">la </w:t>
      </w:r>
      <w:r w:rsidR="00CE4238" w:rsidRPr="005D2D54">
        <w:rPr>
          <w:rFonts w:ascii="Helvetica 55 Roman" w:hAnsi="Helvetica 55 Roman" w:cs="Arial"/>
        </w:rPr>
        <w:t>DTIO</w:t>
      </w:r>
    </w:p>
    <w:p w:rsidR="00FB7254" w:rsidRPr="005D2D54" w:rsidRDefault="00CE4238" w:rsidP="00FE2954">
      <w:pPr>
        <w:numPr>
          <w:ilvl w:val="1"/>
          <w:numId w:val="29"/>
        </w:numPr>
        <w:jc w:val="both"/>
        <w:rPr>
          <w:rFonts w:ascii="Helvetica 55 Roman" w:hAnsi="Helvetica 55 Roman" w:cs="Arial"/>
        </w:rPr>
      </w:pPr>
      <w:r w:rsidRPr="005D2D54">
        <w:rPr>
          <w:rFonts w:ascii="Helvetica 55 Roman" w:hAnsi="Helvetica 55 Roman" w:cs="Arial"/>
        </w:rPr>
        <w:t>distance entre la</w:t>
      </w:r>
      <w:r w:rsidR="00FB7254" w:rsidRPr="005D2D54">
        <w:rPr>
          <w:rFonts w:ascii="Helvetica 55 Roman" w:hAnsi="Helvetica 55 Roman" w:cs="Arial"/>
        </w:rPr>
        <w:t xml:space="preserve"> DTIO </w:t>
      </w:r>
      <w:r w:rsidRPr="005D2D54">
        <w:rPr>
          <w:rFonts w:ascii="Helvetica 55 Roman" w:hAnsi="Helvetica 55 Roman" w:cs="Arial"/>
        </w:rPr>
        <w:t>et</w:t>
      </w:r>
      <w:r w:rsidR="00FB7254" w:rsidRPr="005D2D54">
        <w:rPr>
          <w:rFonts w:ascii="Helvetica 55 Roman" w:hAnsi="Helvetica 55 Roman" w:cs="Arial"/>
        </w:rPr>
        <w:t xml:space="preserve"> PTO (ou bandeau optique)</w:t>
      </w:r>
      <w:r w:rsidRPr="005D2D54">
        <w:rPr>
          <w:rFonts w:ascii="Helvetica 55 Roman" w:hAnsi="Helvetica 55 Roman" w:cs="Arial"/>
        </w:rPr>
        <w:t xml:space="preserve"> d’une</w:t>
      </w:r>
      <w:r w:rsidR="00FB7254" w:rsidRPr="005D2D54">
        <w:rPr>
          <w:rFonts w:ascii="Helvetica 55 Roman" w:hAnsi="Helvetica 55 Roman" w:cs="Arial"/>
        </w:rPr>
        <w:t xml:space="preserve"> longueur</w:t>
      </w:r>
      <w:r w:rsidR="00D01B27" w:rsidRPr="005D2D54">
        <w:rPr>
          <w:rFonts w:ascii="Helvetica 55 Roman" w:hAnsi="Helvetica 55 Roman" w:cs="Arial"/>
        </w:rPr>
        <w:t xml:space="preserve"> linéaire</w:t>
      </w:r>
      <w:r w:rsidR="00FB7254" w:rsidRPr="005D2D54">
        <w:rPr>
          <w:rFonts w:ascii="Helvetica 55 Roman" w:hAnsi="Helvetica 55 Roman" w:cs="Arial"/>
        </w:rPr>
        <w:t xml:space="preserve"> maximum de </w:t>
      </w:r>
      <w:r w:rsidR="00A71F7C" w:rsidRPr="005D2D54">
        <w:rPr>
          <w:rFonts w:ascii="Helvetica 55 Roman" w:hAnsi="Helvetica 55 Roman" w:cs="Arial"/>
        </w:rPr>
        <w:t>3</w:t>
      </w:r>
      <w:r w:rsidR="009020FD" w:rsidRPr="005D2D54">
        <w:rPr>
          <w:rFonts w:ascii="Helvetica 55 Roman" w:hAnsi="Helvetica 55 Roman" w:cs="Arial"/>
        </w:rPr>
        <w:t xml:space="preserve">0 </w:t>
      </w:r>
      <w:r w:rsidR="00FB7254" w:rsidRPr="005D2D54">
        <w:rPr>
          <w:rFonts w:ascii="Helvetica 55 Roman" w:hAnsi="Helvetica 55 Roman" w:cs="Arial"/>
        </w:rPr>
        <w:t>m</w:t>
      </w:r>
      <w:r w:rsidR="00A71F7C" w:rsidRPr="005D2D54">
        <w:rPr>
          <w:rFonts w:ascii="Helvetica 55 Roman" w:hAnsi="Helvetica 55 Roman" w:cs="Arial"/>
        </w:rPr>
        <w:t>. Pour une distance linéaire comprise entre 30 et 60m, un tarif forfaitaire indiqué dans l’annexe prix s’applique</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Travaux en hauteur à moins de 2,5  mètres;</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lastRenderedPageBreak/>
        <w:t>pose du câble en apparent, ou à l’intérieur d’une gaine technique, d’une goulotte ou d’un chemin de câble existant, sous réserve que ce soit ouvert par le client,  et tout cec</w:t>
      </w:r>
      <w:r w:rsidR="009B0080" w:rsidRPr="005D2D54">
        <w:rPr>
          <w:rFonts w:ascii="Helvetica 55 Roman" w:hAnsi="Helvetica 55 Roman" w:cs="Arial"/>
        </w:rPr>
        <w:t>i, sans déplacement de mobilier</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pas de percement de murs d’une épaisse</w:t>
      </w:r>
      <w:r w:rsidR="009B0080" w:rsidRPr="005D2D54">
        <w:rPr>
          <w:rFonts w:ascii="Helvetica 55 Roman" w:hAnsi="Helvetica 55 Roman" w:cs="Arial"/>
        </w:rPr>
        <w:t xml:space="preserve">ur supérieure à 25 centimètres </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 xml:space="preserve">pas de passage de câble dans les </w:t>
      </w:r>
      <w:r w:rsidR="009B0080" w:rsidRPr="005D2D54">
        <w:rPr>
          <w:rFonts w:ascii="Helvetica 55 Roman" w:hAnsi="Helvetica 55 Roman" w:cs="Arial"/>
        </w:rPr>
        <w:t>faux plafonds et faux planchers</w:t>
      </w:r>
    </w:p>
    <w:p w:rsidR="00FB7254" w:rsidRPr="005D2D54" w:rsidRDefault="00FE2954" w:rsidP="00915A8A">
      <w:pPr>
        <w:numPr>
          <w:ilvl w:val="1"/>
          <w:numId w:val="29"/>
        </w:numPr>
        <w:jc w:val="both"/>
        <w:rPr>
          <w:rFonts w:ascii="Helvetica 55 Roman" w:hAnsi="Helvetica 55 Roman" w:cs="Arial"/>
        </w:rPr>
      </w:pPr>
      <w:r w:rsidRPr="005D2D54">
        <w:rPr>
          <w:rFonts w:ascii="Helvetica 55 Roman" w:hAnsi="Helvetica 55 Roman" w:cs="Arial"/>
        </w:rPr>
        <w:t>intervention réalisée en Heures Ouvrées (du lundi au vendredi</w:t>
      </w:r>
      <w:r w:rsidR="009B0080" w:rsidRPr="005D2D54">
        <w:rPr>
          <w:rFonts w:ascii="Helvetica 55 Roman" w:hAnsi="Helvetica 55 Roman" w:cs="Arial"/>
        </w:rPr>
        <w:t>, de 8 heures à 18 heures)</w:t>
      </w:r>
    </w:p>
    <w:p w:rsidR="002F3169" w:rsidRPr="005D2D54" w:rsidRDefault="002F3169" w:rsidP="00FB7254">
      <w:pPr>
        <w:numPr>
          <w:ilvl w:val="1"/>
          <w:numId w:val="29"/>
        </w:numPr>
        <w:jc w:val="both"/>
        <w:rPr>
          <w:rFonts w:ascii="Helvetica 55 Roman" w:hAnsi="Helvetica 55 Roman" w:cs="Arial"/>
        </w:rPr>
      </w:pPr>
      <w:r w:rsidRPr="005D2D54">
        <w:rPr>
          <w:rFonts w:ascii="Helvetica 55 Roman" w:hAnsi="Helvetica 55 Roman" w:cs="Arial"/>
        </w:rPr>
        <w:t>Respect de la réglementation sur l’amiante (DTA pour les immeubles construits avant</w:t>
      </w:r>
      <w:r w:rsidR="00FB7254" w:rsidRPr="005D2D54">
        <w:rPr>
          <w:rFonts w:ascii="Helvetica 55 Roman" w:hAnsi="Helvetica 55 Roman" w:cs="Arial"/>
        </w:rPr>
        <w:t xml:space="preserve"> </w:t>
      </w:r>
      <w:r w:rsidRPr="005D2D54">
        <w:rPr>
          <w:rFonts w:ascii="Helvetica 55 Roman" w:hAnsi="Helvetica 55 Roman" w:cs="Arial"/>
        </w:rPr>
        <w:t>1997)</w:t>
      </w:r>
      <w:r w:rsidR="009B0080" w:rsidRPr="005D2D54">
        <w:rPr>
          <w:rFonts w:ascii="Helvetica 55 Roman" w:hAnsi="Helvetica 55 Roman" w:cs="Arial"/>
        </w:rPr>
        <w:t>.</w:t>
      </w:r>
    </w:p>
    <w:p w:rsidR="00CE4238" w:rsidRPr="005D2D54" w:rsidRDefault="00CE4238" w:rsidP="00FE2954">
      <w:pPr>
        <w:rPr>
          <w:rFonts w:ascii="Helvetica 55 Roman" w:hAnsi="Helvetica 55 Roman" w:cs="Arial"/>
        </w:rPr>
      </w:pPr>
    </w:p>
    <w:p w:rsidR="00FE2954" w:rsidRPr="005D2D54" w:rsidRDefault="00FE2954" w:rsidP="00CC3080">
      <w:pPr>
        <w:jc w:val="both"/>
        <w:rPr>
          <w:rFonts w:ascii="Helvetica 55 Roman" w:hAnsi="Helvetica 55 Roman" w:cs="Arial"/>
        </w:rPr>
      </w:pPr>
      <w:r w:rsidRPr="005D2D54">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rsidR="00FE2954" w:rsidRPr="005D2D54" w:rsidRDefault="00FE2954" w:rsidP="00FE2954">
      <w:pPr>
        <w:autoSpaceDE w:val="0"/>
        <w:autoSpaceDN w:val="0"/>
        <w:adjustRightInd w:val="0"/>
        <w:rPr>
          <w:rFonts w:ascii="Helvetica 55 Roman" w:eastAsia="MS Mincho" w:hAnsi="Helvetica 55 Roman" w:cs="Arial"/>
          <w:lang w:eastAsia="ja-JP"/>
        </w:rPr>
      </w:pPr>
    </w:p>
    <w:p w:rsidR="00FE2954" w:rsidRPr="005D2D54" w:rsidRDefault="00FE2954" w:rsidP="00CC3080">
      <w:pPr>
        <w:autoSpaceDE w:val="0"/>
        <w:autoSpaceDN w:val="0"/>
        <w:adjustRightInd w:val="0"/>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F972E3">
        <w:rPr>
          <w:rFonts w:ascii="Helvetica 55 Roman" w:eastAsia="MS Mincho" w:hAnsi="Helvetica 55 Roman" w:cs="Arial"/>
          <w:lang w:eastAsia="ja-JP"/>
        </w:rPr>
        <w:t>YANA FIBRE</w:t>
      </w:r>
      <w:r w:rsidR="008809DA" w:rsidRPr="005D2D54">
        <w:rPr>
          <w:rFonts w:ascii="Helvetica 55 Roman" w:eastAsia="MS Mincho" w:hAnsi="Helvetica 55 Roman" w:cs="Arial"/>
          <w:lang w:eastAsia="ja-JP"/>
        </w:rPr>
        <w:t>.</w:t>
      </w:r>
      <w:r w:rsidR="00F10663" w:rsidRPr="005D2D54">
        <w:rPr>
          <w:rFonts w:ascii="Helvetica 55 Roman" w:eastAsia="MS Mincho" w:hAnsi="Helvetica 55 Roman" w:cs="Arial"/>
          <w:lang w:eastAsia="ja-JP"/>
        </w:rPr>
        <w:t xml:space="preserve"> </w:t>
      </w:r>
    </w:p>
    <w:p w:rsidR="004013C4" w:rsidRPr="005D2D54" w:rsidRDefault="004013C4" w:rsidP="00CC3080">
      <w:pPr>
        <w:autoSpaceDE w:val="0"/>
        <w:autoSpaceDN w:val="0"/>
        <w:adjustRightInd w:val="0"/>
        <w:jc w:val="both"/>
        <w:rPr>
          <w:rFonts w:ascii="Helvetica 55 Roman" w:eastAsia="MS Mincho" w:hAnsi="Helvetica 55 Roman" w:cs="Arial"/>
          <w:lang w:eastAsia="ja-JP"/>
        </w:rPr>
      </w:pPr>
    </w:p>
    <w:p w:rsidR="004013C4" w:rsidRPr="005D2D54" w:rsidRDefault="004013C4" w:rsidP="004013C4">
      <w:pPr>
        <w:spacing w:before="120" w:after="0"/>
        <w:jc w:val="both"/>
        <w:rPr>
          <w:rFonts w:ascii="Helvetica 55 Roman" w:hAnsi="Helvetica 55 Roman" w:cs="Arial"/>
        </w:rPr>
      </w:pPr>
      <w:r w:rsidRPr="005D2D54">
        <w:rPr>
          <w:rFonts w:ascii="Helvetica 55 Roman" w:hAnsi="Helvetica 55 Roman" w:cs="Arial"/>
        </w:rPr>
        <w:t>Sur le domaine privé du Site Client Final, les câblages reliant :</w:t>
      </w:r>
    </w:p>
    <w:p w:rsidR="004013C4" w:rsidRPr="005D2D54" w:rsidRDefault="004013C4" w:rsidP="004013C4">
      <w:pPr>
        <w:numPr>
          <w:ilvl w:val="0"/>
          <w:numId w:val="48"/>
        </w:numPr>
        <w:spacing w:after="0"/>
        <w:jc w:val="both"/>
        <w:rPr>
          <w:rFonts w:ascii="Helvetica 55 Roman" w:hAnsi="Helvetica 55 Roman" w:cs="Arial"/>
        </w:rPr>
      </w:pPr>
      <w:r w:rsidRPr="005D2D54">
        <w:rPr>
          <w:rFonts w:ascii="Helvetica 55 Roman" w:hAnsi="Helvetica 55 Roman" w:cs="Arial"/>
        </w:rPr>
        <w:t xml:space="preserve">l'Interface de Service de </w:t>
      </w:r>
      <w:r w:rsidR="00F972E3">
        <w:rPr>
          <w:rFonts w:ascii="Helvetica 55 Roman" w:hAnsi="Helvetica 55 Roman" w:cs="Arial"/>
        </w:rPr>
        <w:t>YANA FIBRE</w:t>
      </w:r>
      <w:r w:rsidRPr="005D2D54">
        <w:rPr>
          <w:rFonts w:ascii="Helvetica 55 Roman" w:hAnsi="Helvetica 55 Roman" w:cs="Arial"/>
        </w:rPr>
        <w:t xml:space="preserve"> à l'Équipement Opérateur, </w:t>
      </w:r>
    </w:p>
    <w:p w:rsidR="004013C4" w:rsidRPr="005D2D54" w:rsidRDefault="004013C4" w:rsidP="004013C4">
      <w:pPr>
        <w:numPr>
          <w:ilvl w:val="0"/>
          <w:numId w:val="48"/>
        </w:numPr>
        <w:spacing w:after="0"/>
        <w:jc w:val="both"/>
        <w:rPr>
          <w:rFonts w:ascii="Helvetica 55 Roman" w:hAnsi="Helvetica 55 Roman" w:cs="Arial"/>
        </w:rPr>
      </w:pPr>
      <w:r w:rsidRPr="005D2D54">
        <w:rPr>
          <w:rFonts w:ascii="Helvetica 55 Roman" w:hAnsi="Helvetica 55 Roman" w:cs="Arial"/>
        </w:rPr>
        <w:t xml:space="preserve">le Point d'Entrée du Site à l’Interface de Service de </w:t>
      </w:r>
      <w:r w:rsidR="00F972E3">
        <w:rPr>
          <w:rFonts w:ascii="Helvetica 55 Roman" w:hAnsi="Helvetica 55 Roman" w:cs="Arial"/>
        </w:rPr>
        <w:t>YANA FIBRE</w:t>
      </w:r>
      <w:r w:rsidRPr="005D2D54">
        <w:rPr>
          <w:rFonts w:ascii="Helvetica 55 Roman" w:hAnsi="Helvetica 55 Roman" w:cs="Arial"/>
        </w:rPr>
        <w:t xml:space="preserve">, </w:t>
      </w:r>
    </w:p>
    <w:p w:rsidR="004013C4" w:rsidRPr="005D2D54" w:rsidRDefault="004013C4" w:rsidP="004013C4">
      <w:pPr>
        <w:spacing w:before="120" w:after="0"/>
        <w:jc w:val="both"/>
        <w:rPr>
          <w:rFonts w:ascii="Helvetica 55 Roman" w:hAnsi="Helvetica 55 Roman" w:cs="Arial"/>
        </w:rPr>
      </w:pPr>
      <w:proofErr w:type="gramStart"/>
      <w:r w:rsidRPr="005D2D54">
        <w:rPr>
          <w:rFonts w:ascii="Helvetica 55 Roman" w:hAnsi="Helvetica 55 Roman" w:cs="Arial"/>
        </w:rPr>
        <w:t>sont</w:t>
      </w:r>
      <w:proofErr w:type="gramEnd"/>
      <w:r w:rsidRPr="005D2D54">
        <w:rPr>
          <w:rFonts w:ascii="Helvetica 55 Roman" w:hAnsi="Helvetica 55 Roman" w:cs="Arial"/>
        </w:rPr>
        <w:t xml:space="preserve"> désignés sous le vocable de </w:t>
      </w:r>
      <w:r w:rsidRPr="005D2D54">
        <w:rPr>
          <w:rFonts w:ascii="Helvetica 55 Roman" w:hAnsi="Helvetica 55 Roman" w:cs="Arial"/>
          <w:b/>
        </w:rPr>
        <w:t>dessertes internes</w:t>
      </w:r>
      <w:r w:rsidRPr="005D2D54">
        <w:rPr>
          <w:rFonts w:ascii="Helvetica 55 Roman" w:hAnsi="Helvetica 55 Roman" w:cs="Arial"/>
        </w:rPr>
        <w:t xml:space="preserve">, (respectivement, desserte interne côté Équipement Opérateur, desserte côté réseau </w:t>
      </w:r>
      <w:r w:rsidR="00F972E3">
        <w:rPr>
          <w:rFonts w:ascii="Helvetica 55 Roman" w:hAnsi="Helvetica 55 Roman" w:cs="Arial"/>
        </w:rPr>
        <w:t>YANA FIBRE</w:t>
      </w:r>
      <w:r w:rsidRPr="005D2D54">
        <w:rPr>
          <w:rFonts w:ascii="Helvetica 55 Roman" w:hAnsi="Helvetica 55 Roman" w:cs="Arial"/>
        </w:rPr>
        <w:t>). La desserte interne coté Opérateur est sous la responsabilité de l'Opérateur.</w:t>
      </w:r>
    </w:p>
    <w:p w:rsidR="00E22812" w:rsidRPr="005D2D54" w:rsidRDefault="00E22812" w:rsidP="004013C4">
      <w:pPr>
        <w:spacing w:before="120" w:after="0"/>
        <w:jc w:val="both"/>
        <w:rPr>
          <w:rFonts w:ascii="Helvetica 55 Roman" w:hAnsi="Helvetica 55 Roman" w:cs="Arial"/>
        </w:rPr>
      </w:pPr>
    </w:p>
    <w:p w:rsidR="00E22812" w:rsidRPr="005D2D54" w:rsidRDefault="00E22812" w:rsidP="004013C4">
      <w:pPr>
        <w:spacing w:before="120" w:after="0"/>
        <w:jc w:val="both"/>
        <w:rPr>
          <w:rFonts w:ascii="Helvetica 55 Roman" w:hAnsi="Helvetica 55 Roman" w:cs="Arial"/>
        </w:rPr>
      </w:pPr>
    </w:p>
    <w:p w:rsidR="004013C4" w:rsidRPr="005D2D54" w:rsidRDefault="000B3D9E" w:rsidP="004013C4">
      <w:pPr>
        <w:spacing w:before="120" w:after="0"/>
        <w:jc w:val="both"/>
        <w:rPr>
          <w:rFonts w:ascii="Helvetica 55 Roman" w:hAnsi="Helvetica 55 Roman" w:cs="Arial"/>
        </w:rPr>
      </w:pPr>
      <w:r w:rsidRPr="005D2D54">
        <w:rPr>
          <w:rFonts w:ascii="Helvetica 55 Roman" w:eastAsia="MS Mincho" w:hAnsi="Helvetica 55 Roman"/>
          <w:noProof/>
        </w:rPr>
        <mc:AlternateContent>
          <mc:Choice Requires="wps">
            <w:drawing>
              <wp:anchor distT="0" distB="0" distL="114300" distR="114300" simplePos="0" relativeHeight="251644928" behindDoc="0" locked="0" layoutInCell="1" allowOverlap="1">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7A240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" filled="f" strokecolor="windowText">
                <v:stroke dashstyle="dash"/>
              </v:rect>
            </w:pict>
          </mc:Fallback>
        </mc:AlternateContent>
      </w:r>
    </w:p>
    <w:p w:rsidR="004013C4" w:rsidRPr="005D2D54" w:rsidRDefault="000B3D9E" w:rsidP="004013C4">
      <w:pPr>
        <w:spacing w:before="120" w:after="0"/>
        <w:jc w:val="both"/>
        <w:rPr>
          <w:rFonts w:ascii="Helvetica 55 Roman" w:hAnsi="Helvetica 55 Roman" w:cs="Arial"/>
        </w:rPr>
      </w:pPr>
      <w:r w:rsidRPr="005D2D54">
        <w:rPr>
          <w:rFonts w:ascii="Helvetica 55 Roman" w:hAnsi="Helvetica 55 Roman"/>
          <w:noProof/>
        </w:rPr>
        <mc:AlternateContent>
          <mc:Choice Requires="wps">
            <w:drawing>
              <wp:anchor distT="0" distB="0" distL="114300" distR="114300" simplePos="0" relativeHeight="251660288" behindDoc="0" locked="0" layoutInCell="1" allowOverlap="1">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" filled="f" stroked="f">
                <v:textbox style="mso-fit-shape-to-text:t">
                  <w:txbxContent>
                    <w:p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5D2D54">
        <w:rPr>
          <w:rFonts w:ascii="Helvetica 55 Roman" w:hAnsi="Helvetica 55 Roman"/>
          <w:noProof/>
        </w:rPr>
        <mc:AlternateContent>
          <mc:Choice Requires="wps">
            <w:drawing>
              <wp:anchor distT="0" distB="0" distL="114300" distR="114300" simplePos="0" relativeHeight="251671552" behindDoc="0" locked="0" layoutInCell="1" allowOverlap="1">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B40024D"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" filled="f" strokecolor="windowText"/>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8000" behindDoc="0" locked="0" layoutInCell="1" allowOverlap="1">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5952" behindDoc="0" locked="0" layoutInCell="1" allowOverlap="1">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2880" behindDoc="0" locked="0" layoutInCell="1" allowOverlap="1">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rsidR="004013C4" w:rsidRPr="005D2D54" w:rsidRDefault="000B3D9E" w:rsidP="004013C4">
      <w:pPr>
        <w:spacing w:before="120" w:after="0"/>
        <w:jc w:val="both"/>
        <w:rPr>
          <w:rFonts w:ascii="Helvetica 55 Roman" w:hAnsi="Helvetica 55 Roman" w:cs="Arial"/>
        </w:rPr>
      </w:pPr>
      <w:r w:rsidRPr="005D2D54">
        <w:rPr>
          <w:rFonts w:ascii="Helvetica 55 Roman" w:hAnsi="Helvetica 55 Roman"/>
          <w:noProof/>
        </w:rPr>
        <mc:AlternateContent>
          <mc:Choice Requires="wps">
            <w:drawing>
              <wp:anchor distT="0" distB="0" distL="114300" distR="114300" simplePos="0" relativeHeight="251655168" behindDoc="0" locked="0" layoutInCell="1" allowOverlap="1">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" filled="f" stroked="f">
                <v:textbox style="mso-fit-shape-to-text:t">
                  <w:txbxContent>
                    <w:p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0832" behindDoc="0" locked="0" layoutInCell="1" allowOverlap="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DB7CC"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" fillcolor="#d8d8d8"/>
            </w:pict>
          </mc:Fallback>
        </mc:AlternateContent>
      </w:r>
      <w:r w:rsidRPr="005D2D54">
        <w:rPr>
          <w:rFonts w:ascii="Helvetica 55 Roman" w:hAnsi="Helvetica 55 Roman"/>
          <w:noProof/>
        </w:rPr>
        <mc:AlternateContent>
          <mc:Choice Requires="wps">
            <w:drawing>
              <wp:anchor distT="0" distB="0" distL="114300" distR="114300" simplePos="0" relativeHeight="251653120" behindDoc="0" locked="0" layoutInCell="1" allowOverlap="1">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BE989"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" strokecolor="red">
                <v:stroke startarrow="block" startarrowwidth="wide" startarrowlength="long" endarrow="block" endarrowwidth="wide" endarrowlength="long"/>
              </v:line>
            </w:pict>
          </mc:Fallback>
        </mc:AlternateContent>
      </w:r>
      <w:r w:rsidRPr="005D2D54">
        <w:rPr>
          <w:rFonts w:ascii="Helvetica 55 Roman" w:hAnsi="Helvetica 55 Roman"/>
          <w:noProof/>
        </w:rPr>
        <mc:AlternateContent>
          <mc:Choice Requires="wps">
            <w:drawing>
              <wp:anchor distT="0" distB="0" distL="114300" distR="114300" simplePos="0" relativeHeight="251652096" behindDoc="0" locked="0" layoutInCell="1" allowOverlap="1">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" fillcolor="#fc9">
                <v:textbox>
                  <w:txbxContent>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5D2D54">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">
                <v:textbox>
                  <w:txbxContent>
                    <w:p w:rsidR="004013C4" w:rsidRDefault="004013C4" w:rsidP="004013C4">
                      <w:pPr>
                        <w:pStyle w:val="NormalWeb"/>
                        <w:spacing w:before="0" w:beforeAutospacing="0" w:after="0" w:afterAutospacing="0"/>
                        <w:jc w:val="center"/>
                      </w:pPr>
                    </w:p>
                  </w:txbxContent>
                </v:textbox>
              </v:rect>
            </w:pict>
          </mc:Fallback>
        </mc:AlternateContent>
      </w:r>
      <w:r w:rsidRPr="005D2D54">
        <w:rPr>
          <w:rFonts w:ascii="Helvetica 55 Roman" w:hAnsi="Helvetica 55 Roman"/>
          <w:noProof/>
        </w:rPr>
        <mc:AlternateContent>
          <mc:Choice Requires="wps">
            <w:drawing>
              <wp:anchor distT="0" distB="0" distL="114300" distR="114300" simplePos="0" relativeHeight="251654144" behindDoc="0" locked="0" layoutInCell="1" allowOverlap="1">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72FA3"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" strokeweight="1.5pt"/>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9024" behindDoc="0" locked="0" layoutInCell="1" allowOverlap="1">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" filled="f" stroked="f">
                <v:textbox style="mso-fit-shape-to-text:t">
                  <w:txbxContent>
                    <w:p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rsidR="004013C4" w:rsidRPr="005D2D54" w:rsidRDefault="000B3D9E" w:rsidP="00CC3080">
      <w:pPr>
        <w:autoSpaceDE w:val="0"/>
        <w:autoSpaceDN w:val="0"/>
        <w:adjustRightInd w:val="0"/>
        <w:jc w:val="both"/>
        <w:rPr>
          <w:rFonts w:ascii="Helvetica 55 Roman" w:hAnsi="Helvetica 55 Roman" w:cs="Arial"/>
          <w:strike/>
        </w:rPr>
      </w:pPr>
      <w:r w:rsidRPr="005D2D54">
        <w:rPr>
          <w:rFonts w:ascii="Helvetica 55 Roman" w:eastAsia="MS Mincho" w:hAnsi="Helvetica 55 Roman"/>
          <w:noProof/>
        </w:rPr>
        <mc:AlternateContent>
          <mc:Choice Requires="wps">
            <w:drawing>
              <wp:anchor distT="0" distB="0" distL="114300" distR="114300" simplePos="0" relativeHeight="251670528" behindDoc="0" locked="0" layoutInCell="1" allowOverlap="1">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" filled="f" stroked="f">
                <v:textbox style="mso-fit-shape-to-text:t">
                  <w:txbxContent>
                    <w:p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1856" behindDoc="0" locked="0" layoutInCell="1" allowOverlap="1">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" fillcolor="#f93">
                <v:textbox>
                  <w:txbxContent>
                    <w:p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5D2D54">
        <w:rPr>
          <w:rFonts w:ascii="Helvetica 55 Roman" w:hAnsi="Helvetica 55 Roman"/>
          <w:noProof/>
        </w:rPr>
        <mc:AlternateContent>
          <mc:Choice Requires="wps">
            <w:drawing>
              <wp:anchor distT="0" distB="0" distL="114300" distR="114300" simplePos="0" relativeHeight="251659264" behindDoc="0" locked="0" layoutInCell="1" allowOverlap="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30BF5652"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" fillcolor="#f60" strokecolor="windowText"/>
            </w:pict>
          </mc:Fallback>
        </mc:AlternateContent>
      </w:r>
      <w:r w:rsidRPr="005D2D54">
        <w:rPr>
          <w:rFonts w:ascii="Helvetica 55 Roman" w:hAnsi="Helvetica 55 Roman"/>
          <w:noProof/>
        </w:rPr>
        <mc:AlternateContent>
          <mc:Choice Requires="wps">
            <w:drawing>
              <wp:anchor distT="0" distB="0" distL="114300" distR="114300" simplePos="0" relativeHeight="251657216" behindDoc="0" locked="0" layoutInCell="1" allowOverlap="1">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45B28B71"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" fillcolor="window" strokecolor="windowText"/>
            </w:pict>
          </mc:Fallback>
        </mc:AlternateContent>
      </w:r>
    </w:p>
    <w:p w:rsidR="008809DA" w:rsidRPr="005D2D54" w:rsidRDefault="000B3D9E" w:rsidP="00FE2954">
      <w:pPr>
        <w:rPr>
          <w:rFonts w:ascii="Helvetica 55 Roman" w:eastAsia="MS Mincho" w:hAnsi="Helvetica 55 Roman" w:cs="Arial"/>
          <w:lang w:eastAsia="ja-JP"/>
        </w:rPr>
      </w:pPr>
      <w:r w:rsidRPr="005D2D54">
        <w:rPr>
          <w:rFonts w:ascii="Helvetica 55 Roman" w:hAnsi="Helvetica 55 Roman"/>
          <w:noProof/>
        </w:rPr>
        <mc:AlternateContent>
          <mc:Choice Requires="wps">
            <w:drawing>
              <wp:anchor distT="0" distB="0" distL="114300" distR="114300" simplePos="0" relativeHeight="251665408" behindDoc="0" locked="0" layoutInCell="1" allowOverlap="1">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4C2FC"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T9EQIAACs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" strokeweight="1.5pt"/>
            </w:pict>
          </mc:Fallback>
        </mc:AlternateContent>
      </w:r>
      <w:r w:rsidRPr="005D2D54">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DAE5E0"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" strokecolor="windowText" strokeweight="3pt">
                <o:lock v:ext="edit" shapetype="f"/>
              </v:line>
            </w:pict>
          </mc:Fallback>
        </mc:AlternateContent>
      </w:r>
    </w:p>
    <w:p w:rsidR="004013C4" w:rsidRPr="005D2D54" w:rsidRDefault="000B3D9E" w:rsidP="00FE2954">
      <w:pPr>
        <w:rPr>
          <w:rFonts w:ascii="Helvetica 55 Roman" w:eastAsia="MS Mincho" w:hAnsi="Helvetica 55 Roman"/>
        </w:rPr>
      </w:pPr>
      <w:r w:rsidRPr="005D2D54">
        <w:rPr>
          <w:rFonts w:ascii="Helvetica 55 Roman" w:eastAsia="MS Mincho" w:hAnsi="Helvetica 55 Roman"/>
          <w:noProof/>
        </w:rPr>
        <mc:AlternateContent>
          <mc:Choice Requires="wps">
            <w:drawing>
              <wp:anchor distT="0" distB="0" distL="114300" distR="114300" simplePos="0" relativeHeight="251650048" behindDoc="0" locked="0" layoutInCell="1" allowOverlap="1">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" filled="f" stroked="f">
                <v:textbox style="mso-fit-shape-to-text:t">
                  <w:txbxContent>
                    <w:p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5D2D54">
        <w:rPr>
          <w:rFonts w:ascii="Helvetica 55 Roman" w:hAnsi="Helvetica 55 Roman"/>
          <w:noProof/>
        </w:rPr>
        <mc:AlternateContent>
          <mc:Choice Requires="wps">
            <w:drawing>
              <wp:anchor distT="0" distB="0" distL="114300" distR="114300" simplePos="0" relativeHeight="251662336" behindDoc="0" locked="0" layoutInCell="1" allowOverlap="1">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4EF9F"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" strokecolor="blue">
                <v:stroke startarrow="block" endarrow="block"/>
              </v:line>
            </w:pict>
          </mc:Fallback>
        </mc:AlternateContent>
      </w:r>
      <w:r w:rsidRPr="005D2D54">
        <w:rPr>
          <w:rFonts w:ascii="Helvetica 55 Roman" w:hAnsi="Helvetica 55 Roman"/>
          <w:noProof/>
        </w:rPr>
        <mc:AlternateContent>
          <mc:Choice Requires="wps">
            <w:drawing>
              <wp:anchor distT="0" distB="0" distL="114300" distR="114300" simplePos="0" relativeHeight="251663360" behindDoc="0" locked="0" layoutInCell="1" allowOverlap="1">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080832"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M+u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">
                <v:stroke endarrow="block"/>
              </v:shape>
            </w:pict>
          </mc:Fallback>
        </mc:AlternateContent>
      </w:r>
      <w:r w:rsidRPr="005D2D54">
        <w:rPr>
          <w:rFonts w:ascii="Helvetica 55 Roman" w:hAnsi="Helvetica 55 Roman"/>
          <w:noProof/>
        </w:rPr>
        <mc:AlternateContent>
          <mc:Choice Requires="wps">
            <w:drawing>
              <wp:anchor distT="0" distB="0" distL="114300" distR="114300" simplePos="0" relativeHeight="251664384" behindDoc="0" locked="0" layoutInCell="1" allowOverlap="1">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" filled="f" stroked="f">
                <v:textbox style="mso-fit-shape-to-text:t">
                  <w:txbxContent>
                    <w:p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5D2D54">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0A70B"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" strokecolor="windowText">
                <v:stroke startarrow="block" endarrow="block"/>
                <o:lock v:ext="edit" shapetype="f"/>
              </v:line>
            </w:pict>
          </mc:Fallback>
        </mc:AlternateContent>
      </w:r>
      <w:r w:rsidRPr="005D2D54">
        <w:rPr>
          <w:rFonts w:ascii="Helvetica 55 Roman" w:hAnsi="Helvetica 55 Roman"/>
          <w:noProof/>
        </w:rPr>
        <mc:AlternateContent>
          <mc:Choice Requires="wps">
            <w:drawing>
              <wp:anchor distT="0" distB="0" distL="114300" distR="114300" simplePos="0" relativeHeight="251672576" behindDoc="0" locked="0" layoutInCell="1" allowOverlap="1">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" filled="f" stroked="f">
                <v:textbox style="mso-fit-shape-to-text:t">
                  <w:txbxContent>
                    <w:p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rsidR="008809DA" w:rsidRPr="005D2D54" w:rsidRDefault="000B3D9E" w:rsidP="00FE2954">
      <w:pPr>
        <w:rPr>
          <w:rFonts w:ascii="Helvetica 55 Roman" w:eastAsia="MS Mincho" w:hAnsi="Helvetica 55 Roman" w:cs="Arial"/>
          <w:lang w:eastAsia="ja-JP"/>
        </w:rPr>
      </w:pPr>
      <w:r w:rsidRPr="005D2D54">
        <w:rPr>
          <w:rFonts w:ascii="Helvetica 55 Roman" w:eastAsia="MS Mincho" w:hAnsi="Helvetica 55 Roman"/>
          <w:noProof/>
        </w:rPr>
        <mc:AlternateContent>
          <mc:Choice Requires="wps">
            <w:drawing>
              <wp:anchor distT="0" distB="0" distL="114300" distR="114300" simplePos="0" relativeHeight="251646976" behindDoc="0" locked="0" layoutInCell="1" allowOverlap="1">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rsidR="008809DA" w:rsidRPr="005D2D54" w:rsidRDefault="000B3D9E" w:rsidP="00B50942">
      <w:pPr>
        <w:pStyle w:val="Lgende"/>
        <w:jc w:val="center"/>
        <w:rPr>
          <w:rFonts w:ascii="Helvetica 55 Roman" w:hAnsi="Helvetica 55 Roman"/>
        </w:rPr>
      </w:pPr>
      <w:r w:rsidRPr="005D2D54">
        <w:rPr>
          <w:rFonts w:ascii="Helvetica 55 Roman" w:hAnsi="Helvetica 55 Roman"/>
          <w:noProof/>
        </w:rPr>
        <mc:AlternateContent>
          <mc:Choice Requires="wps">
            <w:drawing>
              <wp:anchor distT="0" distB="0" distL="114300" distR="114300" simplePos="0" relativeHeight="251661312" behindDoc="0" locked="0" layoutInCell="1" allowOverlap="1">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proofErr w:type="gramStart"/>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w:t>
                            </w:r>
                            <w:proofErr w:type="gramEnd"/>
                            <w:r w:rsidR="004013C4" w:rsidRPr="00E22812">
                              <w:rPr>
                                <w:rFonts w:ascii="Helvetica 55 Roman" w:eastAsia="+mn-ea" w:hAnsi="Helvetica 55 Roman" w:cs="+mn-cs"/>
                                <w:color w:val="000000"/>
                                <w:kern w:val="24"/>
                                <w:sz w:val="16"/>
                                <w:szCs w:val="16"/>
                              </w:rPr>
                              <w:t xml:space="preserve"> interne</w:t>
                            </w:r>
                          </w:p>
                          <w:p w:rsidR="004013C4" w:rsidRPr="00E22812" w:rsidRDefault="004013C4" w:rsidP="00E22812">
                            <w:pPr>
                              <w:pStyle w:val="NormalWeb"/>
                              <w:spacing w:before="0" w:beforeAutospacing="0" w:after="0" w:afterAutospacing="0"/>
                              <w:jc w:val="center"/>
                              <w:rPr>
                                <w:sz w:val="16"/>
                                <w:szCs w:val="16"/>
                              </w:rPr>
                            </w:pPr>
                            <w:proofErr w:type="gramStart"/>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w:t>
                            </w:r>
                            <w:proofErr w:type="gramEnd"/>
                            <w:r w:rsidRPr="00E22812">
                              <w:rPr>
                                <w:rFonts w:ascii="Helvetica 55 Roman" w:eastAsia="+mn-ea" w:hAnsi="Helvetica 55 Roman" w:cs="+mn-cs"/>
                                <w:color w:val="000000"/>
                                <w:kern w:val="24"/>
                                <w:sz w:val="16"/>
                                <w:szCs w:val="16"/>
                              </w:rPr>
                              <w:t xml:space="preserve"> </w:t>
                            </w:r>
                            <w:r w:rsidR="00F972E3">
                              <w:rPr>
                                <w:rFonts w:ascii="Helvetica 55 Roman" w:eastAsia="+mn-ea" w:hAnsi="Helvetica 55 Roman" w:cs="+mn-cs"/>
                                <w:color w:val="000000"/>
                                <w:kern w:val="24"/>
                                <w:sz w:val="16"/>
                                <w:szCs w:val="16"/>
                              </w:rPr>
                              <w:t>YANA 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" filled="f" stroked="f">
                <v:textbox style="mso-fit-shape-to-text:t">
                  <w:txbxContent>
                    <w:p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proofErr w:type="gramStart"/>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w:t>
                      </w:r>
                      <w:proofErr w:type="gramEnd"/>
                      <w:r w:rsidR="004013C4" w:rsidRPr="00E22812">
                        <w:rPr>
                          <w:rFonts w:ascii="Helvetica 55 Roman" w:eastAsia="+mn-ea" w:hAnsi="Helvetica 55 Roman" w:cs="+mn-cs"/>
                          <w:color w:val="000000"/>
                          <w:kern w:val="24"/>
                          <w:sz w:val="16"/>
                          <w:szCs w:val="16"/>
                        </w:rPr>
                        <w:t xml:space="preserve"> interne</w:t>
                      </w:r>
                    </w:p>
                    <w:p w:rsidR="004013C4" w:rsidRPr="00E22812" w:rsidRDefault="004013C4" w:rsidP="00E22812">
                      <w:pPr>
                        <w:pStyle w:val="NormalWeb"/>
                        <w:spacing w:before="0" w:beforeAutospacing="0" w:after="0" w:afterAutospacing="0"/>
                        <w:jc w:val="center"/>
                        <w:rPr>
                          <w:sz w:val="16"/>
                          <w:szCs w:val="16"/>
                        </w:rPr>
                      </w:pPr>
                      <w:proofErr w:type="gramStart"/>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w:t>
                      </w:r>
                      <w:proofErr w:type="gramEnd"/>
                      <w:r w:rsidRPr="00E22812">
                        <w:rPr>
                          <w:rFonts w:ascii="Helvetica 55 Roman" w:eastAsia="+mn-ea" w:hAnsi="Helvetica 55 Roman" w:cs="+mn-cs"/>
                          <w:color w:val="000000"/>
                          <w:kern w:val="24"/>
                          <w:sz w:val="16"/>
                          <w:szCs w:val="16"/>
                        </w:rPr>
                        <w:t xml:space="preserve"> </w:t>
                      </w:r>
                      <w:r w:rsidR="00F972E3">
                        <w:rPr>
                          <w:rFonts w:ascii="Helvetica 55 Roman" w:eastAsia="+mn-ea" w:hAnsi="Helvetica 55 Roman" w:cs="+mn-cs"/>
                          <w:color w:val="000000"/>
                          <w:kern w:val="24"/>
                          <w:sz w:val="16"/>
                          <w:szCs w:val="16"/>
                        </w:rPr>
                        <w:t>YANA FIBRE</w:t>
                      </w:r>
                    </w:p>
                  </w:txbxContent>
                </v:textbox>
              </v:shape>
            </w:pict>
          </mc:Fallback>
        </mc:AlternateContent>
      </w:r>
    </w:p>
    <w:p w:rsidR="004013C4" w:rsidRPr="005D2D54" w:rsidRDefault="000B3D9E" w:rsidP="00B50942">
      <w:pPr>
        <w:pStyle w:val="Lgende"/>
        <w:jc w:val="center"/>
        <w:rPr>
          <w:rFonts w:ascii="Helvetica 55 Roman" w:hAnsi="Helvetica 55 Roman"/>
        </w:rPr>
      </w:pPr>
      <w:bookmarkStart w:id="69" w:name="_Toc511061351"/>
      <w:r w:rsidRPr="005D2D54">
        <w:rPr>
          <w:rFonts w:ascii="Helvetica 55 Roman" w:eastAsia="MS Mincho" w:hAnsi="Helvetica 55 Roman"/>
          <w:noProof/>
        </w:rPr>
        <mc:AlternateContent>
          <mc:Choice Requires="wps">
            <w:drawing>
              <wp:anchor distT="0" distB="0" distL="114300" distR="114300" simplePos="0" relativeHeight="251651072" behindDoc="0" locked="0" layoutInCell="1" allowOverlap="1">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proofErr w:type="gramStart"/>
                            <w:r w:rsidRPr="00E22812">
                              <w:rPr>
                                <w:rFonts w:ascii="Helvetica 55 Roman" w:eastAsia="+mn-ea" w:hAnsi="Helvetica 55 Roman" w:cs="+mn-cs"/>
                                <w:color w:val="000000"/>
                                <w:kern w:val="24"/>
                                <w:sz w:val="14"/>
                                <w:szCs w:val="14"/>
                              </w:rPr>
                              <w:t>desserte</w:t>
                            </w:r>
                            <w:proofErr w:type="gramEnd"/>
                            <w:r w:rsidRPr="00E22812">
                              <w:rPr>
                                <w:rFonts w:ascii="Helvetica 55 Roman" w:eastAsia="+mn-ea" w:hAnsi="Helvetica 55 Roman" w:cs="+mn-cs"/>
                                <w:color w:val="000000"/>
                                <w:kern w:val="24"/>
                                <w:sz w:val="14"/>
                                <w:szCs w:val="14"/>
                              </w:rPr>
                              <w:t xml:space="preserve"> interne</w:t>
                            </w:r>
                          </w:p>
                          <w:p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proofErr w:type="gramStart"/>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w:t>
                            </w:r>
                            <w:proofErr w:type="gramEnd"/>
                            <w:r w:rsidR="004013C4" w:rsidRPr="00E22812">
                              <w:rPr>
                                <w:rFonts w:ascii="Helvetica 55 Roman" w:eastAsia="+mn-ea" w:hAnsi="Helvetica 55 Roman" w:cs="+mn-cs"/>
                                <w:color w:val="000000"/>
                                <w:kern w:val="24"/>
                                <w:sz w:val="14"/>
                                <w:szCs w:val="14"/>
                              </w:rPr>
                              <w:t xml:space="preserve">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" filled="f" stroked="f">
                <v:textbox>
                  <w:txbxContent>
                    <w:p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proofErr w:type="gramStart"/>
                      <w:r w:rsidRPr="00E22812">
                        <w:rPr>
                          <w:rFonts w:ascii="Helvetica 55 Roman" w:eastAsia="+mn-ea" w:hAnsi="Helvetica 55 Roman" w:cs="+mn-cs"/>
                          <w:color w:val="000000"/>
                          <w:kern w:val="24"/>
                          <w:sz w:val="14"/>
                          <w:szCs w:val="14"/>
                        </w:rPr>
                        <w:t>desserte</w:t>
                      </w:r>
                      <w:proofErr w:type="gramEnd"/>
                      <w:r w:rsidRPr="00E22812">
                        <w:rPr>
                          <w:rFonts w:ascii="Helvetica 55 Roman" w:eastAsia="+mn-ea" w:hAnsi="Helvetica 55 Roman" w:cs="+mn-cs"/>
                          <w:color w:val="000000"/>
                          <w:kern w:val="24"/>
                          <w:sz w:val="14"/>
                          <w:szCs w:val="14"/>
                        </w:rPr>
                        <w:t xml:space="preserve"> interne</w:t>
                      </w:r>
                    </w:p>
                    <w:p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proofErr w:type="gramStart"/>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w:t>
                      </w:r>
                      <w:proofErr w:type="gramEnd"/>
                      <w:r w:rsidR="004013C4" w:rsidRPr="00E22812">
                        <w:rPr>
                          <w:rFonts w:ascii="Helvetica 55 Roman" w:eastAsia="+mn-ea" w:hAnsi="Helvetica 55 Roman" w:cs="+mn-cs"/>
                          <w:color w:val="000000"/>
                          <w:kern w:val="24"/>
                          <w:sz w:val="14"/>
                          <w:szCs w:val="14"/>
                        </w:rPr>
                        <w:t xml:space="preserve"> équipement Op</w:t>
                      </w:r>
                      <w:r w:rsidR="004013C4" w:rsidRPr="00E22812">
                        <w:rPr>
                          <w:rFonts w:ascii="Helvetica 55 Roman" w:eastAsia="+mn-ea" w:hAnsi="Helvetica 55 Roman" w:cs="+mn-cs"/>
                          <w:sz w:val="14"/>
                          <w:szCs w:val="14"/>
                        </w:rPr>
                        <w:t>érateur</w:t>
                      </w:r>
                    </w:p>
                  </w:txbxContent>
                </v:textbox>
              </v:shape>
            </w:pict>
          </mc:Fallback>
        </mc:AlternateContent>
      </w:r>
      <w:r w:rsidRPr="005D2D54">
        <w:rPr>
          <w:rFonts w:ascii="Helvetica 55 Roman" w:hAnsi="Helvetica 55 Roman"/>
          <w:noProof/>
        </w:rPr>
        <mc:AlternateContent>
          <mc:Choice Requires="wps">
            <w:drawing>
              <wp:anchor distT="4294967295" distB="4294967295" distL="114300" distR="114300" simplePos="0" relativeHeight="251658240" behindDoc="0" locked="0" layoutInCell="1" allowOverlap="1">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0DF44"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" strokecolor="blue">
                <v:stroke startarrow="block" endarrow="block"/>
                <o:lock v:ext="edit" shapetype="f"/>
              </v:line>
            </w:pict>
          </mc:Fallback>
        </mc:AlternateContent>
      </w:r>
      <w:r w:rsidRPr="005D2D54">
        <w:rPr>
          <w:rFonts w:ascii="Helvetica 55 Roman" w:hAnsi="Helvetica 55 Roman"/>
          <w:noProof/>
        </w:rPr>
        <mc:AlternateContent>
          <mc:Choice Requires="wps">
            <w:drawing>
              <wp:anchor distT="4294967295" distB="4294967295" distL="114300" distR="114300" simplePos="0" relativeHeight="251666432" behindDoc="0" locked="0" layoutInCell="1" allowOverlap="1">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FDD8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" strokecolor="blue">
                <v:stroke startarrow="block" endarrow="block"/>
                <o:lock v:ext="edit" shapetype="f"/>
              </v:line>
            </w:pict>
          </mc:Fallback>
        </mc:AlternateContent>
      </w:r>
    </w:p>
    <w:p w:rsidR="004013C4" w:rsidRPr="005D2D54" w:rsidRDefault="000B3D9E" w:rsidP="00B50942">
      <w:pPr>
        <w:pStyle w:val="Lgende"/>
        <w:jc w:val="center"/>
        <w:rPr>
          <w:rFonts w:ascii="Helvetica 55 Roman" w:hAnsi="Helvetica 55 Roman"/>
        </w:rPr>
      </w:pPr>
      <w:r w:rsidRPr="005D2D54">
        <w:rPr>
          <w:rFonts w:ascii="Helvetica 55 Roman" w:eastAsia="MS Mincho" w:hAnsi="Helvetica 55 Roman"/>
          <w:noProof/>
        </w:rPr>
        <mc:AlternateContent>
          <mc:Choice Requires="wps">
            <w:drawing>
              <wp:anchor distT="0" distB="0" distL="114300" distR="114300" simplePos="0" relativeHeight="251643904" behindDoc="0" locked="0" layoutInCell="1" allowOverlap="1">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rsidR="004013C4" w:rsidRPr="005D2D54" w:rsidRDefault="004013C4" w:rsidP="00B50942">
      <w:pPr>
        <w:pStyle w:val="Lgende"/>
        <w:jc w:val="center"/>
        <w:rPr>
          <w:rFonts w:ascii="Helvetica 55 Roman" w:hAnsi="Helvetica 55 Roman"/>
        </w:rPr>
      </w:pPr>
    </w:p>
    <w:p w:rsidR="004013C4" w:rsidRPr="005D2D54" w:rsidRDefault="000B3D9E" w:rsidP="00B50942">
      <w:pPr>
        <w:pStyle w:val="Lgende"/>
        <w:jc w:val="center"/>
        <w:rPr>
          <w:rFonts w:ascii="Helvetica 55 Roman" w:hAnsi="Helvetica 55 Roman"/>
        </w:rPr>
      </w:pPr>
      <w:r w:rsidRPr="005D2D54">
        <w:rPr>
          <w:rFonts w:ascii="Helvetica 55 Roman" w:hAnsi="Helvetica 55 Roman"/>
          <w:noProof/>
        </w:rPr>
        <mc:AlternateContent>
          <mc:Choice Requires="wps">
            <w:drawing>
              <wp:anchor distT="0" distB="0" distL="114300" distR="114300" simplePos="0" relativeHeight="251674624" behindDoc="0" locked="0" layoutInCell="1" allowOverlap="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80E9A"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">
                <v:stroke startarrow="block" endarrow="block"/>
              </v:line>
            </w:pict>
          </mc:Fallback>
        </mc:AlternateContent>
      </w:r>
      <w:r w:rsidRPr="005D2D54">
        <w:rPr>
          <w:rFonts w:ascii="Helvetica 55 Roman" w:hAnsi="Helvetica 55 Roman"/>
          <w:noProof/>
        </w:rPr>
        <mc:AlternateContent>
          <mc:Choice Requires="wps">
            <w:drawing>
              <wp:anchor distT="4294967295" distB="4294967295" distL="114300" distR="114300" simplePos="0" relativeHeight="251668480" behindDoc="0" locked="0" layoutInCell="1" allowOverlap="1">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64824"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19S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" strokecolor="windowText">
                <v:stroke endarrow="block"/>
                <o:lock v:ext="edit" shapetype="f"/>
              </v:line>
            </w:pict>
          </mc:Fallback>
        </mc:AlternateContent>
      </w:r>
      <w:r w:rsidRPr="005D2D54">
        <w:rPr>
          <w:rFonts w:ascii="Helvetica 55 Roman" w:hAnsi="Helvetica 55 Roman"/>
          <w:noProof/>
        </w:rPr>
        <mc:AlternateContent>
          <mc:Choice Requires="wps">
            <w:drawing>
              <wp:anchor distT="0" distB="0" distL="114300" distR="114300" simplePos="0" relativeHeight="251669504" behindDoc="0" locked="0" layoutInCell="1" allowOverlap="1">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" filled="f" stroked="f">
                <v:textbox style="mso-fit-shape-to-text:t">
                  <w:txbxContent>
                    <w:p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rsidR="004013C4" w:rsidRPr="005D2D54" w:rsidRDefault="004013C4" w:rsidP="00B50942">
      <w:pPr>
        <w:pStyle w:val="Lgende"/>
        <w:jc w:val="center"/>
        <w:rPr>
          <w:rFonts w:ascii="Helvetica 55 Roman" w:hAnsi="Helvetica 55 Roman"/>
        </w:rPr>
      </w:pPr>
    </w:p>
    <w:p w:rsidR="00925AFA" w:rsidRPr="005D2D54" w:rsidRDefault="00B50942" w:rsidP="00B50942">
      <w:pPr>
        <w:pStyle w:val="Lgende"/>
        <w:jc w:val="center"/>
        <w:rPr>
          <w:rFonts w:ascii="Helvetica 55 Roman" w:eastAsia="MS Mincho" w:hAnsi="Helvetica 55 Roman" w:cs="Arial"/>
          <w:lang w:eastAsia="ja-JP"/>
        </w:rPr>
      </w:pPr>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5</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00AD1691" w:rsidRPr="005D2D54">
        <w:rPr>
          <w:rFonts w:ascii="Helvetica 55 Roman" w:hAnsi="Helvetica 55 Roman"/>
        </w:rPr>
        <w:t>– raccordement côté C</w:t>
      </w:r>
      <w:r w:rsidR="00120F94" w:rsidRPr="005D2D54">
        <w:rPr>
          <w:rFonts w:ascii="Helvetica 55 Roman" w:hAnsi="Helvetica 55 Roman"/>
        </w:rPr>
        <w:t>lient Final</w:t>
      </w:r>
      <w:r w:rsidR="008809DA" w:rsidRPr="005D2D54">
        <w:rPr>
          <w:rFonts w:ascii="Helvetica 55 Roman" w:hAnsi="Helvetica 55 Roman"/>
        </w:rPr>
        <w:t xml:space="preserve"> standard</w:t>
      </w:r>
      <w:bookmarkEnd w:id="69"/>
    </w:p>
    <w:p w:rsidR="00925AFA" w:rsidRPr="005D2D54" w:rsidRDefault="00925AFA" w:rsidP="00FE2954">
      <w:pPr>
        <w:rPr>
          <w:rFonts w:ascii="Helvetica 55 Roman" w:eastAsia="MS Mincho" w:hAnsi="Helvetica 55 Roman" w:cs="Arial"/>
          <w:lang w:eastAsia="ja-JP"/>
        </w:rPr>
      </w:pPr>
    </w:p>
    <w:p w:rsidR="00F10663" w:rsidRPr="005D2D54" w:rsidRDefault="00F10663" w:rsidP="00FE2954">
      <w:pPr>
        <w:rPr>
          <w:rFonts w:ascii="Helvetica 55 Roman" w:eastAsia="MS Mincho" w:hAnsi="Helvetica 55 Roman" w:cs="Arial"/>
          <w:lang w:eastAsia="ja-JP"/>
        </w:rPr>
      </w:pPr>
    </w:p>
    <w:p w:rsidR="00F10663" w:rsidRPr="005D2D54" w:rsidRDefault="00F10663" w:rsidP="00FE2954">
      <w:pPr>
        <w:rPr>
          <w:rFonts w:ascii="Helvetica 55 Roman" w:eastAsia="MS Mincho" w:hAnsi="Helvetica 55 Roman" w:cs="Arial"/>
          <w:lang w:eastAsia="ja-JP"/>
        </w:rPr>
      </w:pPr>
    </w:p>
    <w:p w:rsidR="00FE2954" w:rsidRPr="005D2D54" w:rsidRDefault="00FE2954" w:rsidP="00FE2954">
      <w:pPr>
        <w:rPr>
          <w:rFonts w:ascii="Helvetica 55 Roman" w:hAnsi="Helvetica 55 Roman" w:cs="Arial"/>
        </w:rPr>
      </w:pPr>
      <w:r w:rsidRPr="005D2D54">
        <w:rPr>
          <w:rFonts w:ascii="Helvetica 55 Roman" w:hAnsi="Helvetica 55 Roman" w:cs="Arial"/>
        </w:rPr>
        <w:t xml:space="preserve">Le câble utilisé </w:t>
      </w:r>
      <w:r w:rsidR="008809DA" w:rsidRPr="005D2D54">
        <w:rPr>
          <w:rFonts w:ascii="Helvetica 55 Roman" w:hAnsi="Helvetica 55 Roman" w:cs="Arial"/>
        </w:rPr>
        <w:t>pour le raccordement</w:t>
      </w:r>
      <w:r w:rsidRPr="005D2D54">
        <w:rPr>
          <w:rFonts w:ascii="Helvetica 55 Roman" w:hAnsi="Helvetica 55 Roman" w:cs="Arial"/>
        </w:rPr>
        <w:t xml:space="preserve"> aura les caractéristiques suivantes :</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type de fibre : G657 A-2</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gaine LS0H pour la partie intérieure au bâtiment</w:t>
      </w:r>
    </w:p>
    <w:p w:rsidR="00FE2954" w:rsidRPr="005D2D54" w:rsidRDefault="00FE2954" w:rsidP="00FE2954">
      <w:pPr>
        <w:rPr>
          <w:rFonts w:ascii="Helvetica 55 Roman" w:eastAsia="MS Mincho" w:hAnsi="Helvetica 55 Roman" w:cs="Arial"/>
          <w:lang w:eastAsia="ja-JP"/>
        </w:rPr>
      </w:pPr>
    </w:p>
    <w:p w:rsidR="00FE2954" w:rsidRPr="005D2D54" w:rsidRDefault="00FE2954" w:rsidP="00FE2954">
      <w:pPr>
        <w:rPr>
          <w:rFonts w:ascii="Helvetica 55 Roman" w:hAnsi="Helvetica 55 Roman" w:cs="Arial"/>
        </w:rPr>
      </w:pPr>
      <w:r w:rsidRPr="005D2D54">
        <w:rPr>
          <w:rFonts w:ascii="Helvetica 55 Roman" w:eastAsia="MS Mincho" w:hAnsi="Helvetica 55 Roman" w:cs="Arial"/>
          <w:lang w:eastAsia="ja-JP"/>
        </w:rPr>
        <w:lastRenderedPageBreak/>
        <w:t xml:space="preserve">L’accès </w:t>
      </w:r>
      <w:r w:rsidR="00E34620" w:rsidRPr="005D2D54">
        <w:rPr>
          <w:rFonts w:ascii="Helvetica 55 Roman" w:eastAsia="MS Mincho" w:hAnsi="Helvetica 55 Roman" w:cs="Arial"/>
          <w:lang w:eastAsia="ja-JP"/>
        </w:rPr>
        <w:t xml:space="preserve">est </w:t>
      </w:r>
      <w:r w:rsidRPr="005D2D54">
        <w:rPr>
          <w:rFonts w:ascii="Helvetica 55 Roman" w:eastAsia="MS Mincho" w:hAnsi="Helvetica 55 Roman" w:cs="Arial"/>
          <w:lang w:eastAsia="ja-JP"/>
        </w:rPr>
        <w:t xml:space="preserve">livré sur un connecteur de type </w:t>
      </w:r>
      <w:r w:rsidRPr="005D2D54">
        <w:rPr>
          <w:rFonts w:ascii="Helvetica 55 Roman" w:hAnsi="Helvetica 55 Roman" w:cs="Arial"/>
        </w:rPr>
        <w:t>SC/APC 8°.</w:t>
      </w:r>
    </w:p>
    <w:p w:rsidR="00651A16" w:rsidRPr="005D2D54" w:rsidRDefault="00651A16" w:rsidP="00FE2954">
      <w:pPr>
        <w:rPr>
          <w:rFonts w:ascii="Helvetica 55 Roman" w:eastAsia="MS Mincho" w:hAnsi="Helvetica 55 Roman" w:cs="Arial"/>
          <w:lang w:eastAsia="ja-JP"/>
        </w:rPr>
      </w:pPr>
    </w:p>
    <w:p w:rsidR="00164AE9" w:rsidRPr="005D2D54" w:rsidRDefault="00651A16" w:rsidP="00164AE9">
      <w:pPr>
        <w:rPr>
          <w:rFonts w:ascii="Helvetica 55 Roman" w:eastAsia="MS Mincho" w:hAnsi="Helvetica 55 Roman" w:cs="Arial"/>
          <w:lang w:eastAsia="ja-JP"/>
        </w:rPr>
      </w:pPr>
      <w:r w:rsidRPr="005D2D54">
        <w:rPr>
          <w:rFonts w:ascii="Helvetica 55 Roman" w:eastAsia="MS Mincho" w:hAnsi="Helvetica 55 Roman" w:cs="Arial"/>
          <w:lang w:eastAsia="ja-JP"/>
        </w:rPr>
        <w:t xml:space="preserve">Le </w:t>
      </w:r>
      <w:r w:rsidR="00915A8A" w:rsidRPr="005D2D54">
        <w:rPr>
          <w:rFonts w:ascii="Helvetica 55 Roman" w:eastAsia="MS Mincho" w:hAnsi="Helvetica 55 Roman" w:cs="Arial"/>
          <w:lang w:eastAsia="ja-JP"/>
        </w:rPr>
        <w:t xml:space="preserve">prolongement entre la DTIO et </w:t>
      </w:r>
      <w:r w:rsidRPr="005D2D54">
        <w:rPr>
          <w:rFonts w:ascii="Helvetica 55 Roman" w:eastAsia="MS Mincho" w:hAnsi="Helvetica 55 Roman" w:cs="Arial"/>
          <w:lang w:eastAsia="ja-JP"/>
        </w:rPr>
        <w:t xml:space="preserve">le point de livraison du service  est réalisé </w:t>
      </w:r>
      <w:r w:rsidR="00915A8A" w:rsidRPr="005D2D54">
        <w:rPr>
          <w:rFonts w:ascii="Helvetica 55 Roman" w:eastAsia="MS Mincho" w:hAnsi="Helvetica 55 Roman" w:cs="Arial"/>
          <w:lang w:eastAsia="ja-JP"/>
        </w:rPr>
        <w:t xml:space="preserve">en </w:t>
      </w:r>
      <w:r w:rsidR="00FE2954" w:rsidRPr="005D2D54">
        <w:rPr>
          <w:rFonts w:ascii="Helvetica 55 Roman" w:eastAsia="MS Mincho" w:hAnsi="Helvetica 55 Roman" w:cs="Arial"/>
          <w:lang w:eastAsia="ja-JP"/>
        </w:rPr>
        <w:t>standard</w:t>
      </w:r>
      <w:r w:rsidRPr="005D2D54">
        <w:rPr>
          <w:rFonts w:ascii="Helvetica 55 Roman" w:eastAsia="MS Mincho" w:hAnsi="Helvetica 55 Roman" w:cs="Arial"/>
          <w:lang w:eastAsia="ja-JP"/>
        </w:rPr>
        <w:t xml:space="preserve"> </w:t>
      </w:r>
      <w:r w:rsidR="00FE2954" w:rsidRPr="005D2D54">
        <w:rPr>
          <w:rFonts w:ascii="Helvetica 55 Roman" w:eastAsia="MS Mincho" w:hAnsi="Helvetica 55 Roman" w:cs="Arial"/>
          <w:lang w:eastAsia="ja-JP"/>
        </w:rPr>
        <w:t xml:space="preserve">sur une prise de terminaison optique (PTO) mono </w:t>
      </w:r>
      <w:r w:rsidR="00915A8A" w:rsidRPr="005D2D54">
        <w:rPr>
          <w:rFonts w:ascii="Helvetica 55 Roman" w:eastAsia="MS Mincho" w:hAnsi="Helvetica 55 Roman" w:cs="Arial"/>
          <w:lang w:eastAsia="ja-JP"/>
        </w:rPr>
        <w:t>fibr</w:t>
      </w:r>
      <w:r w:rsidRPr="005D2D54">
        <w:rPr>
          <w:rFonts w:ascii="Helvetica 55 Roman" w:eastAsia="MS Mincho" w:hAnsi="Helvetica 55 Roman" w:cs="Arial"/>
          <w:lang w:eastAsia="ja-JP"/>
        </w:rPr>
        <w:t>e</w:t>
      </w:r>
      <w:r w:rsidR="00FE2954" w:rsidRPr="005D2D54">
        <w:rPr>
          <w:rFonts w:ascii="Helvetica 55 Roman" w:eastAsia="MS Mincho" w:hAnsi="Helvetica 55 Roman" w:cs="Arial"/>
          <w:lang w:eastAsia="ja-JP"/>
        </w:rPr>
        <w:t xml:space="preserve"> fixée au mur </w:t>
      </w:r>
      <w:r w:rsidR="008F2D21" w:rsidRPr="005D2D54">
        <w:rPr>
          <w:rFonts w:ascii="Helvetica 55 Roman" w:eastAsia="MS Mincho" w:hAnsi="Helvetica 55 Roman" w:cs="Arial"/>
          <w:lang w:eastAsia="ja-JP"/>
        </w:rPr>
        <w:t xml:space="preserve"> ou</w:t>
      </w:r>
      <w:r w:rsidR="00164AE9" w:rsidRPr="005D2D54">
        <w:rPr>
          <w:rFonts w:ascii="Helvetica 55 Roman" w:eastAsia="MS Mincho" w:hAnsi="Helvetica 55 Roman" w:cs="Arial"/>
          <w:lang w:eastAsia="ja-JP"/>
        </w:rPr>
        <w:t xml:space="preserve"> installée sur rail métallique standardisé (</w:t>
      </w:r>
      <w:proofErr w:type="spellStart"/>
      <w:r w:rsidR="00164AE9" w:rsidRPr="005D2D54">
        <w:rPr>
          <w:rFonts w:ascii="Helvetica 55 Roman" w:eastAsia="MS Mincho" w:hAnsi="Helvetica 55 Roman" w:cs="Arial"/>
          <w:lang w:eastAsia="ja-JP"/>
        </w:rPr>
        <w:t>RailDIN</w:t>
      </w:r>
      <w:proofErr w:type="spellEnd"/>
      <w:r w:rsidR="00164AE9" w:rsidRPr="005D2D54">
        <w:rPr>
          <w:rFonts w:ascii="Helvetica 55 Roman" w:eastAsia="MS Mincho" w:hAnsi="Helvetica 55 Roman" w:cs="Arial"/>
          <w:lang w:eastAsia="ja-JP"/>
        </w:rPr>
        <w:t xml:space="preserve">) existant. </w:t>
      </w:r>
    </w:p>
    <w:p w:rsidR="00FE2954" w:rsidRPr="005D2D54" w:rsidRDefault="009020FD"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5D2D54">
        <w:rPr>
          <w:rFonts w:ascii="Helvetica 55 Roman" w:eastAsia="MS Mincho" w:hAnsi="Helvetica 55 Roman" w:cs="Arial"/>
          <w:lang w:eastAsia="ja-JP"/>
        </w:rPr>
        <w:t>.</w:t>
      </w:r>
    </w:p>
    <w:p w:rsidR="004F51DD" w:rsidRPr="005D2D54" w:rsidRDefault="000B3D9E" w:rsidP="008809DA">
      <w:pPr>
        <w:keepNext/>
        <w:jc w:val="center"/>
        <w:rPr>
          <w:rFonts w:ascii="Helvetica 55 Roman" w:hAnsi="Helvetica 55 Roman"/>
        </w:rPr>
      </w:pPr>
      <w:r w:rsidRPr="005D2D54">
        <w:rPr>
          <w:rFonts w:ascii="Helvetica 55 Roman" w:hAnsi="Helvetica 55 Roman" w:cs="Arial"/>
          <w:b/>
          <w:noProof/>
        </w:rPr>
        <w:drawing>
          <wp:inline distT="0" distB="0" distL="0" distR="0">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rsidR="004F51DD" w:rsidRPr="005D2D54" w:rsidRDefault="004F51DD" w:rsidP="008809DA">
      <w:pPr>
        <w:pStyle w:val="Lgende"/>
        <w:jc w:val="center"/>
        <w:rPr>
          <w:rFonts w:ascii="Helvetica 55 Roman" w:hAnsi="Helvetica 55 Roman"/>
        </w:rPr>
      </w:pPr>
      <w:bookmarkStart w:id="70" w:name="_Toc511061352"/>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6</w:t>
      </w:r>
      <w:r w:rsidRPr="005D2D54">
        <w:rPr>
          <w:rFonts w:ascii="Helvetica 55 Roman" w:hAnsi="Helvetica 55 Roman"/>
        </w:rPr>
        <w:fldChar w:fldCharType="end"/>
      </w:r>
      <w:r w:rsidR="007D760F" w:rsidRPr="005D2D54">
        <w:rPr>
          <w:rFonts w:ascii="Helvetica 55 Roman" w:hAnsi="Helvetica 55 Roman"/>
        </w:rPr>
        <w:t xml:space="preserve"> : </w:t>
      </w:r>
      <w:r w:rsidR="00E97C2E" w:rsidRPr="005D2D54">
        <w:rPr>
          <w:rFonts w:ascii="Helvetica 55 Roman" w:hAnsi="Helvetica 55 Roman"/>
        </w:rPr>
        <w:t>FTTE passif PM</w:t>
      </w:r>
      <w:r w:rsidR="006832A1" w:rsidRPr="005D2D54">
        <w:rPr>
          <w:rFonts w:ascii="Helvetica 55 Roman" w:hAnsi="Helvetica 55 Roman"/>
        </w:rPr>
        <w:t xml:space="preserve"> </w:t>
      </w:r>
      <w:r w:rsidRPr="005D2D54">
        <w:rPr>
          <w:rFonts w:ascii="Helvetica 55 Roman" w:hAnsi="Helvetica 55 Roman"/>
        </w:rPr>
        <w:t>- exemple de PTO</w:t>
      </w:r>
      <w:bookmarkEnd w:id="70"/>
    </w:p>
    <w:p w:rsidR="00FE2954" w:rsidRPr="005D2D54" w:rsidRDefault="00FE2954" w:rsidP="00FE2954">
      <w:pPr>
        <w:jc w:val="center"/>
        <w:rPr>
          <w:rFonts w:ascii="Helvetica 55 Roman" w:hAnsi="Helvetica 55 Roman" w:cs="Arial"/>
          <w:b/>
        </w:rPr>
      </w:pPr>
    </w:p>
    <w:p w:rsidR="00716453" w:rsidRPr="005D2D54" w:rsidRDefault="00FE2954"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En option,  la livraison pourra se faire  sur un bandeau optique  pour l’installation dans une baie 19’.</w:t>
      </w:r>
      <w:r w:rsidR="00F10663" w:rsidRPr="005D2D54">
        <w:rPr>
          <w:rFonts w:ascii="Helvetica 55 Roman" w:eastAsia="MS Mincho" w:hAnsi="Helvetica 55 Roman" w:cs="Arial"/>
          <w:lang w:eastAsia="ja-JP"/>
        </w:rPr>
        <w:t xml:space="preserve"> Pour installer ce bandeau, </w:t>
      </w:r>
      <w:r w:rsidR="009020FD" w:rsidRPr="005D2D54">
        <w:rPr>
          <w:rFonts w:ascii="Helvetica 55 Roman" w:eastAsia="MS Mincho" w:hAnsi="Helvetica 55 Roman" w:cs="Arial"/>
          <w:lang w:eastAsia="ja-JP"/>
        </w:rPr>
        <w:t xml:space="preserve">une </w:t>
      </w:r>
      <w:r w:rsidR="00F10663" w:rsidRPr="005D2D54">
        <w:rPr>
          <w:rFonts w:ascii="Helvetica 55 Roman" w:eastAsia="MS Mincho" w:hAnsi="Helvetica 55 Roman" w:cs="Arial"/>
          <w:lang w:eastAsia="ja-JP"/>
        </w:rPr>
        <w:t xml:space="preserve">baie </w:t>
      </w:r>
      <w:r w:rsidR="009020FD" w:rsidRPr="005D2D54">
        <w:rPr>
          <w:rFonts w:ascii="Helvetica 55 Roman" w:eastAsia="MS Mincho" w:hAnsi="Helvetica 55 Roman" w:cs="Arial"/>
          <w:lang w:eastAsia="ja-JP"/>
        </w:rPr>
        <w:t xml:space="preserve">19’ </w:t>
      </w:r>
      <w:r w:rsidR="00F10663" w:rsidRPr="005D2D54">
        <w:rPr>
          <w:rFonts w:ascii="Helvetica 55 Roman" w:eastAsia="MS Mincho" w:hAnsi="Helvetica 55 Roman" w:cs="Arial"/>
          <w:lang w:eastAsia="ja-JP"/>
        </w:rPr>
        <w:t>doit</w:t>
      </w:r>
      <w:r w:rsidR="009020FD" w:rsidRPr="005D2D54">
        <w:rPr>
          <w:rFonts w:ascii="Helvetica 55 Roman" w:eastAsia="MS Mincho" w:hAnsi="Helvetica 55 Roman" w:cs="Arial"/>
          <w:lang w:eastAsia="ja-JP"/>
        </w:rPr>
        <w:t xml:space="preserve"> déjà </w:t>
      </w:r>
      <w:r w:rsidR="00F10663" w:rsidRPr="005D2D54">
        <w:rPr>
          <w:rFonts w:ascii="Helvetica 55 Roman" w:eastAsia="MS Mincho" w:hAnsi="Helvetica 55 Roman" w:cs="Arial"/>
          <w:lang w:eastAsia="ja-JP"/>
        </w:rPr>
        <w:t xml:space="preserve"> être présente sur le site du client final</w:t>
      </w:r>
      <w:r w:rsidR="009020FD" w:rsidRPr="005D2D54">
        <w:rPr>
          <w:rFonts w:ascii="Helvetica 55 Roman" w:eastAsia="MS Mincho" w:hAnsi="Helvetica 55 Roman" w:cs="Arial"/>
          <w:lang w:eastAsia="ja-JP"/>
        </w:rPr>
        <w:t xml:space="preserve"> lors de la livraison du service</w:t>
      </w:r>
      <w:r w:rsidR="00716453" w:rsidRPr="005D2D54">
        <w:rPr>
          <w:rFonts w:ascii="Helvetica 55 Roman" w:eastAsia="MS Mincho" w:hAnsi="Helvetica 55 Roman" w:cs="Arial"/>
          <w:lang w:eastAsia="ja-JP"/>
        </w:rPr>
        <w:t xml:space="preserve"> avec un emplacement disponible permettant d‘accueillir ce bandeau</w:t>
      </w:r>
      <w:r w:rsidR="009020FD" w:rsidRPr="005D2D54">
        <w:rPr>
          <w:rFonts w:ascii="Helvetica 55 Roman" w:eastAsia="MS Mincho" w:hAnsi="Helvetica 55 Roman" w:cs="Arial"/>
          <w:lang w:eastAsia="ja-JP"/>
        </w:rPr>
        <w:t xml:space="preserve">. </w:t>
      </w:r>
    </w:p>
    <w:p w:rsidR="00716453" w:rsidRPr="005D2D54" w:rsidRDefault="00716453" w:rsidP="00FE2954">
      <w:pPr>
        <w:rPr>
          <w:rFonts w:ascii="Helvetica 55 Roman" w:eastAsia="MS Mincho" w:hAnsi="Helvetica 55 Roman" w:cs="Arial"/>
          <w:highlight w:val="cyan"/>
          <w:lang w:eastAsia="ja-JP"/>
        </w:rPr>
      </w:pPr>
    </w:p>
    <w:p w:rsidR="00FE2954" w:rsidRPr="005D2D54" w:rsidRDefault="00FE2954" w:rsidP="00FE2954">
      <w:pPr>
        <w:rPr>
          <w:rFonts w:ascii="Helvetica 55 Roman" w:hAnsi="Helvetica 55 Roman" w:cs="Arial"/>
        </w:rPr>
      </w:pPr>
    </w:p>
    <w:bookmarkEnd w:id="29"/>
    <w:bookmarkEnd w:id="30"/>
    <w:p w:rsidR="001F7792" w:rsidRPr="005D2D54" w:rsidRDefault="000B3D9E" w:rsidP="004A66CA">
      <w:pPr>
        <w:pStyle w:val="Retraitnormal"/>
        <w:rPr>
          <w:rFonts w:ascii="Helvetica 55 Roman" w:hAnsi="Helvetica 55 Roman"/>
          <w:lang w:val="es-ES"/>
        </w:rPr>
      </w:pPr>
      <w:r w:rsidRPr="005D2D54">
        <w:rPr>
          <w:rFonts w:ascii="Helvetica 55 Roman" w:hAnsi="Helvetica 55 Roman"/>
          <w:noProof/>
        </w:rPr>
        <w:drawing>
          <wp:inline distT="0" distB="0" distL="0" distR="0">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rsidR="00716453" w:rsidRPr="005D2D54" w:rsidRDefault="00716453" w:rsidP="00716453">
      <w:pPr>
        <w:pStyle w:val="Lgende"/>
        <w:jc w:val="center"/>
        <w:rPr>
          <w:rFonts w:ascii="Helvetica 55 Roman" w:hAnsi="Helvetica 55 Roman"/>
        </w:rPr>
      </w:pPr>
      <w:r w:rsidRPr="005D2D54">
        <w:rPr>
          <w:rFonts w:ascii="Helvetica 55 Roman" w:hAnsi="Helvetica 55 Roman"/>
        </w:rPr>
        <w:t>Figure 7</w:t>
      </w:r>
      <w:r w:rsidR="007D760F" w:rsidRPr="005D2D54">
        <w:rPr>
          <w:rFonts w:ascii="Helvetica 55 Roman" w:hAnsi="Helvetica 55 Roman"/>
        </w:rPr>
        <w:t xml:space="preserve"> : </w:t>
      </w:r>
      <w:r w:rsidR="00A2485E" w:rsidRPr="005D2D54">
        <w:rPr>
          <w:rFonts w:ascii="Helvetica 55 Roman" w:hAnsi="Helvetica 55 Roman"/>
        </w:rPr>
        <w:t xml:space="preserve">FTTE passif au  </w:t>
      </w:r>
      <w:r w:rsidR="006832A1" w:rsidRPr="005D2D54">
        <w:rPr>
          <w:rFonts w:ascii="Helvetica 55 Roman" w:hAnsi="Helvetica 55 Roman"/>
        </w:rPr>
        <w:t xml:space="preserve">PM </w:t>
      </w:r>
      <w:r w:rsidRPr="005D2D54">
        <w:rPr>
          <w:rFonts w:ascii="Helvetica 55 Roman" w:hAnsi="Helvetica 55 Roman"/>
        </w:rPr>
        <w:t>- exemple de Bandeau Optique</w:t>
      </w:r>
    </w:p>
    <w:p w:rsidR="00B50942" w:rsidRPr="005D2D54" w:rsidRDefault="00B50942" w:rsidP="004A66CA">
      <w:pPr>
        <w:pStyle w:val="Retraitnormal"/>
        <w:rPr>
          <w:rFonts w:ascii="Helvetica 55 Roman" w:hAnsi="Helvetica 55 Roman"/>
        </w:rPr>
      </w:pPr>
    </w:p>
    <w:p w:rsidR="00B50942" w:rsidRPr="005D2D54" w:rsidRDefault="008809DA" w:rsidP="008809DA">
      <w:pPr>
        <w:pStyle w:val="Retraitnormal"/>
        <w:tabs>
          <w:tab w:val="left" w:pos="1206"/>
        </w:tabs>
        <w:rPr>
          <w:rFonts w:ascii="Helvetica 55 Roman" w:hAnsi="Helvetica 55 Roman"/>
          <w:lang w:val="es-ES"/>
        </w:rPr>
      </w:pPr>
      <w:r w:rsidRPr="005D2D54">
        <w:rPr>
          <w:rFonts w:ascii="Helvetica 55 Roman" w:hAnsi="Helvetica 55 Roman"/>
          <w:lang w:val="es-ES"/>
        </w:rPr>
        <w:tab/>
      </w:r>
    </w:p>
    <w:p w:rsidR="00B50942" w:rsidRPr="005D2D54" w:rsidRDefault="00B50942" w:rsidP="004A66CA">
      <w:pPr>
        <w:pStyle w:val="Retraitnormal"/>
        <w:rPr>
          <w:rFonts w:ascii="Helvetica 55 Roman" w:hAnsi="Helvetica 55 Roman"/>
          <w:lang w:val="es-ES"/>
        </w:rPr>
      </w:pPr>
    </w:p>
    <w:p w:rsidR="001F7792" w:rsidRPr="005D2D54" w:rsidRDefault="008809DA" w:rsidP="001F7792">
      <w:pPr>
        <w:pStyle w:val="Titre1"/>
        <w:shd w:val="clear" w:color="auto" w:fill="auto"/>
        <w:rPr>
          <w:rFonts w:ascii="Helvetica 55 Roman" w:hAnsi="Helvetica 55 Roman" w:cs="Arial"/>
          <w:caps w:val="0"/>
          <w:color w:val="FF6600"/>
        </w:rPr>
      </w:pPr>
      <w:bookmarkStart w:id="71" w:name="_Toc459733688"/>
      <w:r w:rsidRPr="005D2D54">
        <w:rPr>
          <w:rFonts w:ascii="Helvetica 55 Roman" w:hAnsi="Helvetica 55 Roman" w:cs="Arial"/>
        </w:rPr>
        <w:br w:type="page"/>
      </w:r>
      <w:bookmarkStart w:id="72" w:name="_Toc69280798"/>
      <w:r w:rsidR="00105805" w:rsidRPr="005D2D54">
        <w:rPr>
          <w:rFonts w:ascii="Helvetica 55 Roman" w:hAnsi="Helvetica 55 Roman" w:cs="Arial"/>
          <w:color w:val="FF6600"/>
        </w:rPr>
        <w:lastRenderedPageBreak/>
        <w:t>Caracteristiques</w:t>
      </w:r>
      <w:r w:rsidR="00925AFA" w:rsidRPr="005D2D54">
        <w:rPr>
          <w:rFonts w:ascii="Helvetica 55 Roman" w:hAnsi="Helvetica 55 Roman" w:cs="Arial"/>
          <w:color w:val="FF6600"/>
        </w:rPr>
        <w:t xml:space="preserve"> techniques</w:t>
      </w:r>
      <w:bookmarkEnd w:id="71"/>
      <w:bookmarkEnd w:id="72"/>
      <w:r w:rsidR="00925AFA" w:rsidRPr="005D2D54">
        <w:rPr>
          <w:rFonts w:ascii="Helvetica 55 Roman" w:hAnsi="Helvetica 55 Roman" w:cs="Arial"/>
          <w:color w:val="FF6600"/>
        </w:rPr>
        <w:t xml:space="preserve"> </w:t>
      </w:r>
    </w:p>
    <w:p w:rsidR="003A10F4" w:rsidRPr="005D2D54" w:rsidRDefault="003A10F4" w:rsidP="003A10F4">
      <w:pPr>
        <w:pStyle w:val="Titre2"/>
        <w:keepLines w:val="0"/>
        <w:rPr>
          <w:rFonts w:ascii="Helvetica 55 Roman" w:hAnsi="Helvetica 55 Roman" w:cs="Arial"/>
        </w:rPr>
      </w:pPr>
      <w:r w:rsidRPr="005D2D54">
        <w:rPr>
          <w:rFonts w:ascii="Helvetica 55 Roman" w:hAnsi="Helvetica 55 Roman" w:cs="Arial"/>
        </w:rPr>
        <w:t> </w:t>
      </w:r>
      <w:bookmarkStart w:id="73" w:name="_Toc459733689"/>
      <w:bookmarkStart w:id="74" w:name="_Toc69280799"/>
      <w:r w:rsidR="00020B3E" w:rsidRPr="005D2D54">
        <w:rPr>
          <w:rFonts w:ascii="Helvetica 55 Roman" w:hAnsi="Helvetica 55 Roman" w:cs="Arial"/>
        </w:rPr>
        <w:t xml:space="preserve">Câbles </w:t>
      </w:r>
      <w:r w:rsidR="00B50942" w:rsidRPr="005D2D54">
        <w:rPr>
          <w:rFonts w:ascii="Helvetica 55 Roman" w:hAnsi="Helvetica 55 Roman" w:cs="Arial"/>
        </w:rPr>
        <w:t>optiques</w:t>
      </w:r>
      <w:bookmarkEnd w:id="73"/>
      <w:bookmarkEnd w:id="74"/>
    </w:p>
    <w:p w:rsidR="003A10F4" w:rsidRPr="005D2D54" w:rsidRDefault="003A10F4" w:rsidP="003A10F4">
      <w:pPr>
        <w:rPr>
          <w:rFonts w:ascii="Helvetica 55 Roman" w:hAnsi="Helvetica 55 Roman"/>
        </w:rPr>
      </w:pPr>
    </w:p>
    <w:p w:rsidR="003A10F4" w:rsidRPr="005D2D54" w:rsidRDefault="003A10F4" w:rsidP="003A10F4">
      <w:pPr>
        <w:jc w:val="both"/>
        <w:rPr>
          <w:rFonts w:ascii="Helvetica 55 Roman" w:hAnsi="Helvetica 55 Roman" w:cs="Arial"/>
          <w:snapToGrid w:val="0"/>
        </w:rPr>
      </w:pPr>
      <w:r w:rsidRPr="005D2D54">
        <w:rPr>
          <w:rFonts w:ascii="Helvetica 55 Roman" w:hAnsi="Helvetica 55 Roman" w:cs="Arial"/>
          <w:snapToGrid w:val="0"/>
        </w:rPr>
        <w:t xml:space="preserve">Les attributs géométriques et de transmission de fibres optiques monomodes et câbles sont conformes à l'UIT –G.657 A2. </w:t>
      </w:r>
    </w:p>
    <w:p w:rsidR="003A10F4" w:rsidRPr="005D2D54" w:rsidRDefault="003A10F4" w:rsidP="003A10F4">
      <w:pPr>
        <w:jc w:val="both"/>
        <w:rPr>
          <w:rFonts w:ascii="Helvetica 55 Roman" w:hAnsi="Helvetica 55 Roman" w:cs="Arial"/>
        </w:rPr>
      </w:pPr>
    </w:p>
    <w:p w:rsidR="003A10F4" w:rsidRPr="005D2D54" w:rsidRDefault="003A10F4" w:rsidP="003A10F4">
      <w:pPr>
        <w:jc w:val="both"/>
        <w:rPr>
          <w:rFonts w:ascii="Helvetica 55 Roman" w:hAnsi="Helvetica 55 Roman" w:cs="Arial"/>
        </w:rPr>
      </w:pPr>
      <w:r w:rsidRPr="005D2D54">
        <w:rPr>
          <w:rFonts w:ascii="Helvetica 55 Roman" w:hAnsi="Helvetica 55 Roman" w:cs="Arial"/>
        </w:rPr>
        <w:t>Les caractéristiques des différentes composantes sont décrites ci-dessous.</w:t>
      </w:r>
    </w:p>
    <w:p w:rsidR="003A10F4" w:rsidRPr="005D2D54"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CD696A" w:rsidRPr="005D2D54"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18"/>
                <w:szCs w:val="18"/>
              </w:rPr>
              <w:t></w:t>
            </w:r>
            <w:proofErr w:type="spellStart"/>
            <w:r w:rsidRPr="005D2D54">
              <w:rPr>
                <w:rFonts w:ascii="Helvetica 55 Roman" w:hAnsi="Helvetica 55 Roman" w:cs="Arial"/>
                <w:sz w:val="18"/>
                <w:szCs w:val="18"/>
              </w:rPr>
              <w:t>cf</w:t>
            </w:r>
            <w:proofErr w:type="spellEnd"/>
            <w:r w:rsidRPr="005D2D54">
              <w:rPr>
                <w:rFonts w:ascii="Helvetica 55 Roman" w:hAnsi="Helvetica 55 Roman" w:cs="Arial"/>
                <w:sz w:val="18"/>
                <w:szCs w:val="18"/>
              </w:rPr>
              <w:t xml:space="preserve"> </w:t>
            </w:r>
            <w:r w:rsidRPr="005D2D54">
              <w:rPr>
                <w:rFonts w:ascii="Helvetica 55 Roman" w:hAnsi="Helvetica 55 Roman"/>
                <w:sz w:val="18"/>
                <w:szCs w:val="18"/>
              </w:rPr>
              <w:t></w:t>
            </w:r>
            <w:r w:rsidRPr="005D2D54">
              <w:rPr>
                <w:rFonts w:ascii="Helvetica 55 Roman" w:hAnsi="Helvetica 55 Roman"/>
                <w:sz w:val="18"/>
                <w:szCs w:val="18"/>
              </w:rPr>
              <w:t></w:t>
            </w:r>
            <w:r w:rsidRPr="005D2D54">
              <w:rPr>
                <w:rFonts w:ascii="Helvetica 55 Roman" w:hAnsi="Helvetica 55 Roman" w:cs="Arial"/>
                <w:sz w:val="18"/>
                <w:szCs w:val="18"/>
              </w:rPr>
              <w:t>1260 nm</w:t>
            </w:r>
          </w:p>
        </w:tc>
      </w:tr>
      <w:tr w:rsidR="00CD696A" w:rsidRPr="005D2D54"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chromatique</w:t>
            </w:r>
          </w:p>
          <w:p w:rsidR="00CD696A" w:rsidRPr="005D2D54" w:rsidRDefault="00CD696A">
            <w:pPr>
              <w:autoSpaceDE w:val="0"/>
              <w:autoSpaceDN w:val="0"/>
              <w:rPr>
                <w:rFonts w:ascii="Helvetica 55 Roman" w:hAnsi="Helvetica 55 Roman" w:cs="Arial"/>
              </w:rPr>
            </w:pPr>
            <w:r w:rsidRPr="005D2D54">
              <w:rPr>
                <w:rFonts w:ascii="Helvetica 55 Roman" w:hAnsi="Helvetica 55 Roman" w:cs="Arial"/>
              </w:rPr>
              <w:t>Longueur d'onde de dispersion nulle</w:t>
            </w:r>
          </w:p>
          <w:p w:rsidR="00CD696A" w:rsidRPr="005D2D54" w:rsidRDefault="00CD696A">
            <w:pPr>
              <w:autoSpaceDE w:val="0"/>
              <w:autoSpaceDN w:val="0"/>
              <w:rPr>
                <w:rFonts w:ascii="Helvetica 55 Roman" w:hAnsi="Helvetica 55 Roman" w:cs="Arial"/>
              </w:rPr>
            </w:pPr>
            <w:r w:rsidRPr="005D2D54">
              <w:rPr>
                <w:rFonts w:ascii="Helvetica 55 Roman" w:hAnsi="Helvetica 55 Roman" w:cs="Arial"/>
              </w:rPr>
              <w:t xml:space="preserve">Pente à </w:t>
            </w:r>
            <w:r w:rsidRPr="005D2D54">
              <w:rPr>
                <w:rFonts w:ascii="Helvetica 55 Roman" w:hAnsi="Helvetica 55 Roman"/>
              </w:rPr>
              <w:t></w:t>
            </w:r>
            <w:r w:rsidRPr="005D2D54">
              <w:rPr>
                <w:rFonts w:ascii="Helvetica 55 Roman" w:hAnsi="Helvetica 55 Roman" w:cs="Arial"/>
              </w:rPr>
              <w:t>o</w:t>
            </w:r>
          </w:p>
          <w:p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5D2D54" w:rsidRDefault="00CD696A">
            <w:pPr>
              <w:autoSpaceDE w:val="0"/>
              <w:autoSpaceDN w:val="0"/>
              <w:rPr>
                <w:rFonts w:ascii="Helvetica 55 Roman" w:hAnsi="Helvetica 55 Roman"/>
                <w:lang w:val="en-US"/>
              </w:rPr>
            </w:pPr>
          </w:p>
          <w:p w:rsidR="00CD696A" w:rsidRPr="005D2D54" w:rsidRDefault="00CD696A">
            <w:pPr>
              <w:autoSpaceDE w:val="0"/>
              <w:autoSpaceDN w:val="0"/>
              <w:rPr>
                <w:rFonts w:ascii="Helvetica 55 Roman" w:hAnsi="Helvetica 55 Roman" w:cs="Arial"/>
                <w:lang w:val="en-US"/>
              </w:rPr>
            </w:pPr>
            <w:r w:rsidRPr="005D2D54">
              <w:rPr>
                <w:rFonts w:ascii="Helvetica 55 Roman" w:hAnsi="Helvetica 55 Roman"/>
              </w:rPr>
              <w:t></w:t>
            </w:r>
            <w:r w:rsidRPr="005D2D54">
              <w:rPr>
                <w:rFonts w:ascii="Helvetica 55 Roman" w:hAnsi="Helvetica 55 Roman" w:cs="Arial"/>
                <w:lang w:val="en-US"/>
              </w:rPr>
              <w:t>o : 1300-1324 nm</w:t>
            </w:r>
          </w:p>
          <w:p w:rsidR="00CD696A" w:rsidRPr="005D2D54" w:rsidRDefault="00CD696A">
            <w:pPr>
              <w:autoSpaceDE w:val="0"/>
              <w:autoSpaceDN w:val="0"/>
              <w:rPr>
                <w:rFonts w:ascii="Helvetica 55 Roman" w:hAnsi="Helvetica 55 Roman" w:cs="Arial"/>
                <w:lang w:val="en-US"/>
              </w:rPr>
            </w:pPr>
            <w:r w:rsidRPr="005D2D54">
              <w:rPr>
                <w:rFonts w:ascii="Helvetica 55 Roman" w:hAnsi="Helvetica 55 Roman" w:cs="Arial"/>
                <w:lang w:val="en-US"/>
              </w:rPr>
              <w:t xml:space="preserve">So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lang w:val="en-US"/>
              </w:rPr>
              <w:t xml:space="preserve">0.092 </w:t>
            </w:r>
            <w:proofErr w:type="spellStart"/>
            <w:r w:rsidRPr="005D2D54">
              <w:rPr>
                <w:rFonts w:ascii="Helvetica 55 Roman" w:hAnsi="Helvetica 55 Roman" w:cs="Arial"/>
                <w:lang w:val="en-US"/>
              </w:rPr>
              <w:t>ps</w:t>
            </w:r>
            <w:proofErr w:type="spellEnd"/>
            <w:r w:rsidRPr="005D2D54">
              <w:rPr>
                <w:rFonts w:ascii="Helvetica 55 Roman" w:hAnsi="Helvetica 55 Roman" w:cs="Arial"/>
                <w:lang w:val="en-US"/>
              </w:rPr>
              <w:t>/(nm</w:t>
            </w:r>
            <w:r w:rsidRPr="005D2D54">
              <w:rPr>
                <w:rFonts w:ascii="Helvetica 55 Roman" w:hAnsi="Helvetica 55 Roman"/>
                <w:sz w:val="13"/>
                <w:szCs w:val="13"/>
                <w:lang w:val="en-US"/>
              </w:rPr>
              <w:t>2</w:t>
            </w:r>
            <w:r w:rsidRPr="005D2D54">
              <w:rPr>
                <w:rFonts w:ascii="Helvetica 55 Roman" w:hAnsi="Helvetica 55 Roman" w:cs="Arial"/>
                <w:lang w:val="en-US"/>
              </w:rPr>
              <w:t>.km)</w:t>
            </w:r>
          </w:p>
          <w:p w:rsidR="00CD696A" w:rsidRPr="005D2D54" w:rsidRDefault="00CD696A">
            <w:pPr>
              <w:rPr>
                <w:rFonts w:ascii="Helvetica 55 Roman" w:eastAsia="Calibri" w:hAnsi="Helvetica 55 Roman"/>
                <w:color w:val="1F497D"/>
                <w:sz w:val="22"/>
                <w:szCs w:val="22"/>
              </w:rPr>
            </w:pPr>
            <w:proofErr w:type="spellStart"/>
            <w:r w:rsidRPr="005D2D54">
              <w:rPr>
                <w:rFonts w:ascii="Helvetica 55 Roman" w:hAnsi="Helvetica 55 Roman" w:cs="Arial"/>
              </w:rPr>
              <w:t>Dc</w:t>
            </w:r>
            <w:proofErr w:type="spellEnd"/>
            <w:r w:rsidRPr="005D2D54">
              <w:rPr>
                <w:rFonts w:ascii="Helvetica 55 Roman" w:hAnsi="Helvetica 55 Roman" w:cs="Arial"/>
              </w:rPr>
              <w:t xml:space="preserv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18 </w:t>
            </w:r>
            <w:proofErr w:type="spellStart"/>
            <w:r w:rsidRPr="005D2D54">
              <w:rPr>
                <w:rFonts w:ascii="Helvetica 55 Roman" w:hAnsi="Helvetica 55 Roman" w:cs="Arial"/>
              </w:rPr>
              <w:t>ps</w:t>
            </w:r>
            <w:proofErr w:type="spellEnd"/>
            <w:proofErr w:type="gramStart"/>
            <w:r w:rsidRPr="005D2D54">
              <w:rPr>
                <w:rFonts w:ascii="Helvetica 55 Roman" w:hAnsi="Helvetica 55 Roman" w:cs="Arial"/>
              </w:rPr>
              <w:t>/(</w:t>
            </w:r>
            <w:proofErr w:type="gramEnd"/>
            <w:r w:rsidRPr="005D2D54">
              <w:rPr>
                <w:rFonts w:ascii="Helvetica 55 Roman" w:hAnsi="Helvetica 55 Roman" w:cs="Arial"/>
              </w:rPr>
              <w:t>nm.km)</w:t>
            </w:r>
          </w:p>
        </w:tc>
      </w:tr>
      <w:tr w:rsidR="00CD696A" w:rsidRPr="005D2D54"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Affaiblissement linéique</w:t>
            </w:r>
          </w:p>
          <w:p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rPr>
              <w:t xml:space="preserve">1260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5D2D54" w:rsidRDefault="00CD696A">
            <w:pPr>
              <w:rPr>
                <w:rFonts w:ascii="Helvetica 55 Roman" w:eastAsia="Calibri" w:hAnsi="Helvetica 55 Roman"/>
              </w:rPr>
            </w:pPr>
          </w:p>
          <w:p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0.40 dB/km</w:t>
            </w:r>
          </w:p>
        </w:tc>
      </w:tr>
      <w:tr w:rsidR="00CD696A" w:rsidRPr="005D2D54"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de mode de polarisation de la</w:t>
            </w:r>
          </w:p>
          <w:p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fibre en câble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5D2D54" w:rsidRDefault="00CD696A">
            <w:pPr>
              <w:rPr>
                <w:rFonts w:ascii="Helvetica 55 Roman" w:eastAsia="Calibri" w:hAnsi="Helvetica 55 Roman"/>
              </w:rPr>
            </w:pPr>
          </w:p>
          <w:p w:rsidR="00CD696A" w:rsidRPr="005D2D54" w:rsidRDefault="000B3D9E">
            <w:pPr>
              <w:rPr>
                <w:rFonts w:ascii="Helvetica 55 Roman" w:eastAsia="Calibri" w:hAnsi="Helvetica 55 Roman"/>
                <w:color w:val="1F497D"/>
                <w:sz w:val="22"/>
                <w:szCs w:val="22"/>
              </w:rPr>
            </w:pPr>
            <w:r w:rsidRPr="005D2D54">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5F2732"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OX9HQIAADwEAAAOAAAAZHJzL2Uyb0RvYy54bWysU8GO2jAQvVfqP1i+s0nYQ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"/>
                  </w:pict>
                </mc:Fallback>
              </mc:AlternateContent>
            </w:r>
            <w:r w:rsidR="00CD696A" w:rsidRPr="005D2D54">
              <w:rPr>
                <w:rFonts w:ascii="Helvetica 55 Roman" w:hAnsi="Helvetica 55 Roman"/>
              </w:rPr>
              <w:t></w:t>
            </w:r>
            <w:r w:rsidR="00CD696A" w:rsidRPr="005D2D54">
              <w:rPr>
                <w:rFonts w:ascii="Helvetica 55 Roman" w:hAnsi="Helvetica 55 Roman"/>
              </w:rPr>
              <w:t></w:t>
            </w:r>
            <w:r w:rsidR="00CD696A" w:rsidRPr="005D2D54">
              <w:rPr>
                <w:rFonts w:ascii="Helvetica 55 Roman" w:hAnsi="Helvetica 55 Roman" w:cs="Arial"/>
              </w:rPr>
              <w:t xml:space="preserve">0.20 </w:t>
            </w:r>
            <w:proofErr w:type="spellStart"/>
            <w:r w:rsidR="00CD696A" w:rsidRPr="005D2D54">
              <w:rPr>
                <w:rFonts w:ascii="Helvetica 55 Roman" w:hAnsi="Helvetica 55 Roman"/>
                <w:i/>
                <w:iCs/>
              </w:rPr>
              <w:t>ps</w:t>
            </w:r>
            <w:proofErr w:type="spellEnd"/>
            <w:r w:rsidR="00CD696A" w:rsidRPr="005D2D54">
              <w:rPr>
                <w:rFonts w:ascii="Helvetica 55 Roman" w:hAnsi="Helvetica 55 Roman"/>
                <w:i/>
                <w:iCs/>
              </w:rPr>
              <w:t xml:space="preserve"> </w:t>
            </w:r>
            <w:r w:rsidR="00CD696A" w:rsidRPr="005D2D54">
              <w:rPr>
                <w:rFonts w:ascii="Helvetica 55 Roman" w:hAnsi="Helvetica 55 Roman"/>
              </w:rPr>
              <w:t xml:space="preserve">/ </w:t>
            </w:r>
            <w:proofErr w:type="spellStart"/>
            <w:r w:rsidR="00CD696A" w:rsidRPr="005D2D54">
              <w:rPr>
                <w:rFonts w:ascii="Helvetica 55 Roman" w:hAnsi="Helvetica 55 Roman"/>
              </w:rPr>
              <w:t>V</w:t>
            </w:r>
            <w:r w:rsidR="00CD696A" w:rsidRPr="005D2D54">
              <w:rPr>
                <w:rFonts w:ascii="Helvetica 55 Roman" w:hAnsi="Helvetica 55 Roman"/>
                <w:i/>
                <w:iCs/>
              </w:rPr>
              <w:t>km</w:t>
            </w:r>
            <w:proofErr w:type="spellEnd"/>
          </w:p>
        </w:tc>
      </w:tr>
    </w:tbl>
    <w:p w:rsidR="00CD696A" w:rsidRPr="005D2D54" w:rsidRDefault="00CD696A" w:rsidP="00CD696A">
      <w:pPr>
        <w:rPr>
          <w:rFonts w:ascii="Helvetica 55 Roman" w:eastAsia="Calibri" w:hAnsi="Helvetica 55 Roman"/>
          <w:color w:val="1F497D"/>
          <w:sz w:val="22"/>
          <w:szCs w:val="22"/>
        </w:rPr>
      </w:pPr>
    </w:p>
    <w:p w:rsidR="00925AFA" w:rsidRPr="005D2D54" w:rsidRDefault="00925AFA" w:rsidP="00925AFA">
      <w:pPr>
        <w:rPr>
          <w:rFonts w:ascii="Helvetica 55 Roman" w:hAnsi="Helvetica 55 Roman"/>
        </w:rPr>
      </w:pPr>
    </w:p>
    <w:p w:rsidR="00020B3E" w:rsidRPr="005D2D54" w:rsidRDefault="00020B3E" w:rsidP="00AD1691">
      <w:pPr>
        <w:pStyle w:val="Titre2"/>
        <w:keepLines w:val="0"/>
        <w:rPr>
          <w:rFonts w:ascii="Helvetica 55 Roman" w:hAnsi="Helvetica 55 Roman" w:cs="Arial"/>
        </w:rPr>
      </w:pPr>
      <w:bookmarkStart w:id="75" w:name="_Toc459733691"/>
      <w:bookmarkStart w:id="76" w:name="_Toc69280800"/>
      <w:r w:rsidRPr="005D2D54">
        <w:rPr>
          <w:rFonts w:ascii="Helvetica 55 Roman" w:hAnsi="Helvetica 55 Roman" w:cs="Arial"/>
        </w:rPr>
        <w:t xml:space="preserve">Longueur </w:t>
      </w:r>
      <w:r w:rsidR="000E3E82" w:rsidRPr="005D2D54">
        <w:rPr>
          <w:rFonts w:ascii="Helvetica 55 Roman" w:hAnsi="Helvetica 55 Roman" w:cs="Arial"/>
        </w:rPr>
        <w:t>et</w:t>
      </w:r>
      <w:r w:rsidR="007E2086" w:rsidRPr="005D2D54">
        <w:rPr>
          <w:rFonts w:ascii="Helvetica 55 Roman" w:hAnsi="Helvetica 55 Roman" w:cs="Arial"/>
        </w:rPr>
        <w:t xml:space="preserve"> </w:t>
      </w:r>
      <w:r w:rsidR="00314C35" w:rsidRPr="005D2D54">
        <w:rPr>
          <w:rFonts w:ascii="Helvetica 55 Roman" w:hAnsi="Helvetica 55 Roman" w:cs="Arial"/>
        </w:rPr>
        <w:t>affaiblissement</w:t>
      </w:r>
      <w:r w:rsidR="000E3E82" w:rsidRPr="005D2D54">
        <w:rPr>
          <w:rFonts w:ascii="Helvetica 55 Roman" w:hAnsi="Helvetica 55 Roman" w:cs="Arial"/>
        </w:rPr>
        <w:t xml:space="preserve"> </w:t>
      </w:r>
      <w:r w:rsidRPr="005D2D54">
        <w:rPr>
          <w:rFonts w:ascii="Helvetica 55 Roman" w:hAnsi="Helvetica 55 Roman" w:cs="Arial"/>
        </w:rPr>
        <w:t>optique</w:t>
      </w:r>
      <w:bookmarkEnd w:id="75"/>
      <w:r w:rsidRPr="005D2D54">
        <w:rPr>
          <w:rFonts w:ascii="Helvetica 55 Roman" w:hAnsi="Helvetica 55 Roman" w:cs="Arial"/>
        </w:rPr>
        <w:t xml:space="preserve"> </w:t>
      </w:r>
      <w:r w:rsidR="008809DA" w:rsidRPr="005D2D54">
        <w:rPr>
          <w:rFonts w:ascii="Helvetica 55 Roman" w:hAnsi="Helvetica 55 Roman" w:cs="Arial"/>
        </w:rPr>
        <w:t>du Service</w:t>
      </w:r>
      <w:bookmarkEnd w:id="76"/>
    </w:p>
    <w:p w:rsidR="00020B3E" w:rsidRPr="005D2D54" w:rsidRDefault="00020B3E" w:rsidP="00020B3E">
      <w:pPr>
        <w:rPr>
          <w:rFonts w:ascii="Helvetica 55 Roman" w:hAnsi="Helvetica 55 Roman"/>
        </w:rPr>
      </w:pPr>
    </w:p>
    <w:p w:rsidR="00020B3E" w:rsidRPr="005D2D54" w:rsidRDefault="00020B3E" w:rsidP="00020B3E">
      <w:pPr>
        <w:rPr>
          <w:rFonts w:ascii="Helvetica 55 Roman" w:hAnsi="Helvetica 55 Roman" w:cs="Arial"/>
        </w:rPr>
      </w:pPr>
      <w:r w:rsidRPr="005D2D54">
        <w:rPr>
          <w:rFonts w:ascii="Helvetica 55 Roman" w:hAnsi="Helvetica 55 Roman" w:cs="Arial"/>
        </w:rPr>
        <w:t xml:space="preserve"> </w:t>
      </w:r>
    </w:p>
    <w:p w:rsidR="000E3E82" w:rsidRPr="005D2D54" w:rsidRDefault="000E3E82" w:rsidP="00AD1691">
      <w:pPr>
        <w:jc w:val="both"/>
        <w:rPr>
          <w:rFonts w:ascii="Helvetica 55 Roman" w:hAnsi="Helvetica 55 Roman" w:cs="Arial"/>
        </w:rPr>
      </w:pPr>
      <w:r w:rsidRPr="005D2D54">
        <w:rPr>
          <w:rFonts w:ascii="Helvetica 55 Roman" w:hAnsi="Helvetica 55 Roman" w:cs="Arial"/>
        </w:rPr>
        <w:t xml:space="preserve">De </w:t>
      </w:r>
      <w:r w:rsidR="00B20554" w:rsidRPr="005D2D54">
        <w:rPr>
          <w:rFonts w:ascii="Helvetica 55 Roman" w:hAnsi="Helvetica 55 Roman" w:cs="Arial"/>
        </w:rPr>
        <w:t>par</w:t>
      </w:r>
      <w:r w:rsidRPr="005D2D54">
        <w:rPr>
          <w:rFonts w:ascii="Helvetica 55 Roman" w:hAnsi="Helvetica 55 Roman" w:cs="Arial"/>
        </w:rPr>
        <w:t xml:space="preserve"> les contraintes </w:t>
      </w:r>
      <w:r w:rsidR="00651A16" w:rsidRPr="005D2D54">
        <w:rPr>
          <w:rFonts w:ascii="Helvetica 55 Roman" w:hAnsi="Helvetica 55 Roman" w:cs="Arial"/>
        </w:rPr>
        <w:t>d’</w:t>
      </w:r>
      <w:r w:rsidRPr="005D2D54">
        <w:rPr>
          <w:rFonts w:ascii="Helvetica 55 Roman" w:hAnsi="Helvetica 55 Roman" w:cs="Arial"/>
        </w:rPr>
        <w:t xml:space="preserve">architectures liées à la mutualisation avec le réseau FTTH, </w:t>
      </w:r>
      <w:r w:rsidR="00164AE9" w:rsidRPr="005D2D54">
        <w:rPr>
          <w:rFonts w:ascii="Helvetica 55 Roman" w:hAnsi="Helvetica 55 Roman" w:cs="Arial"/>
        </w:rPr>
        <w:t>la</w:t>
      </w:r>
      <w:r w:rsidR="00020B3E" w:rsidRPr="005D2D54">
        <w:rPr>
          <w:rFonts w:ascii="Helvetica 55 Roman" w:hAnsi="Helvetica 55 Roman" w:cs="Arial"/>
        </w:rPr>
        <w:t xml:space="preserve"> longueur maximum de boucle </w:t>
      </w:r>
      <w:r w:rsidR="00B20554" w:rsidRPr="005D2D54">
        <w:rPr>
          <w:rFonts w:ascii="Helvetica 55 Roman" w:hAnsi="Helvetica 55 Roman" w:cs="Arial"/>
        </w:rPr>
        <w:t>locale</w:t>
      </w:r>
      <w:r w:rsidR="00020B3E" w:rsidRPr="005D2D54">
        <w:rPr>
          <w:rFonts w:ascii="Helvetica 55 Roman" w:hAnsi="Helvetica 55 Roman" w:cs="Arial"/>
        </w:rPr>
        <w:t xml:space="preserve"> optique possible</w:t>
      </w:r>
      <w:r w:rsidR="00164AE9" w:rsidRPr="005D2D54">
        <w:rPr>
          <w:rFonts w:ascii="Helvetica 55 Roman" w:hAnsi="Helvetica 55 Roman" w:cs="Arial"/>
        </w:rPr>
        <w:t xml:space="preserve"> est </w:t>
      </w:r>
      <w:r w:rsidR="007E2086" w:rsidRPr="005D2D54">
        <w:rPr>
          <w:rFonts w:ascii="Helvetica 55 Roman" w:hAnsi="Helvetica 55 Roman" w:cs="Arial"/>
        </w:rPr>
        <w:t>16 km.</w:t>
      </w:r>
      <w:r w:rsidR="00716453" w:rsidRPr="005D2D54">
        <w:rPr>
          <w:rFonts w:ascii="Helvetica 55 Roman" w:hAnsi="Helvetica 55 Roman" w:cs="Arial"/>
        </w:rPr>
        <w:t xml:space="preserve"> Cependant dans certaines zones rurales ou  </w:t>
      </w:r>
      <w:r w:rsidR="00A74BCF" w:rsidRPr="005D2D54">
        <w:rPr>
          <w:rFonts w:ascii="Helvetica 55 Roman" w:hAnsi="Helvetica 55 Roman" w:cs="Arial"/>
        </w:rPr>
        <w:t xml:space="preserve">des cas </w:t>
      </w:r>
      <w:r w:rsidR="00716453" w:rsidRPr="005D2D54">
        <w:rPr>
          <w:rFonts w:ascii="Helvetica 55 Roman" w:hAnsi="Helvetica 55 Roman" w:cs="Arial"/>
        </w:rPr>
        <w:t>de bâtiments isolés, la longueur pourra dépasser 16 km.</w:t>
      </w:r>
    </w:p>
    <w:p w:rsidR="00020B3E" w:rsidRPr="005D2D54" w:rsidRDefault="007E2086" w:rsidP="00020B3E">
      <w:pPr>
        <w:rPr>
          <w:rFonts w:ascii="Helvetica 55 Roman" w:hAnsi="Helvetica 55 Roman" w:cs="Arial"/>
        </w:rPr>
      </w:pPr>
      <w:r w:rsidRPr="005D2D54">
        <w:rPr>
          <w:rFonts w:ascii="Helvetica 55 Roman" w:hAnsi="Helvetica 55 Roman" w:cs="Arial"/>
        </w:rPr>
        <w:t xml:space="preserve"> </w:t>
      </w:r>
      <w:r w:rsidR="00020B3E" w:rsidRPr="005D2D54">
        <w:rPr>
          <w:rFonts w:ascii="Helvetica 55 Roman" w:hAnsi="Helvetica 55 Roman" w:cs="Arial"/>
        </w:rPr>
        <w:t xml:space="preserve"> </w:t>
      </w:r>
    </w:p>
    <w:p w:rsidR="007E2086" w:rsidRPr="005D2D54" w:rsidRDefault="007E2086" w:rsidP="00AD1691">
      <w:pPr>
        <w:jc w:val="both"/>
        <w:rPr>
          <w:rFonts w:ascii="Helvetica 55 Roman" w:hAnsi="Helvetica 55 Roman" w:cs="Arial"/>
        </w:rPr>
      </w:pPr>
      <w:r w:rsidRPr="005D2D54">
        <w:rPr>
          <w:rFonts w:ascii="Helvetica 55 Roman" w:hAnsi="Helvetica 55 Roman" w:cs="Arial"/>
        </w:rPr>
        <w:t xml:space="preserve">Le tableau ci-dessous donne </w:t>
      </w:r>
      <w:r w:rsidR="00314C35" w:rsidRPr="005D2D54">
        <w:rPr>
          <w:rFonts w:ascii="Helvetica 55 Roman" w:hAnsi="Helvetica 55 Roman" w:cs="Arial"/>
        </w:rPr>
        <w:t>l’affaiblissement</w:t>
      </w:r>
      <w:r w:rsidR="00020B3E" w:rsidRPr="005D2D54">
        <w:rPr>
          <w:rFonts w:ascii="Helvetica 55 Roman" w:hAnsi="Helvetica 55 Roman" w:cs="Arial"/>
        </w:rPr>
        <w:t xml:space="preserve"> optique maximal </w:t>
      </w:r>
      <w:r w:rsidRPr="005D2D54">
        <w:rPr>
          <w:rFonts w:ascii="Helvetica 55 Roman" w:hAnsi="Helvetica 55 Roman" w:cs="Arial"/>
        </w:rPr>
        <w:t xml:space="preserve">de </w:t>
      </w:r>
      <w:r w:rsidR="00A2485E" w:rsidRPr="005D2D54">
        <w:rPr>
          <w:rFonts w:ascii="Helvetica 55 Roman" w:hAnsi="Helvetica 55 Roman" w:cs="Arial"/>
        </w:rPr>
        <w:t>l</w:t>
      </w:r>
      <w:r w:rsidR="00F0333F" w:rsidRPr="005D2D54">
        <w:rPr>
          <w:rFonts w:ascii="Helvetica 55 Roman" w:hAnsi="Helvetica 55 Roman" w:cs="Arial"/>
        </w:rPr>
        <w:t>’</w:t>
      </w:r>
      <w:r w:rsidR="00A2485E" w:rsidRPr="005D2D54">
        <w:rPr>
          <w:rFonts w:ascii="Helvetica 55 Roman" w:hAnsi="Helvetica 55 Roman" w:cs="Arial"/>
        </w:rPr>
        <w:t>Accès</w:t>
      </w:r>
      <w:r w:rsidR="000462FC" w:rsidRPr="005D2D54">
        <w:rPr>
          <w:rFonts w:ascii="Helvetica 55 Roman" w:hAnsi="Helvetica 55 Roman" w:cs="Arial"/>
        </w:rPr>
        <w:t xml:space="preserve"> </w:t>
      </w:r>
      <w:r w:rsidR="00E97C2E" w:rsidRPr="005D2D54">
        <w:rPr>
          <w:rFonts w:ascii="Helvetica 55 Roman" w:hAnsi="Helvetica 55 Roman" w:cs="Arial"/>
        </w:rPr>
        <w:t>FTTE passif PM</w:t>
      </w:r>
      <w:r w:rsidR="00A2485E" w:rsidRPr="005D2D54">
        <w:rPr>
          <w:rFonts w:ascii="Helvetica 55 Roman" w:hAnsi="Helvetica 55 Roman" w:cs="Arial"/>
        </w:rPr>
        <w:t xml:space="preserve"> </w:t>
      </w:r>
      <w:r w:rsidRPr="005D2D54">
        <w:rPr>
          <w:rFonts w:ascii="Helvetica 55 Roman" w:hAnsi="Helvetica 55 Roman" w:cs="Arial"/>
        </w:rPr>
        <w:t xml:space="preserve">du connecteur </w:t>
      </w:r>
      <w:r w:rsidR="006832A1" w:rsidRPr="005D2D54">
        <w:rPr>
          <w:rFonts w:ascii="Helvetica 55 Roman" w:hAnsi="Helvetica 55 Roman" w:cs="Arial"/>
        </w:rPr>
        <w:t xml:space="preserve">Opérateur </w:t>
      </w:r>
      <w:r w:rsidRPr="005D2D54">
        <w:rPr>
          <w:rFonts w:ascii="Helvetica 55 Roman" w:hAnsi="Helvetica 55 Roman" w:cs="Arial"/>
        </w:rPr>
        <w:t xml:space="preserve">au </w:t>
      </w:r>
      <w:r w:rsidR="006832A1" w:rsidRPr="005D2D54">
        <w:rPr>
          <w:rFonts w:ascii="Helvetica 55 Roman" w:hAnsi="Helvetica 55 Roman" w:cs="Arial"/>
        </w:rPr>
        <w:t xml:space="preserve">PM </w:t>
      </w:r>
      <w:r w:rsidRPr="005D2D54">
        <w:rPr>
          <w:rFonts w:ascii="Helvetica 55 Roman" w:hAnsi="Helvetica 55 Roman" w:cs="Arial"/>
        </w:rPr>
        <w:t xml:space="preserve"> jusqu’au </w:t>
      </w:r>
      <w:r w:rsidR="00495588" w:rsidRPr="005D2D54">
        <w:rPr>
          <w:rFonts w:ascii="Helvetica 55 Roman" w:hAnsi="Helvetica 55 Roman" w:cs="Arial"/>
        </w:rPr>
        <w:t xml:space="preserve">point de livraison sur le site </w:t>
      </w:r>
      <w:r w:rsidR="00B20554" w:rsidRPr="005D2D54">
        <w:rPr>
          <w:rFonts w:ascii="Helvetica 55 Roman" w:hAnsi="Helvetica 55 Roman" w:cs="Arial"/>
        </w:rPr>
        <w:t>client</w:t>
      </w:r>
      <w:r w:rsidR="00716453" w:rsidRPr="005D2D54">
        <w:rPr>
          <w:rFonts w:ascii="Helvetica 55 Roman" w:hAnsi="Helvetica 55 Roman" w:cs="Arial"/>
        </w:rPr>
        <w:t xml:space="preserve"> dans le cas standard d’une </w:t>
      </w:r>
      <w:r w:rsidR="00A2485E" w:rsidRPr="005D2D54">
        <w:rPr>
          <w:rFonts w:ascii="Helvetica 55 Roman" w:hAnsi="Helvetica 55 Roman" w:cs="Arial"/>
        </w:rPr>
        <w:t xml:space="preserve">longueur maximale de boucle local </w:t>
      </w:r>
      <w:r w:rsidR="00716453" w:rsidRPr="005D2D54">
        <w:rPr>
          <w:rFonts w:ascii="Helvetica 55 Roman" w:hAnsi="Helvetica 55 Roman" w:cs="Arial"/>
        </w:rPr>
        <w:t xml:space="preserve"> de 16 km </w:t>
      </w:r>
      <w:r w:rsidR="00A2485E" w:rsidRPr="005D2D54">
        <w:rPr>
          <w:rFonts w:ascii="Helvetica 55 Roman" w:hAnsi="Helvetica 55 Roman" w:cs="Arial"/>
        </w:rPr>
        <w:t>et d’une desserte interne jusqu’à 200m.</w:t>
      </w:r>
    </w:p>
    <w:p w:rsidR="007E2086" w:rsidRPr="005D2D54"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A4665F" w:rsidRPr="005D2D54" w:rsidTr="009F40E8">
        <w:tc>
          <w:tcPr>
            <w:tcW w:w="4605" w:type="dxa"/>
            <w:shd w:val="clear" w:color="auto" w:fill="auto"/>
          </w:tcPr>
          <w:p w:rsidR="00A4665F" w:rsidRPr="005D2D54" w:rsidRDefault="00A4665F" w:rsidP="00164AE9">
            <w:pPr>
              <w:jc w:val="center"/>
              <w:rPr>
                <w:rFonts w:ascii="Helvetica 55 Roman" w:hAnsi="Helvetica 55 Roman" w:cs="Arial"/>
              </w:rPr>
            </w:pPr>
            <w:r w:rsidRPr="005D2D54">
              <w:rPr>
                <w:rFonts w:ascii="Helvetica 55 Roman" w:hAnsi="Helvetica 55 Roman" w:cs="Arial"/>
              </w:rPr>
              <w:t>Budget optique max(*)</w:t>
            </w:r>
          </w:p>
        </w:tc>
      </w:tr>
      <w:tr w:rsidR="00A4665F" w:rsidRPr="005D2D54" w:rsidTr="009F40E8">
        <w:tc>
          <w:tcPr>
            <w:tcW w:w="4605" w:type="dxa"/>
            <w:shd w:val="clear" w:color="auto" w:fill="auto"/>
          </w:tcPr>
          <w:p w:rsidR="00A4665F" w:rsidRPr="005D2D54" w:rsidRDefault="00A4665F" w:rsidP="008809DA">
            <w:pPr>
              <w:jc w:val="center"/>
              <w:rPr>
                <w:rFonts w:ascii="Helvetica 55 Roman" w:hAnsi="Helvetica 55 Roman" w:cs="Arial"/>
              </w:rPr>
            </w:pPr>
            <w:r w:rsidRPr="005D2D54">
              <w:rPr>
                <w:rFonts w:ascii="Helvetica 55 Roman" w:hAnsi="Helvetica 55 Roman" w:cs="Arial"/>
              </w:rPr>
              <w:t>10 dB</w:t>
            </w:r>
          </w:p>
        </w:tc>
      </w:tr>
    </w:tbl>
    <w:p w:rsidR="00A4665F" w:rsidRPr="005D2D54" w:rsidRDefault="00A4665F" w:rsidP="007E2086">
      <w:pPr>
        <w:rPr>
          <w:rFonts w:ascii="Helvetica 55 Roman" w:hAnsi="Helvetica 55 Roman" w:cs="Arial"/>
        </w:rPr>
      </w:pPr>
    </w:p>
    <w:p w:rsidR="007E2086" w:rsidRPr="005D2D54" w:rsidRDefault="007E2086" w:rsidP="007E2086">
      <w:pPr>
        <w:rPr>
          <w:rFonts w:ascii="Helvetica 55 Roman" w:hAnsi="Helvetica 55 Roman" w:cs="Arial"/>
        </w:rPr>
      </w:pPr>
      <w:r w:rsidRPr="005D2D54">
        <w:rPr>
          <w:rFonts w:ascii="Helvetica 55 Roman" w:hAnsi="Helvetica 55 Roman" w:cs="Arial"/>
        </w:rPr>
        <w:t xml:space="preserve">(*) </w:t>
      </w:r>
      <w:proofErr w:type="gramStart"/>
      <w:r w:rsidRPr="005D2D54">
        <w:rPr>
          <w:rFonts w:ascii="Helvetica 55 Roman" w:hAnsi="Helvetica 55 Roman" w:cs="Arial"/>
        </w:rPr>
        <w:t>calculé</w:t>
      </w:r>
      <w:proofErr w:type="gramEnd"/>
      <w:r w:rsidRPr="005D2D54">
        <w:rPr>
          <w:rFonts w:ascii="Helvetica 55 Roman" w:hAnsi="Helvetica 55 Roman" w:cs="Arial"/>
        </w:rPr>
        <w:t xml:space="preserve"> sur la longueur d’onde 1310nm</w:t>
      </w:r>
      <w:r w:rsidR="00A4665F" w:rsidRPr="005D2D54">
        <w:rPr>
          <w:rFonts w:ascii="Helvetica 55 Roman" w:hAnsi="Helvetica 55 Roman" w:cs="Arial"/>
        </w:rPr>
        <w:t>.</w:t>
      </w:r>
    </w:p>
    <w:p w:rsidR="007743A8" w:rsidRPr="005D2D54" w:rsidRDefault="007743A8" w:rsidP="00C71548">
      <w:pPr>
        <w:jc w:val="both"/>
        <w:rPr>
          <w:rFonts w:ascii="Helvetica 55 Roman" w:hAnsi="Helvetica 55 Roman" w:cs="Arial"/>
        </w:rPr>
      </w:pPr>
    </w:p>
    <w:p w:rsidR="009340CA" w:rsidRPr="005D2D54" w:rsidRDefault="009340CA" w:rsidP="009340CA">
      <w:pPr>
        <w:pStyle w:val="Retraitnormal"/>
        <w:rPr>
          <w:rFonts w:ascii="Helvetica 55 Roman" w:hAnsi="Helvetica 55 Roman" w:cs="Arial"/>
          <w:color w:val="F79646"/>
          <w:lang w:val="es-ES"/>
        </w:rPr>
      </w:pPr>
    </w:p>
    <w:p w:rsidR="009340CA" w:rsidRPr="005D2D54" w:rsidRDefault="008809DA" w:rsidP="009340CA">
      <w:pPr>
        <w:pStyle w:val="Titre1"/>
        <w:shd w:val="clear" w:color="auto" w:fill="auto"/>
        <w:rPr>
          <w:rFonts w:ascii="Helvetica 55 Roman" w:hAnsi="Helvetica 55 Roman" w:cs="Arial"/>
          <w:color w:val="FF6600"/>
        </w:rPr>
      </w:pPr>
      <w:bookmarkStart w:id="77" w:name="_Toc69280801"/>
      <w:r w:rsidRPr="005D2D54">
        <w:rPr>
          <w:rFonts w:ascii="Helvetica 55 Roman" w:hAnsi="Helvetica 55 Roman" w:cs="Arial"/>
          <w:color w:val="FF6600"/>
        </w:rPr>
        <w:t>Activation</w:t>
      </w:r>
      <w:r w:rsidR="009340CA" w:rsidRPr="005D2D54">
        <w:rPr>
          <w:rFonts w:ascii="Helvetica 55 Roman" w:hAnsi="Helvetica 55 Roman" w:cs="Arial"/>
          <w:color w:val="FF6600"/>
        </w:rPr>
        <w:t xml:space="preserve"> de la fibre  PAR l’opérateur</w:t>
      </w:r>
      <w:bookmarkEnd w:id="77"/>
    </w:p>
    <w:p w:rsidR="009340CA" w:rsidRPr="005D2D54" w:rsidRDefault="009340CA" w:rsidP="009340CA">
      <w:pPr>
        <w:rPr>
          <w:rFonts w:ascii="Helvetica 55 Roman" w:hAnsi="Helvetica 55 Roman" w:cs="Arial"/>
        </w:rPr>
      </w:pPr>
    </w:p>
    <w:p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L’éclairage de la fibre fournie dans le cadre de l’offre </w:t>
      </w:r>
      <w:r w:rsidR="00E97C2E" w:rsidRPr="005D2D54">
        <w:rPr>
          <w:rFonts w:ascii="Helvetica 55 Roman" w:hAnsi="Helvetica 55 Roman" w:cs="Arial"/>
        </w:rPr>
        <w:t>FTTE passif PM</w:t>
      </w:r>
      <w:r w:rsidRPr="005D2D54">
        <w:rPr>
          <w:rFonts w:ascii="Helvetica 55 Roman" w:hAnsi="Helvetica 55 Roman" w:cs="Arial"/>
        </w:rPr>
        <w:t xml:space="preserve"> est de la responsabilité de l’Opérateur. </w:t>
      </w:r>
    </w:p>
    <w:p w:rsidR="009340CA" w:rsidRPr="005D2D54" w:rsidRDefault="009340CA" w:rsidP="009340CA">
      <w:pPr>
        <w:ind w:left="432"/>
        <w:rPr>
          <w:rFonts w:ascii="Helvetica 55 Roman" w:hAnsi="Helvetica 55 Roman" w:cs="Arial"/>
        </w:rPr>
      </w:pPr>
    </w:p>
    <w:p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Dans le cadre de la fourniture du service de l’Opérateur au Client Final s’appuyant sur </w:t>
      </w:r>
      <w:r w:rsidR="00A2485E" w:rsidRPr="005D2D54">
        <w:rPr>
          <w:rFonts w:ascii="Helvetica 55 Roman" w:hAnsi="Helvetica 55 Roman" w:cs="Arial"/>
        </w:rPr>
        <w:t xml:space="preserve">FTTE passif au  </w:t>
      </w:r>
      <w:r w:rsidR="006832A1" w:rsidRPr="005D2D54">
        <w:rPr>
          <w:rFonts w:ascii="Helvetica 55 Roman" w:hAnsi="Helvetica 55 Roman" w:cs="Arial"/>
        </w:rPr>
        <w:t>PM</w:t>
      </w:r>
      <w:r w:rsidRPr="005D2D54">
        <w:rPr>
          <w:rFonts w:ascii="Helvetica 55 Roman" w:hAnsi="Helvetica 55 Roman" w:cs="Arial"/>
        </w:rPr>
        <w:t xml:space="preserve">, il est demandé à l’Opérateur que l’équipement actif chez le Client Final </w:t>
      </w:r>
      <w:r w:rsidR="00164AE9" w:rsidRPr="005D2D54">
        <w:rPr>
          <w:rFonts w:ascii="Helvetica 55 Roman" w:hAnsi="Helvetica 55 Roman" w:cs="Arial"/>
        </w:rPr>
        <w:t xml:space="preserve">doit </w:t>
      </w:r>
      <w:r w:rsidRPr="005D2D54">
        <w:rPr>
          <w:rFonts w:ascii="Helvetica 55 Roman" w:hAnsi="Helvetica 55 Roman" w:cs="Arial"/>
        </w:rPr>
        <w:t>dispose</w:t>
      </w:r>
      <w:r w:rsidR="00164AE9" w:rsidRPr="005D2D54">
        <w:rPr>
          <w:rFonts w:ascii="Helvetica 55 Roman" w:hAnsi="Helvetica 55 Roman" w:cs="Arial"/>
        </w:rPr>
        <w:t>r</w:t>
      </w:r>
      <w:r w:rsidRPr="005D2D54">
        <w:rPr>
          <w:rFonts w:ascii="Helvetica 55 Roman" w:hAnsi="Helvetica 55 Roman" w:cs="Arial"/>
        </w:rPr>
        <w:t xml:space="preserve"> de la fonction </w:t>
      </w:r>
      <w:r w:rsidR="002F44EF" w:rsidRPr="005D2D54">
        <w:rPr>
          <w:rFonts w:ascii="Helvetica 55 Roman" w:hAnsi="Helvetica 55 Roman" w:cs="Arial"/>
        </w:rPr>
        <w:t>« SILENT START »</w:t>
      </w:r>
      <w:r w:rsidR="00164AE9" w:rsidRPr="005D2D54">
        <w:rPr>
          <w:rFonts w:ascii="Helvetica 55 Roman" w:hAnsi="Helvetica 55 Roman" w:cs="Arial"/>
        </w:rPr>
        <w:t>. Celle-ci permet</w:t>
      </w:r>
      <w:r w:rsidR="002F44EF" w:rsidRPr="005D2D54">
        <w:rPr>
          <w:rFonts w:ascii="Helvetica 55 Roman" w:hAnsi="Helvetica 55 Roman" w:cs="Arial"/>
        </w:rPr>
        <w:t xml:space="preserve"> d’interdire l’aveuglement d’un équipement d’accès d’un opérateur</w:t>
      </w:r>
      <w:r w:rsidR="008D157F" w:rsidRPr="005D2D54">
        <w:rPr>
          <w:rFonts w:ascii="Helvetica 55 Roman" w:hAnsi="Helvetica 55 Roman" w:cs="Arial"/>
        </w:rPr>
        <w:t xml:space="preserve">. </w:t>
      </w:r>
    </w:p>
    <w:p w:rsidR="002F44EF" w:rsidRPr="005D2D54" w:rsidRDefault="002F44EF" w:rsidP="009340CA">
      <w:pPr>
        <w:ind w:left="432"/>
        <w:rPr>
          <w:rFonts w:ascii="Helvetica 55 Roman" w:hAnsi="Helvetica 55 Roman" w:cs="Arial"/>
        </w:rPr>
      </w:pPr>
    </w:p>
    <w:p w:rsidR="002F44EF" w:rsidRPr="005D2D54" w:rsidRDefault="002F44EF" w:rsidP="00AD1691">
      <w:pPr>
        <w:jc w:val="both"/>
        <w:rPr>
          <w:rFonts w:ascii="Helvetica 55 Roman" w:hAnsi="Helvetica 55 Roman" w:cs="Arial"/>
        </w:rPr>
      </w:pPr>
      <w:r w:rsidRPr="005D2D54">
        <w:rPr>
          <w:rFonts w:ascii="Helvetica 55 Roman" w:hAnsi="Helvetica 55 Roman" w:cs="Arial"/>
        </w:rPr>
        <w:lastRenderedPageBreak/>
        <w:t>Les normes internationales en matière de « modems » décrivent u</w:t>
      </w:r>
      <w:r w:rsidR="004F596A" w:rsidRPr="005D2D54">
        <w:rPr>
          <w:rFonts w:ascii="Helvetica 55 Roman" w:hAnsi="Helvetica 55 Roman" w:cs="Arial"/>
        </w:rPr>
        <w:t>ne fonction dite « SILENT START»</w:t>
      </w:r>
      <w:r w:rsidRPr="005D2D54">
        <w:rPr>
          <w:rFonts w:ascii="Helvetica 55 Roman" w:hAnsi="Helvetica 55 Roman" w:cs="Arial"/>
        </w:rPr>
        <w:t> :</w:t>
      </w:r>
    </w:p>
    <w:p w:rsidR="002F44EF" w:rsidRPr="005D2D54" w:rsidRDefault="002F44EF" w:rsidP="002F44EF">
      <w:pPr>
        <w:numPr>
          <w:ilvl w:val="0"/>
          <w:numId w:val="45"/>
        </w:numPr>
        <w:rPr>
          <w:rFonts w:ascii="Helvetica 55 Roman" w:hAnsi="Helvetica 55 Roman" w:cs="Arial"/>
        </w:rPr>
      </w:pPr>
      <w:r w:rsidRPr="005D2D54">
        <w:rPr>
          <w:rFonts w:ascii="Helvetica 55 Roman" w:hAnsi="Helvetica 55 Roman" w:cs="Arial"/>
        </w:rPr>
        <w:t>UIT-T G 984.X (</w:t>
      </w:r>
      <w:proofErr w:type="spellStart"/>
      <w:r w:rsidRPr="005D2D54">
        <w:rPr>
          <w:rFonts w:ascii="Helvetica 55 Roman" w:hAnsi="Helvetica 55 Roman" w:cs="Arial"/>
        </w:rPr>
        <w:t>Series</w:t>
      </w:r>
      <w:proofErr w:type="spellEnd"/>
      <w:r w:rsidRPr="005D2D54">
        <w:rPr>
          <w:rFonts w:ascii="Helvetica 55 Roman" w:hAnsi="Helvetica 55 Roman" w:cs="Arial"/>
        </w:rPr>
        <w:t>) : recommandations en vigueur pour des systèmes d’accès optique point à multipoint (GPON) ;</w:t>
      </w:r>
    </w:p>
    <w:p w:rsidR="002F44EF" w:rsidRPr="005D2D54" w:rsidRDefault="002F44EF" w:rsidP="002F44EF">
      <w:pPr>
        <w:numPr>
          <w:ilvl w:val="0"/>
          <w:numId w:val="45"/>
        </w:numPr>
        <w:rPr>
          <w:rFonts w:ascii="Helvetica 55 Roman" w:hAnsi="Helvetica 55 Roman" w:cs="Arial"/>
        </w:rPr>
      </w:pPr>
      <w:r w:rsidRPr="005D2D54">
        <w:rPr>
          <w:rFonts w:ascii="Helvetica 55 Roman" w:hAnsi="Helvetica 55 Roman" w:cs="Arial"/>
        </w:rPr>
        <w:t xml:space="preserve">UIT-T G 985 : recommandation en vigueur pour des systèmes d’accès optique point à point (P2P) à 100 Mbit/s à base Ethernet. Cette norme qui date de mars 2003, introduit dans son amendement (I) de janvier 2009, la fonction « </w:t>
      </w:r>
      <w:proofErr w:type="spellStart"/>
      <w:r w:rsidRPr="005D2D54">
        <w:rPr>
          <w:rFonts w:ascii="Helvetica 55 Roman" w:hAnsi="Helvetica 55 Roman" w:cs="Arial"/>
        </w:rPr>
        <w:t>silent</w:t>
      </w:r>
      <w:proofErr w:type="spellEnd"/>
      <w:r w:rsidRPr="005D2D54">
        <w:rPr>
          <w:rFonts w:ascii="Helvetica 55 Roman" w:hAnsi="Helvetica 55 Roman" w:cs="Arial"/>
        </w:rPr>
        <w:t xml:space="preserve"> </w:t>
      </w:r>
      <w:proofErr w:type="spellStart"/>
      <w:r w:rsidRPr="005D2D54">
        <w:rPr>
          <w:rFonts w:ascii="Helvetica 55 Roman" w:hAnsi="Helvetica 55 Roman" w:cs="Arial"/>
        </w:rPr>
        <w:t>start</w:t>
      </w:r>
      <w:proofErr w:type="spellEnd"/>
      <w:r w:rsidRPr="005D2D54">
        <w:rPr>
          <w:rFonts w:ascii="Helvetica 55 Roman" w:hAnsi="Helvetica 55 Roman" w:cs="Arial"/>
        </w:rPr>
        <w:t xml:space="preserve"> » ;</w:t>
      </w:r>
    </w:p>
    <w:p w:rsidR="009340CA" w:rsidRPr="005D2D54" w:rsidRDefault="002F44EF" w:rsidP="002F44EF">
      <w:pPr>
        <w:numPr>
          <w:ilvl w:val="0"/>
          <w:numId w:val="45"/>
        </w:numPr>
        <w:rPr>
          <w:rFonts w:ascii="Helvetica 55 Roman" w:hAnsi="Helvetica 55 Roman" w:cs="Arial"/>
        </w:rPr>
      </w:pPr>
      <w:r w:rsidRPr="005D2D54">
        <w:rPr>
          <w:rFonts w:ascii="Helvetica 55 Roman" w:hAnsi="Helvetica 55 Roman" w:cs="Arial"/>
        </w:rPr>
        <w:t xml:space="preserve">UIT-T G 986 : recommandation en vigueur pour des systèmes d’accès optique point à point (P2P) à 1 Gbit/s incluant le « </w:t>
      </w:r>
      <w:proofErr w:type="spellStart"/>
      <w:r w:rsidRPr="005D2D54">
        <w:rPr>
          <w:rFonts w:ascii="Helvetica 55 Roman" w:hAnsi="Helvetica 55 Roman" w:cs="Arial"/>
        </w:rPr>
        <w:t>silent</w:t>
      </w:r>
      <w:proofErr w:type="spellEnd"/>
      <w:r w:rsidRPr="005D2D54">
        <w:rPr>
          <w:rFonts w:ascii="Helvetica 55 Roman" w:hAnsi="Helvetica 55 Roman" w:cs="Arial"/>
        </w:rPr>
        <w:t xml:space="preserve"> </w:t>
      </w:r>
      <w:proofErr w:type="spellStart"/>
      <w:r w:rsidRPr="005D2D54">
        <w:rPr>
          <w:rFonts w:ascii="Helvetica 55 Roman" w:hAnsi="Helvetica 55 Roman" w:cs="Arial"/>
        </w:rPr>
        <w:t>start</w:t>
      </w:r>
      <w:proofErr w:type="spellEnd"/>
      <w:r w:rsidRPr="005D2D54">
        <w:rPr>
          <w:rFonts w:ascii="Helvetica 55 Roman" w:hAnsi="Helvetica 55 Roman" w:cs="Arial"/>
        </w:rPr>
        <w:t xml:space="preserve"> ».</w:t>
      </w:r>
    </w:p>
    <w:p w:rsidR="009340CA" w:rsidRPr="005D2D54" w:rsidRDefault="009340CA" w:rsidP="009340CA">
      <w:pPr>
        <w:ind w:left="432"/>
        <w:rPr>
          <w:rFonts w:ascii="Helvetica 55 Roman" w:hAnsi="Helvetica 55 Roman" w:cs="Arial"/>
        </w:rPr>
      </w:pPr>
      <w:r w:rsidRPr="005D2D54">
        <w:rPr>
          <w:rFonts w:ascii="Helvetica 55 Roman" w:hAnsi="Helvetica 55 Roman" w:cs="Arial"/>
        </w:rPr>
        <w:t xml:space="preserve"> </w:t>
      </w:r>
    </w:p>
    <w:p w:rsidR="00092E53" w:rsidRPr="005D2D54" w:rsidRDefault="00092E53" w:rsidP="00C71548">
      <w:pPr>
        <w:spacing w:after="0"/>
        <w:jc w:val="both"/>
        <w:rPr>
          <w:rFonts w:ascii="Helvetica 55 Roman" w:hAnsi="Helvetica 55 Roman" w:cs="Arial"/>
          <w:b/>
        </w:rPr>
      </w:pPr>
    </w:p>
    <w:sectPr w:rsidR="00092E53" w:rsidRPr="005D2D54"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73C" w:rsidRDefault="0079173C">
      <w:r>
        <w:separator/>
      </w:r>
    </w:p>
  </w:endnote>
  <w:endnote w:type="continuationSeparator" w:id="0">
    <w:p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75 Bold">
    <w:panose1 w:val="020B0804020202020204"/>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A34" w:rsidRDefault="00AC4A3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F972E3">
      <w:rPr>
        <w:rFonts w:ascii="Helvetica 55 Roman" w:hAnsi="Helvetica 55 Roman"/>
        <w:bCs/>
        <w:noProof/>
        <w:sz w:val="16"/>
        <w:szCs w:val="16"/>
      </w:rPr>
      <w:t>10</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F972E3">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73C" w:rsidRDefault="0079173C">
      <w:r>
        <w:separator/>
      </w:r>
    </w:p>
  </w:footnote>
  <w:footnote w:type="continuationSeparator" w:id="0">
    <w:p w:rsidR="0079173C" w:rsidRDefault="007917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A34" w:rsidRDefault="00AC4A3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A34" w:rsidRDefault="00AC4A3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67E401C2"/>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7"/>
  </w:num>
  <w:num w:numId="2">
    <w:abstractNumId w:val="39"/>
  </w:num>
  <w:num w:numId="3">
    <w:abstractNumId w:val="2"/>
  </w:num>
  <w:num w:numId="4">
    <w:abstractNumId w:val="29"/>
  </w:num>
  <w:num w:numId="5">
    <w:abstractNumId w:val="3"/>
  </w:num>
  <w:num w:numId="6">
    <w:abstractNumId w:val="22"/>
  </w:num>
  <w:num w:numId="7">
    <w:abstractNumId w:val="9"/>
  </w:num>
  <w:num w:numId="8">
    <w:abstractNumId w:val="12"/>
  </w:num>
  <w:num w:numId="9">
    <w:abstractNumId w:val="30"/>
  </w:num>
  <w:num w:numId="10">
    <w:abstractNumId w:val="34"/>
  </w:num>
  <w:num w:numId="11">
    <w:abstractNumId w:val="6"/>
  </w:num>
  <w:num w:numId="12">
    <w:abstractNumId w:val="25"/>
  </w:num>
  <w:num w:numId="13">
    <w:abstractNumId w:val="40"/>
  </w:num>
  <w:num w:numId="14">
    <w:abstractNumId w:val="5"/>
  </w:num>
  <w:num w:numId="15">
    <w:abstractNumId w:val="1"/>
  </w:num>
  <w:num w:numId="16">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7"/>
  </w:num>
  <w:num w:numId="19">
    <w:abstractNumId w:val="24"/>
  </w:num>
  <w:num w:numId="20">
    <w:abstractNumId w:val="15"/>
  </w:num>
  <w:num w:numId="21">
    <w:abstractNumId w:val="33"/>
  </w:num>
  <w:num w:numId="22">
    <w:abstractNumId w:val="26"/>
  </w:num>
  <w:num w:numId="23">
    <w:abstractNumId w:val="30"/>
  </w:num>
  <w:num w:numId="24">
    <w:abstractNumId w:val="19"/>
  </w:num>
  <w:num w:numId="25">
    <w:abstractNumId w:val="0"/>
  </w:num>
  <w:num w:numId="26">
    <w:abstractNumId w:val="30"/>
  </w:num>
  <w:num w:numId="27">
    <w:abstractNumId w:val="20"/>
  </w:num>
  <w:num w:numId="28">
    <w:abstractNumId w:val="28"/>
  </w:num>
  <w:num w:numId="29">
    <w:abstractNumId w:val="32"/>
  </w:num>
  <w:num w:numId="30">
    <w:abstractNumId w:val="14"/>
  </w:num>
  <w:num w:numId="31">
    <w:abstractNumId w:val="38"/>
  </w:num>
  <w:num w:numId="32">
    <w:abstractNumId w:val="11"/>
  </w:num>
  <w:num w:numId="33">
    <w:abstractNumId w:val="21"/>
  </w:num>
  <w:num w:numId="34">
    <w:abstractNumId w:val="35"/>
  </w:num>
  <w:num w:numId="35">
    <w:abstractNumId w:val="8"/>
  </w:num>
  <w:num w:numId="36">
    <w:abstractNumId w:val="37"/>
  </w:num>
  <w:num w:numId="37">
    <w:abstractNumId w:val="10"/>
  </w:num>
  <w:num w:numId="38">
    <w:abstractNumId w:val="13"/>
  </w:num>
  <w:num w:numId="39">
    <w:abstractNumId w:val="30"/>
  </w:num>
  <w:num w:numId="40">
    <w:abstractNumId w:val="30"/>
  </w:num>
  <w:num w:numId="41">
    <w:abstractNumId w:val="31"/>
  </w:num>
  <w:num w:numId="42">
    <w:abstractNumId w:val="23"/>
  </w:num>
  <w:num w:numId="43">
    <w:abstractNumId w:val="36"/>
  </w:num>
  <w:num w:numId="44">
    <w:abstractNumId w:val="17"/>
  </w:num>
  <w:num w:numId="45">
    <w:abstractNumId w:val="16"/>
  </w:num>
  <w:num w:numId="46">
    <w:abstractNumId w:val="30"/>
  </w:num>
  <w:num w:numId="47">
    <w:abstractNumId w:val="30"/>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50942"/>
    <w:rsid w:val="00B53D70"/>
    <w:rsid w:val="00B611F9"/>
    <w:rsid w:val="00B65FF9"/>
    <w:rsid w:val="00B74D44"/>
    <w:rsid w:val="00B80859"/>
    <w:rsid w:val="00B82D87"/>
    <w:rsid w:val="00B90082"/>
    <w:rsid w:val="00B9413D"/>
    <w:rsid w:val="00B96557"/>
    <w:rsid w:val="00B9750C"/>
    <w:rsid w:val="00BA4D45"/>
    <w:rsid w:val="00BA6F6F"/>
    <w:rsid w:val="00BB23E4"/>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972E3"/>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8"/>
    </w:pPr>
  </w:style>
  <w:style w:type="paragraph" w:styleId="Titre1">
    <w:name w:val="heading 1"/>
    <w:basedOn w:val="Normal"/>
    <w:next w:val="Normal"/>
    <w:qFormat/>
    <w:pPr>
      <w:numPr>
        <w:numId w:val="9"/>
      </w:numPr>
      <w:shd w:val="pct20" w:color="auto" w:fill="auto"/>
      <w:spacing w:after="0"/>
      <w:outlineLvl w:val="0"/>
    </w:pPr>
    <w:rPr>
      <w:b/>
      <w:caps/>
      <w:sz w:val="24"/>
    </w:rPr>
  </w:style>
  <w:style w:type="paragraph" w:styleId="Titre2">
    <w:name w:val="heading 2"/>
    <w:aliases w:val="H2,h2,2,Header 2,heading 2"/>
    <w:basedOn w:val="Normal"/>
    <w:next w:val="Normal"/>
    <w:qFormat/>
    <w:pPr>
      <w:keepNext/>
      <w:keepLines/>
      <w:numPr>
        <w:ilvl w:val="1"/>
        <w:numId w:val="9"/>
      </w:numPr>
      <w:spacing w:before="192" w:after="0"/>
      <w:jc w:val="both"/>
      <w:outlineLvl w:val="1"/>
    </w:pPr>
    <w:rPr>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pPr>
      <w:spacing w:before="120" w:after="60"/>
    </w:pPr>
    <w:rPr>
      <w:rFonts w:ascii="Arial" w:hAnsi="Arial"/>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4" ma:contentTypeDescription="Crée un document." ma:contentTypeScope="" ma:versionID="1c40a25d4df7579a8e2562cbba758ea9">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8e3842db5be407e8f6419f87d0fb33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803B118-094D-4DEB-9CC3-B32D712104E3}"/>
</file>

<file path=customXml/itemProps4.xml><?xml version="1.0" encoding="utf-8"?>
<ds:datastoreItem xmlns:ds="http://schemas.openxmlformats.org/officeDocument/2006/customXml" ds:itemID="{99AAC95C-A736-4A38-8FAB-CF1B09E0D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2007</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13536</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CHALUMET Patrick OWF/DSO</cp:lastModifiedBy>
  <cp:revision>3</cp:revision>
  <cp:lastPrinted>2017-01-09T13:33:00Z</cp:lastPrinted>
  <dcterms:created xsi:type="dcterms:W3CDTF">2021-06-09T07:25:00Z</dcterms:created>
  <dcterms:modified xsi:type="dcterms:W3CDTF">2021-07-09T09:38:00Z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