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18EC9" w14:textId="77777777" w:rsidR="00D73442" w:rsidRPr="003313A5" w:rsidRDefault="00681E87" w:rsidP="00D73442">
      <w:pPr>
        <w:keepNext/>
        <w:spacing w:before="1080" w:after="0"/>
        <w:outlineLvl w:val="0"/>
        <w:rPr>
          <w:rFonts w:ascii="Helvetica 75 Bold" w:hAnsi="Helvetica 75 Bold"/>
          <w:kern w:val="32"/>
          <w:sz w:val="56"/>
          <w:szCs w:val="56"/>
        </w:rPr>
      </w:pPr>
      <w:bookmarkStart w:id="0" w:name="_Toc459733678"/>
      <w:bookmarkStart w:id="1" w:name="_Toc463624961"/>
      <w:bookmarkStart w:id="2" w:name="_Toc191393"/>
      <w:bookmarkStart w:id="3" w:name="_Toc79412050"/>
      <w:r w:rsidRPr="003313A5">
        <w:rPr>
          <w:rFonts w:ascii="Helvetica 75 Bold" w:hAnsi="Helvetica 75 Bold"/>
          <w:kern w:val="32"/>
          <w:sz w:val="56"/>
          <w:szCs w:val="56"/>
        </w:rPr>
        <w:t xml:space="preserve">Annexe </w:t>
      </w:r>
      <w:r w:rsidR="00CD0D9D" w:rsidRPr="003313A5">
        <w:rPr>
          <w:rFonts w:ascii="Helvetica 75 Bold" w:hAnsi="Helvetica 75 Bold"/>
          <w:kern w:val="32"/>
          <w:sz w:val="56"/>
          <w:szCs w:val="56"/>
        </w:rPr>
        <w:t>4</w:t>
      </w:r>
      <w:bookmarkEnd w:id="2"/>
      <w:r w:rsidR="00D73442" w:rsidRPr="003313A5">
        <w:rPr>
          <w:rFonts w:ascii="Helvetica 75 Bold" w:hAnsi="Helvetica 75 Bold"/>
          <w:kern w:val="32"/>
          <w:sz w:val="56"/>
          <w:szCs w:val="56"/>
        </w:rPr>
        <w:t xml:space="preserve"> - </w:t>
      </w:r>
      <w:bookmarkStart w:id="4" w:name="_Toc191394"/>
      <w:r w:rsidR="007743A8" w:rsidRPr="003313A5">
        <w:rPr>
          <w:rFonts w:ascii="Helvetica 75 Bold" w:hAnsi="Helvetica 75 Bold"/>
          <w:kern w:val="32"/>
          <w:sz w:val="56"/>
          <w:szCs w:val="56"/>
        </w:rPr>
        <w:t>Spécifications Techniques d’Accès au Service</w:t>
      </w:r>
      <w:bookmarkEnd w:id="0"/>
      <w:bookmarkEnd w:id="1"/>
      <w:bookmarkEnd w:id="4"/>
      <w:bookmarkEnd w:id="3"/>
      <w:r w:rsidR="007743A8" w:rsidRPr="003313A5">
        <w:rPr>
          <w:rFonts w:ascii="Helvetica 75 Bold" w:hAnsi="Helvetica 75 Bold"/>
          <w:kern w:val="32"/>
          <w:sz w:val="56"/>
          <w:szCs w:val="56"/>
        </w:rPr>
        <w:t xml:space="preserve"> </w:t>
      </w:r>
      <w:bookmarkStart w:id="5" w:name="_Toc191395"/>
    </w:p>
    <w:p w14:paraId="28518ECA" w14:textId="77777777" w:rsidR="007743A8" w:rsidRPr="003313A5" w:rsidRDefault="001F7792" w:rsidP="00D73442">
      <w:pPr>
        <w:keepNext/>
        <w:spacing w:before="1080" w:after="0"/>
        <w:outlineLvl w:val="0"/>
        <w:rPr>
          <w:rFonts w:ascii="Helvetica 55 Roman" w:hAnsi="Helvetica 55 Roman"/>
          <w:b/>
          <w:bCs/>
          <w:sz w:val="36"/>
          <w:szCs w:val="36"/>
        </w:rPr>
      </w:pPr>
      <w:bookmarkStart w:id="6" w:name="_Toc79412051"/>
      <w:r w:rsidRPr="003313A5">
        <w:rPr>
          <w:rFonts w:ascii="Helvetica 55 Roman" w:hAnsi="Helvetica 55 Roman"/>
          <w:b/>
          <w:bCs/>
          <w:sz w:val="36"/>
          <w:szCs w:val="36"/>
        </w:rPr>
        <w:t xml:space="preserve">Offre </w:t>
      </w:r>
      <w:bookmarkEnd w:id="5"/>
      <w:r w:rsidR="0046445F" w:rsidRPr="003313A5">
        <w:rPr>
          <w:rFonts w:ascii="Helvetica 55 Roman" w:hAnsi="Helvetica 55 Roman"/>
          <w:b/>
          <w:bCs/>
          <w:sz w:val="36"/>
          <w:szCs w:val="36"/>
        </w:rPr>
        <w:t>FTTE passif NRO</w:t>
      </w:r>
      <w:bookmarkEnd w:id="6"/>
    </w:p>
    <w:p w14:paraId="28518ECB" w14:textId="77777777" w:rsidR="007743A8" w:rsidRPr="006A5521" w:rsidRDefault="007743A8" w:rsidP="00C71548">
      <w:pPr>
        <w:ind w:left="-284"/>
        <w:jc w:val="both"/>
        <w:rPr>
          <w:rFonts w:ascii="Helvetica 55 Roman" w:hAnsi="Helvetica 55 Roman" w:cs="Arial"/>
        </w:rPr>
      </w:pPr>
    </w:p>
    <w:p w14:paraId="28518ECC" w14:textId="77777777" w:rsidR="007743A8" w:rsidRPr="006A5521" w:rsidRDefault="007743A8" w:rsidP="00C71548">
      <w:pPr>
        <w:ind w:left="-284"/>
        <w:jc w:val="both"/>
        <w:rPr>
          <w:rFonts w:ascii="Helvetica 55 Roman" w:hAnsi="Helvetica 55 Roman" w:cs="Arial"/>
        </w:rPr>
      </w:pPr>
    </w:p>
    <w:p w14:paraId="28518ECD" w14:textId="77777777" w:rsidR="007743A8" w:rsidRPr="006A5521" w:rsidRDefault="007743A8" w:rsidP="00C71548">
      <w:pPr>
        <w:ind w:left="-284"/>
        <w:jc w:val="both"/>
        <w:rPr>
          <w:rFonts w:ascii="Helvetica 55 Roman" w:hAnsi="Helvetica 55 Roman" w:cs="Arial"/>
        </w:rPr>
      </w:pPr>
    </w:p>
    <w:p w14:paraId="28518ECE" w14:textId="77777777" w:rsidR="007743A8" w:rsidRPr="006A5521" w:rsidRDefault="007743A8" w:rsidP="00C71548">
      <w:pPr>
        <w:ind w:left="-284"/>
        <w:jc w:val="both"/>
        <w:rPr>
          <w:rFonts w:ascii="Helvetica 55 Roman" w:hAnsi="Helvetica 55 Roman" w:cs="Arial"/>
        </w:rPr>
      </w:pPr>
    </w:p>
    <w:p w14:paraId="28518ECF" w14:textId="77777777" w:rsidR="007743A8" w:rsidRPr="006A5521" w:rsidRDefault="007743A8" w:rsidP="00C71548">
      <w:pPr>
        <w:ind w:left="-284"/>
        <w:jc w:val="both"/>
        <w:rPr>
          <w:rFonts w:ascii="Helvetica 55 Roman" w:hAnsi="Helvetica 55 Roman" w:cs="Arial"/>
        </w:rPr>
      </w:pPr>
    </w:p>
    <w:p w14:paraId="28518ED0" w14:textId="77777777" w:rsidR="007743A8" w:rsidRPr="006A5521" w:rsidRDefault="007743A8" w:rsidP="00C71548">
      <w:pPr>
        <w:ind w:left="-284"/>
        <w:jc w:val="both"/>
        <w:rPr>
          <w:rFonts w:ascii="Helvetica 55 Roman" w:hAnsi="Helvetica 55 Roman" w:cs="Arial"/>
        </w:rPr>
      </w:pPr>
    </w:p>
    <w:p w14:paraId="28518ED1" w14:textId="77777777" w:rsidR="007743A8" w:rsidRPr="006A5521" w:rsidRDefault="007743A8" w:rsidP="00C71548">
      <w:pPr>
        <w:ind w:left="-284"/>
        <w:jc w:val="both"/>
        <w:rPr>
          <w:rFonts w:ascii="Helvetica 55 Roman" w:hAnsi="Helvetica 55 Roman" w:cs="Arial"/>
        </w:rPr>
      </w:pPr>
    </w:p>
    <w:p w14:paraId="28518ED2" w14:textId="77777777" w:rsidR="007743A8" w:rsidRPr="006A5521" w:rsidRDefault="007743A8" w:rsidP="00C71548">
      <w:pPr>
        <w:ind w:left="-284"/>
        <w:jc w:val="both"/>
        <w:rPr>
          <w:rFonts w:ascii="Helvetica 55 Roman" w:hAnsi="Helvetica 55 Roman" w:cs="Arial"/>
        </w:rPr>
      </w:pPr>
    </w:p>
    <w:p w14:paraId="28518ED3" w14:textId="77777777" w:rsidR="007743A8" w:rsidRPr="006A5521" w:rsidRDefault="007743A8" w:rsidP="00C71548">
      <w:pPr>
        <w:pStyle w:val="Corpsdetexte"/>
        <w:jc w:val="both"/>
        <w:rPr>
          <w:rFonts w:ascii="Helvetica 55 Roman" w:hAnsi="Helvetica 55 Roman" w:cs="Arial"/>
          <w:i w:val="0"/>
        </w:rPr>
      </w:pPr>
      <w:r w:rsidRPr="006A5521">
        <w:rPr>
          <w:rFonts w:ascii="Helvetica 55 Roman" w:hAnsi="Helvetica 55 Roman" w:cs="Arial"/>
          <w:i w:val="0"/>
        </w:rPr>
        <w:t> </w:t>
      </w:r>
    </w:p>
    <w:p w14:paraId="28518ED4" w14:textId="77777777" w:rsidR="00D73442" w:rsidRPr="006A5521" w:rsidRDefault="00D73442" w:rsidP="007743A8">
      <w:pPr>
        <w:pStyle w:val="Tableau"/>
        <w:keepNext w:val="0"/>
        <w:keepLines w:val="0"/>
        <w:spacing w:before="0" w:after="48"/>
        <w:jc w:val="center"/>
        <w:rPr>
          <w:rFonts w:ascii="Helvetica 55 Roman" w:hAnsi="Helvetica 55 Roman" w:cs="Arial"/>
        </w:rPr>
      </w:pPr>
    </w:p>
    <w:p w14:paraId="28518ED5" w14:textId="77777777" w:rsidR="00D73442" w:rsidRPr="006A5521" w:rsidRDefault="00D73442" w:rsidP="00D73442"/>
    <w:p w14:paraId="28518ED6" w14:textId="77777777" w:rsidR="00D73442" w:rsidRPr="006A5521" w:rsidRDefault="00D73442" w:rsidP="007743A8">
      <w:pPr>
        <w:pStyle w:val="Tableau"/>
        <w:keepNext w:val="0"/>
        <w:keepLines w:val="0"/>
        <w:spacing w:before="0" w:after="48"/>
        <w:jc w:val="center"/>
      </w:pPr>
    </w:p>
    <w:p w14:paraId="28518ED7" w14:textId="77777777" w:rsidR="00D73442" w:rsidRPr="006A5521" w:rsidRDefault="00D73442" w:rsidP="00D73442">
      <w:pPr>
        <w:pStyle w:val="Tableau"/>
        <w:keepNext w:val="0"/>
        <w:keepLines w:val="0"/>
        <w:tabs>
          <w:tab w:val="left" w:pos="3900"/>
        </w:tabs>
        <w:spacing w:before="0" w:after="48"/>
      </w:pPr>
      <w:r w:rsidRPr="006A5521">
        <w:tab/>
      </w:r>
    </w:p>
    <w:p w14:paraId="28518ED9" w14:textId="2275D9C5" w:rsidR="007743A8" w:rsidRPr="003313A5" w:rsidRDefault="007743A8" w:rsidP="003313A5">
      <w:pPr>
        <w:pStyle w:val="Tableau"/>
        <w:keepNext w:val="0"/>
        <w:keepLines w:val="0"/>
        <w:spacing w:before="0" w:after="48"/>
        <w:rPr>
          <w:rFonts w:ascii="Helvetica 55 Roman" w:hAnsi="Helvetica 55 Roman"/>
          <w:b/>
          <w:sz w:val="28"/>
        </w:rPr>
      </w:pPr>
      <w:r w:rsidRPr="006A5521">
        <w:br w:type="page"/>
      </w:r>
      <w:r w:rsidR="00853482" w:rsidRPr="006A5521">
        <w:rPr>
          <w:rFonts w:ascii="Helvetica 55 Roman" w:hAnsi="Helvetica 55 Roman"/>
          <w:b/>
          <w:sz w:val="28"/>
        </w:rPr>
        <w:lastRenderedPageBreak/>
        <w:t>Table des matières</w:t>
      </w:r>
    </w:p>
    <w:p w14:paraId="28518EDA" w14:textId="77777777" w:rsidR="007743A8" w:rsidRPr="006A5521" w:rsidRDefault="007743A8" w:rsidP="007743A8">
      <w:pPr>
        <w:jc w:val="center"/>
        <w:rPr>
          <w:rFonts w:ascii="Helvetica 55 Roman" w:hAnsi="Helvetica 55 Roman"/>
          <w:i/>
          <w:caps/>
          <w:noProof/>
          <w:u w:val="single"/>
        </w:rPr>
      </w:pPr>
    </w:p>
    <w:p w14:paraId="28518EDB" w14:textId="77777777" w:rsidR="0061258F" w:rsidRDefault="000F0D19">
      <w:pPr>
        <w:pStyle w:val="TM1"/>
        <w:rPr>
          <w:rFonts w:asciiTheme="minorHAnsi" w:eastAsiaTheme="minorEastAsia" w:hAnsiTheme="minorHAnsi" w:cstheme="minorBidi"/>
          <w:b w:val="0"/>
          <w:caps w:val="0"/>
          <w:kern w:val="0"/>
          <w:sz w:val="22"/>
          <w:szCs w:val="22"/>
        </w:rPr>
      </w:pPr>
      <w:r w:rsidRPr="006A5521">
        <w:fldChar w:fldCharType="begin"/>
      </w:r>
      <w:r w:rsidRPr="006A5521">
        <w:instrText xml:space="preserve"> TOC \o "1-3" \h \z \u </w:instrText>
      </w:r>
      <w:r w:rsidRPr="006A5521">
        <w:fldChar w:fldCharType="separate"/>
      </w:r>
      <w:hyperlink w:anchor="_Toc79412050" w:history="1">
        <w:r w:rsidR="0061258F" w:rsidRPr="002B5C14">
          <w:rPr>
            <w:rStyle w:val="Lienhypertexte"/>
          </w:rPr>
          <w:t>Annexe 4 - Spécifications Techniques d’Accès au Service</w:t>
        </w:r>
        <w:r w:rsidR="0061258F">
          <w:rPr>
            <w:webHidden/>
          </w:rPr>
          <w:tab/>
        </w:r>
        <w:r w:rsidR="0061258F">
          <w:rPr>
            <w:webHidden/>
          </w:rPr>
          <w:fldChar w:fldCharType="begin"/>
        </w:r>
        <w:r w:rsidR="0061258F">
          <w:rPr>
            <w:webHidden/>
          </w:rPr>
          <w:instrText xml:space="preserve"> PAGEREF _Toc79412050 \h </w:instrText>
        </w:r>
        <w:r w:rsidR="0061258F">
          <w:rPr>
            <w:webHidden/>
          </w:rPr>
        </w:r>
        <w:r w:rsidR="0061258F">
          <w:rPr>
            <w:webHidden/>
          </w:rPr>
          <w:fldChar w:fldCharType="separate"/>
        </w:r>
        <w:r w:rsidR="0061258F">
          <w:rPr>
            <w:webHidden/>
          </w:rPr>
          <w:t>1</w:t>
        </w:r>
        <w:r w:rsidR="0061258F">
          <w:rPr>
            <w:webHidden/>
          </w:rPr>
          <w:fldChar w:fldCharType="end"/>
        </w:r>
      </w:hyperlink>
    </w:p>
    <w:p w14:paraId="28518EDC" w14:textId="77777777" w:rsidR="0061258F" w:rsidRDefault="001D7F9D">
      <w:pPr>
        <w:pStyle w:val="TM1"/>
        <w:rPr>
          <w:rFonts w:asciiTheme="minorHAnsi" w:eastAsiaTheme="minorEastAsia" w:hAnsiTheme="minorHAnsi" w:cstheme="minorBidi"/>
          <w:b w:val="0"/>
          <w:caps w:val="0"/>
          <w:kern w:val="0"/>
          <w:sz w:val="22"/>
          <w:szCs w:val="22"/>
        </w:rPr>
      </w:pPr>
      <w:hyperlink w:anchor="_Toc79412051" w:history="1">
        <w:r w:rsidR="0061258F" w:rsidRPr="002B5C14">
          <w:rPr>
            <w:rStyle w:val="Lienhypertexte"/>
          </w:rPr>
          <w:t>Offre FTTE passif NRO</w:t>
        </w:r>
        <w:r w:rsidR="0061258F">
          <w:rPr>
            <w:webHidden/>
          </w:rPr>
          <w:tab/>
        </w:r>
        <w:r w:rsidR="0061258F">
          <w:rPr>
            <w:webHidden/>
          </w:rPr>
          <w:fldChar w:fldCharType="begin"/>
        </w:r>
        <w:r w:rsidR="0061258F">
          <w:rPr>
            <w:webHidden/>
          </w:rPr>
          <w:instrText xml:space="preserve"> PAGEREF _Toc79412051 \h </w:instrText>
        </w:r>
        <w:r w:rsidR="0061258F">
          <w:rPr>
            <w:webHidden/>
          </w:rPr>
        </w:r>
        <w:r w:rsidR="0061258F">
          <w:rPr>
            <w:webHidden/>
          </w:rPr>
          <w:fldChar w:fldCharType="separate"/>
        </w:r>
        <w:r w:rsidR="0061258F">
          <w:rPr>
            <w:webHidden/>
          </w:rPr>
          <w:t>1</w:t>
        </w:r>
        <w:r w:rsidR="0061258F">
          <w:rPr>
            <w:webHidden/>
          </w:rPr>
          <w:fldChar w:fldCharType="end"/>
        </w:r>
      </w:hyperlink>
    </w:p>
    <w:p w14:paraId="28518EDD" w14:textId="77777777" w:rsidR="0061258F" w:rsidRDefault="001D7F9D">
      <w:pPr>
        <w:pStyle w:val="TM1"/>
        <w:rPr>
          <w:rFonts w:asciiTheme="minorHAnsi" w:eastAsiaTheme="minorEastAsia" w:hAnsiTheme="minorHAnsi" w:cstheme="minorBidi"/>
          <w:b w:val="0"/>
          <w:caps w:val="0"/>
          <w:kern w:val="0"/>
          <w:sz w:val="22"/>
          <w:szCs w:val="22"/>
        </w:rPr>
      </w:pPr>
      <w:hyperlink w:anchor="_Toc79412052" w:history="1">
        <w:r w:rsidR="0061258F" w:rsidRPr="002B5C14">
          <w:rPr>
            <w:rStyle w:val="Lienhypertexte"/>
          </w:rPr>
          <w:t>1</w:t>
        </w:r>
        <w:r w:rsidR="0061258F">
          <w:rPr>
            <w:rFonts w:asciiTheme="minorHAnsi" w:eastAsiaTheme="minorEastAsia" w:hAnsiTheme="minorHAnsi" w:cstheme="minorBidi"/>
            <w:b w:val="0"/>
            <w:caps w:val="0"/>
            <w:kern w:val="0"/>
            <w:sz w:val="22"/>
            <w:szCs w:val="22"/>
          </w:rPr>
          <w:tab/>
        </w:r>
        <w:r w:rsidR="0061258F" w:rsidRPr="002B5C14">
          <w:rPr>
            <w:rStyle w:val="Lienhypertexte"/>
          </w:rPr>
          <w:t>Préambule</w:t>
        </w:r>
        <w:r w:rsidR="0061258F">
          <w:rPr>
            <w:webHidden/>
          </w:rPr>
          <w:tab/>
        </w:r>
        <w:r w:rsidR="0061258F">
          <w:rPr>
            <w:webHidden/>
          </w:rPr>
          <w:fldChar w:fldCharType="begin"/>
        </w:r>
        <w:r w:rsidR="0061258F">
          <w:rPr>
            <w:webHidden/>
          </w:rPr>
          <w:instrText xml:space="preserve"> PAGEREF _Toc79412052 \h </w:instrText>
        </w:r>
        <w:r w:rsidR="0061258F">
          <w:rPr>
            <w:webHidden/>
          </w:rPr>
        </w:r>
        <w:r w:rsidR="0061258F">
          <w:rPr>
            <w:webHidden/>
          </w:rPr>
          <w:fldChar w:fldCharType="separate"/>
        </w:r>
        <w:r w:rsidR="0061258F">
          <w:rPr>
            <w:webHidden/>
          </w:rPr>
          <w:t>3</w:t>
        </w:r>
        <w:r w:rsidR="0061258F">
          <w:rPr>
            <w:webHidden/>
          </w:rPr>
          <w:fldChar w:fldCharType="end"/>
        </w:r>
      </w:hyperlink>
    </w:p>
    <w:p w14:paraId="28518EDE" w14:textId="77777777" w:rsidR="0061258F" w:rsidRDefault="001D7F9D">
      <w:pPr>
        <w:pStyle w:val="TM1"/>
        <w:rPr>
          <w:rFonts w:asciiTheme="minorHAnsi" w:eastAsiaTheme="minorEastAsia" w:hAnsiTheme="minorHAnsi" w:cstheme="minorBidi"/>
          <w:b w:val="0"/>
          <w:caps w:val="0"/>
          <w:kern w:val="0"/>
          <w:sz w:val="22"/>
          <w:szCs w:val="22"/>
        </w:rPr>
      </w:pPr>
      <w:hyperlink w:anchor="_Toc79412053" w:history="1">
        <w:r w:rsidR="0061258F" w:rsidRPr="002B5C14">
          <w:rPr>
            <w:rStyle w:val="Lienhypertexte"/>
          </w:rPr>
          <w:t>2</w:t>
        </w:r>
        <w:r w:rsidR="0061258F">
          <w:rPr>
            <w:rFonts w:asciiTheme="minorHAnsi" w:eastAsiaTheme="minorEastAsia" w:hAnsiTheme="minorHAnsi" w:cstheme="minorBidi"/>
            <w:b w:val="0"/>
            <w:caps w:val="0"/>
            <w:kern w:val="0"/>
            <w:sz w:val="22"/>
            <w:szCs w:val="22"/>
          </w:rPr>
          <w:tab/>
        </w:r>
        <w:r w:rsidR="0061258F" w:rsidRPr="002B5C14">
          <w:rPr>
            <w:rStyle w:val="Lienhypertexte"/>
          </w:rPr>
          <w:t>Définition des Acronymes</w:t>
        </w:r>
        <w:r w:rsidR="0061258F">
          <w:rPr>
            <w:webHidden/>
          </w:rPr>
          <w:tab/>
        </w:r>
        <w:r w:rsidR="0061258F">
          <w:rPr>
            <w:webHidden/>
          </w:rPr>
          <w:fldChar w:fldCharType="begin"/>
        </w:r>
        <w:r w:rsidR="0061258F">
          <w:rPr>
            <w:webHidden/>
          </w:rPr>
          <w:instrText xml:space="preserve"> PAGEREF _Toc79412053 \h </w:instrText>
        </w:r>
        <w:r w:rsidR="0061258F">
          <w:rPr>
            <w:webHidden/>
          </w:rPr>
        </w:r>
        <w:r w:rsidR="0061258F">
          <w:rPr>
            <w:webHidden/>
          </w:rPr>
          <w:fldChar w:fldCharType="separate"/>
        </w:r>
        <w:r w:rsidR="0061258F">
          <w:rPr>
            <w:webHidden/>
          </w:rPr>
          <w:t>3</w:t>
        </w:r>
        <w:r w:rsidR="0061258F">
          <w:rPr>
            <w:webHidden/>
          </w:rPr>
          <w:fldChar w:fldCharType="end"/>
        </w:r>
      </w:hyperlink>
    </w:p>
    <w:p w14:paraId="28518EDF" w14:textId="77777777" w:rsidR="0061258F" w:rsidRDefault="001D7F9D">
      <w:pPr>
        <w:pStyle w:val="TM1"/>
        <w:rPr>
          <w:rFonts w:asciiTheme="minorHAnsi" w:eastAsiaTheme="minorEastAsia" w:hAnsiTheme="minorHAnsi" w:cstheme="minorBidi"/>
          <w:b w:val="0"/>
          <w:caps w:val="0"/>
          <w:kern w:val="0"/>
          <w:sz w:val="22"/>
          <w:szCs w:val="22"/>
        </w:rPr>
      </w:pPr>
      <w:hyperlink w:anchor="_Toc79412054" w:history="1">
        <w:r w:rsidR="0061258F" w:rsidRPr="002B5C14">
          <w:rPr>
            <w:rStyle w:val="Lienhypertexte"/>
          </w:rPr>
          <w:t>3</w:t>
        </w:r>
        <w:r w:rsidR="0061258F">
          <w:rPr>
            <w:rFonts w:asciiTheme="minorHAnsi" w:eastAsiaTheme="minorEastAsia" w:hAnsiTheme="minorHAnsi" w:cstheme="minorBidi"/>
            <w:b w:val="0"/>
            <w:caps w:val="0"/>
            <w:kern w:val="0"/>
            <w:sz w:val="22"/>
            <w:szCs w:val="22"/>
          </w:rPr>
          <w:tab/>
        </w:r>
        <w:r w:rsidR="0061258F" w:rsidRPr="002B5C14">
          <w:rPr>
            <w:rStyle w:val="Lienhypertexte"/>
          </w:rPr>
          <w:t>Présentation du Service FTTE passif NRO</w:t>
        </w:r>
        <w:r w:rsidR="0061258F">
          <w:rPr>
            <w:webHidden/>
          </w:rPr>
          <w:tab/>
        </w:r>
        <w:r w:rsidR="0061258F">
          <w:rPr>
            <w:webHidden/>
          </w:rPr>
          <w:fldChar w:fldCharType="begin"/>
        </w:r>
        <w:r w:rsidR="0061258F">
          <w:rPr>
            <w:webHidden/>
          </w:rPr>
          <w:instrText xml:space="preserve"> PAGEREF _Toc79412054 \h </w:instrText>
        </w:r>
        <w:r w:rsidR="0061258F">
          <w:rPr>
            <w:webHidden/>
          </w:rPr>
        </w:r>
        <w:r w:rsidR="0061258F">
          <w:rPr>
            <w:webHidden/>
          </w:rPr>
          <w:fldChar w:fldCharType="separate"/>
        </w:r>
        <w:r w:rsidR="0061258F">
          <w:rPr>
            <w:webHidden/>
          </w:rPr>
          <w:t>3</w:t>
        </w:r>
        <w:r w:rsidR="0061258F">
          <w:rPr>
            <w:webHidden/>
          </w:rPr>
          <w:fldChar w:fldCharType="end"/>
        </w:r>
      </w:hyperlink>
    </w:p>
    <w:p w14:paraId="28518EE0"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5" w:history="1">
        <w:r w:rsidR="0061258F" w:rsidRPr="002B5C14">
          <w:rPr>
            <w:rStyle w:val="Lienhypertexte"/>
            <w:rFonts w:ascii="Helvetica 55 Roman" w:hAnsi="Helvetica 55 Roman"/>
            <w:noProof/>
          </w:rPr>
          <w:t>3.1</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Eléments du service</w:t>
        </w:r>
        <w:r w:rsidR="0061258F">
          <w:rPr>
            <w:noProof/>
            <w:webHidden/>
          </w:rPr>
          <w:tab/>
        </w:r>
        <w:r w:rsidR="0061258F">
          <w:rPr>
            <w:noProof/>
            <w:webHidden/>
          </w:rPr>
          <w:fldChar w:fldCharType="begin"/>
        </w:r>
        <w:r w:rsidR="0061258F">
          <w:rPr>
            <w:noProof/>
            <w:webHidden/>
          </w:rPr>
          <w:instrText xml:space="preserve"> PAGEREF _Toc79412055 \h </w:instrText>
        </w:r>
        <w:r w:rsidR="0061258F">
          <w:rPr>
            <w:noProof/>
            <w:webHidden/>
          </w:rPr>
        </w:r>
        <w:r w:rsidR="0061258F">
          <w:rPr>
            <w:noProof/>
            <w:webHidden/>
          </w:rPr>
          <w:fldChar w:fldCharType="separate"/>
        </w:r>
        <w:r w:rsidR="0061258F">
          <w:rPr>
            <w:noProof/>
            <w:webHidden/>
          </w:rPr>
          <w:t>3</w:t>
        </w:r>
        <w:r w:rsidR="0061258F">
          <w:rPr>
            <w:noProof/>
            <w:webHidden/>
          </w:rPr>
          <w:fldChar w:fldCharType="end"/>
        </w:r>
      </w:hyperlink>
    </w:p>
    <w:p w14:paraId="28518EE1"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6" w:history="1">
        <w:r w:rsidR="0061258F" w:rsidRPr="002B5C14">
          <w:rPr>
            <w:rStyle w:val="Lienhypertexte"/>
            <w:rFonts w:ascii="Helvetica 55 Roman" w:hAnsi="Helvetica 55 Roman"/>
            <w:noProof/>
          </w:rPr>
          <w:t>3.2</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Prérequis</w:t>
        </w:r>
        <w:r w:rsidR="0061258F">
          <w:rPr>
            <w:noProof/>
            <w:webHidden/>
          </w:rPr>
          <w:tab/>
        </w:r>
        <w:r w:rsidR="0061258F">
          <w:rPr>
            <w:noProof/>
            <w:webHidden/>
          </w:rPr>
          <w:fldChar w:fldCharType="begin"/>
        </w:r>
        <w:r w:rsidR="0061258F">
          <w:rPr>
            <w:noProof/>
            <w:webHidden/>
          </w:rPr>
          <w:instrText xml:space="preserve"> PAGEREF _Toc79412056 \h </w:instrText>
        </w:r>
        <w:r w:rsidR="0061258F">
          <w:rPr>
            <w:noProof/>
            <w:webHidden/>
          </w:rPr>
        </w:r>
        <w:r w:rsidR="0061258F">
          <w:rPr>
            <w:noProof/>
            <w:webHidden/>
          </w:rPr>
          <w:fldChar w:fldCharType="separate"/>
        </w:r>
        <w:r w:rsidR="0061258F">
          <w:rPr>
            <w:noProof/>
            <w:webHidden/>
          </w:rPr>
          <w:t>4</w:t>
        </w:r>
        <w:r w:rsidR="0061258F">
          <w:rPr>
            <w:noProof/>
            <w:webHidden/>
          </w:rPr>
          <w:fldChar w:fldCharType="end"/>
        </w:r>
      </w:hyperlink>
    </w:p>
    <w:p w14:paraId="28518EE2" w14:textId="77777777" w:rsidR="0061258F" w:rsidRDefault="001D7F9D">
      <w:pPr>
        <w:pStyle w:val="TM1"/>
        <w:rPr>
          <w:rFonts w:asciiTheme="minorHAnsi" w:eastAsiaTheme="minorEastAsia" w:hAnsiTheme="minorHAnsi" w:cstheme="minorBidi"/>
          <w:b w:val="0"/>
          <w:caps w:val="0"/>
          <w:kern w:val="0"/>
          <w:sz w:val="22"/>
          <w:szCs w:val="22"/>
        </w:rPr>
      </w:pPr>
      <w:hyperlink w:anchor="_Toc79412057" w:history="1">
        <w:r w:rsidR="0061258F" w:rsidRPr="002B5C14">
          <w:rPr>
            <w:rStyle w:val="Lienhypertexte"/>
          </w:rPr>
          <w:t>4</w:t>
        </w:r>
        <w:r w:rsidR="0061258F">
          <w:rPr>
            <w:rFonts w:asciiTheme="minorHAnsi" w:eastAsiaTheme="minorEastAsia" w:hAnsiTheme="minorHAnsi" w:cstheme="minorBidi"/>
            <w:b w:val="0"/>
            <w:caps w:val="0"/>
            <w:kern w:val="0"/>
            <w:sz w:val="22"/>
            <w:szCs w:val="22"/>
          </w:rPr>
          <w:tab/>
        </w:r>
        <w:r w:rsidR="0061258F" w:rsidRPr="002B5C14">
          <w:rPr>
            <w:rStyle w:val="Lienhypertexte"/>
          </w:rPr>
          <w:t>Principes de fonctionnement du Service</w:t>
        </w:r>
        <w:r w:rsidR="0061258F">
          <w:rPr>
            <w:webHidden/>
          </w:rPr>
          <w:tab/>
        </w:r>
        <w:r w:rsidR="0061258F">
          <w:rPr>
            <w:webHidden/>
          </w:rPr>
          <w:fldChar w:fldCharType="begin"/>
        </w:r>
        <w:r w:rsidR="0061258F">
          <w:rPr>
            <w:webHidden/>
          </w:rPr>
          <w:instrText xml:space="preserve"> PAGEREF _Toc79412057 \h </w:instrText>
        </w:r>
        <w:r w:rsidR="0061258F">
          <w:rPr>
            <w:webHidden/>
          </w:rPr>
        </w:r>
        <w:r w:rsidR="0061258F">
          <w:rPr>
            <w:webHidden/>
          </w:rPr>
          <w:fldChar w:fldCharType="separate"/>
        </w:r>
        <w:r w:rsidR="0061258F">
          <w:rPr>
            <w:webHidden/>
          </w:rPr>
          <w:t>4</w:t>
        </w:r>
        <w:r w:rsidR="0061258F">
          <w:rPr>
            <w:webHidden/>
          </w:rPr>
          <w:fldChar w:fldCharType="end"/>
        </w:r>
      </w:hyperlink>
    </w:p>
    <w:p w14:paraId="28518EE3"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8" w:history="1">
        <w:r w:rsidR="0061258F" w:rsidRPr="002B5C14">
          <w:rPr>
            <w:rStyle w:val="Lienhypertexte"/>
            <w:rFonts w:ascii="Helvetica 55 Roman" w:hAnsi="Helvetica 55 Roman"/>
            <w:noProof/>
          </w:rPr>
          <w:t>4.1</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Synoptique général</w:t>
        </w:r>
        <w:r w:rsidR="0061258F">
          <w:rPr>
            <w:noProof/>
            <w:webHidden/>
          </w:rPr>
          <w:tab/>
        </w:r>
        <w:r w:rsidR="0061258F">
          <w:rPr>
            <w:noProof/>
            <w:webHidden/>
          </w:rPr>
          <w:fldChar w:fldCharType="begin"/>
        </w:r>
        <w:r w:rsidR="0061258F">
          <w:rPr>
            <w:noProof/>
            <w:webHidden/>
          </w:rPr>
          <w:instrText xml:space="preserve"> PAGEREF _Toc79412058 \h </w:instrText>
        </w:r>
        <w:r w:rsidR="0061258F">
          <w:rPr>
            <w:noProof/>
            <w:webHidden/>
          </w:rPr>
        </w:r>
        <w:r w:rsidR="0061258F">
          <w:rPr>
            <w:noProof/>
            <w:webHidden/>
          </w:rPr>
          <w:fldChar w:fldCharType="separate"/>
        </w:r>
        <w:r w:rsidR="0061258F">
          <w:rPr>
            <w:noProof/>
            <w:webHidden/>
          </w:rPr>
          <w:t>4</w:t>
        </w:r>
        <w:r w:rsidR="0061258F">
          <w:rPr>
            <w:noProof/>
            <w:webHidden/>
          </w:rPr>
          <w:fldChar w:fldCharType="end"/>
        </w:r>
      </w:hyperlink>
    </w:p>
    <w:p w14:paraId="28518EE4"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9" w:history="1">
        <w:r w:rsidR="0061258F" w:rsidRPr="002B5C14">
          <w:rPr>
            <w:rStyle w:val="Lienhypertexte"/>
            <w:rFonts w:ascii="Helvetica 55 Roman" w:hAnsi="Helvetica 55 Roman"/>
            <w:noProof/>
          </w:rPr>
          <w:t>4.2</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Raccordement coté NRO</w:t>
        </w:r>
        <w:r w:rsidR="0061258F">
          <w:rPr>
            <w:noProof/>
            <w:webHidden/>
          </w:rPr>
          <w:tab/>
        </w:r>
        <w:r w:rsidR="0061258F">
          <w:rPr>
            <w:noProof/>
            <w:webHidden/>
          </w:rPr>
          <w:fldChar w:fldCharType="begin"/>
        </w:r>
        <w:r w:rsidR="0061258F">
          <w:rPr>
            <w:noProof/>
            <w:webHidden/>
          </w:rPr>
          <w:instrText xml:space="preserve"> PAGEREF _Toc79412059 \h </w:instrText>
        </w:r>
        <w:r w:rsidR="0061258F">
          <w:rPr>
            <w:noProof/>
            <w:webHidden/>
          </w:rPr>
        </w:r>
        <w:r w:rsidR="0061258F">
          <w:rPr>
            <w:noProof/>
            <w:webHidden/>
          </w:rPr>
          <w:fldChar w:fldCharType="separate"/>
        </w:r>
        <w:r w:rsidR="0061258F">
          <w:rPr>
            <w:noProof/>
            <w:webHidden/>
          </w:rPr>
          <w:t>5</w:t>
        </w:r>
        <w:r w:rsidR="0061258F">
          <w:rPr>
            <w:noProof/>
            <w:webHidden/>
          </w:rPr>
          <w:fldChar w:fldCharType="end"/>
        </w:r>
      </w:hyperlink>
    </w:p>
    <w:p w14:paraId="28518EE5"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60" w:history="1">
        <w:r w:rsidR="0061258F" w:rsidRPr="002B5C14">
          <w:rPr>
            <w:rStyle w:val="Lienhypertexte"/>
            <w:rFonts w:ascii="Helvetica 55 Roman" w:hAnsi="Helvetica 55 Roman"/>
            <w:noProof/>
          </w:rPr>
          <w:t>4.3</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Raccordement coté Client Final</w:t>
        </w:r>
        <w:r w:rsidR="0061258F">
          <w:rPr>
            <w:noProof/>
            <w:webHidden/>
          </w:rPr>
          <w:tab/>
        </w:r>
        <w:r w:rsidR="0061258F">
          <w:rPr>
            <w:noProof/>
            <w:webHidden/>
          </w:rPr>
          <w:fldChar w:fldCharType="begin"/>
        </w:r>
        <w:r w:rsidR="0061258F">
          <w:rPr>
            <w:noProof/>
            <w:webHidden/>
          </w:rPr>
          <w:instrText xml:space="preserve"> PAGEREF _Toc79412060 \h </w:instrText>
        </w:r>
        <w:r w:rsidR="0061258F">
          <w:rPr>
            <w:noProof/>
            <w:webHidden/>
          </w:rPr>
        </w:r>
        <w:r w:rsidR="0061258F">
          <w:rPr>
            <w:noProof/>
            <w:webHidden/>
          </w:rPr>
          <w:fldChar w:fldCharType="separate"/>
        </w:r>
        <w:r w:rsidR="0061258F">
          <w:rPr>
            <w:noProof/>
            <w:webHidden/>
          </w:rPr>
          <w:t>7</w:t>
        </w:r>
        <w:r w:rsidR="0061258F">
          <w:rPr>
            <w:noProof/>
            <w:webHidden/>
          </w:rPr>
          <w:fldChar w:fldCharType="end"/>
        </w:r>
      </w:hyperlink>
    </w:p>
    <w:p w14:paraId="28518EE6" w14:textId="77777777" w:rsidR="0061258F" w:rsidRDefault="001D7F9D">
      <w:pPr>
        <w:pStyle w:val="TM3"/>
        <w:tabs>
          <w:tab w:val="left" w:pos="1200"/>
          <w:tab w:val="right" w:leader="dot" w:pos="9060"/>
        </w:tabs>
        <w:rPr>
          <w:rFonts w:asciiTheme="minorHAnsi" w:eastAsiaTheme="minorEastAsia" w:hAnsiTheme="minorHAnsi" w:cstheme="minorBidi"/>
          <w:i w:val="0"/>
          <w:noProof/>
          <w:sz w:val="22"/>
          <w:szCs w:val="22"/>
        </w:rPr>
      </w:pPr>
      <w:hyperlink w:anchor="_Toc79412061" w:history="1">
        <w:r w:rsidR="0061258F" w:rsidRPr="002B5C14">
          <w:rPr>
            <w:rStyle w:val="Lienhypertexte"/>
            <w:rFonts w:ascii="Helvetica 55 Roman" w:hAnsi="Helvetica 55 Roman"/>
            <w:noProof/>
          </w:rPr>
          <w:t>4.3.1</w:t>
        </w:r>
        <w:r w:rsidR="0061258F">
          <w:rPr>
            <w:rFonts w:asciiTheme="minorHAnsi" w:eastAsiaTheme="minorEastAsia" w:hAnsiTheme="minorHAnsi" w:cstheme="minorBidi"/>
            <w:i w:val="0"/>
            <w:noProof/>
            <w:sz w:val="22"/>
            <w:szCs w:val="22"/>
          </w:rPr>
          <w:tab/>
        </w:r>
        <w:r w:rsidR="0061258F" w:rsidRPr="002B5C14">
          <w:rPr>
            <w:rStyle w:val="Lienhypertexte"/>
            <w:rFonts w:ascii="Helvetica 55 Roman" w:hAnsi="Helvetica 55 Roman"/>
            <w:noProof/>
          </w:rPr>
          <w:t>Raccordement client sur un PRE extérieur</w:t>
        </w:r>
        <w:r w:rsidR="0061258F">
          <w:rPr>
            <w:noProof/>
            <w:webHidden/>
          </w:rPr>
          <w:tab/>
        </w:r>
        <w:r w:rsidR="0061258F">
          <w:rPr>
            <w:noProof/>
            <w:webHidden/>
          </w:rPr>
          <w:fldChar w:fldCharType="begin"/>
        </w:r>
        <w:r w:rsidR="0061258F">
          <w:rPr>
            <w:noProof/>
            <w:webHidden/>
          </w:rPr>
          <w:instrText xml:space="preserve"> PAGEREF _Toc79412061 \h </w:instrText>
        </w:r>
        <w:r w:rsidR="0061258F">
          <w:rPr>
            <w:noProof/>
            <w:webHidden/>
          </w:rPr>
        </w:r>
        <w:r w:rsidR="0061258F">
          <w:rPr>
            <w:noProof/>
            <w:webHidden/>
          </w:rPr>
          <w:fldChar w:fldCharType="separate"/>
        </w:r>
        <w:r w:rsidR="0061258F">
          <w:rPr>
            <w:noProof/>
            <w:webHidden/>
          </w:rPr>
          <w:t>7</w:t>
        </w:r>
        <w:r w:rsidR="0061258F">
          <w:rPr>
            <w:noProof/>
            <w:webHidden/>
          </w:rPr>
          <w:fldChar w:fldCharType="end"/>
        </w:r>
      </w:hyperlink>
    </w:p>
    <w:p w14:paraId="28518EE7" w14:textId="77777777" w:rsidR="0061258F" w:rsidRDefault="001D7F9D">
      <w:pPr>
        <w:pStyle w:val="TM3"/>
        <w:tabs>
          <w:tab w:val="left" w:pos="1200"/>
          <w:tab w:val="right" w:leader="dot" w:pos="9060"/>
        </w:tabs>
        <w:rPr>
          <w:rFonts w:asciiTheme="minorHAnsi" w:eastAsiaTheme="minorEastAsia" w:hAnsiTheme="minorHAnsi" w:cstheme="minorBidi"/>
          <w:i w:val="0"/>
          <w:noProof/>
          <w:sz w:val="22"/>
          <w:szCs w:val="22"/>
        </w:rPr>
      </w:pPr>
      <w:hyperlink w:anchor="_Toc79412062" w:history="1">
        <w:r w:rsidR="0061258F" w:rsidRPr="002B5C14">
          <w:rPr>
            <w:rStyle w:val="Lienhypertexte"/>
            <w:rFonts w:ascii="Helvetica 55 Roman" w:hAnsi="Helvetica 55 Roman"/>
            <w:noProof/>
          </w:rPr>
          <w:t>4.3.2</w:t>
        </w:r>
        <w:r w:rsidR="0061258F">
          <w:rPr>
            <w:rFonts w:asciiTheme="minorHAnsi" w:eastAsiaTheme="minorEastAsia" w:hAnsiTheme="minorHAnsi" w:cstheme="minorBidi"/>
            <w:i w:val="0"/>
            <w:noProof/>
            <w:sz w:val="22"/>
            <w:szCs w:val="22"/>
          </w:rPr>
          <w:tab/>
        </w:r>
        <w:r w:rsidR="0061258F" w:rsidRPr="002B5C14">
          <w:rPr>
            <w:rStyle w:val="Lienhypertexte"/>
            <w:rFonts w:ascii="Helvetica 55 Roman" w:hAnsi="Helvetica 55 Roman"/>
            <w:noProof/>
          </w:rPr>
          <w:t>Raccordement client sur un PRE intérieur</w:t>
        </w:r>
        <w:r w:rsidR="0061258F">
          <w:rPr>
            <w:noProof/>
            <w:webHidden/>
          </w:rPr>
          <w:tab/>
        </w:r>
        <w:r w:rsidR="0061258F">
          <w:rPr>
            <w:noProof/>
            <w:webHidden/>
          </w:rPr>
          <w:fldChar w:fldCharType="begin"/>
        </w:r>
        <w:r w:rsidR="0061258F">
          <w:rPr>
            <w:noProof/>
            <w:webHidden/>
          </w:rPr>
          <w:instrText xml:space="preserve"> PAGEREF _Toc79412062 \h </w:instrText>
        </w:r>
        <w:r w:rsidR="0061258F">
          <w:rPr>
            <w:noProof/>
            <w:webHidden/>
          </w:rPr>
        </w:r>
        <w:r w:rsidR="0061258F">
          <w:rPr>
            <w:noProof/>
            <w:webHidden/>
          </w:rPr>
          <w:fldChar w:fldCharType="separate"/>
        </w:r>
        <w:r w:rsidR="0061258F">
          <w:rPr>
            <w:noProof/>
            <w:webHidden/>
          </w:rPr>
          <w:t>8</w:t>
        </w:r>
        <w:r w:rsidR="0061258F">
          <w:rPr>
            <w:noProof/>
            <w:webHidden/>
          </w:rPr>
          <w:fldChar w:fldCharType="end"/>
        </w:r>
      </w:hyperlink>
    </w:p>
    <w:p w14:paraId="28518EE8" w14:textId="77777777" w:rsidR="0061258F" w:rsidRDefault="001D7F9D">
      <w:pPr>
        <w:pStyle w:val="TM3"/>
        <w:tabs>
          <w:tab w:val="left" w:pos="1200"/>
          <w:tab w:val="right" w:leader="dot" w:pos="9060"/>
        </w:tabs>
        <w:rPr>
          <w:rFonts w:asciiTheme="minorHAnsi" w:eastAsiaTheme="minorEastAsia" w:hAnsiTheme="minorHAnsi" w:cstheme="minorBidi"/>
          <w:i w:val="0"/>
          <w:noProof/>
          <w:sz w:val="22"/>
          <w:szCs w:val="22"/>
        </w:rPr>
      </w:pPr>
      <w:hyperlink w:anchor="_Toc79412063" w:history="1">
        <w:r w:rsidR="0061258F" w:rsidRPr="002B5C14">
          <w:rPr>
            <w:rStyle w:val="Lienhypertexte"/>
            <w:rFonts w:ascii="Helvetica 55 Roman" w:hAnsi="Helvetica 55 Roman"/>
            <w:noProof/>
          </w:rPr>
          <w:t>4.3.3</w:t>
        </w:r>
        <w:r w:rsidR="0061258F">
          <w:rPr>
            <w:rFonts w:asciiTheme="minorHAnsi" w:eastAsiaTheme="minorEastAsia" w:hAnsiTheme="minorHAnsi" w:cstheme="minorBidi"/>
            <w:i w:val="0"/>
            <w:noProof/>
            <w:sz w:val="22"/>
            <w:szCs w:val="22"/>
          </w:rPr>
          <w:tab/>
        </w:r>
        <w:r w:rsidR="0061258F" w:rsidRPr="002B5C14">
          <w:rPr>
            <w:rStyle w:val="Lienhypertexte"/>
            <w:rFonts w:ascii="Helvetica 55 Roman" w:hAnsi="Helvetica 55 Roman"/>
            <w:noProof/>
          </w:rPr>
          <w:t>Desserte interne client du site Client Final</w:t>
        </w:r>
        <w:r w:rsidR="0061258F">
          <w:rPr>
            <w:noProof/>
            <w:webHidden/>
          </w:rPr>
          <w:tab/>
        </w:r>
        <w:r w:rsidR="0061258F">
          <w:rPr>
            <w:noProof/>
            <w:webHidden/>
          </w:rPr>
          <w:fldChar w:fldCharType="begin"/>
        </w:r>
        <w:r w:rsidR="0061258F">
          <w:rPr>
            <w:noProof/>
            <w:webHidden/>
          </w:rPr>
          <w:instrText xml:space="preserve"> PAGEREF _Toc79412063 \h </w:instrText>
        </w:r>
        <w:r w:rsidR="0061258F">
          <w:rPr>
            <w:noProof/>
            <w:webHidden/>
          </w:rPr>
        </w:r>
        <w:r w:rsidR="0061258F">
          <w:rPr>
            <w:noProof/>
            <w:webHidden/>
          </w:rPr>
          <w:fldChar w:fldCharType="separate"/>
        </w:r>
        <w:r w:rsidR="0061258F">
          <w:rPr>
            <w:noProof/>
            <w:webHidden/>
          </w:rPr>
          <w:t>8</w:t>
        </w:r>
        <w:r w:rsidR="0061258F">
          <w:rPr>
            <w:noProof/>
            <w:webHidden/>
          </w:rPr>
          <w:fldChar w:fldCharType="end"/>
        </w:r>
      </w:hyperlink>
    </w:p>
    <w:p w14:paraId="28518EE9" w14:textId="77777777" w:rsidR="0061258F" w:rsidRDefault="001D7F9D">
      <w:pPr>
        <w:pStyle w:val="TM1"/>
        <w:rPr>
          <w:rFonts w:asciiTheme="minorHAnsi" w:eastAsiaTheme="minorEastAsia" w:hAnsiTheme="minorHAnsi" w:cstheme="minorBidi"/>
          <w:b w:val="0"/>
          <w:caps w:val="0"/>
          <w:kern w:val="0"/>
          <w:sz w:val="22"/>
          <w:szCs w:val="22"/>
        </w:rPr>
      </w:pPr>
      <w:hyperlink w:anchor="_Toc79412064" w:history="1">
        <w:r w:rsidR="0061258F" w:rsidRPr="002B5C14">
          <w:rPr>
            <w:rStyle w:val="Lienhypertexte"/>
          </w:rPr>
          <w:t>5</w:t>
        </w:r>
        <w:r w:rsidR="0061258F">
          <w:rPr>
            <w:rFonts w:asciiTheme="minorHAnsi" w:eastAsiaTheme="minorEastAsia" w:hAnsiTheme="minorHAnsi" w:cstheme="minorBidi"/>
            <w:b w:val="0"/>
            <w:caps w:val="0"/>
            <w:kern w:val="0"/>
            <w:sz w:val="22"/>
            <w:szCs w:val="22"/>
          </w:rPr>
          <w:tab/>
        </w:r>
        <w:r w:rsidR="0061258F" w:rsidRPr="002B5C14">
          <w:rPr>
            <w:rStyle w:val="Lienhypertexte"/>
          </w:rPr>
          <w:t>Caracteristiques techniques</w:t>
        </w:r>
        <w:r w:rsidR="0061258F">
          <w:rPr>
            <w:webHidden/>
          </w:rPr>
          <w:tab/>
        </w:r>
        <w:r w:rsidR="0061258F">
          <w:rPr>
            <w:webHidden/>
          </w:rPr>
          <w:fldChar w:fldCharType="begin"/>
        </w:r>
        <w:r w:rsidR="0061258F">
          <w:rPr>
            <w:webHidden/>
          </w:rPr>
          <w:instrText xml:space="preserve"> PAGEREF _Toc79412064 \h </w:instrText>
        </w:r>
        <w:r w:rsidR="0061258F">
          <w:rPr>
            <w:webHidden/>
          </w:rPr>
        </w:r>
        <w:r w:rsidR="0061258F">
          <w:rPr>
            <w:webHidden/>
          </w:rPr>
          <w:fldChar w:fldCharType="separate"/>
        </w:r>
        <w:r w:rsidR="0061258F">
          <w:rPr>
            <w:webHidden/>
          </w:rPr>
          <w:t>11</w:t>
        </w:r>
        <w:r w:rsidR="0061258F">
          <w:rPr>
            <w:webHidden/>
          </w:rPr>
          <w:fldChar w:fldCharType="end"/>
        </w:r>
      </w:hyperlink>
    </w:p>
    <w:p w14:paraId="28518EEA"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65" w:history="1">
        <w:r w:rsidR="0061258F" w:rsidRPr="002B5C14">
          <w:rPr>
            <w:rStyle w:val="Lienhypertexte"/>
            <w:rFonts w:ascii="Helvetica 55 Roman" w:hAnsi="Helvetica 55 Roman"/>
            <w:noProof/>
          </w:rPr>
          <w:t>5.1</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Câbles optiques</w:t>
        </w:r>
        <w:r w:rsidR="0061258F">
          <w:rPr>
            <w:noProof/>
            <w:webHidden/>
          </w:rPr>
          <w:tab/>
        </w:r>
        <w:r w:rsidR="0061258F">
          <w:rPr>
            <w:noProof/>
            <w:webHidden/>
          </w:rPr>
          <w:fldChar w:fldCharType="begin"/>
        </w:r>
        <w:r w:rsidR="0061258F">
          <w:rPr>
            <w:noProof/>
            <w:webHidden/>
          </w:rPr>
          <w:instrText xml:space="preserve"> PAGEREF _Toc79412065 \h </w:instrText>
        </w:r>
        <w:r w:rsidR="0061258F">
          <w:rPr>
            <w:noProof/>
            <w:webHidden/>
          </w:rPr>
        </w:r>
        <w:r w:rsidR="0061258F">
          <w:rPr>
            <w:noProof/>
            <w:webHidden/>
          </w:rPr>
          <w:fldChar w:fldCharType="separate"/>
        </w:r>
        <w:r w:rsidR="0061258F">
          <w:rPr>
            <w:noProof/>
            <w:webHidden/>
          </w:rPr>
          <w:t>11</w:t>
        </w:r>
        <w:r w:rsidR="0061258F">
          <w:rPr>
            <w:noProof/>
            <w:webHidden/>
          </w:rPr>
          <w:fldChar w:fldCharType="end"/>
        </w:r>
      </w:hyperlink>
    </w:p>
    <w:p w14:paraId="28518EEB"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66" w:history="1">
        <w:r w:rsidR="0061258F" w:rsidRPr="002B5C14">
          <w:rPr>
            <w:rStyle w:val="Lienhypertexte"/>
            <w:rFonts w:ascii="Helvetica 55 Roman" w:hAnsi="Helvetica 55 Roman"/>
            <w:noProof/>
          </w:rPr>
          <w:t>5.2</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Longueur et affaiblissement optique du Service</w:t>
        </w:r>
        <w:r w:rsidR="0061258F">
          <w:rPr>
            <w:noProof/>
            <w:webHidden/>
          </w:rPr>
          <w:tab/>
        </w:r>
        <w:r w:rsidR="0061258F">
          <w:rPr>
            <w:noProof/>
            <w:webHidden/>
          </w:rPr>
          <w:fldChar w:fldCharType="begin"/>
        </w:r>
        <w:r w:rsidR="0061258F">
          <w:rPr>
            <w:noProof/>
            <w:webHidden/>
          </w:rPr>
          <w:instrText xml:space="preserve"> PAGEREF _Toc79412066 \h </w:instrText>
        </w:r>
        <w:r w:rsidR="0061258F">
          <w:rPr>
            <w:noProof/>
            <w:webHidden/>
          </w:rPr>
        </w:r>
        <w:r w:rsidR="0061258F">
          <w:rPr>
            <w:noProof/>
            <w:webHidden/>
          </w:rPr>
          <w:fldChar w:fldCharType="separate"/>
        </w:r>
        <w:r w:rsidR="0061258F">
          <w:rPr>
            <w:noProof/>
            <w:webHidden/>
          </w:rPr>
          <w:t>11</w:t>
        </w:r>
        <w:r w:rsidR="0061258F">
          <w:rPr>
            <w:noProof/>
            <w:webHidden/>
          </w:rPr>
          <w:fldChar w:fldCharType="end"/>
        </w:r>
      </w:hyperlink>
    </w:p>
    <w:p w14:paraId="28518EEC" w14:textId="77777777" w:rsidR="0061258F" w:rsidRDefault="001D7F9D">
      <w:pPr>
        <w:pStyle w:val="TM1"/>
        <w:rPr>
          <w:rFonts w:asciiTheme="minorHAnsi" w:eastAsiaTheme="minorEastAsia" w:hAnsiTheme="minorHAnsi" w:cstheme="minorBidi"/>
          <w:b w:val="0"/>
          <w:caps w:val="0"/>
          <w:kern w:val="0"/>
          <w:sz w:val="22"/>
          <w:szCs w:val="22"/>
        </w:rPr>
      </w:pPr>
      <w:hyperlink w:anchor="_Toc79412067" w:history="1">
        <w:r w:rsidR="0061258F" w:rsidRPr="002B5C14">
          <w:rPr>
            <w:rStyle w:val="Lienhypertexte"/>
          </w:rPr>
          <w:t>6</w:t>
        </w:r>
        <w:r w:rsidR="0061258F">
          <w:rPr>
            <w:rFonts w:asciiTheme="minorHAnsi" w:eastAsiaTheme="minorEastAsia" w:hAnsiTheme="minorHAnsi" w:cstheme="minorBidi"/>
            <w:b w:val="0"/>
            <w:caps w:val="0"/>
            <w:kern w:val="0"/>
            <w:sz w:val="22"/>
            <w:szCs w:val="22"/>
          </w:rPr>
          <w:tab/>
        </w:r>
        <w:r w:rsidR="0061258F" w:rsidRPr="002B5C14">
          <w:rPr>
            <w:rStyle w:val="Lienhypertexte"/>
          </w:rPr>
          <w:t>Activation de la fibre  PAR l’opérateur</w:t>
        </w:r>
        <w:r w:rsidR="0061258F">
          <w:rPr>
            <w:webHidden/>
          </w:rPr>
          <w:tab/>
        </w:r>
        <w:r w:rsidR="0061258F">
          <w:rPr>
            <w:webHidden/>
          </w:rPr>
          <w:fldChar w:fldCharType="begin"/>
        </w:r>
        <w:r w:rsidR="0061258F">
          <w:rPr>
            <w:webHidden/>
          </w:rPr>
          <w:instrText xml:space="preserve"> PAGEREF _Toc79412067 \h </w:instrText>
        </w:r>
        <w:r w:rsidR="0061258F">
          <w:rPr>
            <w:webHidden/>
          </w:rPr>
        </w:r>
        <w:r w:rsidR="0061258F">
          <w:rPr>
            <w:webHidden/>
          </w:rPr>
          <w:fldChar w:fldCharType="separate"/>
        </w:r>
        <w:r w:rsidR="0061258F">
          <w:rPr>
            <w:webHidden/>
          </w:rPr>
          <w:t>12</w:t>
        </w:r>
        <w:r w:rsidR="0061258F">
          <w:rPr>
            <w:webHidden/>
          </w:rPr>
          <w:fldChar w:fldCharType="end"/>
        </w:r>
      </w:hyperlink>
    </w:p>
    <w:p w14:paraId="28518EED" w14:textId="77777777" w:rsidR="000F0D19" w:rsidRPr="006A5521" w:rsidRDefault="000F0D19">
      <w:pPr>
        <w:rPr>
          <w:rFonts w:ascii="Helvetica 55 Roman" w:hAnsi="Helvetica 55 Roman"/>
        </w:rPr>
      </w:pPr>
      <w:r w:rsidRPr="006A5521">
        <w:rPr>
          <w:rFonts w:ascii="Helvetica 55 Roman" w:hAnsi="Helvetica 55 Roman"/>
          <w:b/>
        </w:rPr>
        <w:fldChar w:fldCharType="end"/>
      </w:r>
    </w:p>
    <w:p w14:paraId="28518EEE" w14:textId="77777777" w:rsidR="000F0D19" w:rsidRPr="006A5521" w:rsidRDefault="000F0D19" w:rsidP="007743A8">
      <w:pPr>
        <w:jc w:val="center"/>
        <w:rPr>
          <w:rFonts w:ascii="Helvetica 55 Roman" w:hAnsi="Helvetica 55 Roman"/>
          <w:i/>
          <w:caps/>
          <w:noProof/>
          <w:u w:val="single"/>
        </w:rPr>
      </w:pPr>
    </w:p>
    <w:p w14:paraId="28518EEF" w14:textId="77777777" w:rsidR="000F0D19" w:rsidRPr="006A5521" w:rsidRDefault="000F0D19" w:rsidP="007743A8">
      <w:pPr>
        <w:jc w:val="center"/>
        <w:rPr>
          <w:rFonts w:ascii="Helvetica 55 Roman" w:hAnsi="Helvetica 55 Roman"/>
          <w:i/>
          <w:caps/>
          <w:noProof/>
          <w:u w:val="single"/>
        </w:rPr>
      </w:pPr>
    </w:p>
    <w:p w14:paraId="28518EF0" w14:textId="77777777" w:rsidR="000F0D19" w:rsidRPr="006A5521" w:rsidRDefault="000F0D19" w:rsidP="007743A8">
      <w:pPr>
        <w:jc w:val="center"/>
        <w:rPr>
          <w:rFonts w:ascii="Helvetica 55 Roman" w:hAnsi="Helvetica 55 Roman"/>
          <w:i/>
          <w:caps/>
          <w:noProof/>
          <w:u w:val="single"/>
        </w:rPr>
      </w:pPr>
    </w:p>
    <w:p w14:paraId="28518EF1" w14:textId="77777777" w:rsidR="007743A8" w:rsidRPr="006A5521" w:rsidRDefault="007743A8" w:rsidP="007743A8">
      <w:pPr>
        <w:jc w:val="center"/>
        <w:rPr>
          <w:rFonts w:ascii="Helvetica 55 Roman" w:hAnsi="Helvetica 55 Roman"/>
          <w:i/>
          <w:sz w:val="22"/>
          <w:u w:val="single"/>
        </w:rPr>
      </w:pPr>
      <w:r w:rsidRPr="006A5521">
        <w:rPr>
          <w:rFonts w:ascii="Helvetica 55 Roman" w:hAnsi="Helvetica 55 Roman"/>
          <w:i/>
          <w:caps/>
          <w:noProof/>
          <w:u w:val="single"/>
        </w:rPr>
        <w:br w:type="page"/>
      </w:r>
    </w:p>
    <w:p w14:paraId="28518EF2" w14:textId="77777777" w:rsidR="005F1979" w:rsidRPr="006A5521" w:rsidRDefault="005F1979" w:rsidP="007743A8">
      <w:pPr>
        <w:pStyle w:val="Titre1"/>
        <w:shd w:val="clear" w:color="auto" w:fill="auto"/>
        <w:rPr>
          <w:caps w:val="0"/>
        </w:rPr>
      </w:pPr>
      <w:bookmarkStart w:id="7" w:name="_Toc418512687"/>
      <w:bookmarkStart w:id="8" w:name="_Toc459733679"/>
      <w:bookmarkStart w:id="9" w:name="_Toc191396"/>
      <w:bookmarkStart w:id="10" w:name="_Toc79412052"/>
      <w:bookmarkStart w:id="11" w:name="_Toc353367960"/>
      <w:r w:rsidRPr="006A5521">
        <w:rPr>
          <w:caps w:val="0"/>
        </w:rPr>
        <w:lastRenderedPageBreak/>
        <w:t>Préambule</w:t>
      </w:r>
      <w:bookmarkEnd w:id="7"/>
      <w:bookmarkEnd w:id="8"/>
      <w:bookmarkEnd w:id="9"/>
      <w:bookmarkEnd w:id="10"/>
    </w:p>
    <w:p w14:paraId="28518EF4" w14:textId="77777777" w:rsidR="008C18AD" w:rsidRPr="006A5521" w:rsidRDefault="008C18AD" w:rsidP="0097166E">
      <w:pPr>
        <w:jc w:val="both"/>
        <w:rPr>
          <w:rFonts w:ascii="Helvetica 55 Roman" w:hAnsi="Helvetica 55 Roman"/>
        </w:rPr>
      </w:pPr>
      <w:r w:rsidRPr="006A5521">
        <w:rPr>
          <w:rFonts w:ascii="Helvetica 55 Roman" w:hAnsi="Helvetica 55 Roman"/>
        </w:rPr>
        <w:t xml:space="preserve">Cette annexe présente les Spécifications Techniques d’Accès au Service (STAS) de l’offre </w:t>
      </w:r>
      <w:r w:rsidR="0046445F" w:rsidRPr="006A5521">
        <w:rPr>
          <w:rFonts w:ascii="Helvetica 55 Roman" w:hAnsi="Helvetica 55 Roman"/>
        </w:rPr>
        <w:t>FTTE passif NRO</w:t>
      </w:r>
      <w:r w:rsidR="00C36E9D" w:rsidRPr="006A5521">
        <w:rPr>
          <w:rFonts w:ascii="Helvetica 55 Roman" w:hAnsi="Helvetica 55 Roman"/>
        </w:rPr>
        <w:t xml:space="preserve"> </w:t>
      </w:r>
      <w:r w:rsidR="00AC4E24" w:rsidRPr="006A5521">
        <w:rPr>
          <w:rFonts w:ascii="Helvetica 55 Roman" w:hAnsi="Helvetica 55 Roman"/>
        </w:rPr>
        <w:t>ci-après dénommé « le Service ».</w:t>
      </w:r>
    </w:p>
    <w:p w14:paraId="28518EF5" w14:textId="77777777" w:rsidR="008C18AD" w:rsidRPr="006A5521" w:rsidRDefault="008C18AD" w:rsidP="0097166E">
      <w:pPr>
        <w:jc w:val="both"/>
        <w:rPr>
          <w:rFonts w:ascii="Helvetica 55 Roman" w:hAnsi="Helvetica 55 Roman"/>
        </w:rPr>
      </w:pPr>
    </w:p>
    <w:p w14:paraId="28518EF6" w14:textId="77777777" w:rsidR="008C18AD" w:rsidRPr="006A5521" w:rsidRDefault="00AC4E24" w:rsidP="0097166E">
      <w:pPr>
        <w:jc w:val="both"/>
        <w:rPr>
          <w:rFonts w:ascii="Helvetica 55 Roman" w:hAnsi="Helvetica 55 Roman"/>
        </w:rPr>
      </w:pPr>
      <w:r w:rsidRPr="006A5521">
        <w:rPr>
          <w:rFonts w:ascii="Helvetica 55 Roman" w:hAnsi="Helvetica 55 Roman"/>
        </w:rPr>
        <w:t>Ce</w:t>
      </w:r>
      <w:r w:rsidR="008C18AD" w:rsidRPr="006A5521">
        <w:rPr>
          <w:rFonts w:ascii="Helvetica 55 Roman" w:hAnsi="Helvetica 55 Roman"/>
        </w:rPr>
        <w:t xml:space="preserve"> document </w:t>
      </w:r>
      <w:r w:rsidRPr="006A5521">
        <w:rPr>
          <w:rFonts w:ascii="Helvetica 55 Roman" w:hAnsi="Helvetica 55 Roman"/>
        </w:rPr>
        <w:t xml:space="preserve">décrit </w:t>
      </w:r>
      <w:r w:rsidR="00853731" w:rsidRPr="006A5521">
        <w:rPr>
          <w:rFonts w:ascii="Helvetica 55 Roman" w:hAnsi="Helvetica 55 Roman"/>
        </w:rPr>
        <w:t>notamment</w:t>
      </w:r>
      <w:r w:rsidRPr="006A5521">
        <w:rPr>
          <w:rFonts w:ascii="Helvetica 55 Roman" w:hAnsi="Helvetica 55 Roman"/>
        </w:rPr>
        <w:t xml:space="preserve"> </w:t>
      </w:r>
      <w:r w:rsidR="008C18AD" w:rsidRPr="006A5521">
        <w:rPr>
          <w:rFonts w:ascii="Helvetica 55 Roman" w:hAnsi="Helvetica 55 Roman"/>
        </w:rPr>
        <w:t>:</w:t>
      </w:r>
    </w:p>
    <w:p w14:paraId="28518EF7" w14:textId="77777777" w:rsidR="00AC4E24" w:rsidRPr="006A5521" w:rsidRDefault="00AC4E24" w:rsidP="00AC4E24">
      <w:pPr>
        <w:pStyle w:val="Textenum1"/>
        <w:tabs>
          <w:tab w:val="clear" w:pos="0"/>
          <w:tab w:val="num" w:pos="360"/>
        </w:tabs>
        <w:spacing w:before="120"/>
      </w:pPr>
      <w:r w:rsidRPr="006A5521">
        <w:t xml:space="preserve">L'interface permettant l'interfonctionnement entre les équipements de l’Opérateur et les équipements </w:t>
      </w:r>
      <w:r w:rsidR="00CD0D9D" w:rsidRPr="006A5521">
        <w:t xml:space="preserve">de </w:t>
      </w:r>
      <w:r w:rsidR="00995693" w:rsidRPr="006A5521">
        <w:t>RIP FTTX</w:t>
      </w:r>
      <w:r w:rsidR="00CD0D9D" w:rsidRPr="006A5521">
        <w:t xml:space="preserve">  </w:t>
      </w:r>
      <w:r w:rsidRPr="006A5521">
        <w:t>donnant accès au Service,</w:t>
      </w:r>
    </w:p>
    <w:p w14:paraId="28518EF8" w14:textId="77777777" w:rsidR="00AC4E24" w:rsidRPr="006A5521" w:rsidRDefault="00AC4E24" w:rsidP="00AC4E24">
      <w:pPr>
        <w:pStyle w:val="Textenum1"/>
        <w:tabs>
          <w:tab w:val="clear" w:pos="0"/>
          <w:tab w:val="num" w:pos="360"/>
        </w:tabs>
        <w:spacing w:before="120"/>
      </w:pPr>
      <w:r w:rsidRPr="006A5521">
        <w:t>Les fonctionnalités mises en œuvre pour fournir le Service et ses caractéristiques techniques</w:t>
      </w:r>
      <w:r w:rsidR="0046445F" w:rsidRPr="006A5521">
        <w:t>,</w:t>
      </w:r>
    </w:p>
    <w:p w14:paraId="28518EF9" w14:textId="77777777" w:rsidR="00AC4E24" w:rsidRPr="006A5521" w:rsidRDefault="00AC4E24" w:rsidP="00AC4E24">
      <w:pPr>
        <w:pStyle w:val="Textenum1"/>
        <w:tabs>
          <w:tab w:val="clear" w:pos="0"/>
          <w:tab w:val="num" w:pos="360"/>
        </w:tabs>
        <w:spacing w:before="120"/>
      </w:pPr>
      <w:r w:rsidRPr="006A5521">
        <w:t>Les prestations à la charge de l’Opérateur.</w:t>
      </w:r>
    </w:p>
    <w:p w14:paraId="28518EFA" w14:textId="77777777" w:rsidR="00C11BF8" w:rsidRPr="006A5521" w:rsidRDefault="00C11BF8" w:rsidP="0097166E">
      <w:pPr>
        <w:jc w:val="both"/>
        <w:rPr>
          <w:rFonts w:ascii="Helvetica 55 Roman" w:hAnsi="Helvetica 55 Roman"/>
        </w:rPr>
      </w:pPr>
    </w:p>
    <w:p w14:paraId="28518EFB" w14:textId="77777777" w:rsidR="00C2322C" w:rsidRPr="006A5521" w:rsidRDefault="00C2322C" w:rsidP="00C2322C">
      <w:pPr>
        <w:rPr>
          <w:rFonts w:ascii="Helvetica 55 Roman" w:hAnsi="Helvetica 55 Roman"/>
        </w:rPr>
      </w:pPr>
      <w:bookmarkStart w:id="12" w:name="_Toc418512688"/>
    </w:p>
    <w:p w14:paraId="28518EFC" w14:textId="77777777" w:rsidR="00C11BF8" w:rsidRPr="006A5521" w:rsidRDefault="00AC4E24" w:rsidP="007743A8">
      <w:pPr>
        <w:pStyle w:val="Titre1"/>
        <w:shd w:val="clear" w:color="auto" w:fill="auto"/>
        <w:rPr>
          <w:caps w:val="0"/>
        </w:rPr>
      </w:pPr>
      <w:bookmarkStart w:id="13" w:name="_Toc459733680"/>
      <w:bookmarkStart w:id="14" w:name="_Toc191397"/>
      <w:bookmarkStart w:id="15" w:name="_Toc79412053"/>
      <w:r w:rsidRPr="006A5521">
        <w:rPr>
          <w:caps w:val="0"/>
        </w:rPr>
        <w:t xml:space="preserve">Définition des </w:t>
      </w:r>
      <w:r w:rsidR="00C11BF8" w:rsidRPr="006A5521">
        <w:rPr>
          <w:caps w:val="0"/>
        </w:rPr>
        <w:t>Acronymes</w:t>
      </w:r>
      <w:bookmarkEnd w:id="13"/>
      <w:bookmarkEnd w:id="14"/>
      <w:bookmarkEnd w:id="15"/>
    </w:p>
    <w:p w14:paraId="28518EFE" w14:textId="77777777" w:rsidR="00926536" w:rsidRPr="006A5521" w:rsidRDefault="00926536" w:rsidP="002B1710">
      <w:pPr>
        <w:numPr>
          <w:ilvl w:val="0"/>
          <w:numId w:val="5"/>
        </w:numPr>
        <w:rPr>
          <w:rFonts w:ascii="Helvetica 55 Roman" w:hAnsi="Helvetica 55 Roman"/>
        </w:rPr>
      </w:pPr>
      <w:r w:rsidRPr="006A5521">
        <w:rPr>
          <w:rFonts w:ascii="Helvetica 55 Roman" w:hAnsi="Helvetica 55 Roman"/>
        </w:rPr>
        <w:t>BLOM : Boucle Locale Optique Mutualisée</w:t>
      </w:r>
    </w:p>
    <w:p w14:paraId="28518EFF" w14:textId="77777777" w:rsidR="00C11BF8" w:rsidRPr="006A5521" w:rsidRDefault="00C11BF8" w:rsidP="002B1710">
      <w:pPr>
        <w:numPr>
          <w:ilvl w:val="0"/>
          <w:numId w:val="5"/>
        </w:numPr>
        <w:rPr>
          <w:rFonts w:ascii="Helvetica 55 Roman" w:hAnsi="Helvetica 55 Roman"/>
        </w:rPr>
      </w:pPr>
      <w:r w:rsidRPr="006A5521">
        <w:rPr>
          <w:rFonts w:ascii="Helvetica 55 Roman" w:hAnsi="Helvetica 55 Roman"/>
        </w:rPr>
        <w:t>DTIO : Dispositif de Terminaison Intérieure Optique</w:t>
      </w:r>
    </w:p>
    <w:p w14:paraId="28518F00" w14:textId="77777777" w:rsidR="00C11BF8" w:rsidRPr="006A5521" w:rsidRDefault="00C11BF8" w:rsidP="002B1710">
      <w:pPr>
        <w:numPr>
          <w:ilvl w:val="0"/>
          <w:numId w:val="5"/>
        </w:numPr>
        <w:rPr>
          <w:rFonts w:ascii="Helvetica 55 Roman" w:hAnsi="Helvetica 55 Roman"/>
          <w:lang w:val="en-US"/>
        </w:rPr>
      </w:pPr>
      <w:r w:rsidRPr="006A5521">
        <w:rPr>
          <w:rFonts w:ascii="Helvetica 55 Roman" w:hAnsi="Helvetica 55 Roman"/>
          <w:lang w:val="en-US"/>
        </w:rPr>
        <w:t xml:space="preserve">FTTH : </w:t>
      </w:r>
      <w:r w:rsidR="00B20554" w:rsidRPr="006A5521">
        <w:rPr>
          <w:rFonts w:ascii="Helvetica 55 Roman" w:hAnsi="Helvetica 55 Roman"/>
          <w:lang w:val="en-US"/>
        </w:rPr>
        <w:t>Fib</w:t>
      </w:r>
      <w:r w:rsidR="008809DA" w:rsidRPr="006A5521">
        <w:rPr>
          <w:rFonts w:ascii="Helvetica 55 Roman" w:hAnsi="Helvetica 55 Roman"/>
          <w:lang w:val="en-US"/>
        </w:rPr>
        <w:t>er</w:t>
      </w:r>
      <w:r w:rsidRPr="006A5521">
        <w:rPr>
          <w:rFonts w:ascii="Helvetica 55 Roman" w:hAnsi="Helvetica 55 Roman"/>
          <w:lang w:val="en-US"/>
        </w:rPr>
        <w:t xml:space="preserve"> To The Home</w:t>
      </w:r>
    </w:p>
    <w:p w14:paraId="28518F01" w14:textId="77777777" w:rsidR="00120F94" w:rsidRPr="006A5521" w:rsidRDefault="00120F94" w:rsidP="002B1710">
      <w:pPr>
        <w:numPr>
          <w:ilvl w:val="0"/>
          <w:numId w:val="5"/>
        </w:numPr>
        <w:rPr>
          <w:rFonts w:ascii="Helvetica 55 Roman" w:hAnsi="Helvetica 55 Roman"/>
        </w:rPr>
      </w:pPr>
      <w:r w:rsidRPr="006A5521">
        <w:rPr>
          <w:rFonts w:ascii="Helvetica 55 Roman" w:hAnsi="Helvetica 55 Roman"/>
        </w:rPr>
        <w:t>NRO : Nœud de Raccordement Optique</w:t>
      </w:r>
    </w:p>
    <w:p w14:paraId="28518F02" w14:textId="77777777" w:rsidR="0022499D" w:rsidRPr="006A5521" w:rsidRDefault="0022499D" w:rsidP="002B1710">
      <w:pPr>
        <w:numPr>
          <w:ilvl w:val="0"/>
          <w:numId w:val="5"/>
        </w:numPr>
        <w:rPr>
          <w:rFonts w:ascii="Helvetica 55 Roman" w:hAnsi="Helvetica 55 Roman"/>
        </w:rPr>
      </w:pPr>
      <w:r w:rsidRPr="006A5521">
        <w:rPr>
          <w:rFonts w:ascii="Helvetica 55 Roman" w:hAnsi="Helvetica 55 Roman"/>
        </w:rPr>
        <w:t>PA : Po</w:t>
      </w:r>
      <w:r w:rsidR="00103D78" w:rsidRPr="006A5521">
        <w:rPr>
          <w:rFonts w:ascii="Helvetica 55 Roman" w:hAnsi="Helvetica 55 Roman"/>
        </w:rPr>
        <w:t>i</w:t>
      </w:r>
      <w:r w:rsidRPr="006A5521">
        <w:rPr>
          <w:rFonts w:ascii="Helvetica 55 Roman" w:hAnsi="Helvetica 55 Roman"/>
        </w:rPr>
        <w:t>nt d’Aboutement</w:t>
      </w:r>
    </w:p>
    <w:p w14:paraId="28518F03" w14:textId="77777777" w:rsidR="00C11BF8" w:rsidRPr="006A5521" w:rsidRDefault="00C11BF8" w:rsidP="002B1710">
      <w:pPr>
        <w:numPr>
          <w:ilvl w:val="0"/>
          <w:numId w:val="5"/>
        </w:numPr>
        <w:rPr>
          <w:rFonts w:ascii="Helvetica 55 Roman" w:hAnsi="Helvetica 55 Roman"/>
        </w:rPr>
      </w:pPr>
      <w:r w:rsidRPr="006A5521">
        <w:rPr>
          <w:rFonts w:ascii="Helvetica 55 Roman" w:hAnsi="Helvetica 55 Roman"/>
        </w:rPr>
        <w:t>PM</w:t>
      </w:r>
      <w:r w:rsidR="0022499D" w:rsidRPr="006A5521">
        <w:rPr>
          <w:rFonts w:ascii="Helvetica 55 Roman" w:hAnsi="Helvetica 55 Roman"/>
        </w:rPr>
        <w:t xml:space="preserve"> (ou PMZ)</w:t>
      </w:r>
      <w:r w:rsidRPr="006A5521">
        <w:rPr>
          <w:rFonts w:ascii="Helvetica 55 Roman" w:hAnsi="Helvetica 55 Roman"/>
        </w:rPr>
        <w:t> : Point de Mutualisation</w:t>
      </w:r>
      <w:r w:rsidR="0022499D" w:rsidRPr="006A5521">
        <w:rPr>
          <w:rFonts w:ascii="Helvetica 55 Roman" w:hAnsi="Helvetica 55 Roman"/>
        </w:rPr>
        <w:t xml:space="preserve"> (ou Point de Mutualisation de Zone)</w:t>
      </w:r>
    </w:p>
    <w:p w14:paraId="28518F04" w14:textId="77777777" w:rsidR="00120F94" w:rsidRPr="006A5521" w:rsidRDefault="00120F94" w:rsidP="002B1710">
      <w:pPr>
        <w:numPr>
          <w:ilvl w:val="0"/>
          <w:numId w:val="5"/>
        </w:numPr>
        <w:rPr>
          <w:rFonts w:ascii="Helvetica 55 Roman" w:hAnsi="Helvetica 55 Roman"/>
        </w:rPr>
      </w:pPr>
      <w:r w:rsidRPr="006A5521">
        <w:rPr>
          <w:rFonts w:ascii="Helvetica 55 Roman" w:hAnsi="Helvetica 55 Roman"/>
        </w:rPr>
        <w:t>POC : Plan Opération Client</w:t>
      </w:r>
    </w:p>
    <w:p w14:paraId="28518F05" w14:textId="77777777" w:rsidR="00120F94" w:rsidRPr="006A5521" w:rsidRDefault="00120F94" w:rsidP="002B1710">
      <w:pPr>
        <w:numPr>
          <w:ilvl w:val="0"/>
          <w:numId w:val="5"/>
        </w:numPr>
        <w:rPr>
          <w:rFonts w:ascii="Helvetica 55 Roman" w:hAnsi="Helvetica 55 Roman"/>
        </w:rPr>
      </w:pPr>
      <w:r w:rsidRPr="006A5521">
        <w:rPr>
          <w:rFonts w:ascii="Helvetica 55 Roman" w:hAnsi="Helvetica 55 Roman"/>
        </w:rPr>
        <w:t>PRE : Point de Raccordement Entreprise</w:t>
      </w:r>
    </w:p>
    <w:p w14:paraId="28518F06" w14:textId="77777777" w:rsidR="00C11BF8" w:rsidRPr="006A5521" w:rsidRDefault="00C11BF8" w:rsidP="002B1710">
      <w:pPr>
        <w:numPr>
          <w:ilvl w:val="0"/>
          <w:numId w:val="5"/>
        </w:numPr>
        <w:rPr>
          <w:rFonts w:ascii="Helvetica 55 Roman" w:hAnsi="Helvetica 55 Roman"/>
        </w:rPr>
      </w:pPr>
      <w:r w:rsidRPr="006A5521">
        <w:rPr>
          <w:rFonts w:ascii="Helvetica 55 Roman" w:hAnsi="Helvetica 55 Roman"/>
        </w:rPr>
        <w:t>PTO : Prise de Terminaison Optique</w:t>
      </w:r>
    </w:p>
    <w:p w14:paraId="28518F07" w14:textId="77777777" w:rsidR="00A17DEB" w:rsidRPr="006A5521" w:rsidRDefault="00763361" w:rsidP="002B1710">
      <w:pPr>
        <w:numPr>
          <w:ilvl w:val="0"/>
          <w:numId w:val="5"/>
        </w:numPr>
        <w:rPr>
          <w:rFonts w:ascii="Helvetica 55 Roman" w:hAnsi="Helvetica 55 Roman"/>
        </w:rPr>
      </w:pPr>
      <w:r w:rsidRPr="006A5521">
        <w:rPr>
          <w:rFonts w:ascii="Helvetica 55 Roman" w:hAnsi="Helvetica 55 Roman"/>
        </w:rPr>
        <w:t>RGH : Répartiteur Général d’Hébergement d’une salle séparée de celle du RTO</w:t>
      </w:r>
    </w:p>
    <w:p w14:paraId="28518F08" w14:textId="77777777" w:rsidR="006361B8" w:rsidRPr="006A5521" w:rsidRDefault="006361B8" w:rsidP="002B1710">
      <w:pPr>
        <w:numPr>
          <w:ilvl w:val="0"/>
          <w:numId w:val="5"/>
        </w:numPr>
        <w:rPr>
          <w:rFonts w:ascii="Helvetica 55 Roman" w:hAnsi="Helvetica 55 Roman"/>
        </w:rPr>
      </w:pPr>
      <w:r w:rsidRPr="006A5521">
        <w:rPr>
          <w:rFonts w:ascii="Helvetica 55 Roman" w:hAnsi="Helvetica 55 Roman"/>
        </w:rPr>
        <w:t>RTO : Répartiteur de Transport Optique</w:t>
      </w:r>
    </w:p>
    <w:p w14:paraId="28518F09" w14:textId="77777777" w:rsidR="0022499D" w:rsidRPr="006A5521" w:rsidRDefault="0022499D" w:rsidP="002B1710">
      <w:pPr>
        <w:numPr>
          <w:ilvl w:val="0"/>
          <w:numId w:val="5"/>
        </w:numPr>
        <w:rPr>
          <w:rFonts w:ascii="Helvetica 55 Roman" w:hAnsi="Helvetica 55 Roman"/>
        </w:rPr>
      </w:pPr>
      <w:r w:rsidRPr="006A5521">
        <w:rPr>
          <w:rFonts w:ascii="Helvetica 55 Roman" w:hAnsi="Helvetica 55 Roman"/>
        </w:rPr>
        <w:t xml:space="preserve">SRO : Sous Répartition Optique </w:t>
      </w:r>
    </w:p>
    <w:p w14:paraId="28518F0A" w14:textId="77777777" w:rsidR="00314C35" w:rsidRPr="006A5521" w:rsidRDefault="00314C35" w:rsidP="002B1710">
      <w:pPr>
        <w:numPr>
          <w:ilvl w:val="0"/>
          <w:numId w:val="5"/>
        </w:numPr>
        <w:rPr>
          <w:rFonts w:ascii="Helvetica 55 Roman" w:hAnsi="Helvetica 55 Roman"/>
        </w:rPr>
      </w:pPr>
      <w:r w:rsidRPr="006A5521">
        <w:rPr>
          <w:rFonts w:ascii="Helvetica 55 Roman" w:hAnsi="Helvetica 55 Roman"/>
        </w:rPr>
        <w:t>TBL : Tête Boucle Locale</w:t>
      </w:r>
      <w:r w:rsidR="00AF7C27" w:rsidRPr="006A5521">
        <w:rPr>
          <w:rFonts w:ascii="Helvetica 55 Roman" w:hAnsi="Helvetica 55 Roman"/>
        </w:rPr>
        <w:t xml:space="preserve"> Optique </w:t>
      </w:r>
      <w:r w:rsidR="00DA6762" w:rsidRPr="006A5521">
        <w:rPr>
          <w:rFonts w:ascii="Helvetica 55 Roman" w:hAnsi="Helvetica 55 Roman"/>
        </w:rPr>
        <w:t xml:space="preserve">de </w:t>
      </w:r>
      <w:r w:rsidR="00995693" w:rsidRPr="006A5521">
        <w:rPr>
          <w:rFonts w:ascii="Helvetica 55 Roman" w:hAnsi="Helvetica 55 Roman"/>
        </w:rPr>
        <w:t>RIP FTTX</w:t>
      </w:r>
      <w:r w:rsidR="00DA6762" w:rsidRPr="006A5521">
        <w:rPr>
          <w:rFonts w:ascii="Helvetica 55 Roman" w:hAnsi="Helvetica 55 Roman"/>
        </w:rPr>
        <w:t xml:space="preserve"> </w:t>
      </w:r>
      <w:r w:rsidR="00AF7C27" w:rsidRPr="006A5521">
        <w:rPr>
          <w:rFonts w:ascii="Helvetica 55 Roman" w:hAnsi="Helvetica 55 Roman"/>
        </w:rPr>
        <w:t>installée sur le RTO</w:t>
      </w:r>
    </w:p>
    <w:p w14:paraId="28518F0B" w14:textId="77777777" w:rsidR="00C11BF8" w:rsidRPr="006A5521" w:rsidRDefault="00AF7C27" w:rsidP="002B1710">
      <w:pPr>
        <w:numPr>
          <w:ilvl w:val="0"/>
          <w:numId w:val="5"/>
        </w:numPr>
        <w:rPr>
          <w:rFonts w:ascii="Helvetica 55 Roman" w:hAnsi="Helvetica 55 Roman"/>
        </w:rPr>
      </w:pPr>
      <w:r w:rsidRPr="006A5521">
        <w:rPr>
          <w:rFonts w:ascii="Helvetica 55 Roman" w:hAnsi="Helvetica 55 Roman"/>
        </w:rPr>
        <w:t xml:space="preserve">TE : Tête </w:t>
      </w:r>
      <w:r w:rsidR="005301BA" w:rsidRPr="006A5521">
        <w:rPr>
          <w:rFonts w:ascii="Helvetica 55 Roman" w:hAnsi="Helvetica 55 Roman"/>
        </w:rPr>
        <w:t xml:space="preserve">coté </w:t>
      </w:r>
      <w:r w:rsidRPr="006A5521">
        <w:rPr>
          <w:rFonts w:ascii="Helvetica 55 Roman" w:hAnsi="Helvetica 55 Roman"/>
        </w:rPr>
        <w:t>Equipement de l’Opérateur installée sur le RTO</w:t>
      </w:r>
    </w:p>
    <w:p w14:paraId="28518F0C" w14:textId="77777777" w:rsidR="00C11BF8" w:rsidRPr="006A5521" w:rsidRDefault="00C11BF8" w:rsidP="00C11BF8">
      <w:pPr>
        <w:ind w:left="360"/>
        <w:rPr>
          <w:rFonts w:ascii="Helvetica 55 Roman" w:hAnsi="Helvetica 55 Roman"/>
        </w:rPr>
      </w:pPr>
    </w:p>
    <w:p w14:paraId="28518F0D" w14:textId="77777777" w:rsidR="007743A8" w:rsidRPr="006A5521" w:rsidRDefault="00AC4E24" w:rsidP="007743A8">
      <w:pPr>
        <w:pStyle w:val="Titre1"/>
        <w:shd w:val="clear" w:color="auto" w:fill="auto"/>
        <w:rPr>
          <w:caps w:val="0"/>
        </w:rPr>
      </w:pPr>
      <w:bookmarkStart w:id="16" w:name="_Toc459733681"/>
      <w:bookmarkStart w:id="17" w:name="_Toc191398"/>
      <w:bookmarkStart w:id="18" w:name="_Toc79412054"/>
      <w:r w:rsidRPr="006A5521">
        <w:rPr>
          <w:caps w:val="0"/>
        </w:rPr>
        <w:t xml:space="preserve">Présentation du </w:t>
      </w:r>
      <w:r w:rsidR="007743A8" w:rsidRPr="006A5521">
        <w:rPr>
          <w:caps w:val="0"/>
        </w:rPr>
        <w:t xml:space="preserve">Service </w:t>
      </w:r>
      <w:bookmarkEnd w:id="11"/>
      <w:bookmarkEnd w:id="12"/>
      <w:bookmarkEnd w:id="16"/>
      <w:bookmarkEnd w:id="17"/>
      <w:r w:rsidR="0046445F" w:rsidRPr="006A5521">
        <w:rPr>
          <w:caps w:val="0"/>
        </w:rPr>
        <w:t>FTTE passif NRO</w:t>
      </w:r>
      <w:bookmarkEnd w:id="18"/>
    </w:p>
    <w:p w14:paraId="28518F0F" w14:textId="77777777" w:rsidR="00403E38" w:rsidRPr="006A5521" w:rsidRDefault="00853731" w:rsidP="00403E38">
      <w:pPr>
        <w:pStyle w:val="Titre2"/>
        <w:rPr>
          <w:rFonts w:ascii="Helvetica 55 Roman" w:hAnsi="Helvetica 55 Roman"/>
        </w:rPr>
      </w:pPr>
      <w:bookmarkStart w:id="19" w:name="_Toc459733682"/>
      <w:bookmarkStart w:id="20" w:name="_Toc191399"/>
      <w:bookmarkStart w:id="21" w:name="_Toc79412055"/>
      <w:r w:rsidRPr="006A5521">
        <w:rPr>
          <w:rFonts w:ascii="Helvetica 55 Roman" w:hAnsi="Helvetica 55 Roman"/>
        </w:rPr>
        <w:t>Eléments</w:t>
      </w:r>
      <w:r w:rsidR="00AC4E24" w:rsidRPr="006A5521">
        <w:rPr>
          <w:rFonts w:ascii="Helvetica 55 Roman" w:hAnsi="Helvetica 55 Roman"/>
        </w:rPr>
        <w:t xml:space="preserve"> du service</w:t>
      </w:r>
      <w:bookmarkEnd w:id="19"/>
      <w:bookmarkEnd w:id="20"/>
      <w:bookmarkEnd w:id="21"/>
      <w:r w:rsidR="00AC4E24" w:rsidRPr="006A5521">
        <w:rPr>
          <w:rFonts w:ascii="Helvetica 55 Roman" w:hAnsi="Helvetica 55 Roman"/>
        </w:rPr>
        <w:t xml:space="preserve">  </w:t>
      </w:r>
    </w:p>
    <w:p w14:paraId="28518F11" w14:textId="77777777" w:rsidR="00AC4E24" w:rsidRPr="006A5521" w:rsidRDefault="00AC4E24" w:rsidP="00C71548">
      <w:pPr>
        <w:spacing w:before="40" w:after="40"/>
        <w:jc w:val="both"/>
        <w:rPr>
          <w:rFonts w:ascii="Helvetica 55 Roman" w:hAnsi="Helvetica 55 Roman"/>
        </w:rPr>
      </w:pPr>
      <w:r w:rsidRPr="006A5521">
        <w:rPr>
          <w:rFonts w:ascii="Helvetica 55 Roman" w:hAnsi="Helvetica 55 Roman"/>
        </w:rPr>
        <w:t>Le Service est une offre d’</w:t>
      </w:r>
      <w:r w:rsidR="00853731" w:rsidRPr="006A5521">
        <w:rPr>
          <w:rFonts w:ascii="Helvetica 55 Roman" w:hAnsi="Helvetica 55 Roman"/>
        </w:rPr>
        <w:t>accès</w:t>
      </w:r>
      <w:r w:rsidRPr="006A5521">
        <w:rPr>
          <w:rFonts w:ascii="Helvetica 55 Roman" w:hAnsi="Helvetica 55 Roman"/>
        </w:rPr>
        <w:t xml:space="preserve"> en lien fibre optique </w:t>
      </w:r>
      <w:r w:rsidR="00811B41" w:rsidRPr="006A5521">
        <w:rPr>
          <w:rFonts w:ascii="Helvetica 55 Roman" w:hAnsi="Helvetica 55 Roman"/>
        </w:rPr>
        <w:t xml:space="preserve">entre </w:t>
      </w:r>
      <w:r w:rsidR="000562A0" w:rsidRPr="006A5521">
        <w:rPr>
          <w:rFonts w:ascii="Helvetica 55 Roman" w:hAnsi="Helvetica 55 Roman"/>
        </w:rPr>
        <w:t xml:space="preserve">un </w:t>
      </w:r>
      <w:r w:rsidR="00811B41" w:rsidRPr="006A5521">
        <w:rPr>
          <w:rFonts w:ascii="Helvetica 55 Roman" w:hAnsi="Helvetica 55 Roman"/>
        </w:rPr>
        <w:t xml:space="preserve">Site Extrémité </w:t>
      </w:r>
      <w:r w:rsidR="00D1117D" w:rsidRPr="006A5521">
        <w:rPr>
          <w:rFonts w:ascii="Helvetica 55 Roman" w:hAnsi="Helvetica 55 Roman"/>
        </w:rPr>
        <w:t xml:space="preserve">Entreprise </w:t>
      </w:r>
      <w:r w:rsidR="00811B41" w:rsidRPr="006A5521">
        <w:rPr>
          <w:rFonts w:ascii="Helvetica 55 Roman" w:hAnsi="Helvetica 55 Roman"/>
        </w:rPr>
        <w:t xml:space="preserve">et un point de raccordement du </w:t>
      </w:r>
      <w:r w:rsidR="00ED4890" w:rsidRPr="006A5521">
        <w:rPr>
          <w:rFonts w:ascii="Helvetica 55 Roman" w:hAnsi="Helvetica 55 Roman"/>
        </w:rPr>
        <w:t xml:space="preserve">réseau </w:t>
      </w:r>
      <w:r w:rsidR="00AF3359" w:rsidRPr="006A5521">
        <w:rPr>
          <w:rFonts w:ascii="Helvetica 55 Roman" w:hAnsi="Helvetica 55 Roman"/>
        </w:rPr>
        <w:t xml:space="preserve">de </w:t>
      </w:r>
      <w:r w:rsidR="00995693" w:rsidRPr="006A5521">
        <w:rPr>
          <w:rFonts w:ascii="Helvetica 55 Roman" w:hAnsi="Helvetica 55 Roman"/>
        </w:rPr>
        <w:t>RIP FTTX</w:t>
      </w:r>
      <w:r w:rsidR="00811B41" w:rsidRPr="006A5521">
        <w:rPr>
          <w:rFonts w:ascii="Helvetica 55 Roman" w:hAnsi="Helvetica 55 Roman"/>
        </w:rPr>
        <w:t>.</w:t>
      </w:r>
    </w:p>
    <w:p w14:paraId="28518F12" w14:textId="77777777" w:rsidR="00811B41" w:rsidRPr="006A5521" w:rsidRDefault="00811B41" w:rsidP="00C71548">
      <w:pPr>
        <w:spacing w:before="40" w:after="40"/>
        <w:jc w:val="both"/>
        <w:rPr>
          <w:rFonts w:ascii="Helvetica 55 Roman" w:hAnsi="Helvetica 55 Roman"/>
        </w:rPr>
      </w:pPr>
    </w:p>
    <w:p w14:paraId="28518F13" w14:textId="77777777" w:rsidR="008C18AD" w:rsidRPr="006A5521" w:rsidRDefault="00811B41" w:rsidP="00C71548">
      <w:pPr>
        <w:spacing w:before="40" w:after="40"/>
        <w:jc w:val="both"/>
        <w:rPr>
          <w:rFonts w:ascii="Helvetica 55 Roman" w:hAnsi="Helvetica 55 Roman"/>
        </w:rPr>
      </w:pPr>
      <w:r w:rsidRPr="006A5521">
        <w:rPr>
          <w:rFonts w:ascii="Helvetica 55 Roman" w:hAnsi="Helvetica 55 Roman"/>
        </w:rPr>
        <w:t xml:space="preserve">Il est constitué </w:t>
      </w:r>
      <w:r w:rsidR="00853731" w:rsidRPr="006A5521">
        <w:rPr>
          <w:rFonts w:ascii="Helvetica 55 Roman" w:hAnsi="Helvetica 55 Roman"/>
        </w:rPr>
        <w:t>d’un</w:t>
      </w:r>
      <w:r w:rsidRPr="006A5521">
        <w:rPr>
          <w:rFonts w:ascii="Helvetica 55 Roman" w:hAnsi="Helvetica 55 Roman"/>
        </w:rPr>
        <w:t xml:space="preserve"> A</w:t>
      </w:r>
      <w:r w:rsidR="008C18AD" w:rsidRPr="006A5521">
        <w:rPr>
          <w:rFonts w:ascii="Helvetica 55 Roman" w:hAnsi="Helvetica 55 Roman"/>
        </w:rPr>
        <w:t>ccès passif</w:t>
      </w:r>
      <w:r w:rsidRPr="006A5521">
        <w:rPr>
          <w:rFonts w:ascii="Helvetica 55 Roman" w:hAnsi="Helvetica 55 Roman"/>
        </w:rPr>
        <w:t xml:space="preserve">, qui relie un site </w:t>
      </w:r>
      <w:r w:rsidR="00A17DEB" w:rsidRPr="006A5521">
        <w:rPr>
          <w:rFonts w:ascii="Helvetica 55 Roman" w:hAnsi="Helvetica 55 Roman"/>
        </w:rPr>
        <w:t xml:space="preserve">Client Final </w:t>
      </w:r>
      <w:r w:rsidRPr="006A5521">
        <w:rPr>
          <w:rFonts w:ascii="Helvetica 55 Roman" w:hAnsi="Helvetica 55 Roman"/>
        </w:rPr>
        <w:t xml:space="preserve">donné à un NRO </w:t>
      </w:r>
      <w:r w:rsidR="00AF3359" w:rsidRPr="006A5521">
        <w:rPr>
          <w:rFonts w:ascii="Helvetica 55 Roman" w:hAnsi="Helvetica 55 Roman"/>
        </w:rPr>
        <w:t xml:space="preserve">de </w:t>
      </w:r>
      <w:r w:rsidR="00995693" w:rsidRPr="006A5521">
        <w:rPr>
          <w:rFonts w:ascii="Helvetica 55 Roman" w:hAnsi="Helvetica 55 Roman"/>
        </w:rPr>
        <w:t>RIP FTTX</w:t>
      </w:r>
      <w:r w:rsidR="00AF3359" w:rsidRPr="006A5521">
        <w:rPr>
          <w:rFonts w:ascii="Helvetica 55 Roman" w:hAnsi="Helvetica 55 Roman"/>
        </w:rPr>
        <w:t xml:space="preserve"> </w:t>
      </w:r>
      <w:r w:rsidRPr="006A5521">
        <w:rPr>
          <w:rFonts w:ascii="Helvetica 55 Roman" w:hAnsi="Helvetica 55 Roman"/>
        </w:rPr>
        <w:t xml:space="preserve">par </w:t>
      </w:r>
      <w:r w:rsidR="008C18AD" w:rsidRPr="006A5521">
        <w:rPr>
          <w:rFonts w:ascii="Helvetica 55 Roman" w:hAnsi="Helvetica 55 Roman"/>
        </w:rPr>
        <w:t>un lien optique monom</w:t>
      </w:r>
      <w:r w:rsidR="00C11BF8" w:rsidRPr="006A5521">
        <w:rPr>
          <w:rFonts w:ascii="Helvetica 55 Roman" w:hAnsi="Helvetica 55 Roman"/>
        </w:rPr>
        <w:t>o</w:t>
      </w:r>
      <w:r w:rsidR="008C18AD" w:rsidRPr="006A5521">
        <w:rPr>
          <w:rFonts w:ascii="Helvetica 55 Roman" w:hAnsi="Helvetica 55 Roman"/>
        </w:rPr>
        <w:t>de point-à-point avec un nivea</w:t>
      </w:r>
      <w:r w:rsidR="00C11BF8" w:rsidRPr="006A5521">
        <w:rPr>
          <w:rFonts w:ascii="Helvetica 55 Roman" w:hAnsi="Helvetica 55 Roman"/>
        </w:rPr>
        <w:t xml:space="preserve">u de qualité de service </w:t>
      </w:r>
      <w:r w:rsidRPr="006A5521">
        <w:rPr>
          <w:rFonts w:ascii="Helvetica 55 Roman" w:hAnsi="Helvetica 55 Roman"/>
        </w:rPr>
        <w:t>tel que défini dans le</w:t>
      </w:r>
      <w:r w:rsidR="00A17DEB" w:rsidRPr="006A5521">
        <w:rPr>
          <w:rFonts w:ascii="Helvetica 55 Roman" w:hAnsi="Helvetica 55 Roman"/>
        </w:rPr>
        <w:t>s</w:t>
      </w:r>
      <w:r w:rsidRPr="006A5521">
        <w:rPr>
          <w:rFonts w:ascii="Helvetica 55 Roman" w:hAnsi="Helvetica 55 Roman"/>
        </w:rPr>
        <w:t xml:space="preserve"> Conditions Spécifiques</w:t>
      </w:r>
      <w:r w:rsidR="00C11BF8" w:rsidRPr="006A5521">
        <w:rPr>
          <w:rFonts w:ascii="Helvetica 55 Roman" w:hAnsi="Helvetica 55 Roman"/>
        </w:rPr>
        <w:t>.</w:t>
      </w:r>
    </w:p>
    <w:p w14:paraId="28518F14" w14:textId="77777777" w:rsidR="00811B41" w:rsidRPr="006A5521" w:rsidRDefault="00811B41" w:rsidP="00C71548">
      <w:pPr>
        <w:spacing w:before="40" w:after="40"/>
        <w:jc w:val="both"/>
        <w:rPr>
          <w:rFonts w:ascii="Helvetica 55 Roman" w:hAnsi="Helvetica 55 Roman"/>
        </w:rPr>
      </w:pPr>
      <w:r w:rsidRPr="006A5521">
        <w:rPr>
          <w:rFonts w:ascii="Helvetica 55 Roman" w:hAnsi="Helvetica 55 Roman"/>
        </w:rPr>
        <w:t xml:space="preserve">Ce lien optique s’appuie sur une architecture de Boucle Locale Optique Mutualisée avec le déploiement du </w:t>
      </w:r>
      <w:r w:rsidR="00A17DEB" w:rsidRPr="006A5521">
        <w:rPr>
          <w:rFonts w:ascii="Helvetica 55 Roman" w:hAnsi="Helvetica 55 Roman"/>
        </w:rPr>
        <w:t>réseau</w:t>
      </w:r>
      <w:r w:rsidRPr="006A5521">
        <w:rPr>
          <w:rFonts w:ascii="Helvetica 55 Roman" w:hAnsi="Helvetica 55 Roman"/>
        </w:rPr>
        <w:t xml:space="preserve"> FTTH.</w:t>
      </w:r>
    </w:p>
    <w:p w14:paraId="28518F15" w14:textId="77777777" w:rsidR="006361B8" w:rsidRPr="006A5521" w:rsidRDefault="006361B8" w:rsidP="00C71548">
      <w:pPr>
        <w:spacing w:before="40" w:after="40"/>
        <w:jc w:val="both"/>
        <w:rPr>
          <w:rFonts w:ascii="Helvetica 55 Roman" w:hAnsi="Helvetica 55 Roman"/>
        </w:rPr>
      </w:pPr>
    </w:p>
    <w:p w14:paraId="28518F16" w14:textId="77777777" w:rsidR="000E3E82" w:rsidRPr="006A5521" w:rsidRDefault="00366B01" w:rsidP="000E3E82">
      <w:pPr>
        <w:jc w:val="both"/>
        <w:rPr>
          <w:rFonts w:ascii="Helvetica 55 Roman" w:hAnsi="Helvetica 55 Roman"/>
          <w:b/>
        </w:rPr>
      </w:pPr>
      <w:r w:rsidRPr="006A5521">
        <w:rPr>
          <w:rFonts w:ascii="Helvetica 55 Roman" w:hAnsi="Helvetica 55 Roman"/>
        </w:rPr>
        <w:t xml:space="preserve">L’Accès </w:t>
      </w:r>
      <w:r w:rsidR="0046445F" w:rsidRPr="006A5521">
        <w:rPr>
          <w:rFonts w:ascii="Helvetica 55 Roman" w:hAnsi="Helvetica 55 Roman"/>
        </w:rPr>
        <w:t>FTTE passif NRO</w:t>
      </w:r>
      <w:r w:rsidRPr="006A5521">
        <w:rPr>
          <w:rFonts w:ascii="Helvetica 55 Roman" w:hAnsi="Helvetica 55 Roman" w:cs="Arial"/>
        </w:rPr>
        <w:t xml:space="preserve"> </w:t>
      </w:r>
      <w:r w:rsidR="000562A0" w:rsidRPr="006A5521">
        <w:rPr>
          <w:rFonts w:ascii="Helvetica 55 Roman" w:hAnsi="Helvetica 55 Roman"/>
        </w:rPr>
        <w:t xml:space="preserve"> </w:t>
      </w:r>
      <w:r w:rsidR="000E3E82" w:rsidRPr="006A5521">
        <w:rPr>
          <w:rFonts w:ascii="Helvetica 55 Roman" w:hAnsi="Helvetica 55 Roman"/>
        </w:rPr>
        <w:t xml:space="preserve">est </w:t>
      </w:r>
      <w:r w:rsidR="00811B41" w:rsidRPr="006A5521">
        <w:rPr>
          <w:rFonts w:ascii="Helvetica 55 Roman" w:hAnsi="Helvetica 55 Roman"/>
        </w:rPr>
        <w:t xml:space="preserve">fourni </w:t>
      </w:r>
      <w:r w:rsidR="000E3E82" w:rsidRPr="006A5521">
        <w:rPr>
          <w:rFonts w:ascii="Helvetica 55 Roman" w:hAnsi="Helvetica 55 Roman"/>
        </w:rPr>
        <w:t>sans répéteur</w:t>
      </w:r>
      <w:r w:rsidR="00811B41" w:rsidRPr="006A5521">
        <w:rPr>
          <w:rFonts w:ascii="Helvetica 55 Roman" w:hAnsi="Helvetica 55 Roman"/>
        </w:rPr>
        <w:t xml:space="preserve"> et </w:t>
      </w:r>
      <w:r w:rsidR="000E3E82" w:rsidRPr="006A5521">
        <w:rPr>
          <w:rFonts w:ascii="Helvetica 55 Roman" w:hAnsi="Helvetica 55 Roman"/>
        </w:rPr>
        <w:t>sans équipement de terminaison actif</w:t>
      </w:r>
      <w:r w:rsidR="00811B41" w:rsidRPr="006A5521">
        <w:rPr>
          <w:rFonts w:ascii="Helvetica 55 Roman" w:hAnsi="Helvetica 55 Roman"/>
        </w:rPr>
        <w:t xml:space="preserve"> sur le site du Client Final.</w:t>
      </w:r>
      <w:r w:rsidR="000E3E82" w:rsidRPr="006A5521">
        <w:rPr>
          <w:rFonts w:ascii="Helvetica 55 Roman" w:hAnsi="Helvetica 55 Roman"/>
        </w:rPr>
        <w:t xml:space="preserve"> </w:t>
      </w:r>
    </w:p>
    <w:p w14:paraId="28518F17" w14:textId="77777777" w:rsidR="008C18AD" w:rsidRPr="006A5521" w:rsidRDefault="008C18AD" w:rsidP="00C71548">
      <w:pPr>
        <w:spacing w:before="40" w:after="40"/>
        <w:jc w:val="both"/>
        <w:rPr>
          <w:rFonts w:ascii="Helvetica 55 Roman" w:hAnsi="Helvetica 55 Roman"/>
        </w:rPr>
      </w:pPr>
    </w:p>
    <w:p w14:paraId="28518F19" w14:textId="5A02D62E" w:rsidR="008C18AD" w:rsidRPr="006A5521" w:rsidRDefault="008C18AD" w:rsidP="00C71548">
      <w:pPr>
        <w:spacing w:before="40" w:after="40"/>
        <w:jc w:val="both"/>
        <w:rPr>
          <w:rFonts w:ascii="Helvetica 55 Roman" w:hAnsi="Helvetica 55 Roman"/>
        </w:rPr>
      </w:pPr>
    </w:p>
    <w:p w14:paraId="28518F1A" w14:textId="77777777" w:rsidR="007743A8" w:rsidRPr="006A5521" w:rsidRDefault="00B20554" w:rsidP="007743A8">
      <w:pPr>
        <w:pStyle w:val="Titre2"/>
        <w:rPr>
          <w:rFonts w:ascii="Helvetica 55 Roman" w:hAnsi="Helvetica 55 Roman"/>
        </w:rPr>
      </w:pPr>
      <w:bookmarkStart w:id="22" w:name="_Toc459733683"/>
      <w:bookmarkStart w:id="23" w:name="_Toc191400"/>
      <w:bookmarkStart w:id="24" w:name="_Toc79412056"/>
      <w:r w:rsidRPr="006A5521">
        <w:rPr>
          <w:rFonts w:ascii="Helvetica 55 Roman" w:hAnsi="Helvetica 55 Roman"/>
        </w:rPr>
        <w:lastRenderedPageBreak/>
        <w:t>Prérequis</w:t>
      </w:r>
      <w:bookmarkEnd w:id="22"/>
      <w:bookmarkEnd w:id="23"/>
      <w:bookmarkEnd w:id="24"/>
    </w:p>
    <w:p w14:paraId="28518F1C" w14:textId="77777777" w:rsidR="0022499D" w:rsidRPr="006A5521" w:rsidRDefault="00C0176D" w:rsidP="00C0176D">
      <w:pPr>
        <w:jc w:val="both"/>
        <w:rPr>
          <w:rFonts w:ascii="Helvetica 55 Roman" w:hAnsi="Helvetica 55 Roman"/>
        </w:rPr>
      </w:pPr>
      <w:r w:rsidRPr="006A5521">
        <w:rPr>
          <w:rFonts w:ascii="Helvetica 55 Roman" w:hAnsi="Helvetica 55 Roman"/>
        </w:rPr>
        <w:t xml:space="preserve">Préalablement à la commande d’un </w:t>
      </w:r>
      <w:r w:rsidR="00366B01" w:rsidRPr="006A5521">
        <w:rPr>
          <w:rFonts w:ascii="Helvetica 55 Roman" w:hAnsi="Helvetica 55 Roman"/>
        </w:rPr>
        <w:t xml:space="preserve">Accès </w:t>
      </w:r>
      <w:r w:rsidR="0046445F" w:rsidRPr="006A5521">
        <w:rPr>
          <w:rFonts w:ascii="Helvetica 55 Roman" w:hAnsi="Helvetica 55 Roman"/>
        </w:rPr>
        <w:t>FTTE passif NRO</w:t>
      </w:r>
      <w:r w:rsidRPr="006A5521">
        <w:rPr>
          <w:rFonts w:ascii="Helvetica 55 Roman" w:hAnsi="Helvetica 55 Roman"/>
        </w:rPr>
        <w:t>, les prestations nécessaires</w:t>
      </w:r>
      <w:r w:rsidR="00A17DEB" w:rsidRPr="006A5521">
        <w:rPr>
          <w:rFonts w:ascii="Helvetica 55 Roman" w:hAnsi="Helvetica 55 Roman"/>
        </w:rPr>
        <w:t xml:space="preserve"> à la livraison du service au NRO </w:t>
      </w:r>
      <w:r w:rsidRPr="006A5521">
        <w:rPr>
          <w:rFonts w:ascii="Helvetica 55 Roman" w:hAnsi="Helvetica 55 Roman"/>
        </w:rPr>
        <w:t>doivent avoir été déclarées mises à disposition. Ces prestations font l’objet</w:t>
      </w:r>
      <w:r w:rsidR="0001121E" w:rsidRPr="006A5521">
        <w:rPr>
          <w:rFonts w:ascii="Helvetica 55 Roman" w:hAnsi="Helvetica 55 Roman"/>
        </w:rPr>
        <w:t> :</w:t>
      </w:r>
    </w:p>
    <w:p w14:paraId="28518F1D" w14:textId="77777777" w:rsidR="0022499D" w:rsidRPr="006A5521" w:rsidRDefault="0001121E" w:rsidP="002B1710">
      <w:pPr>
        <w:numPr>
          <w:ilvl w:val="0"/>
          <w:numId w:val="10"/>
        </w:numPr>
        <w:jc w:val="both"/>
        <w:rPr>
          <w:rFonts w:ascii="Helvetica 55 Roman" w:hAnsi="Helvetica 55 Roman"/>
        </w:rPr>
      </w:pPr>
      <w:r w:rsidRPr="006A5521">
        <w:rPr>
          <w:rFonts w:ascii="Helvetica 55 Roman" w:hAnsi="Helvetica 55 Roman"/>
        </w:rPr>
        <w:t xml:space="preserve">soit </w:t>
      </w:r>
      <w:r w:rsidR="00C0176D" w:rsidRPr="006A5521">
        <w:rPr>
          <w:rFonts w:ascii="Helvetica 55 Roman" w:hAnsi="Helvetica 55 Roman"/>
        </w:rPr>
        <w:t xml:space="preserve">du contrat d’hébergement d'équipements au sein de locaux d’Orange </w:t>
      </w:r>
      <w:r w:rsidR="0022499D" w:rsidRPr="006A5521">
        <w:rPr>
          <w:rFonts w:ascii="Helvetica 55 Roman" w:hAnsi="Helvetica 55 Roman"/>
        </w:rPr>
        <w:t>pour l’exploitation des boucles locales en fibre optique</w:t>
      </w:r>
      <w:r w:rsidR="005C0BE8" w:rsidRPr="006A5521">
        <w:rPr>
          <w:rFonts w:ascii="Helvetica 55 Roman" w:hAnsi="Helvetica 55 Roman"/>
        </w:rPr>
        <w:t xml:space="preserve"> souscrit auprès d’Orange/OWF</w:t>
      </w:r>
      <w:r w:rsidR="001B1AA8" w:rsidRPr="006A5521">
        <w:rPr>
          <w:rFonts w:ascii="Helvetica 55 Roman" w:hAnsi="Helvetica 55 Roman"/>
        </w:rPr>
        <w:t> ;</w:t>
      </w:r>
    </w:p>
    <w:p w14:paraId="28518F1E" w14:textId="77777777" w:rsidR="00C0176D" w:rsidRPr="006A5521" w:rsidRDefault="0001121E" w:rsidP="002B1710">
      <w:pPr>
        <w:numPr>
          <w:ilvl w:val="0"/>
          <w:numId w:val="10"/>
        </w:numPr>
        <w:jc w:val="both"/>
        <w:rPr>
          <w:rFonts w:ascii="Helvetica 55 Roman" w:hAnsi="Helvetica 55 Roman"/>
        </w:rPr>
      </w:pPr>
      <w:r w:rsidRPr="006A5521">
        <w:rPr>
          <w:rFonts w:ascii="Helvetica 55 Roman" w:hAnsi="Helvetica 55 Roman"/>
        </w:rPr>
        <w:t xml:space="preserve">soit </w:t>
      </w:r>
      <w:r w:rsidR="0022499D" w:rsidRPr="006A5521">
        <w:rPr>
          <w:rFonts w:ascii="Helvetica 55 Roman" w:hAnsi="Helvetica 55 Roman"/>
        </w:rPr>
        <w:t xml:space="preserve">du contrat d’hébergement </w:t>
      </w:r>
      <w:r w:rsidR="00366B01" w:rsidRPr="006A5521">
        <w:rPr>
          <w:rFonts w:ascii="Helvetica 55 Roman" w:hAnsi="Helvetica 55 Roman"/>
        </w:rPr>
        <w:t xml:space="preserve"> </w:t>
      </w:r>
      <w:r w:rsidR="005C0BE8" w:rsidRPr="006A5521">
        <w:rPr>
          <w:rFonts w:ascii="Helvetica 55 Roman" w:hAnsi="Helvetica 55 Roman"/>
        </w:rPr>
        <w:t xml:space="preserve">au NRO </w:t>
      </w:r>
      <w:r w:rsidR="0022499D" w:rsidRPr="006A5521">
        <w:rPr>
          <w:rFonts w:ascii="Helvetica 55 Roman" w:hAnsi="Helvetica 55 Roman"/>
        </w:rPr>
        <w:t xml:space="preserve">de </w:t>
      </w:r>
      <w:r w:rsidR="00995693" w:rsidRPr="006A5521">
        <w:rPr>
          <w:rFonts w:ascii="Helvetica 55 Roman" w:hAnsi="Helvetica 55 Roman"/>
        </w:rPr>
        <w:t>RIP FTTX</w:t>
      </w:r>
      <w:r w:rsidR="005C0BE8" w:rsidRPr="006A5521">
        <w:rPr>
          <w:rFonts w:ascii="Helvetica 55 Roman" w:hAnsi="Helvetica 55 Roman"/>
        </w:rPr>
        <w:t xml:space="preserve"> souscrit auprès de </w:t>
      </w:r>
      <w:r w:rsidR="00995693" w:rsidRPr="006A5521">
        <w:rPr>
          <w:rFonts w:ascii="Helvetica 55 Roman" w:hAnsi="Helvetica 55 Roman"/>
        </w:rPr>
        <w:t>RIP FTTX</w:t>
      </w:r>
      <w:r w:rsidR="00C0176D" w:rsidRPr="006A5521">
        <w:rPr>
          <w:rFonts w:ascii="Helvetica 55 Roman" w:hAnsi="Helvetica 55 Roman"/>
        </w:rPr>
        <w:t>.</w:t>
      </w:r>
    </w:p>
    <w:p w14:paraId="28518F1F" w14:textId="77777777" w:rsidR="0022499D" w:rsidRPr="006A5521" w:rsidRDefault="0022499D" w:rsidP="00C71548">
      <w:pPr>
        <w:jc w:val="both"/>
        <w:rPr>
          <w:rFonts w:ascii="Helvetica 55 Roman" w:hAnsi="Helvetica 55 Roman"/>
        </w:rPr>
      </w:pPr>
    </w:p>
    <w:p w14:paraId="28518F20" w14:textId="77777777" w:rsidR="006C0942" w:rsidRPr="006A5521" w:rsidRDefault="00915A8A" w:rsidP="00C71548">
      <w:pPr>
        <w:jc w:val="both"/>
        <w:rPr>
          <w:rFonts w:ascii="Helvetica 55 Roman" w:hAnsi="Helvetica 55 Roman"/>
        </w:rPr>
      </w:pPr>
      <w:r w:rsidRPr="006A5521">
        <w:rPr>
          <w:rFonts w:ascii="Helvetica 55 Roman" w:hAnsi="Helvetica 55 Roman"/>
        </w:rPr>
        <w:t>La</w:t>
      </w:r>
      <w:r w:rsidR="006C0942" w:rsidRPr="006A5521">
        <w:rPr>
          <w:rFonts w:ascii="Helvetica 55 Roman" w:hAnsi="Helvetica 55 Roman"/>
        </w:rPr>
        <w:t xml:space="preserve"> position </w:t>
      </w:r>
      <w:r w:rsidR="00853731" w:rsidRPr="006A5521">
        <w:rPr>
          <w:rFonts w:ascii="Helvetica 55 Roman" w:hAnsi="Helvetica 55 Roman"/>
        </w:rPr>
        <w:t>du connecteur</w:t>
      </w:r>
      <w:r w:rsidR="00C0176D" w:rsidRPr="006A5521">
        <w:rPr>
          <w:rFonts w:ascii="Helvetica 55 Roman" w:hAnsi="Helvetica 55 Roman"/>
        </w:rPr>
        <w:t xml:space="preserve"> </w:t>
      </w:r>
      <w:r w:rsidR="006C0942" w:rsidRPr="006A5521">
        <w:rPr>
          <w:rFonts w:ascii="Helvetica 55 Roman" w:hAnsi="Helvetica 55 Roman"/>
        </w:rPr>
        <w:t>de la tête de livraison</w:t>
      </w:r>
      <w:r w:rsidR="00763361" w:rsidRPr="006A5521">
        <w:rPr>
          <w:rFonts w:ascii="Helvetica 55 Roman" w:hAnsi="Helvetica 55 Roman"/>
        </w:rPr>
        <w:t xml:space="preserve"> </w:t>
      </w:r>
      <w:r w:rsidR="00F123F1" w:rsidRPr="006A5521">
        <w:rPr>
          <w:rFonts w:ascii="Helvetica 55 Roman" w:hAnsi="Helvetica 55 Roman"/>
        </w:rPr>
        <w:t xml:space="preserve">pour </w:t>
      </w:r>
      <w:r w:rsidR="006C0942" w:rsidRPr="006A5521">
        <w:rPr>
          <w:rFonts w:ascii="Helvetica 55 Roman" w:hAnsi="Helvetica 55 Roman"/>
        </w:rPr>
        <w:t xml:space="preserve">la terminaison </w:t>
      </w:r>
      <w:r w:rsidR="00F123F1" w:rsidRPr="006A5521">
        <w:rPr>
          <w:rFonts w:ascii="Helvetica 55 Roman" w:hAnsi="Helvetica 55 Roman"/>
        </w:rPr>
        <w:t>de l’</w:t>
      </w:r>
      <w:r w:rsidR="00763361" w:rsidRPr="006A5521">
        <w:rPr>
          <w:rFonts w:ascii="Helvetica 55 Roman" w:hAnsi="Helvetica 55 Roman"/>
        </w:rPr>
        <w:t>a</w:t>
      </w:r>
      <w:r w:rsidR="00F123F1" w:rsidRPr="006A5521">
        <w:rPr>
          <w:rFonts w:ascii="Helvetica 55 Roman" w:hAnsi="Helvetica 55 Roman"/>
        </w:rPr>
        <w:t xml:space="preserve">ccès </w:t>
      </w:r>
      <w:r w:rsidRPr="006A5521">
        <w:rPr>
          <w:rFonts w:ascii="Helvetica 55 Roman" w:hAnsi="Helvetica 55 Roman"/>
        </w:rPr>
        <w:t>doit</w:t>
      </w:r>
      <w:r w:rsidR="006C0942" w:rsidRPr="006A5521">
        <w:rPr>
          <w:rFonts w:ascii="Helvetica 55 Roman" w:hAnsi="Helvetica 55 Roman"/>
        </w:rPr>
        <w:t xml:space="preserve"> être </w:t>
      </w:r>
      <w:r w:rsidR="00763361" w:rsidRPr="006A5521">
        <w:rPr>
          <w:rFonts w:ascii="Helvetica 55 Roman" w:hAnsi="Helvetica 55 Roman"/>
        </w:rPr>
        <w:t>communiquée</w:t>
      </w:r>
      <w:r w:rsidR="00F123F1" w:rsidRPr="006A5521">
        <w:rPr>
          <w:rFonts w:ascii="Helvetica 55 Roman" w:hAnsi="Helvetica 55 Roman"/>
        </w:rPr>
        <w:t xml:space="preserve"> par l’Opérateur</w:t>
      </w:r>
      <w:r w:rsidR="006C0942" w:rsidRPr="006A5521">
        <w:rPr>
          <w:rFonts w:ascii="Helvetica 55 Roman" w:hAnsi="Helvetica 55 Roman"/>
        </w:rPr>
        <w:t xml:space="preserve"> </w:t>
      </w:r>
      <w:r w:rsidR="00763361" w:rsidRPr="006A5521">
        <w:rPr>
          <w:rFonts w:ascii="Helvetica 55 Roman" w:hAnsi="Helvetica 55 Roman"/>
        </w:rPr>
        <w:t>dans le bon de</w:t>
      </w:r>
      <w:r w:rsidR="006C0942" w:rsidRPr="006A5521">
        <w:rPr>
          <w:rFonts w:ascii="Helvetica 55 Roman" w:hAnsi="Helvetica 55 Roman"/>
        </w:rPr>
        <w:t xml:space="preserve"> commande</w:t>
      </w:r>
      <w:r w:rsidR="00F123F1" w:rsidRPr="006A5521">
        <w:rPr>
          <w:rFonts w:ascii="Helvetica 55 Roman" w:hAnsi="Helvetica 55 Roman"/>
        </w:rPr>
        <w:t xml:space="preserve"> d</w:t>
      </w:r>
      <w:r w:rsidR="000562A0" w:rsidRPr="006A5521">
        <w:rPr>
          <w:rFonts w:ascii="Helvetica 55 Roman" w:hAnsi="Helvetica 55 Roman"/>
        </w:rPr>
        <w:t xml:space="preserve">’un </w:t>
      </w:r>
      <w:r w:rsidR="005301BA" w:rsidRPr="006A5521">
        <w:rPr>
          <w:rFonts w:ascii="Helvetica 55 Roman" w:hAnsi="Helvetica 55 Roman"/>
        </w:rPr>
        <w:t xml:space="preserve">Accès </w:t>
      </w:r>
      <w:r w:rsidR="0046445F" w:rsidRPr="006A5521">
        <w:rPr>
          <w:rFonts w:ascii="Helvetica 55 Roman" w:hAnsi="Helvetica 55 Roman"/>
        </w:rPr>
        <w:t>FTTE passif NRO</w:t>
      </w:r>
      <w:r w:rsidR="00F123F1" w:rsidRPr="006A5521">
        <w:rPr>
          <w:rFonts w:ascii="Helvetica 55 Roman" w:hAnsi="Helvetica 55 Roman"/>
        </w:rPr>
        <w:t>.</w:t>
      </w:r>
    </w:p>
    <w:p w14:paraId="28518F21" w14:textId="77777777" w:rsidR="00C86BFC" w:rsidRPr="006A5521" w:rsidRDefault="00C86BFC" w:rsidP="00C71548">
      <w:pPr>
        <w:jc w:val="both"/>
        <w:rPr>
          <w:rFonts w:ascii="Helvetica 55 Roman" w:hAnsi="Helvetica 55 Roman"/>
        </w:rPr>
      </w:pPr>
    </w:p>
    <w:p w14:paraId="28518F23" w14:textId="77777777" w:rsidR="00D541F9" w:rsidRPr="006A5521" w:rsidRDefault="00F123F1" w:rsidP="00D541F9">
      <w:pPr>
        <w:pStyle w:val="Titre1"/>
        <w:shd w:val="clear" w:color="auto" w:fill="FFFFFF"/>
        <w:rPr>
          <w:caps w:val="0"/>
        </w:rPr>
      </w:pPr>
      <w:bookmarkStart w:id="25" w:name="_Toc165972857"/>
      <w:bookmarkStart w:id="26" w:name="_Toc168110738"/>
      <w:bookmarkStart w:id="27" w:name="_Toc168110892"/>
      <w:bookmarkStart w:id="28" w:name="_Toc168110915"/>
      <w:bookmarkStart w:id="29" w:name="_Toc168287849"/>
      <w:bookmarkStart w:id="30" w:name="_Toc168297689"/>
      <w:bookmarkStart w:id="31" w:name="_Toc168297757"/>
      <w:bookmarkStart w:id="32" w:name="_Toc168297846"/>
      <w:bookmarkStart w:id="33" w:name="_Toc168297972"/>
      <w:bookmarkStart w:id="34" w:name="_Toc168298220"/>
      <w:bookmarkStart w:id="35" w:name="_Toc168298420"/>
      <w:bookmarkStart w:id="36" w:name="_Toc459733684"/>
      <w:bookmarkStart w:id="37" w:name="_Toc191401"/>
      <w:bookmarkStart w:id="38" w:name="_Toc79412057"/>
      <w:bookmarkStart w:id="39" w:name="_Toc353367971"/>
      <w:bookmarkStart w:id="40" w:name="_Toc418512698"/>
      <w:bookmarkEnd w:id="25"/>
      <w:bookmarkEnd w:id="26"/>
      <w:bookmarkEnd w:id="27"/>
      <w:bookmarkEnd w:id="28"/>
      <w:bookmarkEnd w:id="29"/>
      <w:bookmarkEnd w:id="30"/>
      <w:bookmarkEnd w:id="31"/>
      <w:bookmarkEnd w:id="32"/>
      <w:bookmarkEnd w:id="33"/>
      <w:bookmarkEnd w:id="34"/>
      <w:bookmarkEnd w:id="35"/>
      <w:r w:rsidRPr="006A5521">
        <w:rPr>
          <w:caps w:val="0"/>
        </w:rPr>
        <w:t>Principes de fonctionnement du Service</w:t>
      </w:r>
      <w:bookmarkEnd w:id="36"/>
      <w:bookmarkEnd w:id="37"/>
      <w:bookmarkEnd w:id="38"/>
    </w:p>
    <w:p w14:paraId="28518F24" w14:textId="77777777" w:rsidR="001F7792" w:rsidRPr="006A5521" w:rsidRDefault="001F7792" w:rsidP="007743A8">
      <w:pPr>
        <w:pStyle w:val="Titre2"/>
        <w:rPr>
          <w:rFonts w:ascii="Helvetica 55 Roman" w:hAnsi="Helvetica 55 Roman"/>
        </w:rPr>
      </w:pPr>
      <w:bookmarkStart w:id="41" w:name="_Toc459733685"/>
      <w:bookmarkStart w:id="42" w:name="_Toc191402"/>
      <w:bookmarkStart w:id="43" w:name="_Toc79412058"/>
      <w:r w:rsidRPr="006A5521">
        <w:rPr>
          <w:rFonts w:ascii="Helvetica 55 Roman" w:hAnsi="Helvetica 55 Roman"/>
        </w:rPr>
        <w:t>Synoptique</w:t>
      </w:r>
      <w:r w:rsidR="00D541F9" w:rsidRPr="006A5521">
        <w:rPr>
          <w:rFonts w:ascii="Helvetica 55 Roman" w:hAnsi="Helvetica 55 Roman"/>
        </w:rPr>
        <w:t xml:space="preserve"> </w:t>
      </w:r>
      <w:r w:rsidR="00B14F9B" w:rsidRPr="006A5521">
        <w:rPr>
          <w:rFonts w:ascii="Helvetica 55 Roman" w:hAnsi="Helvetica 55 Roman"/>
        </w:rPr>
        <w:t>général</w:t>
      </w:r>
      <w:bookmarkEnd w:id="41"/>
      <w:bookmarkEnd w:id="42"/>
      <w:bookmarkEnd w:id="43"/>
    </w:p>
    <w:p w14:paraId="28518F25" w14:textId="77777777" w:rsidR="006C0942" w:rsidRPr="006A5521" w:rsidRDefault="006C0942" w:rsidP="006C0942">
      <w:pPr>
        <w:rPr>
          <w:rFonts w:ascii="Helvetica 55 Roman" w:hAnsi="Helvetica 55 Roman"/>
        </w:rPr>
      </w:pPr>
    </w:p>
    <w:p w14:paraId="28518F26" w14:textId="77777777" w:rsidR="00BC3073" w:rsidRPr="006A5521" w:rsidRDefault="0046445F" w:rsidP="006361B8">
      <w:pPr>
        <w:keepNext/>
        <w:rPr>
          <w:rFonts w:ascii="Helvetica 55 Roman" w:hAnsi="Helvetica 55 Roman"/>
        </w:rPr>
      </w:pPr>
      <w:r w:rsidRPr="006A5521">
        <w:rPr>
          <w:rFonts w:ascii="Helvetica 55 Roman" w:hAnsi="Helvetica 55 Roman"/>
          <w:noProof/>
        </w:rPr>
        <mc:AlternateContent>
          <mc:Choice Requires="wpc">
            <w:drawing>
              <wp:inline distT="0" distB="0" distL="0" distR="0" wp14:anchorId="28518FEF" wp14:editId="28518FF0">
                <wp:extent cx="5987415" cy="2512695"/>
                <wp:effectExtent l="0" t="0" r="0" b="20955"/>
                <wp:docPr id="39" name="Zone de dessin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248"/>
                        <wps:cNvSpPr>
                          <a:spLocks noChangeArrowheads="1"/>
                        </wps:cNvSpPr>
                        <wps:spPr bwMode="auto">
                          <a:xfrm>
                            <a:off x="318135" y="328295"/>
                            <a:ext cx="1093470" cy="10617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 name="Rectangle 249"/>
                        <wps:cNvSpPr>
                          <a:spLocks noChangeArrowheads="1"/>
                        </wps:cNvSpPr>
                        <wps:spPr bwMode="auto">
                          <a:xfrm>
                            <a:off x="786130" y="41275"/>
                            <a:ext cx="2355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6" w14:textId="77777777" w:rsidR="009B40E5" w:rsidRDefault="009B40E5">
                              <w:r>
                                <w:rPr>
                                  <w:rFonts w:ascii="Calibri" w:hAnsi="Calibri" w:cs="Calibri"/>
                                  <w:color w:val="000000"/>
                                  <w:lang w:val="en-US"/>
                                </w:rPr>
                                <w:t>NRO</w:t>
                              </w:r>
                            </w:p>
                          </w:txbxContent>
                        </wps:txbx>
                        <wps:bodyPr rot="0" vert="horz" wrap="none" lIns="0" tIns="0" rIns="0" bIns="0" anchor="t" anchorCtr="0">
                          <a:spAutoFit/>
                        </wps:bodyPr>
                      </wps:wsp>
                      <wps:wsp>
                        <wps:cNvPr id="3" name="Rectangle 250"/>
                        <wps:cNvSpPr>
                          <a:spLocks noChangeArrowheads="1"/>
                        </wps:cNvSpPr>
                        <wps:spPr bwMode="auto">
                          <a:xfrm>
                            <a:off x="795655" y="802640"/>
                            <a:ext cx="113665"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251"/>
                        <wps:cNvSpPr>
                          <a:spLocks noChangeArrowheads="1"/>
                        </wps:cNvSpPr>
                        <wps:spPr bwMode="auto">
                          <a:xfrm>
                            <a:off x="795655" y="802640"/>
                            <a:ext cx="113665"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Rectangle 252"/>
                        <wps:cNvSpPr>
                          <a:spLocks noChangeArrowheads="1"/>
                        </wps:cNvSpPr>
                        <wps:spPr bwMode="auto">
                          <a:xfrm>
                            <a:off x="631190" y="474345"/>
                            <a:ext cx="1244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7" w14:textId="77777777" w:rsidR="009B40E5" w:rsidRDefault="009B40E5">
                              <w:r>
                                <w:rPr>
                                  <w:rFonts w:ascii="Calibri" w:hAnsi="Calibri" w:cs="Calibri"/>
                                  <w:color w:val="000000"/>
                                  <w:lang w:val="en-US"/>
                                </w:rPr>
                                <w:t>TE</w:t>
                              </w:r>
                            </w:p>
                          </w:txbxContent>
                        </wps:txbx>
                        <wps:bodyPr rot="0" vert="horz" wrap="none" lIns="0" tIns="0" rIns="0" bIns="0" anchor="t" anchorCtr="0">
                          <a:spAutoFit/>
                        </wps:bodyPr>
                      </wps:wsp>
                      <wps:wsp>
                        <wps:cNvPr id="6" name="Rectangle 253"/>
                        <wps:cNvSpPr>
                          <a:spLocks noChangeArrowheads="1"/>
                        </wps:cNvSpPr>
                        <wps:spPr bwMode="auto">
                          <a:xfrm>
                            <a:off x="1246505" y="815340"/>
                            <a:ext cx="114300"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254"/>
                        <wps:cNvSpPr>
                          <a:spLocks noChangeArrowheads="1"/>
                        </wps:cNvSpPr>
                        <wps:spPr bwMode="auto">
                          <a:xfrm>
                            <a:off x="1246505" y="815340"/>
                            <a:ext cx="114300"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255"/>
                        <wps:cNvSpPr>
                          <a:spLocks noChangeArrowheads="1"/>
                        </wps:cNvSpPr>
                        <wps:spPr bwMode="auto">
                          <a:xfrm>
                            <a:off x="1040765" y="530225"/>
                            <a:ext cx="1847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8" w14:textId="77777777" w:rsidR="009B40E5" w:rsidRDefault="009B40E5">
                              <w:r>
                                <w:rPr>
                                  <w:rFonts w:ascii="Calibri" w:hAnsi="Calibri" w:cs="Calibri"/>
                                  <w:color w:val="000000"/>
                                  <w:lang w:val="en-US"/>
                                </w:rPr>
                                <w:t>TBL</w:t>
                              </w:r>
                            </w:p>
                          </w:txbxContent>
                        </wps:txbx>
                        <wps:bodyPr rot="0" vert="horz" wrap="none" lIns="0" tIns="0" rIns="0" bIns="0" anchor="t" anchorCtr="0">
                          <a:spAutoFit/>
                        </wps:bodyPr>
                      </wps:wsp>
                      <wps:wsp>
                        <wps:cNvPr id="9" name="Line 256"/>
                        <wps:cNvCnPr/>
                        <wps:spPr bwMode="auto">
                          <a:xfrm>
                            <a:off x="921385" y="1041400"/>
                            <a:ext cx="3282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Freeform 257"/>
                        <wps:cNvSpPr>
                          <a:spLocks noEditPoints="1"/>
                        </wps:cNvSpPr>
                        <wps:spPr bwMode="auto">
                          <a:xfrm>
                            <a:off x="1100455" y="1040765"/>
                            <a:ext cx="62865" cy="561975"/>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 name="Rectangle 258"/>
                        <wps:cNvSpPr>
                          <a:spLocks noChangeArrowheads="1"/>
                        </wps:cNvSpPr>
                        <wps:spPr bwMode="auto">
                          <a:xfrm>
                            <a:off x="1071880" y="162941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9" w14:textId="77777777" w:rsidR="009B40E5" w:rsidRDefault="009B40E5">
                              <w:r>
                                <w:rPr>
                                  <w:rFonts w:ascii="Calibri" w:hAnsi="Calibri" w:cs="Calibri"/>
                                  <w:color w:val="000000"/>
                                  <w:lang w:val="en-US"/>
                                </w:rPr>
                                <w:t xml:space="preserve">cordon </w:t>
                              </w:r>
                            </w:p>
                          </w:txbxContent>
                        </wps:txbx>
                        <wps:bodyPr rot="0" vert="horz" wrap="none" lIns="0" tIns="0" rIns="0" bIns="0" anchor="t" anchorCtr="0">
                          <a:spAutoFit/>
                        </wps:bodyPr>
                      </wps:wsp>
                      <wps:wsp>
                        <wps:cNvPr id="12" name="Rectangle 259"/>
                        <wps:cNvSpPr>
                          <a:spLocks noChangeArrowheads="1"/>
                        </wps:cNvSpPr>
                        <wps:spPr bwMode="auto">
                          <a:xfrm>
                            <a:off x="1071880" y="1783715"/>
                            <a:ext cx="4025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A" w14:textId="77777777" w:rsidR="009B40E5" w:rsidRDefault="009B40E5">
                              <w:proofErr w:type="spellStart"/>
                              <w:r>
                                <w:rPr>
                                  <w:rFonts w:ascii="Calibri" w:hAnsi="Calibri" w:cs="Calibri"/>
                                  <w:color w:val="000000"/>
                                  <w:lang w:val="en-US"/>
                                </w:rPr>
                                <w:t>optique</w:t>
                              </w:r>
                              <w:proofErr w:type="spellEnd"/>
                            </w:p>
                          </w:txbxContent>
                        </wps:txbx>
                        <wps:bodyPr rot="0" vert="horz" wrap="none" lIns="0" tIns="0" rIns="0" bIns="0" anchor="t" anchorCtr="0">
                          <a:spAutoFit/>
                        </wps:bodyPr>
                      </wps:wsp>
                      <wps:wsp>
                        <wps:cNvPr id="13" name="Rectangle 260"/>
                        <wps:cNvSpPr>
                          <a:spLocks noChangeArrowheads="1"/>
                        </wps:cNvSpPr>
                        <wps:spPr bwMode="auto">
                          <a:xfrm>
                            <a:off x="2186305" y="418465"/>
                            <a:ext cx="623570" cy="10693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261"/>
                        <wps:cNvSpPr>
                          <a:spLocks noChangeArrowheads="1"/>
                        </wps:cNvSpPr>
                        <wps:spPr bwMode="auto">
                          <a:xfrm>
                            <a:off x="2303780" y="857885"/>
                            <a:ext cx="19304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B" w14:textId="77777777" w:rsidR="009B40E5" w:rsidRDefault="009B40E5">
                              <w:r>
                                <w:rPr>
                                  <w:rFonts w:ascii="Helvetica 55 Roman" w:hAnsi="Helvetica 55 Roman" w:cs="Helvetica 55 Roman"/>
                                  <w:color w:val="000000"/>
                                  <w:lang w:val="en-US"/>
                                </w:rPr>
                                <w:t>PM</w:t>
                              </w:r>
                            </w:p>
                          </w:txbxContent>
                        </wps:txbx>
                        <wps:bodyPr rot="0" vert="horz" wrap="none" lIns="0" tIns="0" rIns="0" bIns="0" anchor="t" anchorCtr="0">
                          <a:spAutoFit/>
                        </wps:bodyPr>
                      </wps:wsp>
                      <wps:wsp>
                        <wps:cNvPr id="15" name="Line 262"/>
                        <wps:cNvCnPr/>
                        <wps:spPr bwMode="auto">
                          <a:xfrm flipV="1">
                            <a:off x="1366520" y="1016635"/>
                            <a:ext cx="820420" cy="50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263"/>
                        <wps:cNvSpPr>
                          <a:spLocks noChangeArrowheads="1"/>
                        </wps:cNvSpPr>
                        <wps:spPr bwMode="auto">
                          <a:xfrm>
                            <a:off x="3632200" y="814705"/>
                            <a:ext cx="611505" cy="4305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264"/>
                        <wps:cNvSpPr>
                          <a:spLocks noChangeArrowheads="1"/>
                        </wps:cNvSpPr>
                        <wps:spPr bwMode="auto">
                          <a:xfrm>
                            <a:off x="3797300" y="934085"/>
                            <a:ext cx="24701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C" w14:textId="77777777" w:rsidR="009B40E5" w:rsidRDefault="009B40E5">
                              <w:r>
                                <w:rPr>
                                  <w:rFonts w:ascii="Helvetica 55 Roman" w:hAnsi="Helvetica 55 Roman" w:cs="Helvetica 55 Roman"/>
                                  <w:color w:val="000000"/>
                                  <w:lang w:val="en-US"/>
                                </w:rPr>
                                <w:t>PRE</w:t>
                              </w:r>
                            </w:p>
                          </w:txbxContent>
                        </wps:txbx>
                        <wps:bodyPr rot="0" vert="horz" wrap="none" lIns="0" tIns="0" rIns="0" bIns="0" anchor="t" anchorCtr="0">
                          <a:spAutoFit/>
                        </wps:bodyPr>
                      </wps:wsp>
                      <wps:wsp>
                        <wps:cNvPr id="18" name="Rectangle 265"/>
                        <wps:cNvSpPr>
                          <a:spLocks noChangeArrowheads="1"/>
                        </wps:cNvSpPr>
                        <wps:spPr bwMode="auto">
                          <a:xfrm>
                            <a:off x="4376420" y="467995"/>
                            <a:ext cx="1364615" cy="1431925"/>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266"/>
                        <wps:cNvSpPr>
                          <a:spLocks noChangeArrowheads="1"/>
                        </wps:cNvSpPr>
                        <wps:spPr bwMode="auto">
                          <a:xfrm>
                            <a:off x="4376420" y="467995"/>
                            <a:ext cx="1364615" cy="1431925"/>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67"/>
                        <wps:cNvSpPr>
                          <a:spLocks noChangeArrowheads="1"/>
                        </wps:cNvSpPr>
                        <wps:spPr bwMode="auto">
                          <a:xfrm>
                            <a:off x="4733925" y="1434465"/>
                            <a:ext cx="57150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D" w14:textId="77777777" w:rsidR="009B40E5" w:rsidRDefault="009B40E5">
                              <w:r>
                                <w:rPr>
                                  <w:rFonts w:ascii="Helvetica 55 Roman" w:hAnsi="Helvetica 55 Roman" w:cs="Helvetica 55 Roman"/>
                                  <w:color w:val="000000"/>
                                  <w:lang w:val="en-US"/>
                                </w:rPr>
                                <w:t>client final</w:t>
                              </w:r>
                            </w:p>
                          </w:txbxContent>
                        </wps:txbx>
                        <wps:bodyPr rot="0" vert="horz" wrap="none" lIns="0" tIns="0" rIns="0" bIns="0" anchor="t" anchorCtr="0">
                          <a:spAutoFit/>
                        </wps:bodyPr>
                      </wps:wsp>
                      <wps:wsp>
                        <wps:cNvPr id="21" name="Rectangle 268"/>
                        <wps:cNvSpPr>
                          <a:spLocks noChangeArrowheads="1"/>
                        </wps:cNvSpPr>
                        <wps:spPr bwMode="auto">
                          <a:xfrm>
                            <a:off x="4636770" y="834390"/>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69"/>
                        <wps:cNvSpPr>
                          <a:spLocks noChangeArrowheads="1"/>
                        </wps:cNvSpPr>
                        <wps:spPr bwMode="auto">
                          <a:xfrm>
                            <a:off x="4694555" y="92583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E" w14:textId="77777777" w:rsidR="009B40E5" w:rsidRDefault="009B40E5">
                              <w:r>
                                <w:rPr>
                                  <w:rFonts w:ascii="Calibri" w:hAnsi="Calibri" w:cs="Calibri"/>
                                  <w:color w:val="000000"/>
                                  <w:lang w:val="en-US"/>
                                </w:rPr>
                                <w:t>DTIO</w:t>
                              </w:r>
                            </w:p>
                          </w:txbxContent>
                        </wps:txbx>
                        <wps:bodyPr rot="0" vert="horz" wrap="none" lIns="0" tIns="0" rIns="0" bIns="0" anchor="t" anchorCtr="0">
                          <a:spAutoFit/>
                        </wps:bodyPr>
                      </wps:wsp>
                      <wps:wsp>
                        <wps:cNvPr id="23" name="Rectangle 270"/>
                        <wps:cNvSpPr>
                          <a:spLocks noChangeArrowheads="1"/>
                        </wps:cNvSpPr>
                        <wps:spPr bwMode="auto">
                          <a:xfrm>
                            <a:off x="5250180" y="845185"/>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Rectangle 271"/>
                        <wps:cNvSpPr>
                          <a:spLocks noChangeArrowheads="1"/>
                        </wps:cNvSpPr>
                        <wps:spPr bwMode="auto">
                          <a:xfrm>
                            <a:off x="5332730" y="92583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F" w14:textId="77777777" w:rsidR="009B40E5" w:rsidRDefault="009B40E5">
                              <w:r>
                                <w:rPr>
                                  <w:rFonts w:ascii="Calibri" w:hAnsi="Calibri" w:cs="Calibri"/>
                                  <w:color w:val="000000"/>
                                  <w:lang w:val="en-US"/>
                                </w:rPr>
                                <w:t>PTO</w:t>
                              </w:r>
                            </w:p>
                          </w:txbxContent>
                        </wps:txbx>
                        <wps:bodyPr rot="0" vert="horz" wrap="none" lIns="0" tIns="0" rIns="0" bIns="0" anchor="t" anchorCtr="0">
                          <a:spAutoFit/>
                        </wps:bodyPr>
                      </wps:wsp>
                      <wps:wsp>
                        <wps:cNvPr id="25" name="Freeform 272"/>
                        <wps:cNvSpPr>
                          <a:spLocks noEditPoints="1"/>
                        </wps:cNvSpPr>
                        <wps:spPr bwMode="auto">
                          <a:xfrm>
                            <a:off x="900430" y="504190"/>
                            <a:ext cx="18415" cy="1826895"/>
                          </a:xfrm>
                          <a:custGeom>
                            <a:avLst/>
                            <a:gdLst>
                              <a:gd name="T0" fmla="*/ 29 w 29"/>
                              <a:gd name="T1" fmla="*/ 115 h 2877"/>
                              <a:gd name="T2" fmla="*/ 0 w 29"/>
                              <a:gd name="T3" fmla="*/ 0 h 2877"/>
                              <a:gd name="T4" fmla="*/ 29 w 29"/>
                              <a:gd name="T5" fmla="*/ 201 h 2877"/>
                              <a:gd name="T6" fmla="*/ 0 w 29"/>
                              <a:gd name="T7" fmla="*/ 317 h 2877"/>
                              <a:gd name="T8" fmla="*/ 29 w 29"/>
                              <a:gd name="T9" fmla="*/ 201 h 2877"/>
                              <a:gd name="T10" fmla="*/ 29 w 29"/>
                              <a:gd name="T11" fmla="*/ 518 h 2877"/>
                              <a:gd name="T12" fmla="*/ 0 w 29"/>
                              <a:gd name="T13" fmla="*/ 403 h 2877"/>
                              <a:gd name="T14" fmla="*/ 29 w 29"/>
                              <a:gd name="T15" fmla="*/ 605 h 2877"/>
                              <a:gd name="T16" fmla="*/ 0 w 29"/>
                              <a:gd name="T17" fmla="*/ 720 h 2877"/>
                              <a:gd name="T18" fmla="*/ 29 w 29"/>
                              <a:gd name="T19" fmla="*/ 605 h 2877"/>
                              <a:gd name="T20" fmla="*/ 29 w 29"/>
                              <a:gd name="T21" fmla="*/ 922 h 2877"/>
                              <a:gd name="T22" fmla="*/ 0 w 29"/>
                              <a:gd name="T23" fmla="*/ 807 h 2877"/>
                              <a:gd name="T24" fmla="*/ 29 w 29"/>
                              <a:gd name="T25" fmla="*/ 1008 h 2877"/>
                              <a:gd name="T26" fmla="*/ 0 w 29"/>
                              <a:gd name="T27" fmla="*/ 1124 h 2877"/>
                              <a:gd name="T28" fmla="*/ 29 w 29"/>
                              <a:gd name="T29" fmla="*/ 1008 h 2877"/>
                              <a:gd name="T30" fmla="*/ 29 w 29"/>
                              <a:gd name="T31" fmla="*/ 1326 h 2877"/>
                              <a:gd name="T32" fmla="*/ 0 w 29"/>
                              <a:gd name="T33" fmla="*/ 1210 h 2877"/>
                              <a:gd name="T34" fmla="*/ 29 w 29"/>
                              <a:gd name="T35" fmla="*/ 1412 h 2877"/>
                              <a:gd name="T36" fmla="*/ 0 w 29"/>
                              <a:gd name="T37" fmla="*/ 1527 h 2877"/>
                              <a:gd name="T38" fmla="*/ 29 w 29"/>
                              <a:gd name="T39" fmla="*/ 1412 h 2877"/>
                              <a:gd name="T40" fmla="*/ 29 w 29"/>
                              <a:gd name="T41" fmla="*/ 1729 h 2877"/>
                              <a:gd name="T42" fmla="*/ 0 w 29"/>
                              <a:gd name="T43" fmla="*/ 1614 h 2877"/>
                              <a:gd name="T44" fmla="*/ 29 w 29"/>
                              <a:gd name="T45" fmla="*/ 1816 h 2877"/>
                              <a:gd name="T46" fmla="*/ 0 w 29"/>
                              <a:gd name="T47" fmla="*/ 1931 h 2877"/>
                              <a:gd name="T48" fmla="*/ 29 w 29"/>
                              <a:gd name="T49" fmla="*/ 1816 h 2877"/>
                              <a:gd name="T50" fmla="*/ 29 w 29"/>
                              <a:gd name="T51" fmla="*/ 2133 h 2877"/>
                              <a:gd name="T52" fmla="*/ 0 w 29"/>
                              <a:gd name="T53" fmla="*/ 2017 h 2877"/>
                              <a:gd name="T54" fmla="*/ 29 w 29"/>
                              <a:gd name="T55" fmla="*/ 2219 h 2877"/>
                              <a:gd name="T56" fmla="*/ 0 w 29"/>
                              <a:gd name="T57" fmla="*/ 2335 h 2877"/>
                              <a:gd name="T58" fmla="*/ 29 w 29"/>
                              <a:gd name="T59" fmla="*/ 2219 h 2877"/>
                              <a:gd name="T60" fmla="*/ 29 w 29"/>
                              <a:gd name="T61" fmla="*/ 2536 h 2877"/>
                              <a:gd name="T62" fmla="*/ 0 w 29"/>
                              <a:gd name="T63" fmla="*/ 2421 h 2877"/>
                              <a:gd name="T64" fmla="*/ 29 w 29"/>
                              <a:gd name="T65" fmla="*/ 2623 h 2877"/>
                              <a:gd name="T66" fmla="*/ 0 w 29"/>
                              <a:gd name="T67" fmla="*/ 2738 h 2877"/>
                              <a:gd name="T68" fmla="*/ 29 w 29"/>
                              <a:gd name="T69" fmla="*/ 2623 h 2877"/>
                              <a:gd name="T70" fmla="*/ 29 w 29"/>
                              <a:gd name="T71" fmla="*/ 2877 h 2877"/>
                              <a:gd name="T72" fmla="*/ 0 w 29"/>
                              <a:gd name="T73" fmla="*/ 2825 h 28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9" h="2877">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8"/>
                                </a:moveTo>
                                <a:lnTo>
                                  <a:pt x="29" y="1124"/>
                                </a:lnTo>
                                <a:lnTo>
                                  <a:pt x="0" y="1124"/>
                                </a:lnTo>
                                <a:lnTo>
                                  <a:pt x="0" y="1008"/>
                                </a:lnTo>
                                <a:lnTo>
                                  <a:pt x="29" y="1008"/>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738"/>
                                </a:lnTo>
                                <a:lnTo>
                                  <a:pt x="0" y="2738"/>
                                </a:lnTo>
                                <a:lnTo>
                                  <a:pt x="0" y="2623"/>
                                </a:lnTo>
                                <a:lnTo>
                                  <a:pt x="29" y="2623"/>
                                </a:lnTo>
                                <a:close/>
                                <a:moveTo>
                                  <a:pt x="29" y="2825"/>
                                </a:moveTo>
                                <a:lnTo>
                                  <a:pt x="29" y="2877"/>
                                </a:lnTo>
                                <a:lnTo>
                                  <a:pt x="0" y="2877"/>
                                </a:lnTo>
                                <a:lnTo>
                                  <a:pt x="0" y="2825"/>
                                </a:lnTo>
                                <a:lnTo>
                                  <a:pt x="29" y="2825"/>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6" name="Line 273"/>
                        <wps:cNvCnPr/>
                        <wps:spPr bwMode="auto">
                          <a:xfrm flipV="1">
                            <a:off x="4244340" y="1026795"/>
                            <a:ext cx="39306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7" name="Line 274"/>
                        <wps:cNvCnPr/>
                        <wps:spPr bwMode="auto">
                          <a:xfrm>
                            <a:off x="5013960" y="100584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 name="Freeform 275"/>
                        <wps:cNvSpPr>
                          <a:spLocks noEditPoints="1"/>
                        </wps:cNvSpPr>
                        <wps:spPr bwMode="auto">
                          <a:xfrm>
                            <a:off x="5617845" y="815340"/>
                            <a:ext cx="18415" cy="1697355"/>
                          </a:xfrm>
                          <a:custGeom>
                            <a:avLst/>
                            <a:gdLst>
                              <a:gd name="T0" fmla="*/ 29 w 29"/>
                              <a:gd name="T1" fmla="*/ 115 h 2673"/>
                              <a:gd name="T2" fmla="*/ 0 w 29"/>
                              <a:gd name="T3" fmla="*/ 0 h 2673"/>
                              <a:gd name="T4" fmla="*/ 29 w 29"/>
                              <a:gd name="T5" fmla="*/ 201 h 2673"/>
                              <a:gd name="T6" fmla="*/ 0 w 29"/>
                              <a:gd name="T7" fmla="*/ 317 h 2673"/>
                              <a:gd name="T8" fmla="*/ 29 w 29"/>
                              <a:gd name="T9" fmla="*/ 201 h 2673"/>
                              <a:gd name="T10" fmla="*/ 29 w 29"/>
                              <a:gd name="T11" fmla="*/ 518 h 2673"/>
                              <a:gd name="T12" fmla="*/ 0 w 29"/>
                              <a:gd name="T13" fmla="*/ 403 h 2673"/>
                              <a:gd name="T14" fmla="*/ 29 w 29"/>
                              <a:gd name="T15" fmla="*/ 605 h 2673"/>
                              <a:gd name="T16" fmla="*/ 0 w 29"/>
                              <a:gd name="T17" fmla="*/ 720 h 2673"/>
                              <a:gd name="T18" fmla="*/ 29 w 29"/>
                              <a:gd name="T19" fmla="*/ 605 h 2673"/>
                              <a:gd name="T20" fmla="*/ 29 w 29"/>
                              <a:gd name="T21" fmla="*/ 922 h 2673"/>
                              <a:gd name="T22" fmla="*/ 0 w 29"/>
                              <a:gd name="T23" fmla="*/ 807 h 2673"/>
                              <a:gd name="T24" fmla="*/ 29 w 29"/>
                              <a:gd name="T25" fmla="*/ 1009 h 2673"/>
                              <a:gd name="T26" fmla="*/ 0 w 29"/>
                              <a:gd name="T27" fmla="*/ 1124 h 2673"/>
                              <a:gd name="T28" fmla="*/ 29 w 29"/>
                              <a:gd name="T29" fmla="*/ 1009 h 2673"/>
                              <a:gd name="T30" fmla="*/ 29 w 29"/>
                              <a:gd name="T31" fmla="*/ 1326 h 2673"/>
                              <a:gd name="T32" fmla="*/ 0 w 29"/>
                              <a:gd name="T33" fmla="*/ 1210 h 2673"/>
                              <a:gd name="T34" fmla="*/ 29 w 29"/>
                              <a:gd name="T35" fmla="*/ 1412 h 2673"/>
                              <a:gd name="T36" fmla="*/ 0 w 29"/>
                              <a:gd name="T37" fmla="*/ 1527 h 2673"/>
                              <a:gd name="T38" fmla="*/ 29 w 29"/>
                              <a:gd name="T39" fmla="*/ 1412 h 2673"/>
                              <a:gd name="T40" fmla="*/ 29 w 29"/>
                              <a:gd name="T41" fmla="*/ 1729 h 2673"/>
                              <a:gd name="T42" fmla="*/ 0 w 29"/>
                              <a:gd name="T43" fmla="*/ 1614 h 2673"/>
                              <a:gd name="T44" fmla="*/ 29 w 29"/>
                              <a:gd name="T45" fmla="*/ 1816 h 2673"/>
                              <a:gd name="T46" fmla="*/ 0 w 29"/>
                              <a:gd name="T47" fmla="*/ 1931 h 2673"/>
                              <a:gd name="T48" fmla="*/ 29 w 29"/>
                              <a:gd name="T49" fmla="*/ 1816 h 2673"/>
                              <a:gd name="T50" fmla="*/ 29 w 29"/>
                              <a:gd name="T51" fmla="*/ 2133 h 2673"/>
                              <a:gd name="T52" fmla="*/ 0 w 29"/>
                              <a:gd name="T53" fmla="*/ 2017 h 2673"/>
                              <a:gd name="T54" fmla="*/ 29 w 29"/>
                              <a:gd name="T55" fmla="*/ 2219 h 2673"/>
                              <a:gd name="T56" fmla="*/ 0 w 29"/>
                              <a:gd name="T57" fmla="*/ 2335 h 2673"/>
                              <a:gd name="T58" fmla="*/ 29 w 29"/>
                              <a:gd name="T59" fmla="*/ 2219 h 2673"/>
                              <a:gd name="T60" fmla="*/ 29 w 29"/>
                              <a:gd name="T61" fmla="*/ 2536 h 2673"/>
                              <a:gd name="T62" fmla="*/ 0 w 29"/>
                              <a:gd name="T63" fmla="*/ 2421 h 2673"/>
                              <a:gd name="T64" fmla="*/ 29 w 29"/>
                              <a:gd name="T65" fmla="*/ 2623 h 2673"/>
                              <a:gd name="T66" fmla="*/ 0 w 29"/>
                              <a:gd name="T67" fmla="*/ 2673 h 2673"/>
                              <a:gd name="T68" fmla="*/ 29 w 29"/>
                              <a:gd name="T69" fmla="*/ 2623 h 26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673">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9"/>
                                </a:moveTo>
                                <a:lnTo>
                                  <a:pt x="29" y="1124"/>
                                </a:lnTo>
                                <a:lnTo>
                                  <a:pt x="0" y="1124"/>
                                </a:lnTo>
                                <a:lnTo>
                                  <a:pt x="0" y="1009"/>
                                </a:lnTo>
                                <a:lnTo>
                                  <a:pt x="29" y="1009"/>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673"/>
                                </a:lnTo>
                                <a:lnTo>
                                  <a:pt x="0" y="2673"/>
                                </a:lnTo>
                                <a:lnTo>
                                  <a:pt x="0" y="2623"/>
                                </a:lnTo>
                                <a:lnTo>
                                  <a:pt x="29" y="2623"/>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9" name="Freeform 276"/>
                        <wps:cNvSpPr>
                          <a:spLocks noEditPoints="1"/>
                        </wps:cNvSpPr>
                        <wps:spPr bwMode="auto">
                          <a:xfrm>
                            <a:off x="945515" y="2295525"/>
                            <a:ext cx="4682490" cy="70485"/>
                          </a:xfrm>
                          <a:custGeom>
                            <a:avLst/>
                            <a:gdLst>
                              <a:gd name="T0" fmla="*/ 52 w 19419"/>
                              <a:gd name="T1" fmla="*/ 120 h 293"/>
                              <a:gd name="T2" fmla="*/ 416 w 19419"/>
                              <a:gd name="T3" fmla="*/ 120 h 293"/>
                              <a:gd name="T4" fmla="*/ 780 w 19419"/>
                              <a:gd name="T5" fmla="*/ 120 h 293"/>
                              <a:gd name="T6" fmla="*/ 1144 w 19419"/>
                              <a:gd name="T7" fmla="*/ 120 h 293"/>
                              <a:gd name="T8" fmla="*/ 1508 w 19419"/>
                              <a:gd name="T9" fmla="*/ 120 h 293"/>
                              <a:gd name="T10" fmla="*/ 1872 w 19419"/>
                              <a:gd name="T11" fmla="*/ 120 h 293"/>
                              <a:gd name="T12" fmla="*/ 2236 w 19419"/>
                              <a:gd name="T13" fmla="*/ 120 h 293"/>
                              <a:gd name="T14" fmla="*/ 2600 w 19419"/>
                              <a:gd name="T15" fmla="*/ 120 h 293"/>
                              <a:gd name="T16" fmla="*/ 2964 w 19419"/>
                              <a:gd name="T17" fmla="*/ 120 h 293"/>
                              <a:gd name="T18" fmla="*/ 3328 w 19419"/>
                              <a:gd name="T19" fmla="*/ 120 h 293"/>
                              <a:gd name="T20" fmla="*/ 3692 w 19419"/>
                              <a:gd name="T21" fmla="*/ 120 h 293"/>
                              <a:gd name="T22" fmla="*/ 4056 w 19419"/>
                              <a:gd name="T23" fmla="*/ 120 h 293"/>
                              <a:gd name="T24" fmla="*/ 4420 w 19419"/>
                              <a:gd name="T25" fmla="*/ 120 h 293"/>
                              <a:gd name="T26" fmla="*/ 4784 w 19419"/>
                              <a:gd name="T27" fmla="*/ 120 h 293"/>
                              <a:gd name="T28" fmla="*/ 5148 w 19419"/>
                              <a:gd name="T29" fmla="*/ 120 h 293"/>
                              <a:gd name="T30" fmla="*/ 5512 w 19419"/>
                              <a:gd name="T31" fmla="*/ 120 h 293"/>
                              <a:gd name="T32" fmla="*/ 5876 w 19419"/>
                              <a:gd name="T33" fmla="*/ 120 h 293"/>
                              <a:gd name="T34" fmla="*/ 6240 w 19419"/>
                              <a:gd name="T35" fmla="*/ 120 h 293"/>
                              <a:gd name="T36" fmla="*/ 6604 w 19419"/>
                              <a:gd name="T37" fmla="*/ 120 h 293"/>
                              <a:gd name="T38" fmla="*/ 6968 w 19419"/>
                              <a:gd name="T39" fmla="*/ 120 h 293"/>
                              <a:gd name="T40" fmla="*/ 7332 w 19419"/>
                              <a:gd name="T41" fmla="*/ 120 h 293"/>
                              <a:gd name="T42" fmla="*/ 7696 w 19419"/>
                              <a:gd name="T43" fmla="*/ 120 h 293"/>
                              <a:gd name="T44" fmla="*/ 8060 w 19419"/>
                              <a:gd name="T45" fmla="*/ 120 h 293"/>
                              <a:gd name="T46" fmla="*/ 8424 w 19419"/>
                              <a:gd name="T47" fmla="*/ 120 h 293"/>
                              <a:gd name="T48" fmla="*/ 8788 w 19419"/>
                              <a:gd name="T49" fmla="*/ 120 h 293"/>
                              <a:gd name="T50" fmla="*/ 9152 w 19419"/>
                              <a:gd name="T51" fmla="*/ 120 h 293"/>
                              <a:gd name="T52" fmla="*/ 9516 w 19419"/>
                              <a:gd name="T53" fmla="*/ 120 h 293"/>
                              <a:gd name="T54" fmla="*/ 9880 w 19419"/>
                              <a:gd name="T55" fmla="*/ 120 h 293"/>
                              <a:gd name="T56" fmla="*/ 10244 w 19419"/>
                              <a:gd name="T57" fmla="*/ 120 h 293"/>
                              <a:gd name="T58" fmla="*/ 10608 w 19419"/>
                              <a:gd name="T59" fmla="*/ 120 h 293"/>
                              <a:gd name="T60" fmla="*/ 10972 w 19419"/>
                              <a:gd name="T61" fmla="*/ 120 h 293"/>
                              <a:gd name="T62" fmla="*/ 11336 w 19419"/>
                              <a:gd name="T63" fmla="*/ 120 h 293"/>
                              <a:gd name="T64" fmla="*/ 11700 w 19419"/>
                              <a:gd name="T65" fmla="*/ 120 h 293"/>
                              <a:gd name="T66" fmla="*/ 12064 w 19419"/>
                              <a:gd name="T67" fmla="*/ 120 h 293"/>
                              <a:gd name="T68" fmla="*/ 12428 w 19419"/>
                              <a:gd name="T69" fmla="*/ 120 h 293"/>
                              <a:gd name="T70" fmla="*/ 12792 w 19419"/>
                              <a:gd name="T71" fmla="*/ 120 h 293"/>
                              <a:gd name="T72" fmla="*/ 13156 w 19419"/>
                              <a:gd name="T73" fmla="*/ 120 h 293"/>
                              <a:gd name="T74" fmla="*/ 13520 w 19419"/>
                              <a:gd name="T75" fmla="*/ 120 h 293"/>
                              <a:gd name="T76" fmla="*/ 13884 w 19419"/>
                              <a:gd name="T77" fmla="*/ 120 h 293"/>
                              <a:gd name="T78" fmla="*/ 14248 w 19419"/>
                              <a:gd name="T79" fmla="*/ 120 h 293"/>
                              <a:gd name="T80" fmla="*/ 14612 w 19419"/>
                              <a:gd name="T81" fmla="*/ 120 h 293"/>
                              <a:gd name="T82" fmla="*/ 14976 w 19419"/>
                              <a:gd name="T83" fmla="*/ 120 h 293"/>
                              <a:gd name="T84" fmla="*/ 15340 w 19419"/>
                              <a:gd name="T85" fmla="*/ 120 h 293"/>
                              <a:gd name="T86" fmla="*/ 15704 w 19419"/>
                              <a:gd name="T87" fmla="*/ 120 h 293"/>
                              <a:gd name="T88" fmla="*/ 16068 w 19419"/>
                              <a:gd name="T89" fmla="*/ 120 h 293"/>
                              <a:gd name="T90" fmla="*/ 16432 w 19419"/>
                              <a:gd name="T91" fmla="*/ 120 h 293"/>
                              <a:gd name="T92" fmla="*/ 16796 w 19419"/>
                              <a:gd name="T93" fmla="*/ 120 h 293"/>
                              <a:gd name="T94" fmla="*/ 17160 w 19419"/>
                              <a:gd name="T95" fmla="*/ 120 h 293"/>
                              <a:gd name="T96" fmla="*/ 17524 w 19419"/>
                              <a:gd name="T97" fmla="*/ 120 h 293"/>
                              <a:gd name="T98" fmla="*/ 17888 w 19419"/>
                              <a:gd name="T99" fmla="*/ 120 h 293"/>
                              <a:gd name="T100" fmla="*/ 18252 w 19419"/>
                              <a:gd name="T101" fmla="*/ 120 h 293"/>
                              <a:gd name="T102" fmla="*/ 18616 w 19419"/>
                              <a:gd name="T103" fmla="*/ 120 h 293"/>
                              <a:gd name="T104" fmla="*/ 18980 w 19419"/>
                              <a:gd name="T105" fmla="*/ 120 h 293"/>
                              <a:gd name="T106" fmla="*/ 19344 w 19419"/>
                              <a:gd name="T107" fmla="*/ 120 h 293"/>
                              <a:gd name="T108" fmla="*/ 265 w 19419"/>
                              <a:gd name="T109" fmla="*/ 52 h 293"/>
                              <a:gd name="T110" fmla="*/ 239 w 19419"/>
                              <a:gd name="T111" fmla="*/ 286 h 293"/>
                              <a:gd name="T112" fmla="*/ 19154 w 19419"/>
                              <a:gd name="T113" fmla="*/ 241 h 293"/>
                              <a:gd name="T114" fmla="*/ 19180 w 19419"/>
                              <a:gd name="T11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9419"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732" y="120"/>
                                </a:lnTo>
                                <a:lnTo>
                                  <a:pt x="17732" y="172"/>
                                </a:lnTo>
                                <a:lnTo>
                                  <a:pt x="17524" y="172"/>
                                </a:lnTo>
                                <a:lnTo>
                                  <a:pt x="17524" y="120"/>
                                </a:lnTo>
                                <a:close/>
                                <a:moveTo>
                                  <a:pt x="17888" y="120"/>
                                </a:moveTo>
                                <a:lnTo>
                                  <a:pt x="18096" y="120"/>
                                </a:lnTo>
                                <a:lnTo>
                                  <a:pt x="18096" y="172"/>
                                </a:lnTo>
                                <a:lnTo>
                                  <a:pt x="17888" y="172"/>
                                </a:lnTo>
                                <a:lnTo>
                                  <a:pt x="17888" y="120"/>
                                </a:lnTo>
                                <a:close/>
                                <a:moveTo>
                                  <a:pt x="18252" y="120"/>
                                </a:moveTo>
                                <a:lnTo>
                                  <a:pt x="18460" y="120"/>
                                </a:lnTo>
                                <a:lnTo>
                                  <a:pt x="18460" y="172"/>
                                </a:lnTo>
                                <a:lnTo>
                                  <a:pt x="18252" y="172"/>
                                </a:lnTo>
                                <a:lnTo>
                                  <a:pt x="18252" y="120"/>
                                </a:lnTo>
                                <a:close/>
                                <a:moveTo>
                                  <a:pt x="18616" y="120"/>
                                </a:moveTo>
                                <a:lnTo>
                                  <a:pt x="18824" y="120"/>
                                </a:lnTo>
                                <a:lnTo>
                                  <a:pt x="18824" y="172"/>
                                </a:lnTo>
                                <a:lnTo>
                                  <a:pt x="18616" y="172"/>
                                </a:lnTo>
                                <a:lnTo>
                                  <a:pt x="18616" y="120"/>
                                </a:lnTo>
                                <a:close/>
                                <a:moveTo>
                                  <a:pt x="18980" y="120"/>
                                </a:moveTo>
                                <a:lnTo>
                                  <a:pt x="19188" y="120"/>
                                </a:lnTo>
                                <a:lnTo>
                                  <a:pt x="19188" y="172"/>
                                </a:lnTo>
                                <a:lnTo>
                                  <a:pt x="18980" y="172"/>
                                </a:lnTo>
                                <a:lnTo>
                                  <a:pt x="18980" y="120"/>
                                </a:lnTo>
                                <a:close/>
                                <a:moveTo>
                                  <a:pt x="19344" y="120"/>
                                </a:moveTo>
                                <a:lnTo>
                                  <a:pt x="19368" y="120"/>
                                </a:lnTo>
                                <a:lnTo>
                                  <a:pt x="19368" y="172"/>
                                </a:lnTo>
                                <a:lnTo>
                                  <a:pt x="19344" y="172"/>
                                </a:lnTo>
                                <a:lnTo>
                                  <a:pt x="1934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9180" y="7"/>
                                </a:moveTo>
                                <a:lnTo>
                                  <a:pt x="19419" y="146"/>
                                </a:lnTo>
                                <a:lnTo>
                                  <a:pt x="19180" y="286"/>
                                </a:lnTo>
                                <a:cubicBezTo>
                                  <a:pt x="19168" y="293"/>
                                  <a:pt x="19152" y="289"/>
                                  <a:pt x="19145" y="276"/>
                                </a:cubicBezTo>
                                <a:cubicBezTo>
                                  <a:pt x="19137" y="264"/>
                                  <a:pt x="19142" y="248"/>
                                  <a:pt x="19154" y="241"/>
                                </a:cubicBezTo>
                                <a:lnTo>
                                  <a:pt x="19354" y="124"/>
                                </a:lnTo>
                                <a:lnTo>
                                  <a:pt x="19354" y="169"/>
                                </a:lnTo>
                                <a:lnTo>
                                  <a:pt x="19154" y="52"/>
                                </a:lnTo>
                                <a:cubicBezTo>
                                  <a:pt x="19142" y="45"/>
                                  <a:pt x="19137" y="29"/>
                                  <a:pt x="19145" y="17"/>
                                </a:cubicBezTo>
                                <a:cubicBezTo>
                                  <a:pt x="19152" y="4"/>
                                  <a:pt x="19168" y="0"/>
                                  <a:pt x="19180" y="7"/>
                                </a:cubicBez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30" name="Rectangle 277"/>
                        <wps:cNvSpPr>
                          <a:spLocks noChangeArrowheads="1"/>
                        </wps:cNvSpPr>
                        <wps:spPr bwMode="auto">
                          <a:xfrm>
                            <a:off x="2727325" y="2063115"/>
                            <a:ext cx="83185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0" w14:textId="77777777"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wps:txbx>
                        <wps:bodyPr rot="0" vert="horz" wrap="none" lIns="0" tIns="0" rIns="0" bIns="0" anchor="t" anchorCtr="0">
                          <a:spAutoFit/>
                        </wps:bodyPr>
                      </wps:wsp>
                      <wps:wsp>
                        <wps:cNvPr id="31" name="Rectangle 278"/>
                        <wps:cNvSpPr>
                          <a:spLocks noChangeArrowheads="1"/>
                        </wps:cNvSpPr>
                        <wps:spPr bwMode="auto">
                          <a:xfrm>
                            <a:off x="78105" y="1444625"/>
                            <a:ext cx="2692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1" w14:textId="77777777"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2" name="Rectangle 279"/>
                        <wps:cNvSpPr>
                          <a:spLocks noChangeArrowheads="1"/>
                        </wps:cNvSpPr>
                        <wps:spPr bwMode="auto">
                          <a:xfrm>
                            <a:off x="78105" y="1598930"/>
                            <a:ext cx="79946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2" w14:textId="77777777" w:rsidR="009B40E5" w:rsidRDefault="009B40E5">
                              <w:proofErr w:type="spellStart"/>
                              <w:r>
                                <w:rPr>
                                  <w:rFonts w:ascii="Calibri" w:hAnsi="Calibri" w:cs="Calibri"/>
                                  <w:color w:val="000000"/>
                                  <w:lang w:val="en-US"/>
                                </w:rPr>
                                <w:t>d’hébergement</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3" name="Rectangle 280"/>
                        <wps:cNvSpPr>
                          <a:spLocks noChangeArrowheads="1"/>
                        </wps:cNvSpPr>
                        <wps:spPr bwMode="auto">
                          <a:xfrm>
                            <a:off x="78105" y="1752600"/>
                            <a:ext cx="3917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3" w14:textId="77777777" w:rsidR="009B40E5" w:rsidRDefault="009B40E5">
                              <w:r>
                                <w:rPr>
                                  <w:rFonts w:ascii="Calibri" w:hAnsi="Calibri" w:cs="Calibri"/>
                                  <w:color w:val="000000"/>
                                  <w:lang w:val="en-US"/>
                                </w:rPr>
                                <w:t>au NRO</w:t>
                              </w:r>
                            </w:p>
                          </w:txbxContent>
                        </wps:txbx>
                        <wps:bodyPr rot="0" vert="horz" wrap="none" lIns="0" tIns="0" rIns="0" bIns="0" anchor="t" anchorCtr="0">
                          <a:spAutoFit/>
                        </wps:bodyPr>
                      </wps:wsp>
                      <wps:wsp>
                        <wps:cNvPr id="34" name="Rectangle 281"/>
                        <wps:cNvSpPr>
                          <a:spLocks noChangeArrowheads="1"/>
                        </wps:cNvSpPr>
                        <wps:spPr bwMode="auto">
                          <a:xfrm>
                            <a:off x="3074670" y="697230"/>
                            <a:ext cx="295910" cy="57467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282"/>
                        <wps:cNvSpPr>
                          <a:spLocks noChangeArrowheads="1"/>
                        </wps:cNvSpPr>
                        <wps:spPr bwMode="auto">
                          <a:xfrm>
                            <a:off x="3135630" y="889000"/>
                            <a:ext cx="20955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4" w14:textId="77777777" w:rsidR="009B40E5" w:rsidRDefault="009B40E5">
                              <w:r>
                                <w:rPr>
                                  <w:rFonts w:ascii="Helvetica 55 Roman" w:hAnsi="Helvetica 55 Roman" w:cs="Helvetica 55 Roman"/>
                                  <w:color w:val="000000"/>
                                  <w:lang w:val="en-US"/>
                                </w:rPr>
                                <w:t>PA*</w:t>
                              </w:r>
                            </w:p>
                          </w:txbxContent>
                        </wps:txbx>
                        <wps:bodyPr rot="0" vert="horz" wrap="none" lIns="0" tIns="0" rIns="0" bIns="0" anchor="t" anchorCtr="0">
                          <a:spAutoFit/>
                        </wps:bodyPr>
                      </wps:wsp>
                      <wps:wsp>
                        <wps:cNvPr id="36" name="Line 283"/>
                        <wps:cNvCnPr/>
                        <wps:spPr bwMode="auto">
                          <a:xfrm flipV="1">
                            <a:off x="2639695" y="984885"/>
                            <a:ext cx="435610" cy="120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7" name="Line 284"/>
                        <wps:cNvCnPr/>
                        <wps:spPr bwMode="auto">
                          <a:xfrm>
                            <a:off x="3371215" y="97790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8" name="Rectangle 480"/>
                        <wps:cNvSpPr>
                          <a:spLocks noChangeArrowheads="1"/>
                        </wps:cNvSpPr>
                        <wps:spPr bwMode="auto">
                          <a:xfrm>
                            <a:off x="2961005" y="1325245"/>
                            <a:ext cx="64008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5" w14:textId="77777777"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ou</w:t>
                              </w:r>
                              <w:proofErr w:type="spell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wps:txbx>
                        <wps:bodyPr rot="0" vert="horz" wrap="none" lIns="0" tIns="0" rIns="0" bIns="0" anchor="t" anchorCtr="0">
                          <a:spAutoFit/>
                        </wps:bodyPr>
                      </wps:wsp>
                    </wpc:wpc>
                  </a:graphicData>
                </a:graphic>
              </wp:inline>
            </w:drawing>
          </mc:Choice>
          <mc:Fallback>
            <w:pict>
              <v:group w14:anchorId="28518FEF" id="Zone de dessin 39" o:spid="_x0000_s1026" editas="canvas" style="width:471.45pt;height:197.85pt;mso-position-horizontal-relative:char;mso-position-vertical-relative:line" coordsize="59874,25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874;height:25126;visibility:visible;mso-wrap-style:square">
                  <v:fill o:detectmouseclick="t"/>
                  <v:path o:connecttype="none"/>
                </v:shape>
                <v:rect id="Rectangle 248" o:spid="_x0000_s1028" style="position:absolute;left:3181;top:3282;width:10935;height:10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" fillcolor="#ffa366" stroked="f"/>
                <v:rect id="Rectangle 249" o:spid="_x0000_s1029" style="position:absolute;left:7861;top:412;width:235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28519066" w14:textId="77777777" w:rsidR="009B40E5" w:rsidRDefault="009B40E5">
                        <w:r>
                          <w:rPr>
                            <w:rFonts w:ascii="Calibri" w:hAnsi="Calibri" w:cs="Calibri"/>
                            <w:color w:val="000000"/>
                            <w:lang w:val="en-US"/>
                          </w:rPr>
                          <w:t>NRO</w:t>
                        </w:r>
                      </w:p>
                    </w:txbxContent>
                  </v:textbox>
                </v:rect>
                <v:rect id="Rectangle 250" o:spid="_x0000_s1030"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rect id="Rectangle 251" o:spid="_x0000_s1031"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" filled="f" strokecolor="#bc4900" strokeweight="1.3pt">
                  <v:stroke joinstyle="round"/>
                </v:rect>
                <v:rect id="Rectangle 252" o:spid="_x0000_s1032" style="position:absolute;left:6311;top:4743;width:124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28519067" w14:textId="77777777" w:rsidR="009B40E5" w:rsidRDefault="009B40E5">
                        <w:r>
                          <w:rPr>
                            <w:rFonts w:ascii="Calibri" w:hAnsi="Calibri" w:cs="Calibri"/>
                            <w:color w:val="000000"/>
                            <w:lang w:val="en-US"/>
                          </w:rPr>
                          <w:t>TE</w:t>
                        </w:r>
                      </w:p>
                    </w:txbxContent>
                  </v:textbox>
                </v:rect>
                <v:rect id="Rectangle 253" o:spid="_x0000_s1033"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" fillcolor="black" stroked="f"/>
                <v:rect id="Rectangle 254" o:spid="_x0000_s1034"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" filled="f" strokecolor="#bc4900" strokeweight="1.3pt">
                  <v:stroke joinstyle="round"/>
                </v:rect>
                <v:rect id="Rectangle 255" o:spid="_x0000_s1035" style="position:absolute;left:10407;top:5302;width:184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28519068" w14:textId="77777777" w:rsidR="009B40E5" w:rsidRDefault="009B40E5">
                        <w:r>
                          <w:rPr>
                            <w:rFonts w:ascii="Calibri" w:hAnsi="Calibri" w:cs="Calibri"/>
                            <w:color w:val="000000"/>
                            <w:lang w:val="en-US"/>
                          </w:rPr>
                          <w:t>TBL</w:t>
                        </w:r>
                      </w:p>
                    </w:txbxContent>
                  </v:textbox>
                </v:rect>
                <v:line id="Line 256" o:spid="_x0000_s1036" style="position:absolute;visibility:visible;mso-wrap-style:square" from="9213,10414" to="12496,10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" strokeweight="1pt"/>
                <v:shape id="Freeform 257" o:spid="_x0000_s1037" style="position:absolute;left:11004;top:10407;width:629;height:562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" path="m569,9324l569,95r-96,l473,9324r96,xm1030,871l521,,13,871c,894,8,924,31,937v23,13,52,6,65,-17l563,120r-83,l947,920v13,23,42,30,65,17c1035,924,1043,894,1030,871xe" fillcolor="black" strokeweight="0">
                  <v:path arrowok="t" o:connecttype="custom" o:connectlocs="34295,561975;34295,5726;28509,5726;28509,561975;34295,561975;62081,52497;31402,0;784,52497;1868,56475;5786,55450;33934,7233;28931,7233;57079,55450;60997,56475;62081,52497" o:connectangles="0,0,0,0,0,0,0,0,0,0,0,0,0,0,0"/>
                  <o:lock v:ext="edit" verticies="t"/>
                </v:shape>
                <v:rect id="Rectangle 258" o:spid="_x0000_s1038" style="position:absolute;left:10718;top:16294;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28519069" w14:textId="77777777" w:rsidR="009B40E5" w:rsidRDefault="009B40E5">
                        <w:r>
                          <w:rPr>
                            <w:rFonts w:ascii="Calibri" w:hAnsi="Calibri" w:cs="Calibri"/>
                            <w:color w:val="000000"/>
                            <w:lang w:val="en-US"/>
                          </w:rPr>
                          <w:t xml:space="preserve">cordon </w:t>
                        </w:r>
                      </w:p>
                    </w:txbxContent>
                  </v:textbox>
                </v:rect>
                <v:rect id="Rectangle 259" o:spid="_x0000_s1039" style="position:absolute;left:10718;top:17837;width:402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2851906A" w14:textId="77777777" w:rsidR="009B40E5" w:rsidRDefault="009B40E5">
                        <w:proofErr w:type="spellStart"/>
                        <w:r>
                          <w:rPr>
                            <w:rFonts w:ascii="Calibri" w:hAnsi="Calibri" w:cs="Calibri"/>
                            <w:color w:val="000000"/>
                            <w:lang w:val="en-US"/>
                          </w:rPr>
                          <w:t>optique</w:t>
                        </w:r>
                        <w:proofErr w:type="spellEnd"/>
                      </w:p>
                    </w:txbxContent>
                  </v:textbox>
                </v:rect>
                <v:rect id="Rectangle 260" o:spid="_x0000_s1040" style="position:absolute;left:21863;top:4184;width:6235;height:10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" fillcolor="#ffa366" stroked="f"/>
                <v:rect id="Rectangle 261" o:spid="_x0000_s1041" style="position:absolute;left:23037;top:8578;width:1931;height:19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851906B" w14:textId="77777777" w:rsidR="009B40E5" w:rsidRDefault="009B40E5">
                        <w:r>
                          <w:rPr>
                            <w:rFonts w:ascii="Helvetica 55 Roman" w:hAnsi="Helvetica 55 Roman" w:cs="Helvetica 55 Roman"/>
                            <w:color w:val="000000"/>
                            <w:lang w:val="en-US"/>
                          </w:rPr>
                          <w:t>PM</w:t>
                        </w:r>
                      </w:p>
                    </w:txbxContent>
                  </v:textbox>
                </v:rect>
                <v:line id="Line 262" o:spid="_x0000_s1042" style="position:absolute;flip:y;visibility:visible;mso-wrap-style:square" from="13665,10166" to="21869,10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" strokeweight="1pt"/>
                <v:rect id="Rectangle 263" o:spid="_x0000_s1043" style="position:absolute;left:36322;top:8147;width:6115;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" fillcolor="#ffa366" stroked="f"/>
                <v:rect id="Rectangle 264" o:spid="_x0000_s1044" style="position:absolute;left:37973;top:9340;width:2470;height:19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2851906C" w14:textId="77777777" w:rsidR="009B40E5" w:rsidRDefault="009B40E5">
                        <w:r>
                          <w:rPr>
                            <w:rFonts w:ascii="Helvetica 55 Roman" w:hAnsi="Helvetica 55 Roman" w:cs="Helvetica 55 Roman"/>
                            <w:color w:val="000000"/>
                            <w:lang w:val="en-US"/>
                          </w:rPr>
                          <w:t>PRE</w:t>
                        </w:r>
                      </w:p>
                    </w:txbxContent>
                  </v:textbox>
                </v:rect>
                <v:rect id="Rectangle 265" o:spid="_x0000_s1045"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" fillcolor="#eaeaea" stroked="f"/>
                <v:rect id="Rectangle 266" o:spid="_x0000_s1046"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" filled="f" strokecolor="white" strokeweight="1.3pt">
                  <v:stroke joinstyle="round"/>
                </v:rect>
                <v:rect id="Rectangle 267" o:spid="_x0000_s1047" style="position:absolute;left:47339;top:14344;width:5715;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2851906D" w14:textId="77777777" w:rsidR="009B40E5" w:rsidRDefault="009B40E5">
                        <w:r>
                          <w:rPr>
                            <w:rFonts w:ascii="Helvetica 55 Roman" w:hAnsi="Helvetica 55 Roman" w:cs="Helvetica 55 Roman"/>
                            <w:color w:val="000000"/>
                            <w:lang w:val="en-US"/>
                          </w:rPr>
                          <w:t>client final</w:t>
                        </w:r>
                      </w:p>
                    </w:txbxContent>
                  </v:textbox>
                </v:rect>
                <v:rect id="Rectangle 268" o:spid="_x0000_s1048" style="position:absolute;left:46367;top:8343;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" filled="f" strokecolor="#474747" strokeweight="1.3pt">
                  <v:stroke joinstyle="round"/>
                </v:rect>
                <v:rect id="Rectangle 269" o:spid="_x0000_s1049" style="position:absolute;left:46945;top:9258;width:256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2851906E" w14:textId="77777777" w:rsidR="009B40E5" w:rsidRDefault="009B40E5">
                        <w:r>
                          <w:rPr>
                            <w:rFonts w:ascii="Calibri" w:hAnsi="Calibri" w:cs="Calibri"/>
                            <w:color w:val="000000"/>
                            <w:lang w:val="en-US"/>
                          </w:rPr>
                          <w:t>DTIO</w:t>
                        </w:r>
                      </w:p>
                    </w:txbxContent>
                  </v:textbox>
                </v:rect>
                <v:rect id="Rectangle 270" o:spid="_x0000_s1050" style="position:absolute;left:52501;top:8451;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" filled="f" strokecolor="#474747" strokeweight="1.3pt">
                  <v:stroke joinstyle="round"/>
                </v:rect>
                <v:rect id="Rectangle 271" o:spid="_x0000_s1051" style="position:absolute;left:53327;top:9258;width:2121;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851906F" w14:textId="77777777" w:rsidR="009B40E5" w:rsidRDefault="009B40E5">
                        <w:r>
                          <w:rPr>
                            <w:rFonts w:ascii="Calibri" w:hAnsi="Calibri" w:cs="Calibri"/>
                            <w:color w:val="000000"/>
                            <w:lang w:val="en-US"/>
                          </w:rPr>
                          <w:t>PTO</w:t>
                        </w:r>
                      </w:p>
                    </w:txbxContent>
                  </v:textbox>
                </v:rect>
                <v:shape id="Freeform 272" o:spid="_x0000_s1052" style="position:absolute;left:9004;top:5041;width:184;height:18269;visibility:visible;mso-wrap-style:square;v-text-anchor:top" coordsize="29,28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" path="m29,r,115l,115,,,29,xm29,201r,116l,317,,201r29,xm29,403r,115l,518,,403r29,xm29,605r,115l,720,,605r29,xm29,807r,115l,922,,807r29,xm29,1008r,116l,1124,,1008r29,xm29,1210r,116l,1326,,1210r29,xm29,1412r,115l,1527,,1412r29,xm29,1614r,115l,1729,,1614r29,xm29,1816r,115l,1931,,1816r29,xm29,2017r,116l,2133,,2017r29,xm29,2219r,116l,2335,,2219r29,xm29,2421r,115l,2536,,2421r29,xm29,2623r,115l,2738,,2623r29,xm29,2825r,52l,2877r,-52l29,2825xe" fillcolor="#ff6200" strokecolor="#ff6200" strokeweight="0">
                  <v:path arrowok="t" o:connecttype="custom" o:connectlocs="18415,73025;0,0;18415,127635;0,201295;18415,127635;18415,328930;0,255905;18415,384175;0,457200;18415,384175;18415,585470;0,512445;18415,640080;0,713740;18415,640080;18415,842010;0,768350;18415,896620;0,969645;18415,896620;18415,1097915;0,1024890;18415,1153160;0,1226185;18415,1153160;18415,1354455;0,1280795;18415,1409065;0,1482725;18415,1409065;18415,1610360;0,1537335;18415,1665605;0,1738630;18415,1665605;18415,1826895;0,1793875" o:connectangles="0,0,0,0,0,0,0,0,0,0,0,0,0,0,0,0,0,0,0,0,0,0,0,0,0,0,0,0,0,0,0,0,0,0,0,0,0"/>
                  <o:lock v:ext="edit" verticies="t"/>
                </v:shape>
                <v:line id="Line 273" o:spid="_x0000_s1053" style="position:absolute;flip:y;visibility:visible;mso-wrap-style:square" from="42443,10267" to="46374,10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" strokeweight="1pt"/>
                <v:line id="Line 274" o:spid="_x0000_s1054" style="position:absolute;visibility:visible;mso-wrap-style:square" from="50139,10058" to="52749,10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reeform 275" o:spid="_x0000_s1055" style="position:absolute;left:56178;top:8153;width:184;height:16973;visibility:visible;mso-wrap-style:square;v-text-anchor:top" coordsize="29,2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" path="m29,r,115l,115,,,29,xm29,201r,116l,317,,201r29,xm29,403r,115l,518,,403r29,xm29,605r,115l,720,,605r29,xm29,807r,115l,922,,807r29,xm29,1009r,115l,1124,,1009r29,xm29,1210r,116l,1326,,1210r29,xm29,1412r,115l,1527,,1412r29,xm29,1614r,115l,1729,,1614r29,xm29,1816r,115l,1931,,1816r29,xm29,2017r,116l,2133,,2017r29,xm29,2219r,116l,2335,,2219r29,xm29,2421r,115l,2536,,2421r29,xm29,2623r,50l,2673r,-50l29,2623xe" fillcolor="#ff6200" strokecolor="#ff6200" strokeweight="0">
                  <v:path arrowok="t" o:connecttype="custom" o:connectlocs="18415,73025;0,0;18415,127635;0,201295;18415,127635;18415,328930;0,255905;18415,384175;0,457200;18415,384175;18415,585470;0,512445;18415,640715;0,713740;18415,640715;18415,842010;0,768350;18415,896620;0,969645;18415,896620;18415,1097915;0,1024890;18415,1153160;0,1226185;18415,1153160;18415,1354455;0,1280795;18415,1409065;0,1482725;18415,1409065;18415,1610360;0,1537335;18415,1665605;0,1697355;18415,1665605" o:connectangles="0,0,0,0,0,0,0,0,0,0,0,0,0,0,0,0,0,0,0,0,0,0,0,0,0,0,0,0,0,0,0,0,0,0,0"/>
                  <o:lock v:ext="edit" verticies="t"/>
                </v:shape>
                <v:shape id="Freeform 276" o:spid="_x0000_s1056" style="position:absolute;left:9455;top:22955;width:46825;height:705;visibility:visible;mso-wrap-style:square;v-text-anchor:top" coordsize="19419,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208,l17732,172r-208,l17524,120xm17888,120r208,l18096,172r-208,l17888,120xm18252,120r208,l18460,172r-208,l18252,120xm18616,120r208,l18824,172r-208,l18616,120xm18980,120r208,l19188,172r-208,l18980,120xm19344,120r24,l19368,172r-24,l19344,120xm239,286l,146,239,7c251,,267,4,274,17v8,12,3,28,-9,35l65,169r,-45l265,241v12,7,17,23,9,35c267,289,251,293,239,286xm19180,7r239,139l19180,286v-12,7,-28,3,-35,-10c19137,264,19142,248,19154,241r200,-117l19354,169,19154,52v-12,-7,-17,-23,-9,-35c19152,4,19168,,19180,7xe" fillcolor="#ff6200" strokecolor="#ff6200" strokeweight="0">
                  <v:path arrowok="t" o:connecttype="custom" o:connectlocs="12539,28868;100310,28868;188081,28868;275852,28868;363623,28868;451394,28868;539165,28868;626936,28868;714707,28868;802478,28868;890249,28868;978020,28868;1065792,28868;1153563,28868;1241334,28868;1329105,28868;1416876,28868;1504647,28868;1592418,28868;1680189,28868;1767960,28868;1855731,28868;1943502,28868;2031273,28868;2119044,28868;2206815,28868;2294586,28868;2382358,28868;2470129,28868;2557900,28868;2645671,28868;2733442,28868;2821213,28868;2908984,28868;2996755,28868;3084526,28868;3172297,28868;3260068,28868;3347839,28868;3435610,28868;3523381,28868;3611152,28868;3698924,28868;3786695,28868;3874466,28868;3962237,28868;4050008,28868;4137779,28868;4225550,28868;4313321,28868;4401092,28868;4488863,28868;4576634,28868;4664405,28868;63899,12509;57630,68801;4618591,57976;4624860,1684" o:connectangles="0,0,0,0,0,0,0,0,0,0,0,0,0,0,0,0,0,0,0,0,0,0,0,0,0,0,0,0,0,0,0,0,0,0,0,0,0,0,0,0,0,0,0,0,0,0,0,0,0,0,0,0,0,0,0,0,0,0"/>
                  <o:lock v:ext="edit" verticies="t"/>
                </v:shape>
                <v:rect id="Rectangle 277" o:spid="_x0000_s1057" style="position:absolute;left:27273;top:20631;width:83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8519070" w14:textId="77777777"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v:textbox>
                </v:rect>
                <v:rect id="Rectangle 278" o:spid="_x0000_s1058" style="position:absolute;left:781;top:14446;width:2692;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8519071" w14:textId="77777777"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v:textbox>
                </v:rect>
                <v:rect id="Rectangle 279" o:spid="_x0000_s1059" style="position:absolute;left:781;top:15989;width:79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28519072" w14:textId="77777777" w:rsidR="009B40E5" w:rsidRDefault="009B40E5">
                        <w:proofErr w:type="spellStart"/>
                        <w:r>
                          <w:rPr>
                            <w:rFonts w:ascii="Calibri" w:hAnsi="Calibri" w:cs="Calibri"/>
                            <w:color w:val="000000"/>
                            <w:lang w:val="en-US"/>
                          </w:rPr>
                          <w:t>d’hébergement</w:t>
                        </w:r>
                        <w:proofErr w:type="spellEnd"/>
                        <w:r>
                          <w:rPr>
                            <w:rFonts w:ascii="Calibri" w:hAnsi="Calibri" w:cs="Calibri"/>
                            <w:color w:val="000000"/>
                            <w:lang w:val="en-US"/>
                          </w:rPr>
                          <w:t xml:space="preserve"> </w:t>
                        </w:r>
                      </w:p>
                    </w:txbxContent>
                  </v:textbox>
                </v:rect>
                <v:rect id="Rectangle 280" o:spid="_x0000_s1060" style="position:absolute;left:781;top:17526;width:39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28519073" w14:textId="77777777" w:rsidR="009B40E5" w:rsidRDefault="009B40E5">
                        <w:r>
                          <w:rPr>
                            <w:rFonts w:ascii="Calibri" w:hAnsi="Calibri" w:cs="Calibri"/>
                            <w:color w:val="000000"/>
                            <w:lang w:val="en-US"/>
                          </w:rPr>
                          <w:t>au NRO</w:t>
                        </w:r>
                      </w:p>
                    </w:txbxContent>
                  </v:textbox>
                </v:rect>
                <v:rect id="Rectangle 281" o:spid="_x0000_s1061" style="position:absolute;left:30746;top:6972;width:2959;height:5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" fillcolor="#ffa366" stroked="f"/>
                <v:rect id="Rectangle 282" o:spid="_x0000_s1062" style="position:absolute;left:31356;top:8890;width:2095;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28519074" w14:textId="77777777" w:rsidR="009B40E5" w:rsidRDefault="009B40E5">
                        <w:r>
                          <w:rPr>
                            <w:rFonts w:ascii="Helvetica 55 Roman" w:hAnsi="Helvetica 55 Roman" w:cs="Helvetica 55 Roman"/>
                            <w:color w:val="000000"/>
                            <w:lang w:val="en-US"/>
                          </w:rPr>
                          <w:t>PA*</w:t>
                        </w:r>
                      </w:p>
                    </w:txbxContent>
                  </v:textbox>
                </v:rect>
                <v:line id="Line 283" o:spid="_x0000_s1063" style="position:absolute;flip:y;visibility:visible;mso-wrap-style:square" from="26396,9848" to="30753,9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" strokeweight="1pt"/>
                <v:line id="Line 284" o:spid="_x0000_s1064" style="position:absolute;visibility:visible;mso-wrap-style:square" from="33712,9779" to="36322,9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" strokeweight="1pt"/>
                <v:rect id="Rectangle 480" o:spid="_x0000_s1065" style="position:absolute;left:29610;top:13252;width:6400;height:15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28519075" w14:textId="77777777"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ou</w:t>
                        </w:r>
                        <w:proofErr w:type="spell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v:textbox>
                </v:rect>
                <w10:anchorlock/>
              </v:group>
            </w:pict>
          </mc:Fallback>
        </mc:AlternateContent>
      </w:r>
    </w:p>
    <w:p w14:paraId="28518F27" w14:textId="77777777" w:rsidR="006C0942" w:rsidRPr="006A5521" w:rsidRDefault="006361B8" w:rsidP="006361B8">
      <w:pPr>
        <w:pStyle w:val="Lgende"/>
        <w:jc w:val="center"/>
        <w:rPr>
          <w:rFonts w:ascii="Helvetica 55 Roman" w:hAnsi="Helvetica 55 Roman"/>
        </w:rPr>
      </w:pPr>
      <w:bookmarkStart w:id="44" w:name="_Toc535576384"/>
      <w:r w:rsidRPr="006A5521">
        <w:rPr>
          <w:rFonts w:ascii="Helvetica 55 Roman" w:hAnsi="Helvetica 55 Roman"/>
        </w:rPr>
        <w:t xml:space="preserve">Figure </w:t>
      </w:r>
      <w:r w:rsidR="00D73442" w:rsidRPr="006A5521">
        <w:rPr>
          <w:rFonts w:ascii="Helvetica 55 Roman" w:hAnsi="Helvetica 55 Roman"/>
        </w:rPr>
        <w:fldChar w:fldCharType="begin"/>
      </w:r>
      <w:r w:rsidR="00D73442" w:rsidRPr="006A5521">
        <w:rPr>
          <w:rFonts w:ascii="Helvetica 55 Roman" w:hAnsi="Helvetica 55 Roman"/>
        </w:rPr>
        <w:instrText xml:space="preserve"> SEQ Figure \* ARABIC </w:instrText>
      </w:r>
      <w:r w:rsidR="00D73442" w:rsidRPr="006A5521">
        <w:rPr>
          <w:rFonts w:ascii="Helvetica 55 Roman" w:hAnsi="Helvetica 55 Roman"/>
        </w:rPr>
        <w:fldChar w:fldCharType="separate"/>
      </w:r>
      <w:r w:rsidR="00F23CC6" w:rsidRPr="006A5521">
        <w:rPr>
          <w:rFonts w:ascii="Helvetica 55 Roman" w:hAnsi="Helvetica 55 Roman"/>
        </w:rPr>
        <w:t>1</w:t>
      </w:r>
      <w:r w:rsidR="00D73442" w:rsidRPr="006A5521">
        <w:rPr>
          <w:rFonts w:ascii="Helvetica 55 Roman" w:hAnsi="Helvetica 55 Roman"/>
        </w:rPr>
        <w:fldChar w:fldCharType="end"/>
      </w:r>
      <w:r w:rsidRPr="006A5521">
        <w:rPr>
          <w:rFonts w:ascii="Helvetica 55 Roman" w:hAnsi="Helvetica 55 Roman"/>
        </w:rPr>
        <w:t xml:space="preserve"> : Synoptique de </w:t>
      </w:r>
      <w:r w:rsidR="00366B01" w:rsidRPr="006A5521">
        <w:rPr>
          <w:rFonts w:ascii="Helvetica 55 Roman" w:hAnsi="Helvetica 55 Roman"/>
        </w:rPr>
        <w:t xml:space="preserve">l’Accès </w:t>
      </w:r>
      <w:r w:rsidR="00995693" w:rsidRPr="006A5521">
        <w:rPr>
          <w:rFonts w:ascii="Helvetica 55 Roman" w:hAnsi="Helvetica 55 Roman"/>
        </w:rPr>
        <w:t>FTTE passif NRO</w:t>
      </w:r>
      <w:bookmarkEnd w:id="44"/>
    </w:p>
    <w:p w14:paraId="28518F28" w14:textId="77777777" w:rsidR="00AA5889" w:rsidRPr="006A5521" w:rsidRDefault="00AA5889" w:rsidP="00AA5889">
      <w:pPr>
        <w:spacing w:before="40" w:after="40"/>
        <w:jc w:val="both"/>
        <w:rPr>
          <w:rFonts w:ascii="Helvetica 55 Roman" w:hAnsi="Helvetica 55 Roman"/>
        </w:rPr>
      </w:pPr>
    </w:p>
    <w:p w14:paraId="28518F29" w14:textId="77777777" w:rsidR="00C51F43" w:rsidRPr="006A5521" w:rsidRDefault="00AA5889" w:rsidP="00C51F43">
      <w:pPr>
        <w:rPr>
          <w:rFonts w:ascii="Helvetica 55 Roman" w:eastAsia="MS Mincho" w:hAnsi="Helvetica 55 Roman"/>
        </w:rPr>
      </w:pPr>
      <w:r w:rsidRPr="006A5521">
        <w:rPr>
          <w:rFonts w:ascii="Helvetica 55 Roman" w:hAnsi="Helvetica 55 Roman"/>
        </w:rPr>
        <w:t>Le lien point à point</w:t>
      </w:r>
      <w:r w:rsidR="00C86BFC" w:rsidRPr="006A5521">
        <w:rPr>
          <w:rFonts w:ascii="Helvetica 55 Roman" w:hAnsi="Helvetica 55 Roman"/>
        </w:rPr>
        <w:t xml:space="preserve"> </w:t>
      </w:r>
      <w:r w:rsidRPr="006A5521">
        <w:rPr>
          <w:rFonts w:ascii="Helvetica 55 Roman" w:hAnsi="Helvetica 55 Roman"/>
        </w:rPr>
        <w:t xml:space="preserve">est livré au NRO sur un connecteur d’une </w:t>
      </w:r>
      <w:r w:rsidR="00460816" w:rsidRPr="006A5521">
        <w:rPr>
          <w:rFonts w:ascii="Helvetica 55 Roman" w:hAnsi="Helvetica 55 Roman"/>
        </w:rPr>
        <w:t>TE</w:t>
      </w:r>
      <w:r w:rsidRPr="006A5521">
        <w:rPr>
          <w:rFonts w:ascii="Helvetica 55 Roman" w:hAnsi="Helvetica 55 Roman"/>
        </w:rPr>
        <w:t xml:space="preserve"> et sur le site client sur un connecteur sur une prise optique (ou en option sur un bandeau optique).</w:t>
      </w:r>
      <w:r w:rsidR="00C51F43" w:rsidRPr="006A5521">
        <w:rPr>
          <w:rFonts w:ascii="Helvetica 55 Roman" w:hAnsi="Helvetica 55 Roman"/>
        </w:rPr>
        <w:t>La prise optique est généralement  une PTO, mais il pourra aussi s’agir d’une DTIO cumulant alors la fonction de PTO et DTIO.</w:t>
      </w:r>
    </w:p>
    <w:p w14:paraId="28518F2A" w14:textId="77777777" w:rsidR="00AA5889" w:rsidRPr="006A5521" w:rsidRDefault="00AA5889" w:rsidP="00AA5889">
      <w:pPr>
        <w:spacing w:before="40" w:after="40"/>
        <w:jc w:val="both"/>
        <w:rPr>
          <w:rFonts w:ascii="Helvetica 55 Roman" w:hAnsi="Helvetica 55 Roman"/>
        </w:rPr>
      </w:pPr>
    </w:p>
    <w:p w14:paraId="28518F2B" w14:textId="77777777" w:rsidR="006C0942" w:rsidRPr="006A5521" w:rsidRDefault="005C0BE8" w:rsidP="00585B39">
      <w:pPr>
        <w:jc w:val="both"/>
        <w:rPr>
          <w:rFonts w:ascii="Helvetica 55 Roman" w:hAnsi="Helvetica 55 Roman"/>
        </w:rPr>
      </w:pPr>
      <w:r w:rsidRPr="006A5521">
        <w:rPr>
          <w:rFonts w:ascii="Helvetica 55 Roman" w:hAnsi="Helvetica 55 Roman"/>
        </w:rPr>
        <w:t>L’offre FTTE est une offre sécurisée.</w:t>
      </w:r>
    </w:p>
    <w:p w14:paraId="28518F2C" w14:textId="77777777" w:rsidR="005301BA" w:rsidRPr="006A5521" w:rsidRDefault="005301BA" w:rsidP="00ED4890">
      <w:pPr>
        <w:jc w:val="both"/>
        <w:rPr>
          <w:rFonts w:ascii="Helvetica 55 Roman" w:hAnsi="Helvetica 55 Roman"/>
        </w:rPr>
      </w:pPr>
    </w:p>
    <w:p w14:paraId="28518F2D" w14:textId="77777777" w:rsidR="000F689D" w:rsidRPr="006A5521" w:rsidRDefault="00D541F9" w:rsidP="00ED4890">
      <w:pPr>
        <w:jc w:val="both"/>
        <w:rPr>
          <w:rFonts w:ascii="Helvetica 55 Roman" w:hAnsi="Helvetica 55 Roman"/>
        </w:rPr>
      </w:pPr>
      <w:r w:rsidRPr="006A5521">
        <w:rPr>
          <w:rFonts w:ascii="Helvetica 55 Roman" w:hAnsi="Helvetica 55 Roman"/>
        </w:rPr>
        <w:t xml:space="preserve">La liaison sur la </w:t>
      </w:r>
      <w:r w:rsidR="00B20554" w:rsidRPr="006A5521">
        <w:rPr>
          <w:rFonts w:ascii="Helvetica 55 Roman" w:hAnsi="Helvetica 55 Roman"/>
        </w:rPr>
        <w:t xml:space="preserve">boucle </w:t>
      </w:r>
      <w:r w:rsidRPr="006A5521">
        <w:rPr>
          <w:rFonts w:ascii="Helvetica 55 Roman" w:hAnsi="Helvetica 55 Roman"/>
        </w:rPr>
        <w:t>locale</w:t>
      </w:r>
      <w:r w:rsidR="00B20554" w:rsidRPr="006A5521">
        <w:rPr>
          <w:rFonts w:ascii="Helvetica 55 Roman" w:hAnsi="Helvetica 55 Roman"/>
        </w:rPr>
        <w:t xml:space="preserve"> optique</w:t>
      </w:r>
      <w:r w:rsidRPr="006A5521">
        <w:rPr>
          <w:rFonts w:ascii="Helvetica 55 Roman" w:hAnsi="Helvetica 55 Roman"/>
        </w:rPr>
        <w:t xml:space="preserve"> </w:t>
      </w:r>
      <w:r w:rsidR="006A0B71" w:rsidRPr="006A5521">
        <w:rPr>
          <w:rFonts w:ascii="Helvetica 55 Roman" w:hAnsi="Helvetica 55 Roman"/>
        </w:rPr>
        <w:t xml:space="preserve"> s’appuie</w:t>
      </w:r>
      <w:r w:rsidR="00314C35" w:rsidRPr="006A5521">
        <w:rPr>
          <w:rFonts w:ascii="Helvetica 55 Roman" w:hAnsi="Helvetica 55 Roman"/>
        </w:rPr>
        <w:t xml:space="preserve"> sur l’infrastructure </w:t>
      </w:r>
      <w:r w:rsidR="00ED4890" w:rsidRPr="006A5521">
        <w:rPr>
          <w:rFonts w:ascii="Helvetica 55 Roman" w:hAnsi="Helvetica 55 Roman"/>
        </w:rPr>
        <w:t xml:space="preserve">de </w:t>
      </w:r>
      <w:r w:rsidR="00926536" w:rsidRPr="006A5521">
        <w:rPr>
          <w:rFonts w:ascii="Helvetica 55 Roman" w:hAnsi="Helvetica 55 Roman"/>
        </w:rPr>
        <w:t>B</w:t>
      </w:r>
      <w:r w:rsidR="00ED4890" w:rsidRPr="006A5521">
        <w:rPr>
          <w:rFonts w:ascii="Helvetica 55 Roman" w:hAnsi="Helvetica 55 Roman"/>
        </w:rPr>
        <w:t xml:space="preserve">oucle </w:t>
      </w:r>
      <w:r w:rsidR="00926536" w:rsidRPr="006A5521">
        <w:rPr>
          <w:rFonts w:ascii="Helvetica 55 Roman" w:hAnsi="Helvetica 55 Roman"/>
        </w:rPr>
        <w:t>L</w:t>
      </w:r>
      <w:r w:rsidR="00ED4890" w:rsidRPr="006A5521">
        <w:rPr>
          <w:rFonts w:ascii="Helvetica 55 Roman" w:hAnsi="Helvetica 55 Roman"/>
        </w:rPr>
        <w:t>ocale</w:t>
      </w:r>
      <w:r w:rsidR="009F1DDC" w:rsidRPr="006A5521">
        <w:rPr>
          <w:rFonts w:ascii="Helvetica 55 Roman" w:hAnsi="Helvetica 55 Roman"/>
        </w:rPr>
        <w:t xml:space="preserve"> </w:t>
      </w:r>
      <w:r w:rsidR="008809DA" w:rsidRPr="006A5521">
        <w:rPr>
          <w:rFonts w:ascii="Helvetica 55 Roman" w:hAnsi="Helvetica 55 Roman"/>
        </w:rPr>
        <w:t xml:space="preserve">Optique </w:t>
      </w:r>
      <w:r w:rsidR="00926536" w:rsidRPr="006A5521">
        <w:rPr>
          <w:rFonts w:ascii="Helvetica 55 Roman" w:hAnsi="Helvetica 55 Roman"/>
        </w:rPr>
        <w:t>M</w:t>
      </w:r>
      <w:r w:rsidR="00314C35" w:rsidRPr="006A5521">
        <w:rPr>
          <w:rFonts w:ascii="Helvetica 55 Roman" w:hAnsi="Helvetica 55 Roman"/>
        </w:rPr>
        <w:t>utualisée avec les accès FTTH</w:t>
      </w:r>
      <w:r w:rsidR="00AA5889" w:rsidRPr="006A5521">
        <w:rPr>
          <w:rFonts w:ascii="Helvetica 55 Roman" w:hAnsi="Helvetica 55 Roman"/>
        </w:rPr>
        <w:t>.</w:t>
      </w:r>
      <w:r w:rsidR="00B65FF9" w:rsidRPr="006A5521">
        <w:rPr>
          <w:rFonts w:ascii="Helvetica 55 Roman" w:hAnsi="Helvetica 55 Roman"/>
        </w:rPr>
        <w:t xml:space="preserve"> </w:t>
      </w:r>
      <w:r w:rsidR="00926536" w:rsidRPr="006A5521">
        <w:rPr>
          <w:rFonts w:ascii="Helvetica 55 Roman" w:hAnsi="Helvetica 55 Roman"/>
        </w:rPr>
        <w:t>Cependant, l</w:t>
      </w:r>
      <w:r w:rsidR="00B65FF9" w:rsidRPr="006A5521">
        <w:rPr>
          <w:rFonts w:ascii="Helvetica 55 Roman" w:hAnsi="Helvetica 55 Roman"/>
        </w:rPr>
        <w:t>’</w:t>
      </w:r>
      <w:r w:rsidR="00D5705B" w:rsidRPr="006A5521">
        <w:rPr>
          <w:rFonts w:ascii="Helvetica 55 Roman" w:hAnsi="Helvetica 55 Roman"/>
        </w:rPr>
        <w:t>A</w:t>
      </w:r>
      <w:r w:rsidR="00B65FF9" w:rsidRPr="006A5521">
        <w:rPr>
          <w:rFonts w:ascii="Helvetica 55 Roman" w:hAnsi="Helvetica 55 Roman"/>
        </w:rPr>
        <w:t xml:space="preserve">ccès et </w:t>
      </w:r>
      <w:r w:rsidR="00926536" w:rsidRPr="006A5521">
        <w:rPr>
          <w:rFonts w:ascii="Helvetica 55 Roman" w:hAnsi="Helvetica 55 Roman"/>
        </w:rPr>
        <w:t>les points</w:t>
      </w:r>
      <w:r w:rsidR="00B65FF9" w:rsidRPr="006A5521">
        <w:rPr>
          <w:rFonts w:ascii="Helvetica 55 Roman" w:hAnsi="Helvetica 55 Roman"/>
        </w:rPr>
        <w:t xml:space="preserve"> de coupure</w:t>
      </w:r>
      <w:r w:rsidR="00C86BFC" w:rsidRPr="006A5521">
        <w:rPr>
          <w:rFonts w:ascii="Helvetica 55 Roman" w:hAnsi="Helvetica 55 Roman"/>
        </w:rPr>
        <w:t xml:space="preserve"> </w:t>
      </w:r>
      <w:r w:rsidR="00D5705B" w:rsidRPr="006A5521">
        <w:rPr>
          <w:rFonts w:ascii="Helvetica 55 Roman" w:hAnsi="Helvetica 55 Roman"/>
        </w:rPr>
        <w:t xml:space="preserve">FTTE passif </w:t>
      </w:r>
      <w:r w:rsidR="00C86BFC" w:rsidRPr="006A5521">
        <w:rPr>
          <w:rFonts w:ascii="Helvetica 55 Roman" w:hAnsi="Helvetica 55 Roman"/>
        </w:rPr>
        <w:t xml:space="preserve"> </w:t>
      </w:r>
      <w:r w:rsidR="00B65FF9" w:rsidRPr="006A5521">
        <w:rPr>
          <w:rFonts w:ascii="Helvetica 55 Roman" w:hAnsi="Helvetica 55 Roman"/>
        </w:rPr>
        <w:t xml:space="preserve">sont dédiés au </w:t>
      </w:r>
      <w:r w:rsidR="008809DA" w:rsidRPr="006A5521">
        <w:rPr>
          <w:rFonts w:ascii="Helvetica 55 Roman" w:hAnsi="Helvetica 55 Roman"/>
        </w:rPr>
        <w:t>S</w:t>
      </w:r>
      <w:r w:rsidR="00B65FF9" w:rsidRPr="006A5521">
        <w:rPr>
          <w:rFonts w:ascii="Helvetica 55 Roman" w:hAnsi="Helvetica 55 Roman"/>
        </w:rPr>
        <w:t>ervice</w:t>
      </w:r>
      <w:r w:rsidR="005C0BE8" w:rsidRPr="006A5521">
        <w:rPr>
          <w:rFonts w:ascii="Helvetica 55 Roman" w:hAnsi="Helvetica 55 Roman"/>
        </w:rPr>
        <w:t xml:space="preserve"> via un cordon sécurisé au PM et un Point de Raccordement Entreprises distinct du Point de Branchement FTTH. Seul </w:t>
      </w:r>
      <w:r w:rsidR="00995693" w:rsidRPr="006A5521">
        <w:rPr>
          <w:rFonts w:ascii="Helvetica 55 Roman" w:hAnsi="Helvetica 55 Roman"/>
        </w:rPr>
        <w:t>RIP FTTX</w:t>
      </w:r>
      <w:r w:rsidR="005C0BE8" w:rsidRPr="006A5521">
        <w:rPr>
          <w:rFonts w:ascii="Helvetica 55 Roman" w:hAnsi="Helvetica 55 Roman"/>
        </w:rPr>
        <w:t xml:space="preserve"> intervient donc aux points de coupure de l’Offre. </w:t>
      </w:r>
      <w:r w:rsidR="00B65FF9" w:rsidRPr="006A5521">
        <w:rPr>
          <w:rFonts w:ascii="Helvetica 55 Roman" w:hAnsi="Helvetica 55 Roman"/>
        </w:rPr>
        <w:t xml:space="preserve">   </w:t>
      </w:r>
    </w:p>
    <w:p w14:paraId="28518F2E" w14:textId="77777777" w:rsidR="00D541F9" w:rsidRPr="006A5521" w:rsidRDefault="00D541F9" w:rsidP="006361B8">
      <w:pPr>
        <w:jc w:val="both"/>
        <w:rPr>
          <w:rFonts w:ascii="Helvetica 55 Roman" w:hAnsi="Helvetica 55 Roman"/>
        </w:rPr>
      </w:pPr>
    </w:p>
    <w:p w14:paraId="72E8B522" w14:textId="77777777" w:rsidR="006C5A72" w:rsidRDefault="006C5A72">
      <w:pPr>
        <w:spacing w:after="0"/>
        <w:rPr>
          <w:rFonts w:ascii="Helvetica 55 Roman" w:hAnsi="Helvetica 55 Roman"/>
        </w:rPr>
      </w:pPr>
      <w:r>
        <w:rPr>
          <w:rFonts w:ascii="Helvetica 55 Roman" w:hAnsi="Helvetica 55 Roman"/>
        </w:rPr>
        <w:br w:type="page"/>
      </w:r>
    </w:p>
    <w:p w14:paraId="28518F2F" w14:textId="07235E63" w:rsidR="00C2322C" w:rsidRPr="006A5521" w:rsidRDefault="00ED4890" w:rsidP="006361B8">
      <w:pPr>
        <w:jc w:val="both"/>
        <w:rPr>
          <w:rFonts w:ascii="Helvetica 55 Roman" w:hAnsi="Helvetica 55 Roman"/>
        </w:rPr>
      </w:pPr>
      <w:r w:rsidRPr="006A5521">
        <w:rPr>
          <w:rFonts w:ascii="Helvetica 55 Roman" w:hAnsi="Helvetica 55 Roman"/>
        </w:rPr>
        <w:lastRenderedPageBreak/>
        <w:t>La</w:t>
      </w:r>
      <w:r w:rsidR="00C2322C" w:rsidRPr="006A5521">
        <w:rPr>
          <w:rFonts w:ascii="Helvetica 55 Roman" w:hAnsi="Helvetica 55 Roman"/>
        </w:rPr>
        <w:t xml:space="preserve"> </w:t>
      </w:r>
      <w:r w:rsidRPr="006A5521">
        <w:rPr>
          <w:rFonts w:ascii="Helvetica 55 Roman" w:hAnsi="Helvetica 55 Roman"/>
        </w:rPr>
        <w:t xml:space="preserve">livraison de la </w:t>
      </w:r>
      <w:r w:rsidR="00C2322C" w:rsidRPr="006A5521">
        <w:rPr>
          <w:rFonts w:ascii="Helvetica 55 Roman" w:hAnsi="Helvetica 55 Roman"/>
        </w:rPr>
        <w:t xml:space="preserve">liaison entre la tête de livraison au NRO </w:t>
      </w:r>
      <w:r w:rsidR="006A0B71" w:rsidRPr="006A5521">
        <w:rPr>
          <w:rFonts w:ascii="Helvetica 55 Roman" w:hAnsi="Helvetica 55 Roman"/>
        </w:rPr>
        <w:t xml:space="preserve">et le </w:t>
      </w:r>
      <w:r w:rsidR="00C2322C" w:rsidRPr="006A5521">
        <w:rPr>
          <w:rFonts w:ascii="Helvetica 55 Roman" w:hAnsi="Helvetica 55 Roman"/>
        </w:rPr>
        <w:t>point de livraison chez le client final </w:t>
      </w:r>
      <w:r w:rsidRPr="006A5521">
        <w:rPr>
          <w:rFonts w:ascii="Helvetica 55 Roman" w:hAnsi="Helvetica 55 Roman"/>
        </w:rPr>
        <w:t xml:space="preserve">inclut </w:t>
      </w:r>
      <w:r w:rsidR="00C2322C" w:rsidRPr="006A5521">
        <w:rPr>
          <w:rFonts w:ascii="Helvetica 55 Roman" w:hAnsi="Helvetica 55 Roman"/>
        </w:rPr>
        <w:t xml:space="preserve">: </w:t>
      </w:r>
    </w:p>
    <w:p w14:paraId="28518F30" w14:textId="77777777" w:rsidR="00C2322C" w:rsidRPr="006A5521" w:rsidRDefault="00ED4890"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du </w:t>
      </w:r>
      <w:r w:rsidR="00D01B27" w:rsidRPr="006A5521">
        <w:rPr>
          <w:rFonts w:ascii="Helvetica 55 Roman" w:hAnsi="Helvetica 55 Roman"/>
        </w:rPr>
        <w:t>raccordement</w:t>
      </w:r>
      <w:r w:rsidR="00C2322C" w:rsidRPr="006A5521">
        <w:rPr>
          <w:rFonts w:ascii="Helvetica 55 Roman" w:hAnsi="Helvetica 55 Roman"/>
        </w:rPr>
        <w:t xml:space="preserve"> client  depuis le </w:t>
      </w:r>
      <w:r w:rsidR="00D01B27" w:rsidRPr="006A5521">
        <w:rPr>
          <w:rFonts w:ascii="Helvetica 55 Roman" w:hAnsi="Helvetica 55 Roman"/>
        </w:rPr>
        <w:t>P</w:t>
      </w:r>
      <w:r w:rsidR="00C2322C" w:rsidRPr="006A5521">
        <w:rPr>
          <w:rFonts w:ascii="Helvetica 55 Roman" w:hAnsi="Helvetica 55 Roman"/>
        </w:rPr>
        <w:t xml:space="preserve">oint de </w:t>
      </w:r>
      <w:r w:rsidR="00D01B27" w:rsidRPr="006A5521">
        <w:rPr>
          <w:rFonts w:ascii="Helvetica 55 Roman" w:hAnsi="Helvetica 55 Roman"/>
        </w:rPr>
        <w:t>R</w:t>
      </w:r>
      <w:r w:rsidR="00C2322C" w:rsidRPr="006A5521">
        <w:rPr>
          <w:rFonts w:ascii="Helvetica 55 Roman" w:hAnsi="Helvetica 55 Roman"/>
        </w:rPr>
        <w:t>accordement</w:t>
      </w:r>
      <w:r w:rsidR="00D01B27" w:rsidRPr="006A5521">
        <w:rPr>
          <w:rFonts w:ascii="Helvetica 55 Roman" w:hAnsi="Helvetica 55 Roman"/>
        </w:rPr>
        <w:t xml:space="preserve"> Entreprise</w:t>
      </w:r>
      <w:r w:rsidR="00B65FF9" w:rsidRPr="006A5521">
        <w:rPr>
          <w:rFonts w:ascii="Helvetica 55 Roman" w:hAnsi="Helvetica 55 Roman"/>
        </w:rPr>
        <w:t xml:space="preserve"> </w:t>
      </w:r>
      <w:r w:rsidR="008809DA" w:rsidRPr="006A5521">
        <w:rPr>
          <w:rFonts w:ascii="Helvetica 55 Roman" w:hAnsi="Helvetica 55 Roman"/>
        </w:rPr>
        <w:t>de</w:t>
      </w:r>
      <w:r w:rsidR="00B65FF9" w:rsidRPr="006A5521">
        <w:rPr>
          <w:rFonts w:ascii="Helvetica 55 Roman" w:hAnsi="Helvetica 55 Roman"/>
        </w:rPr>
        <w:t xml:space="preserve"> la boucle locale </w:t>
      </w:r>
      <w:r w:rsidR="00D5705B" w:rsidRPr="006A5521">
        <w:rPr>
          <w:rFonts w:ascii="Helvetica 55 Roman" w:hAnsi="Helvetica 55 Roman"/>
        </w:rPr>
        <w:t xml:space="preserve">de </w:t>
      </w:r>
      <w:r w:rsidR="00995693" w:rsidRPr="006A5521">
        <w:rPr>
          <w:rFonts w:ascii="Helvetica 55 Roman" w:hAnsi="Helvetica 55 Roman"/>
        </w:rPr>
        <w:t>RIP FTTX</w:t>
      </w:r>
      <w:r w:rsidR="00D5705B" w:rsidRPr="006A5521">
        <w:rPr>
          <w:rFonts w:ascii="Helvetica 55 Roman" w:hAnsi="Helvetica 55 Roman"/>
        </w:rPr>
        <w:t xml:space="preserve"> </w:t>
      </w:r>
    </w:p>
    <w:p w14:paraId="28518F31" w14:textId="77777777" w:rsidR="00513AEB" w:rsidRPr="006A5521" w:rsidRDefault="00ED4890"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w:t>
      </w:r>
      <w:r w:rsidRPr="006A5521">
        <w:rPr>
          <w:rFonts w:ascii="Helvetica 55 Roman" w:hAnsi="Helvetica 55 Roman"/>
        </w:rPr>
        <w:t xml:space="preserve">éventuelle </w:t>
      </w:r>
      <w:r w:rsidR="00C2322C" w:rsidRPr="006A5521">
        <w:rPr>
          <w:rFonts w:ascii="Helvetica 55 Roman" w:hAnsi="Helvetica 55 Roman"/>
        </w:rPr>
        <w:t xml:space="preserve">de la </w:t>
      </w:r>
      <w:r w:rsidR="00B20554" w:rsidRPr="006A5521">
        <w:rPr>
          <w:rFonts w:ascii="Helvetica 55 Roman" w:hAnsi="Helvetica 55 Roman"/>
        </w:rPr>
        <w:t>desserte</w:t>
      </w:r>
      <w:r w:rsidR="00C2322C" w:rsidRPr="006A5521">
        <w:rPr>
          <w:rFonts w:ascii="Helvetica 55 Roman" w:hAnsi="Helvetica 55 Roman"/>
        </w:rPr>
        <w:t xml:space="preserve"> interne client </w:t>
      </w:r>
      <w:r w:rsidRPr="006A5521">
        <w:rPr>
          <w:rFonts w:ascii="Helvetica 55 Roman" w:hAnsi="Helvetica 55 Roman"/>
        </w:rPr>
        <w:t xml:space="preserve">dans les conditions définies au § </w:t>
      </w:r>
      <w:r w:rsidR="00915A8A" w:rsidRPr="006A5521">
        <w:rPr>
          <w:rFonts w:ascii="Helvetica 55 Roman" w:hAnsi="Helvetica 55 Roman"/>
        </w:rPr>
        <w:t>4.3.3</w:t>
      </w:r>
    </w:p>
    <w:p w14:paraId="28518F32" w14:textId="77777777" w:rsidR="00513AEB" w:rsidRPr="006A5521" w:rsidRDefault="00513AEB"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pose d</w:t>
      </w:r>
      <w:r w:rsidR="00632E68" w:rsidRPr="006A5521">
        <w:rPr>
          <w:rFonts w:ascii="Helvetica 55 Roman" w:hAnsi="Helvetica 55 Roman"/>
        </w:rPr>
        <w:t>u</w:t>
      </w:r>
      <w:r w:rsidR="00C51F43" w:rsidRPr="006A5521">
        <w:rPr>
          <w:rFonts w:ascii="Helvetica 55 Roman" w:hAnsi="Helvetica 55 Roman"/>
        </w:rPr>
        <w:t xml:space="preserve"> DTIO</w:t>
      </w:r>
      <w:r w:rsidR="00632E68" w:rsidRPr="006A5521">
        <w:rPr>
          <w:rFonts w:ascii="Helvetica 55 Roman" w:hAnsi="Helvetica 55 Roman"/>
        </w:rPr>
        <w:t xml:space="preserve"> et de la Prise Termina</w:t>
      </w:r>
      <w:r w:rsidR="00D5705B" w:rsidRPr="006A5521">
        <w:rPr>
          <w:rFonts w:ascii="Helvetica 55 Roman" w:hAnsi="Helvetica 55 Roman"/>
        </w:rPr>
        <w:t>ison</w:t>
      </w:r>
      <w:r w:rsidR="00C2322C" w:rsidRPr="006A5521">
        <w:rPr>
          <w:rFonts w:ascii="Helvetica 55 Roman" w:hAnsi="Helvetica 55 Roman"/>
        </w:rPr>
        <w:t xml:space="preserve"> </w:t>
      </w:r>
      <w:r w:rsidRPr="006A5521">
        <w:rPr>
          <w:rFonts w:ascii="Helvetica 55 Roman" w:hAnsi="Helvetica 55 Roman"/>
        </w:rPr>
        <w:t>O</w:t>
      </w:r>
      <w:r w:rsidR="00C2322C" w:rsidRPr="006A5521">
        <w:rPr>
          <w:rFonts w:ascii="Helvetica 55 Roman" w:hAnsi="Helvetica 55 Roman"/>
        </w:rPr>
        <w:t>ptique</w:t>
      </w:r>
      <w:r w:rsidR="009B7967" w:rsidRPr="006A5521">
        <w:rPr>
          <w:rFonts w:ascii="Helvetica 55 Roman" w:hAnsi="Helvetica 55 Roman"/>
        </w:rPr>
        <w:t xml:space="preserve"> ou </w:t>
      </w:r>
      <w:r w:rsidRPr="006A5521">
        <w:rPr>
          <w:rFonts w:ascii="Helvetica 55 Roman" w:hAnsi="Helvetica 55 Roman"/>
        </w:rPr>
        <w:t xml:space="preserve">du bandeau Optique </w:t>
      </w:r>
      <w:r w:rsidR="009B7967" w:rsidRPr="006A5521">
        <w:rPr>
          <w:rFonts w:ascii="Helvetica 55 Roman" w:hAnsi="Helvetica 55 Roman"/>
        </w:rPr>
        <w:t>lorsque cette option a ét</w:t>
      </w:r>
      <w:r w:rsidRPr="006A5521">
        <w:rPr>
          <w:rFonts w:ascii="Helvetica 55 Roman" w:hAnsi="Helvetica 55 Roman"/>
        </w:rPr>
        <w:t>é choisie au moment de la commande</w:t>
      </w:r>
    </w:p>
    <w:p w14:paraId="28518F33" w14:textId="77777777" w:rsidR="00C2322C" w:rsidRPr="006A5521" w:rsidRDefault="00513AEB"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de la continuité optique au NRO </w:t>
      </w:r>
      <w:r w:rsidR="00460816" w:rsidRPr="006A5521">
        <w:rPr>
          <w:rFonts w:ascii="Helvetica 55 Roman" w:hAnsi="Helvetica 55 Roman"/>
        </w:rPr>
        <w:t xml:space="preserve">par </w:t>
      </w:r>
      <w:r w:rsidR="00BC3073" w:rsidRPr="006A5521">
        <w:rPr>
          <w:rFonts w:ascii="Helvetica 55 Roman" w:hAnsi="Helvetica 55 Roman"/>
        </w:rPr>
        <w:t>un cordon optique</w:t>
      </w:r>
      <w:r w:rsidR="00460816" w:rsidRPr="006A5521">
        <w:rPr>
          <w:rFonts w:ascii="Helvetica 55 Roman" w:hAnsi="Helvetica 55 Roman"/>
        </w:rPr>
        <w:t xml:space="preserve"> </w:t>
      </w:r>
      <w:r w:rsidR="00C2322C" w:rsidRPr="006A5521">
        <w:rPr>
          <w:rFonts w:ascii="Helvetica 55 Roman" w:hAnsi="Helvetica 55 Roman"/>
        </w:rPr>
        <w:t xml:space="preserve">entre la tête de terminaison de la boucle </w:t>
      </w:r>
      <w:r w:rsidR="00B20554" w:rsidRPr="006A5521">
        <w:rPr>
          <w:rFonts w:ascii="Helvetica 55 Roman" w:hAnsi="Helvetica 55 Roman"/>
        </w:rPr>
        <w:t>locale</w:t>
      </w:r>
      <w:r w:rsidR="00C2322C" w:rsidRPr="006A5521">
        <w:rPr>
          <w:rFonts w:ascii="Helvetica 55 Roman" w:hAnsi="Helvetica 55 Roman"/>
        </w:rPr>
        <w:t xml:space="preserve"> optique</w:t>
      </w:r>
      <w:r w:rsidR="00460816" w:rsidRPr="006A5521">
        <w:rPr>
          <w:rFonts w:ascii="Helvetica 55 Roman" w:hAnsi="Helvetica 55 Roman"/>
        </w:rPr>
        <w:t xml:space="preserve"> (TBL)</w:t>
      </w:r>
      <w:r w:rsidR="00C2322C" w:rsidRPr="006A5521">
        <w:rPr>
          <w:rFonts w:ascii="Helvetica 55 Roman" w:hAnsi="Helvetica 55 Roman"/>
        </w:rPr>
        <w:t xml:space="preserve"> et la tête </w:t>
      </w:r>
      <w:r w:rsidR="00460816" w:rsidRPr="006A5521">
        <w:rPr>
          <w:rFonts w:ascii="Helvetica 55 Roman" w:hAnsi="Helvetica 55 Roman"/>
        </w:rPr>
        <w:t>équipement</w:t>
      </w:r>
      <w:r w:rsidR="00C2322C" w:rsidRPr="006A5521">
        <w:rPr>
          <w:rFonts w:ascii="Helvetica 55 Roman" w:hAnsi="Helvetica 55 Roman"/>
        </w:rPr>
        <w:t xml:space="preserve"> opérateur</w:t>
      </w:r>
      <w:r w:rsidR="00460816" w:rsidRPr="006A5521">
        <w:rPr>
          <w:rFonts w:ascii="Helvetica 55 Roman" w:hAnsi="Helvetica 55 Roman"/>
        </w:rPr>
        <w:t xml:space="preserve"> (TE)</w:t>
      </w:r>
    </w:p>
    <w:p w14:paraId="28518F34" w14:textId="77777777" w:rsidR="006C0942" w:rsidRPr="006A5521" w:rsidRDefault="009B2CA3" w:rsidP="002B1710">
      <w:pPr>
        <w:numPr>
          <w:ilvl w:val="0"/>
          <w:numId w:val="4"/>
        </w:numPr>
        <w:rPr>
          <w:rFonts w:ascii="Helvetica 55 Roman" w:hAnsi="Helvetica 55 Roman"/>
        </w:rPr>
      </w:pPr>
      <w:r w:rsidRPr="006A5521">
        <w:rPr>
          <w:rFonts w:ascii="Helvetica 55 Roman" w:hAnsi="Helvetica 55 Roman"/>
        </w:rPr>
        <w:t xml:space="preserve">la réalisation de la continuité optique au PM par un cordon optique sécurisé entre le réseau de transport </w:t>
      </w:r>
      <w:r w:rsidR="000938D3" w:rsidRPr="006A5521">
        <w:rPr>
          <w:rFonts w:ascii="Helvetica 55 Roman" w:hAnsi="Helvetica 55 Roman"/>
        </w:rPr>
        <w:t xml:space="preserve">de </w:t>
      </w:r>
      <w:r w:rsidR="00995693" w:rsidRPr="006A5521">
        <w:rPr>
          <w:rFonts w:ascii="Helvetica 55 Roman" w:hAnsi="Helvetica 55 Roman"/>
        </w:rPr>
        <w:t>RIP FTTX</w:t>
      </w:r>
      <w:r w:rsidR="000938D3" w:rsidRPr="006A5521">
        <w:rPr>
          <w:rFonts w:ascii="Helvetica 55 Roman" w:hAnsi="Helvetica 55 Roman"/>
        </w:rPr>
        <w:t xml:space="preserve"> </w:t>
      </w:r>
      <w:r w:rsidRPr="006A5521">
        <w:rPr>
          <w:rFonts w:ascii="Helvetica 55 Roman" w:hAnsi="Helvetica 55 Roman"/>
        </w:rPr>
        <w:t>et le réseau de distribution de la boucle locale optique entreprise</w:t>
      </w:r>
      <w:r w:rsidR="000A7D66" w:rsidRPr="006A5521">
        <w:rPr>
          <w:rFonts w:ascii="Helvetica 55 Roman" w:hAnsi="Helvetica 55 Roman"/>
        </w:rPr>
        <w:t xml:space="preserve"> </w:t>
      </w:r>
      <w:r w:rsidR="000938D3" w:rsidRPr="006A5521">
        <w:rPr>
          <w:rFonts w:ascii="Helvetica 55 Roman" w:hAnsi="Helvetica 55 Roman"/>
        </w:rPr>
        <w:t xml:space="preserve"> de </w:t>
      </w:r>
      <w:r w:rsidR="00995693" w:rsidRPr="006A5521">
        <w:rPr>
          <w:rFonts w:ascii="Helvetica 55 Roman" w:hAnsi="Helvetica 55 Roman"/>
        </w:rPr>
        <w:t>RIP FTTX</w:t>
      </w:r>
      <w:r w:rsidRPr="006A5521">
        <w:rPr>
          <w:rFonts w:ascii="Helvetica 55 Roman" w:hAnsi="Helvetica 55 Roman"/>
        </w:rPr>
        <w:t>.</w:t>
      </w:r>
    </w:p>
    <w:p w14:paraId="28518F36" w14:textId="77777777" w:rsidR="00B14F9B" w:rsidRPr="006A5521" w:rsidRDefault="00B14F9B" w:rsidP="00B50942">
      <w:pPr>
        <w:jc w:val="both"/>
        <w:rPr>
          <w:rFonts w:ascii="Helvetica 55 Roman" w:hAnsi="Helvetica 55 Roman"/>
        </w:rPr>
      </w:pPr>
    </w:p>
    <w:p w14:paraId="28518F37" w14:textId="5F0274CC" w:rsidR="00B14F9B" w:rsidRPr="006A5521" w:rsidRDefault="00B14F9B" w:rsidP="009B7967">
      <w:pPr>
        <w:pStyle w:val="Titre2"/>
        <w:rPr>
          <w:rFonts w:ascii="Helvetica 55 Roman" w:hAnsi="Helvetica 55 Roman"/>
        </w:rPr>
      </w:pPr>
      <w:bookmarkStart w:id="45" w:name="_Toc191403"/>
      <w:bookmarkStart w:id="46" w:name="_Toc79412059"/>
      <w:r w:rsidRPr="006A5521">
        <w:rPr>
          <w:rFonts w:ascii="Helvetica 55 Roman" w:hAnsi="Helvetica 55 Roman"/>
        </w:rPr>
        <w:t>Raccordement coté NRO</w:t>
      </w:r>
      <w:bookmarkEnd w:id="45"/>
      <w:bookmarkEnd w:id="46"/>
    </w:p>
    <w:p w14:paraId="28518F39" w14:textId="77777777" w:rsidR="005301BA" w:rsidRPr="006A5521" w:rsidRDefault="005301BA" w:rsidP="005301BA">
      <w:pPr>
        <w:rPr>
          <w:rFonts w:ascii="Helvetica 55 Roman" w:hAnsi="Helvetica 55 Roman"/>
        </w:rPr>
      </w:pPr>
      <w:r w:rsidRPr="006A5521">
        <w:rPr>
          <w:rFonts w:ascii="Helvetica 55 Roman" w:hAnsi="Helvetica 55 Roman"/>
          <w:b/>
        </w:rPr>
        <w:t xml:space="preserve">Lorsque le NRO de </w:t>
      </w:r>
      <w:r w:rsidR="00995693" w:rsidRPr="006A5521">
        <w:rPr>
          <w:rFonts w:ascii="Helvetica 55 Roman" w:hAnsi="Helvetica 55 Roman"/>
          <w:b/>
        </w:rPr>
        <w:t>RIP FTTX</w:t>
      </w:r>
      <w:r w:rsidRPr="006A5521">
        <w:rPr>
          <w:rFonts w:ascii="Helvetica 55 Roman" w:hAnsi="Helvetica 55 Roman"/>
          <w:b/>
        </w:rPr>
        <w:t xml:space="preserve"> est hébergé dans un NRA d’Orange</w:t>
      </w:r>
      <w:r w:rsidRPr="006A5521">
        <w:rPr>
          <w:rFonts w:ascii="Helvetica 55 Roman" w:hAnsi="Helvetica 55 Roman"/>
        </w:rPr>
        <w:t xml:space="preserve">, la livraison au NRO d’un Accès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est réalisée sur le RTO au niveau de la ferme équipement</w:t>
      </w:r>
    </w:p>
    <w:p w14:paraId="28518F3A" w14:textId="77777777" w:rsidR="005301BA" w:rsidRPr="006A5521" w:rsidRDefault="005301BA" w:rsidP="005301BA">
      <w:pPr>
        <w:rPr>
          <w:rFonts w:ascii="Helvetica 55 Roman" w:hAnsi="Helvetica 55 Roman"/>
        </w:rPr>
      </w:pPr>
    </w:p>
    <w:p w14:paraId="28518F3B" w14:textId="77777777" w:rsidR="005301BA" w:rsidRPr="006A5521" w:rsidRDefault="005301BA" w:rsidP="005301BA">
      <w:pPr>
        <w:rPr>
          <w:rFonts w:ascii="Helvetica 55 Roman" w:hAnsi="Helvetica 55 Roman"/>
        </w:rPr>
      </w:pPr>
      <w:r w:rsidRPr="006A5521">
        <w:rPr>
          <w:rFonts w:ascii="Helvetica 55 Roman" w:hAnsi="Helvetica 55 Roman"/>
        </w:rPr>
        <w:t>L’Opérateur Commercial peut être raccordé selon 3 cas de figure sur la ferme équipement:</w:t>
      </w:r>
    </w:p>
    <w:p w14:paraId="28518F3C"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L’équipement actif de l’Opérateur Commercial est situé dans la même salle que le RTO (Fig2)</w:t>
      </w:r>
      <w:r w:rsidR="00BD4E5F" w:rsidRPr="006A5521">
        <w:rPr>
          <w:rFonts w:ascii="Helvetica 55 Roman" w:hAnsi="Helvetica 55 Roman"/>
        </w:rPr>
        <w:t>,</w:t>
      </w:r>
    </w:p>
    <w:p w14:paraId="28518F3D"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 xml:space="preserve">L’équipement actif de l’Opérateur Commercial est situé dans une salle différente </w:t>
      </w:r>
      <w:r w:rsidR="008A0562" w:rsidRPr="006A5521">
        <w:rPr>
          <w:rFonts w:ascii="Helvetica 55 Roman" w:hAnsi="Helvetica 55 Roman"/>
        </w:rPr>
        <w:t>de celle du</w:t>
      </w:r>
      <w:r w:rsidRPr="006A5521">
        <w:rPr>
          <w:rFonts w:ascii="Helvetica 55 Roman" w:hAnsi="Helvetica 55 Roman"/>
        </w:rPr>
        <w:t xml:space="preserve"> RTO (Fig3)</w:t>
      </w:r>
      <w:r w:rsidR="00BD4E5F" w:rsidRPr="006A5521">
        <w:rPr>
          <w:rFonts w:ascii="Helvetica 55 Roman" w:hAnsi="Helvetica 55 Roman"/>
        </w:rPr>
        <w:t>,</w:t>
      </w:r>
    </w:p>
    <w:p w14:paraId="28518F3E"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L’équipement actif de l’Opérateur Commercial est situé en dehors du bâtiment Orange (Fig4)</w:t>
      </w:r>
      <w:r w:rsidR="00BD4E5F" w:rsidRPr="006A5521">
        <w:rPr>
          <w:rFonts w:ascii="Helvetica 55 Roman" w:hAnsi="Helvetica 55 Roman"/>
        </w:rPr>
        <w:t>.</w:t>
      </w:r>
    </w:p>
    <w:p w14:paraId="28518F40" w14:textId="77777777" w:rsidR="005301BA" w:rsidRPr="006A5521" w:rsidRDefault="005301BA" w:rsidP="005301BA">
      <w:pPr>
        <w:rPr>
          <w:rFonts w:ascii="Helvetica 55 Roman" w:hAnsi="Helvetica 55 Roman"/>
        </w:rPr>
      </w:pPr>
    </w:p>
    <w:p w14:paraId="28518F41" w14:textId="77777777" w:rsidR="005301BA" w:rsidRPr="006A5521" w:rsidRDefault="005301BA" w:rsidP="005301BA">
      <w:pPr>
        <w:rPr>
          <w:rFonts w:ascii="Helvetica 55 Roman" w:hAnsi="Helvetica 55 Roman"/>
        </w:rPr>
      </w:pPr>
      <w:r w:rsidRPr="006A5521">
        <w:rPr>
          <w:rFonts w:ascii="Helvetica 55 Roman" w:hAnsi="Helvetica 55 Roman"/>
          <w:b/>
        </w:rPr>
        <w:t xml:space="preserve">Lorsque le NRO de </w:t>
      </w:r>
      <w:r w:rsidR="00995693" w:rsidRPr="006A5521">
        <w:rPr>
          <w:rFonts w:ascii="Helvetica 55 Roman" w:hAnsi="Helvetica 55 Roman"/>
          <w:b/>
        </w:rPr>
        <w:t>RIP FTTX</w:t>
      </w:r>
      <w:r w:rsidRPr="006A5521">
        <w:rPr>
          <w:rFonts w:ascii="Helvetica 55 Roman" w:hAnsi="Helvetica 55 Roman"/>
          <w:b/>
        </w:rPr>
        <w:t xml:space="preserve"> est hébergé dans un </w:t>
      </w:r>
      <w:proofErr w:type="spellStart"/>
      <w:r w:rsidRPr="006A5521">
        <w:rPr>
          <w:rFonts w:ascii="Helvetica 55 Roman" w:hAnsi="Helvetica 55 Roman"/>
          <w:b/>
        </w:rPr>
        <w:t>shelter</w:t>
      </w:r>
      <w:proofErr w:type="spellEnd"/>
      <w:r w:rsidRPr="006A5521">
        <w:rPr>
          <w:rFonts w:ascii="Helvetica 55 Roman" w:hAnsi="Helvetica 55 Roman"/>
          <w:b/>
        </w:rPr>
        <w:t xml:space="preserve"> de </w:t>
      </w:r>
      <w:r w:rsidR="00995693" w:rsidRPr="006A5521">
        <w:rPr>
          <w:rFonts w:ascii="Helvetica 55 Roman" w:hAnsi="Helvetica 55 Roman"/>
          <w:b/>
        </w:rPr>
        <w:t>RIP FTTX</w:t>
      </w:r>
      <w:r w:rsidRPr="006A5521">
        <w:rPr>
          <w:rFonts w:ascii="Helvetica 55 Roman" w:hAnsi="Helvetica 55 Roman"/>
        </w:rPr>
        <w:t xml:space="preserve">, la livraison au NRO d’un Accès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est réalisée sur la TE installée sur la ferme équipement du RTO (figure 2).</w:t>
      </w:r>
    </w:p>
    <w:p w14:paraId="28518F42" w14:textId="77777777" w:rsidR="005301BA" w:rsidRPr="006A5521" w:rsidRDefault="005301BA" w:rsidP="005301BA">
      <w:pPr>
        <w:rPr>
          <w:rFonts w:ascii="Helvetica 55 Roman" w:hAnsi="Helvetica 55 Roman"/>
        </w:rPr>
      </w:pPr>
      <w:r w:rsidRPr="006A5521">
        <w:rPr>
          <w:rFonts w:ascii="Helvetica 55 Roman" w:hAnsi="Helvetica 55 Roman"/>
        </w:rPr>
        <w:t xml:space="preserve"> </w:t>
      </w:r>
    </w:p>
    <w:p w14:paraId="28518F43" w14:textId="77777777" w:rsidR="005301BA" w:rsidRPr="006A5521" w:rsidRDefault="005301BA" w:rsidP="005301BA">
      <w:pPr>
        <w:rPr>
          <w:rFonts w:ascii="Helvetica 55 Roman" w:hAnsi="Helvetica 55 Roman"/>
        </w:rPr>
      </w:pPr>
      <w:r w:rsidRPr="006A5521">
        <w:rPr>
          <w:rFonts w:ascii="Helvetica 55 Roman" w:hAnsi="Helvetica 55 Roman"/>
        </w:rPr>
        <w:t>La liaison entre les têtes situées sur les fermes boucles locales et les fermes équipements, est réalisée dans le cadre du présent contrat à la production de l’accès par la pose d’un cordon avec une connectique SC/APC.</w:t>
      </w:r>
    </w:p>
    <w:p w14:paraId="28518F44" w14:textId="77777777" w:rsidR="00421B57" w:rsidRPr="006A5521" w:rsidRDefault="00421B57" w:rsidP="00D5705B">
      <w:pPr>
        <w:ind w:left="720"/>
        <w:jc w:val="both"/>
        <w:rPr>
          <w:rFonts w:ascii="Helvetica 55 Roman" w:hAnsi="Helvetica 55 Roman"/>
        </w:rPr>
      </w:pPr>
    </w:p>
    <w:p w14:paraId="28518F45" w14:textId="77777777" w:rsidR="0049691F" w:rsidRPr="006A5521" w:rsidRDefault="009F682C" w:rsidP="004151C9">
      <w:pPr>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1" wp14:editId="28518FF2">
                <wp:extent cx="5756910" cy="2202815"/>
                <wp:effectExtent l="5080" t="0" r="635" b="1905"/>
                <wp:docPr id="287" name="Zone de dessin 2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64" name="Rectangle 288"/>
                        <wps:cNvSpPr>
                          <a:spLocks noChangeArrowheads="1"/>
                        </wps:cNvSpPr>
                        <wps:spPr bwMode="auto">
                          <a:xfrm>
                            <a:off x="4747260" y="691515"/>
                            <a:ext cx="1003300" cy="105092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5" name="Rectangle 289"/>
                        <wps:cNvSpPr>
                          <a:spLocks noChangeArrowheads="1"/>
                        </wps:cNvSpPr>
                        <wps:spPr bwMode="auto">
                          <a:xfrm>
                            <a:off x="4747260" y="691515"/>
                            <a:ext cx="1003300" cy="105092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6" name="Rectangle 290"/>
                        <wps:cNvSpPr>
                          <a:spLocks noChangeArrowheads="1"/>
                        </wps:cNvSpPr>
                        <wps:spPr bwMode="auto">
                          <a:xfrm>
                            <a:off x="152400" y="368935"/>
                            <a:ext cx="1184910" cy="1428750"/>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7" name="Rectangle 291"/>
                        <wps:cNvSpPr>
                          <a:spLocks noChangeArrowheads="1"/>
                        </wps:cNvSpPr>
                        <wps:spPr bwMode="auto">
                          <a:xfrm>
                            <a:off x="152400" y="368935"/>
                            <a:ext cx="1184910" cy="1428750"/>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8" name="Rectangle 292"/>
                        <wps:cNvSpPr>
                          <a:spLocks noChangeArrowheads="1"/>
                        </wps:cNvSpPr>
                        <wps:spPr bwMode="auto">
                          <a:xfrm>
                            <a:off x="1264920"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6"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469" name="Rectangle 293"/>
                        <wps:cNvSpPr>
                          <a:spLocks noChangeArrowheads="1"/>
                        </wps:cNvSpPr>
                        <wps:spPr bwMode="auto">
                          <a:xfrm>
                            <a:off x="3139440" y="690245"/>
                            <a:ext cx="334645"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0" name="Rectangle 294"/>
                        <wps:cNvSpPr>
                          <a:spLocks noChangeArrowheads="1"/>
                        </wps:cNvSpPr>
                        <wps:spPr bwMode="auto">
                          <a:xfrm>
                            <a:off x="3212465" y="83566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7"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471" name="Rectangle 295"/>
                        <wps:cNvSpPr>
                          <a:spLocks noChangeArrowheads="1"/>
                        </wps:cNvSpPr>
                        <wps:spPr bwMode="auto">
                          <a:xfrm>
                            <a:off x="4200525" y="1024890"/>
                            <a:ext cx="449580" cy="3149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2" name="Rectangle 296"/>
                        <wps:cNvSpPr>
                          <a:spLocks noChangeArrowheads="1"/>
                        </wps:cNvSpPr>
                        <wps:spPr bwMode="auto">
                          <a:xfrm>
                            <a:off x="4321810" y="104203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8"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473" name="Rectangle 297"/>
                        <wps:cNvSpPr>
                          <a:spLocks noChangeArrowheads="1"/>
                        </wps:cNvSpPr>
                        <wps:spPr bwMode="auto">
                          <a:xfrm>
                            <a:off x="4747895" y="692150"/>
                            <a:ext cx="100330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4" name="Rectangle 298"/>
                        <wps:cNvSpPr>
                          <a:spLocks noChangeArrowheads="1"/>
                        </wps:cNvSpPr>
                        <wps:spPr bwMode="auto">
                          <a:xfrm>
                            <a:off x="4939665" y="1021080"/>
                            <a:ext cx="27686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5" name="Rectangle 299"/>
                        <wps:cNvSpPr>
                          <a:spLocks noChangeArrowheads="1"/>
                        </wps:cNvSpPr>
                        <wps:spPr bwMode="auto">
                          <a:xfrm>
                            <a:off x="4939665" y="1021080"/>
                            <a:ext cx="27686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6" name="Rectangle 300"/>
                        <wps:cNvSpPr>
                          <a:spLocks noChangeArrowheads="1"/>
                        </wps:cNvSpPr>
                        <wps:spPr bwMode="auto">
                          <a:xfrm>
                            <a:off x="4981575" y="103632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9" w14:textId="77777777"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477" name="Rectangle 301"/>
                        <wps:cNvSpPr>
                          <a:spLocks noChangeArrowheads="1"/>
                        </wps:cNvSpPr>
                        <wps:spPr bwMode="auto">
                          <a:xfrm>
                            <a:off x="5390515" y="1021080"/>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Rectangle 302"/>
                        <wps:cNvSpPr>
                          <a:spLocks noChangeArrowheads="1"/>
                        </wps:cNvSpPr>
                        <wps:spPr bwMode="auto">
                          <a:xfrm>
                            <a:off x="5390515" y="1021080"/>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9" name="Rectangle 303"/>
                        <wps:cNvSpPr>
                          <a:spLocks noChangeArrowheads="1"/>
                        </wps:cNvSpPr>
                        <wps:spPr bwMode="auto">
                          <a:xfrm>
                            <a:off x="5451475" y="103632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A" w14:textId="77777777"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320" name="Line 304"/>
                        <wps:cNvCnPr>
                          <a:cxnSpLocks noChangeShapeType="1"/>
                        </wps:cNvCnPr>
                        <wps:spPr bwMode="auto">
                          <a:xfrm flipV="1">
                            <a:off x="4650105" y="1126490"/>
                            <a:ext cx="288925"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1" name="Line 305"/>
                        <wps:cNvCnPr>
                          <a:cxnSpLocks noChangeShapeType="1"/>
                        </wps:cNvCnPr>
                        <wps:spPr bwMode="auto">
                          <a:xfrm>
                            <a:off x="5215890" y="112903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2" name="Freeform 306"/>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323" name="Freeform 307"/>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Rectangle 308"/>
                        <wps:cNvSpPr>
                          <a:spLocks noChangeArrowheads="1"/>
                        </wps:cNvSpPr>
                        <wps:spPr bwMode="auto">
                          <a:xfrm>
                            <a:off x="3236595" y="1805305"/>
                            <a:ext cx="9683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B"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wps:txbx>
                        <wps:bodyPr rot="0" vert="horz" wrap="none" lIns="0" tIns="0" rIns="0" bIns="0" anchor="t" anchorCtr="0">
                          <a:spAutoFit/>
                        </wps:bodyPr>
                      </wps:wsp>
                      <wps:wsp>
                        <wps:cNvPr id="325" name="Rectangle 309"/>
                        <wps:cNvSpPr>
                          <a:spLocks noChangeArrowheads="1"/>
                        </wps:cNvSpPr>
                        <wps:spPr bwMode="auto">
                          <a:xfrm>
                            <a:off x="255270" y="389890"/>
                            <a:ext cx="2965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C" w14:textId="77777777" w:rsidR="009B40E5" w:rsidRDefault="009B40E5">
                              <w:proofErr w:type="spellStart"/>
                              <w:r>
                                <w:rPr>
                                  <w:rFonts w:ascii="Arial" w:hAnsi="Arial" w:cs="Arial"/>
                                  <w:color w:val="000000"/>
                                  <w:sz w:val="14"/>
                                  <w:szCs w:val="14"/>
                                  <w:lang w:val="en-US"/>
                                </w:rPr>
                                <w:t>Espace</w:t>
                              </w:r>
                              <w:proofErr w:type="spellEnd"/>
                            </w:p>
                          </w:txbxContent>
                        </wps:txbx>
                        <wps:bodyPr rot="0" vert="horz" wrap="none" lIns="0" tIns="0" rIns="0" bIns="0" anchor="t" anchorCtr="0">
                          <a:spAutoFit/>
                        </wps:bodyPr>
                      </wps:wsp>
                      <wps:wsp>
                        <wps:cNvPr id="326" name="Rectangle 310"/>
                        <wps:cNvSpPr>
                          <a:spLocks noChangeArrowheads="1"/>
                        </wps:cNvSpPr>
                        <wps:spPr bwMode="auto">
                          <a:xfrm>
                            <a:off x="589915" y="389890"/>
                            <a:ext cx="59309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D" w14:textId="77777777" w:rsidR="009B40E5" w:rsidRDefault="009B40E5">
                              <w:proofErr w:type="spellStart"/>
                              <w:r>
                                <w:rPr>
                                  <w:rFonts w:ascii="Arial" w:hAnsi="Arial" w:cs="Arial"/>
                                  <w:color w:val="000000"/>
                                  <w:sz w:val="14"/>
                                  <w:szCs w:val="14"/>
                                  <w:lang w:val="en-US"/>
                                </w:rPr>
                                <w:t>d’hebergement</w:t>
                              </w:r>
                              <w:proofErr w:type="spellEnd"/>
                            </w:p>
                          </w:txbxContent>
                        </wps:txbx>
                        <wps:bodyPr rot="0" vert="horz" wrap="none" lIns="0" tIns="0" rIns="0" bIns="0" anchor="t" anchorCtr="0">
                          <a:spAutoFit/>
                        </wps:bodyPr>
                      </wps:wsp>
                      <wps:wsp>
                        <wps:cNvPr id="327" name="Rectangle 311"/>
                        <wps:cNvSpPr>
                          <a:spLocks noChangeArrowheads="1"/>
                        </wps:cNvSpPr>
                        <wps:spPr bwMode="auto">
                          <a:xfrm>
                            <a:off x="3789680" y="970915"/>
                            <a:ext cx="217805" cy="4229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 name="Rectangle 312"/>
                        <wps:cNvSpPr>
                          <a:spLocks noChangeArrowheads="1"/>
                        </wps:cNvSpPr>
                        <wps:spPr bwMode="auto">
                          <a:xfrm>
                            <a:off x="3835400" y="100838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E"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329" name="Line 313"/>
                        <wps:cNvCnPr>
                          <a:cxnSpLocks noChangeShapeType="1"/>
                        </wps:cNvCnPr>
                        <wps:spPr bwMode="auto">
                          <a:xfrm>
                            <a:off x="3469005" y="1129030"/>
                            <a:ext cx="3206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0" name="Line 314"/>
                        <wps:cNvCnPr>
                          <a:cxnSpLocks noChangeShapeType="1"/>
                        </wps:cNvCnPr>
                        <wps:spPr bwMode="auto">
                          <a:xfrm>
                            <a:off x="4007485" y="1129030"/>
                            <a:ext cx="193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1" name="Rectangle 315"/>
                        <wps:cNvSpPr>
                          <a:spLocks noChangeArrowheads="1"/>
                        </wps:cNvSpPr>
                        <wps:spPr bwMode="auto">
                          <a:xfrm>
                            <a:off x="1458595" y="364490"/>
                            <a:ext cx="1202690" cy="143319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 name="Rectangle 316"/>
                        <wps:cNvSpPr>
                          <a:spLocks noChangeArrowheads="1"/>
                        </wps:cNvSpPr>
                        <wps:spPr bwMode="auto">
                          <a:xfrm>
                            <a:off x="1458595" y="364490"/>
                            <a:ext cx="1202690" cy="143319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 name="Rectangle 317"/>
                        <wps:cNvSpPr>
                          <a:spLocks noChangeArrowheads="1"/>
                        </wps:cNvSpPr>
                        <wps:spPr bwMode="auto">
                          <a:xfrm>
                            <a:off x="1908810" y="38354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F"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334" name="Rectangle 318"/>
                        <wps:cNvSpPr>
                          <a:spLocks noChangeArrowheads="1"/>
                        </wps:cNvSpPr>
                        <wps:spPr bwMode="auto">
                          <a:xfrm>
                            <a:off x="2359660" y="955675"/>
                            <a:ext cx="193675" cy="3886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5" name="Rectangle 319"/>
                        <wps:cNvSpPr>
                          <a:spLocks noChangeArrowheads="1"/>
                        </wps:cNvSpPr>
                        <wps:spPr bwMode="auto">
                          <a:xfrm>
                            <a:off x="2359660" y="955675"/>
                            <a:ext cx="19367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Rectangle 320"/>
                        <wps:cNvSpPr>
                          <a:spLocks noChangeArrowheads="1"/>
                        </wps:cNvSpPr>
                        <wps:spPr bwMode="auto">
                          <a:xfrm>
                            <a:off x="2395220" y="641350"/>
                            <a:ext cx="104140" cy="31750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 name="Rectangle 321"/>
                        <wps:cNvSpPr>
                          <a:spLocks noChangeArrowheads="1"/>
                        </wps:cNvSpPr>
                        <wps:spPr bwMode="auto">
                          <a:xfrm>
                            <a:off x="2375535" y="1096645"/>
                            <a:ext cx="1701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0" w14:textId="77777777"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338" name="Rectangle 322"/>
                        <wps:cNvSpPr>
                          <a:spLocks noChangeArrowheads="1"/>
                        </wps:cNvSpPr>
                        <wps:spPr bwMode="auto">
                          <a:xfrm>
                            <a:off x="2405380" y="1344295"/>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Rectangle 323"/>
                        <wps:cNvSpPr>
                          <a:spLocks noChangeArrowheads="1"/>
                        </wps:cNvSpPr>
                        <wps:spPr bwMode="auto">
                          <a:xfrm>
                            <a:off x="1592580" y="955675"/>
                            <a:ext cx="272415" cy="3886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0" name="Rectangle 324"/>
                        <wps:cNvSpPr>
                          <a:spLocks noChangeArrowheads="1"/>
                        </wps:cNvSpPr>
                        <wps:spPr bwMode="auto">
                          <a:xfrm>
                            <a:off x="1592580" y="955675"/>
                            <a:ext cx="27241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Rectangle 325"/>
                        <wps:cNvSpPr>
                          <a:spLocks noChangeArrowheads="1"/>
                        </wps:cNvSpPr>
                        <wps:spPr bwMode="auto">
                          <a:xfrm>
                            <a:off x="1648460" y="636905"/>
                            <a:ext cx="160655" cy="32194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Rectangle 326"/>
                        <wps:cNvSpPr>
                          <a:spLocks noChangeArrowheads="1"/>
                        </wps:cNvSpPr>
                        <wps:spPr bwMode="auto">
                          <a:xfrm>
                            <a:off x="1617345" y="1096645"/>
                            <a:ext cx="1123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1" w14:textId="77777777" w:rsidR="009B40E5" w:rsidRDefault="009B40E5">
                              <w:r>
                                <w:rPr>
                                  <w:rFonts w:ascii="Helvetica 75 Bold" w:hAnsi="Helvetica 75 Bold" w:cs="Helvetica 75 Bold"/>
                                  <w:color w:val="000000"/>
                                  <w:sz w:val="14"/>
                                  <w:szCs w:val="14"/>
                                  <w:lang w:val="en-US"/>
                                </w:rPr>
                                <w:t>TE</w:t>
                              </w:r>
                            </w:p>
                          </w:txbxContent>
                        </wps:txbx>
                        <wps:bodyPr rot="0" vert="horz" wrap="none" lIns="0" tIns="0" rIns="0" bIns="0" anchor="t" anchorCtr="0">
                          <a:spAutoFit/>
                        </wps:bodyPr>
                      </wps:wsp>
                      <wps:wsp>
                        <wps:cNvPr id="343" name="Rectangle 327"/>
                        <wps:cNvSpPr>
                          <a:spLocks noChangeArrowheads="1"/>
                        </wps:cNvSpPr>
                        <wps:spPr bwMode="auto">
                          <a:xfrm>
                            <a:off x="1661795" y="1344295"/>
                            <a:ext cx="161925"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 name="Rectangle 328"/>
                        <wps:cNvSpPr>
                          <a:spLocks noChangeArrowheads="1"/>
                        </wps:cNvSpPr>
                        <wps:spPr bwMode="auto">
                          <a:xfrm>
                            <a:off x="1908810" y="108267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2"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345" name="Rectangle 329"/>
                        <wps:cNvSpPr>
                          <a:spLocks noChangeArrowheads="1"/>
                        </wps:cNvSpPr>
                        <wps:spPr bwMode="auto">
                          <a:xfrm>
                            <a:off x="1955800" y="119126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3" w14:textId="77777777" w:rsidR="009B40E5" w:rsidRDefault="009B40E5">
                              <w:proofErr w:type="spellStart"/>
                              <w:r>
                                <w:rPr>
                                  <w:rFonts w:ascii="Arial" w:hAnsi="Arial" w:cs="Arial"/>
                                  <w:color w:val="000000"/>
                                  <w:sz w:val="14"/>
                                  <w:szCs w:val="14"/>
                                  <w:lang w:val="en-US"/>
                                </w:rPr>
                                <w:t>optique</w:t>
                              </w:r>
                              <w:proofErr w:type="spellEnd"/>
                            </w:p>
                          </w:txbxContent>
                        </wps:txbx>
                        <wps:bodyPr rot="0" vert="horz" wrap="none" lIns="0" tIns="0" rIns="0" bIns="0" anchor="t" anchorCtr="0">
                          <a:spAutoFit/>
                        </wps:bodyPr>
                      </wps:wsp>
                      <wps:wsp>
                        <wps:cNvPr id="346" name="Rectangle 330"/>
                        <wps:cNvSpPr>
                          <a:spLocks noChangeArrowheads="1"/>
                        </wps:cNvSpPr>
                        <wps:spPr bwMode="auto">
                          <a:xfrm>
                            <a:off x="8890" y="198120"/>
                            <a:ext cx="2838450" cy="1995805"/>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Line 331"/>
                        <wps:cNvCnPr>
                          <a:cxnSpLocks noChangeShapeType="1"/>
                        </wps:cNvCnPr>
                        <wps:spPr bwMode="auto">
                          <a:xfrm>
                            <a:off x="1169035" y="1134745"/>
                            <a:ext cx="424180" cy="3810"/>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348" name="Rectangle 332"/>
                        <wps:cNvSpPr>
                          <a:spLocks noChangeArrowheads="1"/>
                        </wps:cNvSpPr>
                        <wps:spPr bwMode="auto">
                          <a:xfrm>
                            <a:off x="1492250" y="44450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4"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349" name="Rectangle 333"/>
                        <wps:cNvSpPr>
                          <a:spLocks noChangeArrowheads="1"/>
                        </wps:cNvSpPr>
                        <wps:spPr bwMode="auto">
                          <a:xfrm>
                            <a:off x="1492250" y="54546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5"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351" name="Rectangle 334"/>
                        <wps:cNvSpPr>
                          <a:spLocks noChangeArrowheads="1"/>
                        </wps:cNvSpPr>
                        <wps:spPr bwMode="auto">
                          <a:xfrm>
                            <a:off x="2253615" y="48641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6"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80" name="Rectangle 335"/>
                        <wps:cNvSpPr>
                          <a:spLocks noChangeArrowheads="1"/>
                        </wps:cNvSpPr>
                        <wps:spPr bwMode="auto">
                          <a:xfrm>
                            <a:off x="2253615" y="58737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7"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81" name="Rectangle 336"/>
                        <wps:cNvSpPr>
                          <a:spLocks noChangeArrowheads="1"/>
                        </wps:cNvSpPr>
                        <wps:spPr bwMode="auto">
                          <a:xfrm>
                            <a:off x="935990" y="690880"/>
                            <a:ext cx="233045" cy="10039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Rectangle 337"/>
                        <wps:cNvSpPr>
                          <a:spLocks noChangeArrowheads="1"/>
                        </wps:cNvSpPr>
                        <wps:spPr bwMode="auto">
                          <a:xfrm>
                            <a:off x="935990" y="690880"/>
                            <a:ext cx="233045" cy="100393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3" name="Rectangle 338"/>
                        <wps:cNvSpPr>
                          <a:spLocks noChangeArrowheads="1"/>
                        </wps:cNvSpPr>
                        <wps:spPr bwMode="auto">
                          <a:xfrm>
                            <a:off x="959485" y="103695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8"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84" name="Rectangle 339"/>
                        <wps:cNvSpPr>
                          <a:spLocks noChangeArrowheads="1"/>
                        </wps:cNvSpPr>
                        <wps:spPr bwMode="auto">
                          <a:xfrm>
                            <a:off x="928370" y="532765"/>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9" w14:textId="77777777"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85" name="Freeform 340"/>
                        <wps:cNvSpPr>
                          <a:spLocks/>
                        </wps:cNvSpPr>
                        <wps:spPr bwMode="auto">
                          <a:xfrm>
                            <a:off x="1865630" y="913130"/>
                            <a:ext cx="494030" cy="230505"/>
                          </a:xfrm>
                          <a:custGeom>
                            <a:avLst/>
                            <a:gdLst>
                              <a:gd name="T0" fmla="*/ 0 w 3528"/>
                              <a:gd name="T1" fmla="*/ 859 h 1650"/>
                              <a:gd name="T2" fmla="*/ 147 w 3528"/>
                              <a:gd name="T3" fmla="*/ 695 h 1650"/>
                              <a:gd name="T4" fmla="*/ 258 w 3528"/>
                              <a:gd name="T5" fmla="*/ 596 h 1650"/>
                              <a:gd name="T6" fmla="*/ 405 w 3528"/>
                              <a:gd name="T7" fmla="*/ 398 h 1650"/>
                              <a:gd name="T8" fmla="*/ 552 w 3528"/>
                              <a:gd name="T9" fmla="*/ 233 h 1650"/>
                              <a:gd name="T10" fmla="*/ 699 w 3528"/>
                              <a:gd name="T11" fmla="*/ 134 h 1650"/>
                              <a:gd name="T12" fmla="*/ 919 w 3528"/>
                              <a:gd name="T13" fmla="*/ 68 h 1650"/>
                              <a:gd name="T14" fmla="*/ 1066 w 3528"/>
                              <a:gd name="T15" fmla="*/ 2 h 1650"/>
                              <a:gd name="T16" fmla="*/ 1397 w 3528"/>
                              <a:gd name="T17" fmla="*/ 35 h 1650"/>
                              <a:gd name="T18" fmla="*/ 1617 w 3528"/>
                              <a:gd name="T19" fmla="*/ 266 h 1650"/>
                              <a:gd name="T20" fmla="*/ 1691 w 3528"/>
                              <a:gd name="T21" fmla="*/ 332 h 1650"/>
                              <a:gd name="T22" fmla="*/ 1875 w 3528"/>
                              <a:gd name="T23" fmla="*/ 629 h 1650"/>
                              <a:gd name="T24" fmla="*/ 1948 w 3528"/>
                              <a:gd name="T25" fmla="*/ 728 h 1650"/>
                              <a:gd name="T26" fmla="*/ 2058 w 3528"/>
                              <a:gd name="T27" fmla="*/ 925 h 1650"/>
                              <a:gd name="T28" fmla="*/ 2169 w 3528"/>
                              <a:gd name="T29" fmla="*/ 1090 h 1650"/>
                              <a:gd name="T30" fmla="*/ 2316 w 3528"/>
                              <a:gd name="T31" fmla="*/ 1420 h 1650"/>
                              <a:gd name="T32" fmla="*/ 2389 w 3528"/>
                              <a:gd name="T33" fmla="*/ 1519 h 1650"/>
                              <a:gd name="T34" fmla="*/ 2499 w 3528"/>
                              <a:gd name="T35" fmla="*/ 1585 h 1650"/>
                              <a:gd name="T36" fmla="*/ 2830 w 3528"/>
                              <a:gd name="T37" fmla="*/ 1650 h 1650"/>
                              <a:gd name="T38" fmla="*/ 3345 w 3528"/>
                              <a:gd name="T39" fmla="*/ 1552 h 1650"/>
                              <a:gd name="T40" fmla="*/ 3455 w 3528"/>
                              <a:gd name="T41" fmla="*/ 1519 h 1650"/>
                              <a:gd name="T42" fmla="*/ 3528 w 3528"/>
                              <a:gd name="T43" fmla="*/ 1420 h 1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528" h="1650">
                                <a:moveTo>
                                  <a:pt x="0" y="859"/>
                                </a:moveTo>
                                <a:cubicBezTo>
                                  <a:pt x="49" y="804"/>
                                  <a:pt x="96" y="748"/>
                                  <a:pt x="147" y="695"/>
                                </a:cubicBezTo>
                                <a:cubicBezTo>
                                  <a:pt x="182" y="660"/>
                                  <a:pt x="226" y="633"/>
                                  <a:pt x="258" y="596"/>
                                </a:cubicBezTo>
                                <a:cubicBezTo>
                                  <a:pt x="312" y="533"/>
                                  <a:pt x="356" y="464"/>
                                  <a:pt x="405" y="398"/>
                                </a:cubicBezTo>
                                <a:cubicBezTo>
                                  <a:pt x="464" y="318"/>
                                  <a:pt x="473" y="292"/>
                                  <a:pt x="552" y="233"/>
                                </a:cubicBezTo>
                                <a:cubicBezTo>
                                  <a:pt x="599" y="198"/>
                                  <a:pt x="644" y="159"/>
                                  <a:pt x="699" y="134"/>
                                </a:cubicBezTo>
                                <a:cubicBezTo>
                                  <a:pt x="768" y="103"/>
                                  <a:pt x="846" y="90"/>
                                  <a:pt x="919" y="68"/>
                                </a:cubicBezTo>
                                <a:cubicBezTo>
                                  <a:pt x="971" y="53"/>
                                  <a:pt x="1017" y="24"/>
                                  <a:pt x="1066" y="2"/>
                                </a:cubicBezTo>
                                <a:cubicBezTo>
                                  <a:pt x="1176" y="13"/>
                                  <a:pt x="1293" y="0"/>
                                  <a:pt x="1397" y="35"/>
                                </a:cubicBezTo>
                                <a:cubicBezTo>
                                  <a:pt x="1499" y="71"/>
                                  <a:pt x="1554" y="195"/>
                                  <a:pt x="1617" y="266"/>
                                </a:cubicBezTo>
                                <a:cubicBezTo>
                                  <a:pt x="1639" y="290"/>
                                  <a:pt x="1666" y="310"/>
                                  <a:pt x="1691" y="332"/>
                                </a:cubicBezTo>
                                <a:cubicBezTo>
                                  <a:pt x="1756" y="506"/>
                                  <a:pt x="1706" y="402"/>
                                  <a:pt x="1875" y="629"/>
                                </a:cubicBezTo>
                                <a:cubicBezTo>
                                  <a:pt x="1899" y="662"/>
                                  <a:pt x="1934" y="690"/>
                                  <a:pt x="1948" y="728"/>
                                </a:cubicBezTo>
                                <a:cubicBezTo>
                                  <a:pt x="2041" y="976"/>
                                  <a:pt x="1916" y="670"/>
                                  <a:pt x="2058" y="925"/>
                                </a:cubicBezTo>
                                <a:cubicBezTo>
                                  <a:pt x="2154" y="1096"/>
                                  <a:pt x="2025" y="961"/>
                                  <a:pt x="2169" y="1090"/>
                                </a:cubicBezTo>
                                <a:cubicBezTo>
                                  <a:pt x="2229" y="1252"/>
                                  <a:pt x="2229" y="1284"/>
                                  <a:pt x="2316" y="1420"/>
                                </a:cubicBezTo>
                                <a:cubicBezTo>
                                  <a:pt x="2338" y="1454"/>
                                  <a:pt x="2358" y="1491"/>
                                  <a:pt x="2389" y="1519"/>
                                </a:cubicBezTo>
                                <a:cubicBezTo>
                                  <a:pt x="2420" y="1547"/>
                                  <a:pt x="2460" y="1567"/>
                                  <a:pt x="2499" y="1585"/>
                                </a:cubicBezTo>
                                <a:cubicBezTo>
                                  <a:pt x="2590" y="1625"/>
                                  <a:pt x="2746" y="1638"/>
                                  <a:pt x="2830" y="1650"/>
                                </a:cubicBezTo>
                                <a:cubicBezTo>
                                  <a:pt x="3201" y="1609"/>
                                  <a:pt x="3031" y="1646"/>
                                  <a:pt x="3345" y="1552"/>
                                </a:cubicBezTo>
                                <a:lnTo>
                                  <a:pt x="3455" y="1519"/>
                                </a:lnTo>
                                <a:lnTo>
                                  <a:pt x="3528" y="1420"/>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6" name="Freeform 341"/>
                        <wps:cNvSpPr>
                          <a:spLocks noEditPoints="1"/>
                        </wps:cNvSpPr>
                        <wps:spPr bwMode="auto">
                          <a:xfrm>
                            <a:off x="1854835" y="850900"/>
                            <a:ext cx="21590" cy="1222375"/>
                          </a:xfrm>
                          <a:custGeom>
                            <a:avLst/>
                            <a:gdLst>
                              <a:gd name="T0" fmla="*/ 34 w 34"/>
                              <a:gd name="T1" fmla="*/ 100 h 1925"/>
                              <a:gd name="T2" fmla="*/ 0 w 34"/>
                              <a:gd name="T3" fmla="*/ 0 h 1925"/>
                              <a:gd name="T4" fmla="*/ 34 w 34"/>
                              <a:gd name="T5" fmla="*/ 134 h 1925"/>
                              <a:gd name="T6" fmla="*/ 0 w 34"/>
                              <a:gd name="T7" fmla="*/ 234 h 1925"/>
                              <a:gd name="T8" fmla="*/ 34 w 34"/>
                              <a:gd name="T9" fmla="*/ 134 h 1925"/>
                              <a:gd name="T10" fmla="*/ 34 w 34"/>
                              <a:gd name="T11" fmla="*/ 368 h 1925"/>
                              <a:gd name="T12" fmla="*/ 0 w 34"/>
                              <a:gd name="T13" fmla="*/ 268 h 1925"/>
                              <a:gd name="T14" fmla="*/ 34 w 34"/>
                              <a:gd name="T15" fmla="*/ 401 h 1925"/>
                              <a:gd name="T16" fmla="*/ 0 w 34"/>
                              <a:gd name="T17" fmla="*/ 502 h 1925"/>
                              <a:gd name="T18" fmla="*/ 34 w 34"/>
                              <a:gd name="T19" fmla="*/ 401 h 1925"/>
                              <a:gd name="T20" fmla="*/ 34 w 34"/>
                              <a:gd name="T21" fmla="*/ 636 h 1925"/>
                              <a:gd name="T22" fmla="*/ 0 w 34"/>
                              <a:gd name="T23" fmla="*/ 535 h 1925"/>
                              <a:gd name="T24" fmla="*/ 34 w 34"/>
                              <a:gd name="T25" fmla="*/ 669 h 1925"/>
                              <a:gd name="T26" fmla="*/ 0 w 34"/>
                              <a:gd name="T27" fmla="*/ 770 h 1925"/>
                              <a:gd name="T28" fmla="*/ 34 w 34"/>
                              <a:gd name="T29" fmla="*/ 669 h 1925"/>
                              <a:gd name="T30" fmla="*/ 34 w 34"/>
                              <a:gd name="T31" fmla="*/ 903 h 1925"/>
                              <a:gd name="T32" fmla="*/ 0 w 34"/>
                              <a:gd name="T33" fmla="*/ 803 h 1925"/>
                              <a:gd name="T34" fmla="*/ 34 w 34"/>
                              <a:gd name="T35" fmla="*/ 937 h 1925"/>
                              <a:gd name="T36" fmla="*/ 0 w 34"/>
                              <a:gd name="T37" fmla="*/ 1037 h 1925"/>
                              <a:gd name="T38" fmla="*/ 34 w 34"/>
                              <a:gd name="T39" fmla="*/ 937 h 1925"/>
                              <a:gd name="T40" fmla="*/ 34 w 34"/>
                              <a:gd name="T41" fmla="*/ 1171 h 1925"/>
                              <a:gd name="T42" fmla="*/ 0 w 34"/>
                              <a:gd name="T43" fmla="*/ 1071 h 1925"/>
                              <a:gd name="T44" fmla="*/ 34 w 34"/>
                              <a:gd name="T45" fmla="*/ 1204 h 1925"/>
                              <a:gd name="T46" fmla="*/ 0 w 34"/>
                              <a:gd name="T47" fmla="*/ 1305 h 1925"/>
                              <a:gd name="T48" fmla="*/ 34 w 34"/>
                              <a:gd name="T49" fmla="*/ 1204 h 1925"/>
                              <a:gd name="T50" fmla="*/ 34 w 34"/>
                              <a:gd name="T51" fmla="*/ 1439 h 1925"/>
                              <a:gd name="T52" fmla="*/ 0 w 34"/>
                              <a:gd name="T53" fmla="*/ 1338 h 1925"/>
                              <a:gd name="T54" fmla="*/ 34 w 34"/>
                              <a:gd name="T55" fmla="*/ 1472 h 1925"/>
                              <a:gd name="T56" fmla="*/ 0 w 34"/>
                              <a:gd name="T57" fmla="*/ 1572 h 1925"/>
                              <a:gd name="T58" fmla="*/ 34 w 34"/>
                              <a:gd name="T59" fmla="*/ 1472 h 1925"/>
                              <a:gd name="T60" fmla="*/ 34 w 34"/>
                              <a:gd name="T61" fmla="*/ 1706 h 1925"/>
                              <a:gd name="T62" fmla="*/ 0 w 34"/>
                              <a:gd name="T63" fmla="*/ 1606 h 1925"/>
                              <a:gd name="T64" fmla="*/ 34 w 34"/>
                              <a:gd name="T65" fmla="*/ 1740 h 1925"/>
                              <a:gd name="T66" fmla="*/ 0 w 34"/>
                              <a:gd name="T67" fmla="*/ 1840 h 1925"/>
                              <a:gd name="T68" fmla="*/ 34 w 34"/>
                              <a:gd name="T69" fmla="*/ 1740 h 1925"/>
                              <a:gd name="T70" fmla="*/ 34 w 34"/>
                              <a:gd name="T71" fmla="*/ 1925 h 1925"/>
                              <a:gd name="T72" fmla="*/ 0 w 34"/>
                              <a:gd name="T73" fmla="*/ 1874 h 1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4" h="1925">
                                <a:moveTo>
                                  <a:pt x="34" y="0"/>
                                </a:moveTo>
                                <a:lnTo>
                                  <a:pt x="34" y="100"/>
                                </a:lnTo>
                                <a:lnTo>
                                  <a:pt x="0" y="100"/>
                                </a:lnTo>
                                <a:lnTo>
                                  <a:pt x="0" y="0"/>
                                </a:lnTo>
                                <a:lnTo>
                                  <a:pt x="34" y="0"/>
                                </a:lnTo>
                                <a:close/>
                                <a:moveTo>
                                  <a:pt x="34" y="134"/>
                                </a:moveTo>
                                <a:lnTo>
                                  <a:pt x="34" y="234"/>
                                </a:lnTo>
                                <a:lnTo>
                                  <a:pt x="0" y="234"/>
                                </a:lnTo>
                                <a:lnTo>
                                  <a:pt x="0" y="134"/>
                                </a:lnTo>
                                <a:lnTo>
                                  <a:pt x="34" y="134"/>
                                </a:lnTo>
                                <a:close/>
                                <a:moveTo>
                                  <a:pt x="34" y="268"/>
                                </a:moveTo>
                                <a:lnTo>
                                  <a:pt x="34" y="368"/>
                                </a:lnTo>
                                <a:lnTo>
                                  <a:pt x="0" y="368"/>
                                </a:lnTo>
                                <a:lnTo>
                                  <a:pt x="0" y="268"/>
                                </a:lnTo>
                                <a:lnTo>
                                  <a:pt x="34" y="268"/>
                                </a:lnTo>
                                <a:close/>
                                <a:moveTo>
                                  <a:pt x="34" y="401"/>
                                </a:moveTo>
                                <a:lnTo>
                                  <a:pt x="34" y="502"/>
                                </a:lnTo>
                                <a:lnTo>
                                  <a:pt x="0" y="502"/>
                                </a:lnTo>
                                <a:lnTo>
                                  <a:pt x="0" y="401"/>
                                </a:lnTo>
                                <a:lnTo>
                                  <a:pt x="34" y="401"/>
                                </a:lnTo>
                                <a:close/>
                                <a:moveTo>
                                  <a:pt x="34" y="535"/>
                                </a:moveTo>
                                <a:lnTo>
                                  <a:pt x="34" y="636"/>
                                </a:lnTo>
                                <a:lnTo>
                                  <a:pt x="0" y="636"/>
                                </a:lnTo>
                                <a:lnTo>
                                  <a:pt x="0" y="535"/>
                                </a:lnTo>
                                <a:lnTo>
                                  <a:pt x="34" y="535"/>
                                </a:lnTo>
                                <a:close/>
                                <a:moveTo>
                                  <a:pt x="34" y="669"/>
                                </a:moveTo>
                                <a:lnTo>
                                  <a:pt x="34" y="770"/>
                                </a:lnTo>
                                <a:lnTo>
                                  <a:pt x="0" y="770"/>
                                </a:lnTo>
                                <a:lnTo>
                                  <a:pt x="0" y="669"/>
                                </a:lnTo>
                                <a:lnTo>
                                  <a:pt x="34" y="669"/>
                                </a:lnTo>
                                <a:close/>
                                <a:moveTo>
                                  <a:pt x="34" y="803"/>
                                </a:moveTo>
                                <a:lnTo>
                                  <a:pt x="34" y="903"/>
                                </a:lnTo>
                                <a:lnTo>
                                  <a:pt x="0" y="903"/>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4"/>
                                </a:moveTo>
                                <a:lnTo>
                                  <a:pt x="34" y="1305"/>
                                </a:lnTo>
                                <a:lnTo>
                                  <a:pt x="0" y="1305"/>
                                </a:lnTo>
                                <a:lnTo>
                                  <a:pt x="0" y="1204"/>
                                </a:lnTo>
                                <a:lnTo>
                                  <a:pt x="34" y="1204"/>
                                </a:lnTo>
                                <a:close/>
                                <a:moveTo>
                                  <a:pt x="34" y="1338"/>
                                </a:moveTo>
                                <a:lnTo>
                                  <a:pt x="34" y="1439"/>
                                </a:lnTo>
                                <a:lnTo>
                                  <a:pt x="0" y="1439"/>
                                </a:lnTo>
                                <a:lnTo>
                                  <a:pt x="0" y="1338"/>
                                </a:lnTo>
                                <a:lnTo>
                                  <a:pt x="34" y="1338"/>
                                </a:lnTo>
                                <a:close/>
                                <a:moveTo>
                                  <a:pt x="34" y="1472"/>
                                </a:moveTo>
                                <a:lnTo>
                                  <a:pt x="34" y="1572"/>
                                </a:lnTo>
                                <a:lnTo>
                                  <a:pt x="0" y="1572"/>
                                </a:lnTo>
                                <a:lnTo>
                                  <a:pt x="0" y="1472"/>
                                </a:lnTo>
                                <a:lnTo>
                                  <a:pt x="34" y="1472"/>
                                </a:lnTo>
                                <a:close/>
                                <a:moveTo>
                                  <a:pt x="34" y="1606"/>
                                </a:moveTo>
                                <a:lnTo>
                                  <a:pt x="34" y="1706"/>
                                </a:lnTo>
                                <a:lnTo>
                                  <a:pt x="0" y="1706"/>
                                </a:lnTo>
                                <a:lnTo>
                                  <a:pt x="0" y="1606"/>
                                </a:lnTo>
                                <a:lnTo>
                                  <a:pt x="34" y="1606"/>
                                </a:lnTo>
                                <a:close/>
                                <a:moveTo>
                                  <a:pt x="34" y="1740"/>
                                </a:moveTo>
                                <a:lnTo>
                                  <a:pt x="34" y="1840"/>
                                </a:lnTo>
                                <a:lnTo>
                                  <a:pt x="0" y="1840"/>
                                </a:lnTo>
                                <a:lnTo>
                                  <a:pt x="0" y="1740"/>
                                </a:lnTo>
                                <a:lnTo>
                                  <a:pt x="34" y="1740"/>
                                </a:lnTo>
                                <a:close/>
                                <a:moveTo>
                                  <a:pt x="34" y="1874"/>
                                </a:moveTo>
                                <a:lnTo>
                                  <a:pt x="34" y="1925"/>
                                </a:lnTo>
                                <a:lnTo>
                                  <a:pt x="0" y="1925"/>
                                </a:lnTo>
                                <a:lnTo>
                                  <a:pt x="0" y="1874"/>
                                </a:lnTo>
                                <a:lnTo>
                                  <a:pt x="34" y="1874"/>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7" name="Freeform 342"/>
                        <wps:cNvSpPr>
                          <a:spLocks noEditPoints="1"/>
                        </wps:cNvSpPr>
                        <wps:spPr bwMode="auto">
                          <a:xfrm>
                            <a:off x="5652135" y="1064260"/>
                            <a:ext cx="21590" cy="949325"/>
                          </a:xfrm>
                          <a:custGeom>
                            <a:avLst/>
                            <a:gdLst>
                              <a:gd name="T0" fmla="*/ 34 w 34"/>
                              <a:gd name="T1" fmla="*/ 0 h 1495"/>
                              <a:gd name="T2" fmla="*/ 34 w 34"/>
                              <a:gd name="T3" fmla="*/ 101 h 1495"/>
                              <a:gd name="T4" fmla="*/ 0 w 34"/>
                              <a:gd name="T5" fmla="*/ 101 h 1495"/>
                              <a:gd name="T6" fmla="*/ 0 w 34"/>
                              <a:gd name="T7" fmla="*/ 0 h 1495"/>
                              <a:gd name="T8" fmla="*/ 34 w 34"/>
                              <a:gd name="T9" fmla="*/ 0 h 1495"/>
                              <a:gd name="T10" fmla="*/ 34 w 34"/>
                              <a:gd name="T11" fmla="*/ 134 h 1495"/>
                              <a:gd name="T12" fmla="*/ 34 w 34"/>
                              <a:gd name="T13" fmla="*/ 235 h 1495"/>
                              <a:gd name="T14" fmla="*/ 0 w 34"/>
                              <a:gd name="T15" fmla="*/ 235 h 1495"/>
                              <a:gd name="T16" fmla="*/ 0 w 34"/>
                              <a:gd name="T17" fmla="*/ 134 h 1495"/>
                              <a:gd name="T18" fmla="*/ 34 w 34"/>
                              <a:gd name="T19" fmla="*/ 134 h 1495"/>
                              <a:gd name="T20" fmla="*/ 34 w 34"/>
                              <a:gd name="T21" fmla="*/ 268 h 1495"/>
                              <a:gd name="T22" fmla="*/ 34 w 34"/>
                              <a:gd name="T23" fmla="*/ 368 h 1495"/>
                              <a:gd name="T24" fmla="*/ 0 w 34"/>
                              <a:gd name="T25" fmla="*/ 368 h 1495"/>
                              <a:gd name="T26" fmla="*/ 0 w 34"/>
                              <a:gd name="T27" fmla="*/ 268 h 1495"/>
                              <a:gd name="T28" fmla="*/ 34 w 34"/>
                              <a:gd name="T29" fmla="*/ 268 h 1495"/>
                              <a:gd name="T30" fmla="*/ 34 w 34"/>
                              <a:gd name="T31" fmla="*/ 402 h 1495"/>
                              <a:gd name="T32" fmla="*/ 34 w 34"/>
                              <a:gd name="T33" fmla="*/ 502 h 1495"/>
                              <a:gd name="T34" fmla="*/ 0 w 34"/>
                              <a:gd name="T35" fmla="*/ 502 h 1495"/>
                              <a:gd name="T36" fmla="*/ 0 w 34"/>
                              <a:gd name="T37" fmla="*/ 402 h 1495"/>
                              <a:gd name="T38" fmla="*/ 34 w 34"/>
                              <a:gd name="T39" fmla="*/ 402 h 1495"/>
                              <a:gd name="T40" fmla="*/ 34 w 34"/>
                              <a:gd name="T41" fmla="*/ 536 h 1495"/>
                              <a:gd name="T42" fmla="*/ 34 w 34"/>
                              <a:gd name="T43" fmla="*/ 636 h 1495"/>
                              <a:gd name="T44" fmla="*/ 0 w 34"/>
                              <a:gd name="T45" fmla="*/ 636 h 1495"/>
                              <a:gd name="T46" fmla="*/ 0 w 34"/>
                              <a:gd name="T47" fmla="*/ 536 h 1495"/>
                              <a:gd name="T48" fmla="*/ 34 w 34"/>
                              <a:gd name="T49" fmla="*/ 536 h 1495"/>
                              <a:gd name="T50" fmla="*/ 34 w 34"/>
                              <a:gd name="T51" fmla="*/ 669 h 1495"/>
                              <a:gd name="T52" fmla="*/ 34 w 34"/>
                              <a:gd name="T53" fmla="*/ 770 h 1495"/>
                              <a:gd name="T54" fmla="*/ 0 w 34"/>
                              <a:gd name="T55" fmla="*/ 770 h 1495"/>
                              <a:gd name="T56" fmla="*/ 0 w 34"/>
                              <a:gd name="T57" fmla="*/ 669 h 1495"/>
                              <a:gd name="T58" fmla="*/ 34 w 34"/>
                              <a:gd name="T59" fmla="*/ 669 h 1495"/>
                              <a:gd name="T60" fmla="*/ 34 w 34"/>
                              <a:gd name="T61" fmla="*/ 803 h 1495"/>
                              <a:gd name="T62" fmla="*/ 34 w 34"/>
                              <a:gd name="T63" fmla="*/ 904 h 1495"/>
                              <a:gd name="T64" fmla="*/ 0 w 34"/>
                              <a:gd name="T65" fmla="*/ 904 h 1495"/>
                              <a:gd name="T66" fmla="*/ 0 w 34"/>
                              <a:gd name="T67" fmla="*/ 803 h 1495"/>
                              <a:gd name="T68" fmla="*/ 34 w 34"/>
                              <a:gd name="T69" fmla="*/ 803 h 1495"/>
                              <a:gd name="T70" fmla="*/ 34 w 34"/>
                              <a:gd name="T71" fmla="*/ 937 h 1495"/>
                              <a:gd name="T72" fmla="*/ 34 w 34"/>
                              <a:gd name="T73" fmla="*/ 1037 h 1495"/>
                              <a:gd name="T74" fmla="*/ 0 w 34"/>
                              <a:gd name="T75" fmla="*/ 1037 h 1495"/>
                              <a:gd name="T76" fmla="*/ 0 w 34"/>
                              <a:gd name="T77" fmla="*/ 937 h 1495"/>
                              <a:gd name="T78" fmla="*/ 34 w 34"/>
                              <a:gd name="T79" fmla="*/ 937 h 1495"/>
                              <a:gd name="T80" fmla="*/ 34 w 34"/>
                              <a:gd name="T81" fmla="*/ 1071 h 1495"/>
                              <a:gd name="T82" fmla="*/ 34 w 34"/>
                              <a:gd name="T83" fmla="*/ 1171 h 1495"/>
                              <a:gd name="T84" fmla="*/ 0 w 34"/>
                              <a:gd name="T85" fmla="*/ 1171 h 1495"/>
                              <a:gd name="T86" fmla="*/ 0 w 34"/>
                              <a:gd name="T87" fmla="*/ 1071 h 1495"/>
                              <a:gd name="T88" fmla="*/ 34 w 34"/>
                              <a:gd name="T89" fmla="*/ 1071 h 1495"/>
                              <a:gd name="T90" fmla="*/ 34 w 34"/>
                              <a:gd name="T91" fmla="*/ 1205 h 1495"/>
                              <a:gd name="T92" fmla="*/ 34 w 34"/>
                              <a:gd name="T93" fmla="*/ 1305 h 1495"/>
                              <a:gd name="T94" fmla="*/ 0 w 34"/>
                              <a:gd name="T95" fmla="*/ 1305 h 1495"/>
                              <a:gd name="T96" fmla="*/ 0 w 34"/>
                              <a:gd name="T97" fmla="*/ 1205 h 1495"/>
                              <a:gd name="T98" fmla="*/ 34 w 34"/>
                              <a:gd name="T99" fmla="*/ 1205 h 1495"/>
                              <a:gd name="T100" fmla="*/ 34 w 34"/>
                              <a:gd name="T101" fmla="*/ 1339 h 1495"/>
                              <a:gd name="T102" fmla="*/ 34 w 34"/>
                              <a:gd name="T103" fmla="*/ 1439 h 1495"/>
                              <a:gd name="T104" fmla="*/ 0 w 34"/>
                              <a:gd name="T105" fmla="*/ 1439 h 1495"/>
                              <a:gd name="T106" fmla="*/ 0 w 34"/>
                              <a:gd name="T107" fmla="*/ 1339 h 1495"/>
                              <a:gd name="T108" fmla="*/ 34 w 34"/>
                              <a:gd name="T109" fmla="*/ 1339 h 1495"/>
                              <a:gd name="T110" fmla="*/ 34 w 34"/>
                              <a:gd name="T111" fmla="*/ 1472 h 1495"/>
                              <a:gd name="T112" fmla="*/ 34 w 34"/>
                              <a:gd name="T113" fmla="*/ 1495 h 1495"/>
                              <a:gd name="T114" fmla="*/ 0 w 34"/>
                              <a:gd name="T115" fmla="*/ 1495 h 1495"/>
                              <a:gd name="T116" fmla="*/ 0 w 34"/>
                              <a:gd name="T117" fmla="*/ 1472 h 1495"/>
                              <a:gd name="T118" fmla="*/ 34 w 34"/>
                              <a:gd name="T119" fmla="*/ 1472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495">
                                <a:moveTo>
                                  <a:pt x="34" y="0"/>
                                </a:moveTo>
                                <a:lnTo>
                                  <a:pt x="34" y="101"/>
                                </a:lnTo>
                                <a:lnTo>
                                  <a:pt x="0" y="101"/>
                                </a:lnTo>
                                <a:lnTo>
                                  <a:pt x="0" y="0"/>
                                </a:lnTo>
                                <a:lnTo>
                                  <a:pt x="34" y="0"/>
                                </a:lnTo>
                                <a:close/>
                                <a:moveTo>
                                  <a:pt x="34" y="134"/>
                                </a:moveTo>
                                <a:lnTo>
                                  <a:pt x="34" y="235"/>
                                </a:lnTo>
                                <a:lnTo>
                                  <a:pt x="0" y="235"/>
                                </a:lnTo>
                                <a:lnTo>
                                  <a:pt x="0" y="134"/>
                                </a:lnTo>
                                <a:lnTo>
                                  <a:pt x="34" y="134"/>
                                </a:lnTo>
                                <a:close/>
                                <a:moveTo>
                                  <a:pt x="34" y="268"/>
                                </a:moveTo>
                                <a:lnTo>
                                  <a:pt x="34" y="368"/>
                                </a:lnTo>
                                <a:lnTo>
                                  <a:pt x="0" y="368"/>
                                </a:lnTo>
                                <a:lnTo>
                                  <a:pt x="0" y="268"/>
                                </a:lnTo>
                                <a:lnTo>
                                  <a:pt x="34" y="268"/>
                                </a:lnTo>
                                <a:close/>
                                <a:moveTo>
                                  <a:pt x="34" y="402"/>
                                </a:moveTo>
                                <a:lnTo>
                                  <a:pt x="34" y="502"/>
                                </a:lnTo>
                                <a:lnTo>
                                  <a:pt x="0" y="502"/>
                                </a:lnTo>
                                <a:lnTo>
                                  <a:pt x="0" y="402"/>
                                </a:lnTo>
                                <a:lnTo>
                                  <a:pt x="34" y="402"/>
                                </a:lnTo>
                                <a:close/>
                                <a:moveTo>
                                  <a:pt x="34" y="536"/>
                                </a:moveTo>
                                <a:lnTo>
                                  <a:pt x="34" y="636"/>
                                </a:lnTo>
                                <a:lnTo>
                                  <a:pt x="0" y="636"/>
                                </a:lnTo>
                                <a:lnTo>
                                  <a:pt x="0" y="536"/>
                                </a:lnTo>
                                <a:lnTo>
                                  <a:pt x="34" y="536"/>
                                </a:lnTo>
                                <a:close/>
                                <a:moveTo>
                                  <a:pt x="34" y="669"/>
                                </a:moveTo>
                                <a:lnTo>
                                  <a:pt x="34" y="770"/>
                                </a:lnTo>
                                <a:lnTo>
                                  <a:pt x="0" y="770"/>
                                </a:lnTo>
                                <a:lnTo>
                                  <a:pt x="0" y="669"/>
                                </a:lnTo>
                                <a:lnTo>
                                  <a:pt x="34" y="669"/>
                                </a:lnTo>
                                <a:close/>
                                <a:moveTo>
                                  <a:pt x="34" y="803"/>
                                </a:moveTo>
                                <a:lnTo>
                                  <a:pt x="34" y="904"/>
                                </a:lnTo>
                                <a:lnTo>
                                  <a:pt x="0" y="904"/>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5"/>
                                </a:moveTo>
                                <a:lnTo>
                                  <a:pt x="34" y="1305"/>
                                </a:lnTo>
                                <a:lnTo>
                                  <a:pt x="0" y="1305"/>
                                </a:lnTo>
                                <a:lnTo>
                                  <a:pt x="0" y="1205"/>
                                </a:lnTo>
                                <a:lnTo>
                                  <a:pt x="34" y="1205"/>
                                </a:lnTo>
                                <a:close/>
                                <a:moveTo>
                                  <a:pt x="34" y="1339"/>
                                </a:moveTo>
                                <a:lnTo>
                                  <a:pt x="34" y="1439"/>
                                </a:lnTo>
                                <a:lnTo>
                                  <a:pt x="0" y="1439"/>
                                </a:lnTo>
                                <a:lnTo>
                                  <a:pt x="0" y="1339"/>
                                </a:lnTo>
                                <a:lnTo>
                                  <a:pt x="34" y="1339"/>
                                </a:lnTo>
                                <a:close/>
                                <a:moveTo>
                                  <a:pt x="34" y="1472"/>
                                </a:moveTo>
                                <a:lnTo>
                                  <a:pt x="34" y="1495"/>
                                </a:lnTo>
                                <a:lnTo>
                                  <a:pt x="0" y="1495"/>
                                </a:lnTo>
                                <a:lnTo>
                                  <a:pt x="0" y="1472"/>
                                </a:lnTo>
                                <a:lnTo>
                                  <a:pt x="34" y="1472"/>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8" name="Rectangle 343"/>
                        <wps:cNvSpPr>
                          <a:spLocks noChangeArrowheads="1"/>
                        </wps:cNvSpPr>
                        <wps:spPr bwMode="auto">
                          <a:xfrm>
                            <a:off x="5028565" y="75565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A"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89" name="Freeform 344"/>
                        <wps:cNvSpPr>
                          <a:spLocks noEditPoints="1"/>
                        </wps:cNvSpPr>
                        <wps:spPr bwMode="auto">
                          <a:xfrm>
                            <a:off x="151765" y="1915160"/>
                            <a:ext cx="1706245" cy="73025"/>
                          </a:xfrm>
                          <a:custGeom>
                            <a:avLst/>
                            <a:gdLst>
                              <a:gd name="T0" fmla="*/ 96 w 24351"/>
                              <a:gd name="T1" fmla="*/ 473 h 1043"/>
                              <a:gd name="T2" fmla="*/ 24256 w 24351"/>
                              <a:gd name="T3" fmla="*/ 473 h 1043"/>
                              <a:gd name="T4" fmla="*/ 24256 w 24351"/>
                              <a:gd name="T5" fmla="*/ 569 h 1043"/>
                              <a:gd name="T6" fmla="*/ 96 w 24351"/>
                              <a:gd name="T7" fmla="*/ 569 h 1043"/>
                              <a:gd name="T8" fmla="*/ 96 w 24351"/>
                              <a:gd name="T9" fmla="*/ 473 h 1043"/>
                              <a:gd name="T10" fmla="*/ 871 w 24351"/>
                              <a:gd name="T11" fmla="*/ 1030 h 1043"/>
                              <a:gd name="T12" fmla="*/ 0 w 24351"/>
                              <a:gd name="T13" fmla="*/ 521 h 1043"/>
                              <a:gd name="T14" fmla="*/ 871 w 24351"/>
                              <a:gd name="T15" fmla="*/ 13 h 1043"/>
                              <a:gd name="T16" fmla="*/ 937 w 24351"/>
                              <a:gd name="T17" fmla="*/ 31 h 1043"/>
                              <a:gd name="T18" fmla="*/ 920 w 24351"/>
                              <a:gd name="T19" fmla="*/ 96 h 1043"/>
                              <a:gd name="T20" fmla="*/ 120 w 24351"/>
                              <a:gd name="T21" fmla="*/ 563 h 1043"/>
                              <a:gd name="T22" fmla="*/ 120 w 24351"/>
                              <a:gd name="T23" fmla="*/ 480 h 1043"/>
                              <a:gd name="T24" fmla="*/ 920 w 24351"/>
                              <a:gd name="T25" fmla="*/ 947 h 1043"/>
                              <a:gd name="T26" fmla="*/ 937 w 24351"/>
                              <a:gd name="T27" fmla="*/ 1012 h 1043"/>
                              <a:gd name="T28" fmla="*/ 871 w 24351"/>
                              <a:gd name="T29" fmla="*/ 1030 h 1043"/>
                              <a:gd name="T30" fmla="*/ 23480 w 24351"/>
                              <a:gd name="T31" fmla="*/ 13 h 1043"/>
                              <a:gd name="T32" fmla="*/ 24351 w 24351"/>
                              <a:gd name="T33" fmla="*/ 521 h 1043"/>
                              <a:gd name="T34" fmla="*/ 23480 w 24351"/>
                              <a:gd name="T35" fmla="*/ 1030 h 1043"/>
                              <a:gd name="T36" fmla="*/ 23414 w 24351"/>
                              <a:gd name="T37" fmla="*/ 1012 h 1043"/>
                              <a:gd name="T38" fmla="*/ 23432 w 24351"/>
                              <a:gd name="T39" fmla="*/ 947 h 1043"/>
                              <a:gd name="T40" fmla="*/ 24232 w 24351"/>
                              <a:gd name="T41" fmla="*/ 480 h 1043"/>
                              <a:gd name="T42" fmla="*/ 24232 w 24351"/>
                              <a:gd name="T43" fmla="*/ 563 h 1043"/>
                              <a:gd name="T44" fmla="*/ 23432 w 24351"/>
                              <a:gd name="T45" fmla="*/ 96 h 1043"/>
                              <a:gd name="T46" fmla="*/ 23414 w 24351"/>
                              <a:gd name="T47" fmla="*/ 31 h 1043"/>
                              <a:gd name="T48" fmla="*/ 23480 w 24351"/>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351" h="1043">
                                <a:moveTo>
                                  <a:pt x="96" y="473"/>
                                </a:moveTo>
                                <a:lnTo>
                                  <a:pt x="24256" y="473"/>
                                </a:lnTo>
                                <a:lnTo>
                                  <a:pt x="24256"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480" y="13"/>
                                </a:moveTo>
                                <a:lnTo>
                                  <a:pt x="24351" y="521"/>
                                </a:lnTo>
                                <a:lnTo>
                                  <a:pt x="23480" y="1030"/>
                                </a:lnTo>
                                <a:cubicBezTo>
                                  <a:pt x="23457" y="1043"/>
                                  <a:pt x="23428" y="1035"/>
                                  <a:pt x="23414" y="1012"/>
                                </a:cubicBezTo>
                                <a:cubicBezTo>
                                  <a:pt x="23401" y="989"/>
                                  <a:pt x="23409" y="960"/>
                                  <a:pt x="23432" y="947"/>
                                </a:cubicBezTo>
                                <a:lnTo>
                                  <a:pt x="24232" y="480"/>
                                </a:lnTo>
                                <a:lnTo>
                                  <a:pt x="24232" y="563"/>
                                </a:lnTo>
                                <a:lnTo>
                                  <a:pt x="23432" y="96"/>
                                </a:lnTo>
                                <a:cubicBezTo>
                                  <a:pt x="23409" y="83"/>
                                  <a:pt x="23401" y="54"/>
                                  <a:pt x="23414" y="31"/>
                                </a:cubicBezTo>
                                <a:cubicBezTo>
                                  <a:pt x="23428" y="8"/>
                                  <a:pt x="23457" y="0"/>
                                  <a:pt x="23480"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90" name="Rectangle 345"/>
                        <wps:cNvSpPr>
                          <a:spLocks noChangeArrowheads="1"/>
                        </wps:cNvSpPr>
                        <wps:spPr bwMode="auto">
                          <a:xfrm>
                            <a:off x="734060" y="2011680"/>
                            <a:ext cx="4895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B" w14:textId="77777777" w:rsidR="009B40E5" w:rsidRDefault="009B40E5">
                              <w:proofErr w:type="spellStart"/>
                              <w:r>
                                <w:rPr>
                                  <w:rFonts w:ascii="Arial" w:hAnsi="Arial" w:cs="Arial"/>
                                  <w:color w:val="000000"/>
                                  <w:sz w:val="14"/>
                                  <w:szCs w:val="14"/>
                                  <w:lang w:val="en-US"/>
                                </w:rPr>
                                <w:t>Hbergement</w:t>
                              </w:r>
                              <w:proofErr w:type="spellEnd"/>
                            </w:p>
                          </w:txbxContent>
                        </wps:txbx>
                        <wps:bodyPr rot="0" vert="horz" wrap="none" lIns="0" tIns="0" rIns="0" bIns="0" anchor="t" anchorCtr="0">
                          <a:spAutoFit/>
                        </wps:bodyPr>
                      </wps:wsp>
                      <wps:wsp>
                        <wps:cNvPr id="491" name="Line 346"/>
                        <wps:cNvCnPr>
                          <a:cxnSpLocks noChangeShapeType="1"/>
                        </wps:cNvCnPr>
                        <wps:spPr bwMode="auto">
                          <a:xfrm flipV="1">
                            <a:off x="2553335" y="1141095"/>
                            <a:ext cx="586105"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92" name="Rectangle 347"/>
                        <wps:cNvSpPr>
                          <a:spLocks noChangeArrowheads="1"/>
                        </wps:cNvSpPr>
                        <wps:spPr bwMode="auto">
                          <a:xfrm>
                            <a:off x="74295" y="292735"/>
                            <a:ext cx="2715260" cy="1560830"/>
                          </a:xfrm>
                          <a:prstGeom prst="rect">
                            <a:avLst/>
                          </a:prstGeom>
                          <a:noFill/>
                          <a:ln w="19050">
                            <a:solidFill>
                              <a:srgbClr val="7943C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28518FF1" id="Zone de dessin 287" o:spid="_x0000_s1066" editas="canvas" style="width:453.3pt;height:173.45pt;mso-position-horizontal-relative:char;mso-position-vertical-relative:line" coordsize="57569,22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">
                <v:shape id="_x0000_s1067" type="#_x0000_t75" style="position:absolute;width:57569;height:22028;visibility:visible;mso-wrap-style:square">
                  <v:fill o:detectmouseclick="t"/>
                  <v:path o:connecttype="none"/>
                </v:shape>
                <v:rect id="Rectangle 288" o:spid="_x0000_s1068" style="position:absolute;left:47472;top:6915;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" fillcolor="#d9d9d9" stroked="f"/>
                <v:rect id="Rectangle 289" o:spid="_x0000_s1069" style="position:absolute;left:47472;top:6915;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" filled="f" strokecolor="#7f7f7f" strokeweight=".55pt"/>
                <v:rect id="Rectangle 290" o:spid="_x0000_s1070" style="position:absolute;left:1524;top:3689;width:11849;height:1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" fillcolor="#ffed99" stroked="f"/>
                <v:rect id="Rectangle 291" o:spid="_x0000_s1071" style="position:absolute;left:1524;top:3689;width:11849;height:1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" filled="f" strokecolor="#ffc000" strokeweight="1.5pt">
                  <v:stroke joinstyle="round"/>
                </v:rect>
                <v:rect id="Rectangle 292" o:spid="_x0000_s1072" style="position:absolute;left:12649;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" filled="f" stroked="f">
                  <v:textbox style="mso-fit-shape-to-text:t" inset="0,0,0,0">
                    <w:txbxContent>
                      <w:p w14:paraId="28519076" w14:textId="77777777" w:rsidR="009B40E5" w:rsidRDefault="009B40E5">
                        <w:r>
                          <w:rPr>
                            <w:rFonts w:ascii="Arial" w:hAnsi="Arial" w:cs="Arial"/>
                            <w:color w:val="000000"/>
                            <w:sz w:val="14"/>
                            <w:szCs w:val="14"/>
                            <w:lang w:val="en-US"/>
                          </w:rPr>
                          <w:t>NRO</w:t>
                        </w:r>
                      </w:p>
                    </w:txbxContent>
                  </v:textbox>
                </v:rect>
                <v:rect id="Rectangle 293" o:spid="_x0000_s1073" style="position:absolute;left:31394;top:6902;width:3346;height:7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" fillcolor="#ffa366" stroked="f"/>
                <v:rect id="Rectangle 294" o:spid="_x0000_s1074" style="position:absolute;left:32124;top:8356;width:134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" filled="f" stroked="f">
                  <v:textbox style="mso-fit-shape-to-text:t" inset="0,0,0,0">
                    <w:txbxContent>
                      <w:p w14:paraId="28519077" w14:textId="77777777" w:rsidR="009B40E5" w:rsidRDefault="009B40E5">
                        <w:r>
                          <w:rPr>
                            <w:rFonts w:ascii="Arial" w:hAnsi="Arial" w:cs="Arial"/>
                            <w:color w:val="000000"/>
                            <w:sz w:val="14"/>
                            <w:szCs w:val="14"/>
                            <w:lang w:val="en-US"/>
                          </w:rPr>
                          <w:t>PM</w:t>
                        </w:r>
                      </w:p>
                    </w:txbxContent>
                  </v:textbox>
                </v:rect>
                <v:rect id="Rectangle 295" o:spid="_x0000_s1075" style="position:absolute;left:42005;top:10248;width:4496;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" fillcolor="#ffa366" stroked="f"/>
                <v:rect id="Rectangle 296" o:spid="_x0000_s1076" style="position:absolute;left:43218;top:10420;width:18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" filled="f" stroked="f">
                  <v:textbox style="mso-fit-shape-to-text:t" inset="0,0,0,0">
                    <w:txbxContent>
                      <w:p w14:paraId="28519078" w14:textId="77777777" w:rsidR="009B40E5" w:rsidRDefault="009B40E5">
                        <w:r>
                          <w:rPr>
                            <w:rFonts w:ascii="Arial" w:hAnsi="Arial" w:cs="Arial"/>
                            <w:color w:val="000000"/>
                            <w:sz w:val="14"/>
                            <w:szCs w:val="14"/>
                            <w:lang w:val="en-US"/>
                          </w:rPr>
                          <w:t>PRE</w:t>
                        </w:r>
                      </w:p>
                    </w:txbxContent>
                  </v:textbox>
                </v:rect>
                <v:rect id="Rectangle 297" o:spid="_x0000_s1077" style="position:absolute;left:47478;top:6921;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" filled="f" strokecolor="white" strokeweight=".95pt">
                  <v:stroke joinstyle="round"/>
                </v:rect>
                <v:rect id="Rectangle 298" o:spid="_x0000_s1078" style="position:absolute;left:49396;top:10210;width:2769;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" fillcolor="#ffaf66" stroked="f"/>
                <v:rect id="Rectangle 299" o:spid="_x0000_s1079" style="position:absolute;left:49396;top:10210;width:2769;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" filled="f" strokecolor="#474747" strokeweight=".95pt">
                  <v:stroke joinstyle="round"/>
                </v:rect>
                <v:rect id="Rectangle 300" o:spid="_x0000_s1080" style="position:absolute;left:49815;top:10363;width:21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" filled="f" stroked="f">
                  <v:textbox style="mso-fit-shape-to-text:t" inset="0,0,0,0">
                    <w:txbxContent>
                      <w:p w14:paraId="28519079" w14:textId="77777777" w:rsidR="009B40E5" w:rsidRDefault="009B40E5">
                        <w:r>
                          <w:rPr>
                            <w:rFonts w:ascii="Arial" w:hAnsi="Arial" w:cs="Arial"/>
                            <w:color w:val="000000"/>
                            <w:sz w:val="14"/>
                            <w:szCs w:val="14"/>
                            <w:lang w:val="en-US"/>
                          </w:rPr>
                          <w:t>DTIO</w:t>
                        </w:r>
                      </w:p>
                    </w:txbxContent>
                  </v:textbox>
                </v:rect>
                <v:rect id="Rectangle 301" o:spid="_x0000_s1081" style="position:absolute;left:53905;top:10210;width:2781;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" fillcolor="#ffaf66" stroked="f"/>
                <v:rect id="Rectangle 302" o:spid="_x0000_s1082" style="position:absolute;left:53905;top:10210;width:2781;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" filled="f" strokecolor="#474747" strokeweight=".95pt">
                  <v:stroke joinstyle="round"/>
                </v:rect>
                <v:rect id="Rectangle 303" o:spid="_x0000_s1083" style="position:absolute;left:54514;top:10363;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" filled="f" stroked="f">
                  <v:textbox style="mso-fit-shape-to-text:t" inset="0,0,0,0">
                    <w:txbxContent>
                      <w:p w14:paraId="2851907A" w14:textId="77777777" w:rsidR="009B40E5" w:rsidRDefault="009B40E5">
                        <w:r>
                          <w:rPr>
                            <w:rFonts w:ascii="Arial" w:hAnsi="Arial" w:cs="Arial"/>
                            <w:color w:val="000000"/>
                            <w:sz w:val="14"/>
                            <w:szCs w:val="14"/>
                            <w:lang w:val="en-US"/>
                          </w:rPr>
                          <w:t>PTO</w:t>
                        </w:r>
                      </w:p>
                    </w:txbxContent>
                  </v:textbox>
                </v:rect>
                <v:line id="Line 304" o:spid="_x0000_s1084" style="position:absolute;flip:y;visibility:visible;mso-wrap-style:square" from="46501,11264" to="49390,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" strokeweight=".7pt"/>
                <v:line id="Line 305" o:spid="_x0000_s1085" style="position:absolute;visibility:visible;mso-wrap-style:square" from="52158,11290" to="54076,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" strokeweight=".7pt"/>
                <v:shape id="Freeform 306" o:spid="_x0000_s1086" style="position:absolute;left:18656;top:19488;width:37846;height:336;visibility:visible;mso-wrap-style:square;v-text-anchor:top" coordsize="135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color="#ff6200" strokeweight="0">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shape id="Freeform 307" o:spid="_x0000_s1087" style="position:absolute;left:18656;top:19488;width:37846;height:336;visibility:visible;mso-wrap-style:square;v-text-anchor:top" coordsize="135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ed="f" strokecolor="#ff6200" strokeweight=".1pt">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rect id="Rectangle 308" o:spid="_x0000_s1088" style="position:absolute;left:32365;top:18053;width:968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YtswgAAANwAAAAPAAAAZHJzL2Rvd25yZXYueG1sRI/dagIx&#10;FITvBd8hHME7zbqW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DxUYtswgAAANwAAAAPAAAA&#10;AAAAAAAAAAAAAAcCAABkcnMvZG93bnJldi54bWxQSwUGAAAAAAMAAwC3AAAA9gIAAAAA&#10;" filled="f" stroked="f">
                  <v:textbox style="mso-fit-shape-to-text:t" inset="0,0,0,0">
                    <w:txbxContent>
                      <w:p w14:paraId="2851907B"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Rectangle 309" o:spid="_x0000_s1089" style="position:absolute;left:2552;top:3898;width:2966;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S73wgAAANwAAAAPAAAAZHJzL2Rvd25yZXYueG1sRI/dagIx&#10;FITvBd8hHME7zbrS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CeHS73wgAAANwAAAAPAAAA&#10;AAAAAAAAAAAAAAcCAABkcnMvZG93bnJldi54bWxQSwUGAAAAAAMAAwC3AAAA9gIAAAAA&#10;" filled="f" stroked="f">
                  <v:textbox style="mso-fit-shape-to-text:t" inset="0,0,0,0">
                    <w:txbxContent>
                      <w:p w14:paraId="2851907C" w14:textId="77777777" w:rsidR="009B40E5" w:rsidRDefault="009B40E5">
                        <w:proofErr w:type="spellStart"/>
                        <w:r>
                          <w:rPr>
                            <w:rFonts w:ascii="Arial" w:hAnsi="Arial" w:cs="Arial"/>
                            <w:color w:val="000000"/>
                            <w:sz w:val="14"/>
                            <w:szCs w:val="14"/>
                            <w:lang w:val="en-US"/>
                          </w:rPr>
                          <w:t>Espace</w:t>
                        </w:r>
                        <w:proofErr w:type="spellEnd"/>
                      </w:p>
                    </w:txbxContent>
                  </v:textbox>
                </v:rect>
                <v:rect id="Rectangle 310" o:spid="_x0000_s1090" style="position:absolute;left:5899;top:3898;width:593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" filled="f" stroked="f">
                  <v:textbox style="mso-fit-shape-to-text:t" inset="0,0,0,0">
                    <w:txbxContent>
                      <w:p w14:paraId="2851907D" w14:textId="77777777" w:rsidR="009B40E5" w:rsidRDefault="009B40E5">
                        <w:proofErr w:type="spellStart"/>
                        <w:r>
                          <w:rPr>
                            <w:rFonts w:ascii="Arial" w:hAnsi="Arial" w:cs="Arial"/>
                            <w:color w:val="000000"/>
                            <w:sz w:val="14"/>
                            <w:szCs w:val="14"/>
                            <w:lang w:val="en-US"/>
                          </w:rPr>
                          <w:t>d’hebergement</w:t>
                        </w:r>
                        <w:proofErr w:type="spellEnd"/>
                      </w:p>
                    </w:txbxContent>
                  </v:textbox>
                </v:rect>
                <v:rect id="Rectangle 311" o:spid="_x0000_s1091" style="position:absolute;left:37896;top:9709;width:2178;height:4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" fillcolor="#ffa366" stroked="f"/>
                <v:rect id="Rectangle 312" o:spid="_x0000_s1092" style="position:absolute;left:38354;top:10083;width:118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" filled="f" stroked="f">
                  <v:textbox style="mso-fit-shape-to-text:t" inset="0,0,0,0">
                    <w:txbxContent>
                      <w:p w14:paraId="2851907E" w14:textId="77777777" w:rsidR="009B40E5" w:rsidRDefault="009B40E5">
                        <w:r>
                          <w:rPr>
                            <w:rFonts w:ascii="Arial" w:hAnsi="Arial" w:cs="Arial"/>
                            <w:color w:val="000000"/>
                            <w:sz w:val="14"/>
                            <w:szCs w:val="14"/>
                            <w:lang w:val="en-US"/>
                          </w:rPr>
                          <w:t>PA</w:t>
                        </w:r>
                      </w:p>
                    </w:txbxContent>
                  </v:textbox>
                </v:rect>
                <v:line id="Line 313" o:spid="_x0000_s1093" style="position:absolute;visibility:visible;mso-wrap-style:square" from="34690,11290" to="37896,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" strokeweight=".7pt"/>
                <v:line id="Line 314" o:spid="_x0000_s1094" style="position:absolute;visibility:visible;mso-wrap-style:square" from="40074,11290" to="42005,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" strokeweight=".7pt"/>
                <v:rect id="Rectangle 315" o:spid="_x0000_s1095" style="position:absolute;left:14585;top:3644;width:12027;height:14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" fillcolor="#dcf2e7" stroked="f"/>
                <v:rect id="Rectangle 316" o:spid="_x0000_s1096" style="position:absolute;left:14585;top:3644;width:12027;height:14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" filled="f" strokecolor="#1c91c9" strokeweight="1.5pt">
                  <v:stroke joinstyle="round"/>
                </v:rect>
                <v:rect id="Rectangle 317" o:spid="_x0000_s1097" style="position:absolute;left:19088;top:3835;width:187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" filled="f" stroked="f">
                  <v:textbox style="mso-fit-shape-to-text:t" inset="0,0,0,0">
                    <w:txbxContent>
                      <w:p w14:paraId="2851907F" w14:textId="77777777" w:rsidR="009B40E5" w:rsidRDefault="009B40E5">
                        <w:r>
                          <w:rPr>
                            <w:rFonts w:ascii="Arial" w:hAnsi="Arial" w:cs="Arial"/>
                            <w:color w:val="000000"/>
                            <w:sz w:val="14"/>
                            <w:szCs w:val="14"/>
                            <w:lang w:val="en-US"/>
                          </w:rPr>
                          <w:t>RTO</w:t>
                        </w:r>
                      </w:p>
                    </w:txbxContent>
                  </v:textbox>
                </v:rect>
                <v:rect id="Rectangle 318" o:spid="_x0000_s1098" style="position:absolute;left:23596;top:9556;width:1937;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" fillcolor="#ffa366" stroked="f"/>
                <v:rect id="Rectangle 319" o:spid="_x0000_s1099" style="position:absolute;left:23596;top:9556;width:1937;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" filled="f" strokeweight=".55pt"/>
                <v:rect id="Rectangle 320" o:spid="_x0000_s1100" style="position:absolute;left:23952;top:6413;width:1041;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" filled="f" strokeweight=".7pt">
                  <v:stroke joinstyle="round"/>
                </v:rect>
                <v:rect id="Rectangle 321" o:spid="_x0000_s1101" style="position:absolute;left:23755;top:10966;width:1702;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" filled="f" stroked="f">
                  <v:textbox style="mso-fit-shape-to-text:t" inset="0,0,0,0">
                    <w:txbxContent>
                      <w:p w14:paraId="28519080" w14:textId="77777777" w:rsidR="009B40E5" w:rsidRDefault="009B40E5">
                        <w:r>
                          <w:rPr>
                            <w:rFonts w:ascii="Helvetica 75 Bold" w:hAnsi="Helvetica 75 Bold" w:cs="Helvetica 75 Bold"/>
                            <w:color w:val="000000"/>
                            <w:sz w:val="14"/>
                            <w:szCs w:val="14"/>
                            <w:lang w:val="en-US"/>
                          </w:rPr>
                          <w:t>TBL</w:t>
                        </w:r>
                      </w:p>
                    </w:txbxContent>
                  </v:textbox>
                </v:rect>
                <v:rect id="Rectangle 322" o:spid="_x0000_s1102" style="position:absolute;left:24053;top:13442;width:1054;height:3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" filled="f" strokeweight=".7pt">
                  <v:stroke joinstyle="round"/>
                </v:rect>
                <v:rect id="Rectangle 323" o:spid="_x0000_s1103" style="position:absolute;left:15925;top:9556;width:2724;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" fillcolor="#93d2f0" stroked="f"/>
                <v:rect id="Rectangle 324" o:spid="_x0000_s1104" style="position:absolute;left:15925;top:9556;width:2724;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" filled="f" strokeweight=".55pt"/>
                <v:rect id="Rectangle 325" o:spid="_x0000_s1105" style="position:absolute;left:16484;top:6369;width:1607;height:3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" filled="f" strokeweight=".7pt">
                  <v:stroke joinstyle="round"/>
                </v:rect>
                <v:rect id="Rectangle 326" o:spid="_x0000_s1106" style="position:absolute;left:16173;top:10966;width:1124;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" filled="f" stroked="f">
                  <v:textbox style="mso-fit-shape-to-text:t" inset="0,0,0,0">
                    <w:txbxContent>
                      <w:p w14:paraId="28519081" w14:textId="77777777" w:rsidR="009B40E5" w:rsidRDefault="009B40E5">
                        <w:r>
                          <w:rPr>
                            <w:rFonts w:ascii="Helvetica 75 Bold" w:hAnsi="Helvetica 75 Bold" w:cs="Helvetica 75 Bold"/>
                            <w:color w:val="000000"/>
                            <w:sz w:val="14"/>
                            <w:szCs w:val="14"/>
                            <w:lang w:val="en-US"/>
                          </w:rPr>
                          <w:t>TE</w:t>
                        </w:r>
                      </w:p>
                    </w:txbxContent>
                  </v:textbox>
                </v:rect>
                <v:rect id="Rectangle 327" o:spid="_x0000_s1107" style="position:absolute;left:16617;top:13442;width:1620;height:3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" filled="f" strokeweight=".7pt">
                  <v:stroke joinstyle="round"/>
                </v:rect>
                <v:rect id="Rectangle 328" o:spid="_x0000_s1108" style="position:absolute;left:19088;top:10826;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" filled="f" stroked="f">
                  <v:textbox style="mso-fit-shape-to-text:t" inset="0,0,0,0">
                    <w:txbxContent>
                      <w:p w14:paraId="28519082" w14:textId="77777777" w:rsidR="009B40E5" w:rsidRDefault="009B40E5">
                        <w:r>
                          <w:rPr>
                            <w:rFonts w:ascii="Arial" w:hAnsi="Arial" w:cs="Arial"/>
                            <w:color w:val="000000"/>
                            <w:sz w:val="14"/>
                            <w:szCs w:val="14"/>
                            <w:lang w:val="en-US"/>
                          </w:rPr>
                          <w:t xml:space="preserve">cordon </w:t>
                        </w:r>
                      </w:p>
                    </w:txbxContent>
                  </v:textbox>
                </v:rect>
                <v:rect id="Rectangle 329" o:spid="_x0000_s1109" style="position:absolute;left:19558;top:11912;width:292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" filled="f" stroked="f">
                  <v:textbox style="mso-fit-shape-to-text:t" inset="0,0,0,0">
                    <w:txbxContent>
                      <w:p w14:paraId="28519083" w14:textId="77777777" w:rsidR="009B40E5" w:rsidRDefault="009B40E5">
                        <w:proofErr w:type="spellStart"/>
                        <w:r>
                          <w:rPr>
                            <w:rFonts w:ascii="Arial" w:hAnsi="Arial" w:cs="Arial"/>
                            <w:color w:val="000000"/>
                            <w:sz w:val="14"/>
                            <w:szCs w:val="14"/>
                            <w:lang w:val="en-US"/>
                          </w:rPr>
                          <w:t>optique</w:t>
                        </w:r>
                        <w:proofErr w:type="spellEnd"/>
                      </w:p>
                    </w:txbxContent>
                  </v:textbox>
                </v:rect>
                <v:rect id="Rectangle 330" o:spid="_x0000_s1110" style="position:absolute;left:88;top:1981;width:28385;height:199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" filled="f" strokeweight="1.5pt">
                  <v:stroke joinstyle="round"/>
                </v:rect>
                <v:line id="Line 331" o:spid="_x0000_s1111" style="position:absolute;visibility:visible;mso-wrap-style:square" from="11690,11347" to="15932,11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" strokecolor="#0070c0" strokeweight="1.7pt"/>
                <v:rect id="Rectangle 332" o:spid="_x0000_s1112" style="position:absolute;left:14922;top:4445;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" filled="f" stroked="f">
                  <v:textbox style="mso-fit-shape-to-text:t" inset="0,0,0,0">
                    <w:txbxContent>
                      <w:p w14:paraId="28519084" w14:textId="77777777" w:rsidR="009B40E5" w:rsidRDefault="009B40E5">
                        <w:proofErr w:type="spellStart"/>
                        <w:r>
                          <w:rPr>
                            <w:rFonts w:ascii="Arial" w:hAnsi="Arial" w:cs="Arial"/>
                            <w:color w:val="000000"/>
                            <w:sz w:val="14"/>
                            <w:szCs w:val="14"/>
                            <w:lang w:val="en-US"/>
                          </w:rPr>
                          <w:t>Ferme</w:t>
                        </w:r>
                        <w:proofErr w:type="spellEnd"/>
                      </w:p>
                    </w:txbxContent>
                  </v:textbox>
                </v:rect>
                <v:rect id="Rectangle 333" o:spid="_x0000_s1113" style="position:absolute;left:14922;top:5454;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" filled="f" stroked="f">
                  <v:textbox style="mso-fit-shape-to-text:t" inset="0,0,0,0">
                    <w:txbxContent>
                      <w:p w14:paraId="28519085"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334" o:spid="_x0000_s1114" style="position:absolute;left:22536;top:4864;width:257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" filled="f" stroked="f">
                  <v:textbox style="mso-fit-shape-to-text:t" inset="0,0,0,0">
                    <w:txbxContent>
                      <w:p w14:paraId="28519086" w14:textId="77777777" w:rsidR="009B40E5" w:rsidRDefault="009B40E5">
                        <w:proofErr w:type="spellStart"/>
                        <w:r>
                          <w:rPr>
                            <w:rFonts w:ascii="Arial" w:hAnsi="Arial" w:cs="Arial"/>
                            <w:color w:val="000000"/>
                            <w:sz w:val="14"/>
                            <w:szCs w:val="14"/>
                            <w:lang w:val="en-US"/>
                          </w:rPr>
                          <w:t>Ferme</w:t>
                        </w:r>
                        <w:proofErr w:type="spellEnd"/>
                      </w:p>
                    </w:txbxContent>
                  </v:textbox>
                </v:rect>
                <v:rect id="Rectangle 335" o:spid="_x0000_s1115" style="position:absolute;left:22536;top:5873;width:109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" filled="f" stroked="f">
                  <v:textbox style="mso-fit-shape-to-text:t" inset="0,0,0,0">
                    <w:txbxContent>
                      <w:p w14:paraId="28519087" w14:textId="77777777" w:rsidR="009B40E5" w:rsidRDefault="009B40E5">
                        <w:r>
                          <w:rPr>
                            <w:rFonts w:ascii="Arial" w:hAnsi="Arial" w:cs="Arial"/>
                            <w:color w:val="000000"/>
                            <w:sz w:val="14"/>
                            <w:szCs w:val="14"/>
                            <w:lang w:val="en-US"/>
                          </w:rPr>
                          <w:t>BL</w:t>
                        </w:r>
                      </w:p>
                    </w:txbxContent>
                  </v:textbox>
                </v:rect>
                <v:rect id="Rectangle 336" o:spid="_x0000_s1116" style="position:absolute;left:9359;top:6908;width:2331;height:10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" fillcolor="#93d2f0" stroked="f"/>
                <v:rect id="Rectangle 337" o:spid="_x0000_s1117" style="position:absolute;left:9359;top:6908;width:2331;height:10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" filled="f" strokecolor="#1c91c9" strokeweight="1.5pt">
                  <v:stroke joinstyle="round"/>
                </v:rect>
                <v:rect id="Rectangle 338" o:spid="_x0000_s1118" style="position:absolute;left:9594;top:10369;width:173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" filled="f" stroked="f">
                  <v:textbox style="mso-fit-shape-to-text:t" inset="0,0,0,0">
                    <w:txbxContent>
                      <w:p w14:paraId="28519088" w14:textId="77777777" w:rsidR="009B40E5" w:rsidRDefault="009B40E5">
                        <w:r>
                          <w:rPr>
                            <w:rFonts w:ascii="Arial" w:hAnsi="Arial" w:cs="Arial"/>
                            <w:color w:val="000000"/>
                            <w:sz w:val="14"/>
                            <w:szCs w:val="14"/>
                            <w:lang w:val="en-US"/>
                          </w:rPr>
                          <w:t>OLT</w:t>
                        </w:r>
                      </w:p>
                    </w:txbxContent>
                  </v:textbox>
                </v:rect>
                <v:rect id="Rectangle 339" o:spid="_x0000_s1119" style="position:absolute;left:9283;top:5327;width:20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" filled="f" stroked="f">
                  <v:textbox style="mso-fit-shape-to-text:t" inset="0,0,0,0">
                    <w:txbxContent>
                      <w:p w14:paraId="28519089" w14:textId="77777777" w:rsidR="009B40E5" w:rsidRDefault="009B40E5">
                        <w:r>
                          <w:rPr>
                            <w:rFonts w:ascii="Arial" w:hAnsi="Arial" w:cs="Arial"/>
                            <w:color w:val="000000"/>
                            <w:sz w:val="14"/>
                            <w:szCs w:val="14"/>
                            <w:lang w:val="en-US"/>
                          </w:rPr>
                          <w:t>BAIE</w:t>
                        </w:r>
                      </w:p>
                    </w:txbxContent>
                  </v:textbox>
                </v:rect>
                <v:shape id="Freeform 340" o:spid="_x0000_s1120" style="position:absolute;left:18656;top:9131;width:4940;height:2305;visibility:visible;mso-wrap-style:square;v-text-anchor:top" coordsize="3528,1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" path="m,859c49,804,96,748,147,695v35,-35,79,-62,111,-99c312,533,356,464,405,398,464,318,473,292,552,233v47,-35,92,-74,147,-99c768,103,846,90,919,68,971,53,1017,24,1066,2v110,11,227,-2,331,33c1499,71,1554,195,1617,266v22,24,49,44,74,66c1756,506,1706,402,1875,629v24,33,59,61,73,99c2041,976,1916,670,2058,925v96,171,-33,36,111,165c2229,1252,2229,1284,2316,1420v22,34,42,71,73,99c2420,1547,2460,1567,2499,1585v91,40,247,53,331,65c3201,1609,3031,1646,3345,1552r110,-33l3528,1420e" filled="f" strokecolor="#c00000" strokeweight="1.5pt">
                  <v:path arrowok="t" o:connecttype="custom" o:connectlocs="0,120002;20585,97091;36128,83261;56713,55601;77297,32550;97882,18720;128689,9500;149273,279;195624,4890;226430,37160;236793,46380;262558,87871;272781,101702;288184,129222;303728,152273;324312,198374;334534,212204;349938,221424;396288,230505;468404,216814;483808,212204;494030,198374" o:connectangles="0,0,0,0,0,0,0,0,0,0,0,0,0,0,0,0,0,0,0,0,0,0"/>
                </v:shape>
                <v:shape id="Freeform 341" o:spid="_x0000_s1121" style="position:absolute;left:18548;top:8509;width:216;height:12223;visibility:visible;mso-wrap-style:square;v-text-anchor:top" coordsize="34,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" path="m34,r,100l,100,,,34,xm34,134r,100l,234,,134r34,xm34,268r,100l,368,,268r34,xm34,401r,101l,502,,401r34,xm34,535r,101l,636,,535r34,xm34,669r,101l,770,,669r34,xm34,803r,100l,903,,803r34,xm34,937r,100l,1037,,937r34,xm34,1071r,100l,1171,,1071r34,xm34,1204r,101l,1305,,1204r34,xm34,1338r,101l,1439,,1338r34,xm34,1472r,100l,1572,,1472r34,xm34,1606r,100l,1706,,1606r34,xm34,1740r,100l,1840,,1740r34,xm34,1874r,51l,1925r,-51l34,1874xe" fillcolor="#ff7600" strokecolor="#ff7600" strokeweight="0">
                  <v:path arrowok="t" o:connecttype="custom" o:connectlocs="21590,63500;0,0;21590,85090;0,148590;21590,85090;21590,233680;0,170180;21590,254635;0,318770;21590,254635;21590,403860;0,339725;21590,424815;0,488950;21590,424815;21590,573405;0,509905;21590,594995;0,658495;21590,594995;21590,743585;0,680085;21590,764540;0,828675;21590,764540;21590,913765;0,849630;21590,934720;0,998220;21590,934720;21590,1083310;0,1019810;21590,1104900;0,1168400;21590,1104900;21590,1222375;0,1189990" o:connectangles="0,0,0,0,0,0,0,0,0,0,0,0,0,0,0,0,0,0,0,0,0,0,0,0,0,0,0,0,0,0,0,0,0,0,0,0,0"/>
                  <o:lock v:ext="edit" verticies="t"/>
                </v:shape>
                <v:shape id="Freeform 342" o:spid="_x0000_s1122" style="position:absolute;left:56521;top:10642;width:216;height:9493;visibility:visible;mso-wrap-style:square;v-text-anchor:top" coordsize="34,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" path="m34,r,101l,101,,,34,xm34,134r,101l,235,,134r34,xm34,268r,100l,368,,268r34,xm34,402r,100l,502,,402r34,xm34,536r,100l,636,,536r34,xm34,669r,101l,770,,669r34,xm34,803r,101l,904,,803r34,xm34,937r,100l,1037,,937r34,xm34,1071r,100l,1171,,1071r34,xm34,1205r,100l,1305,,1205r34,xm34,1339r,100l,1439,,1339r34,xm34,1472r,23l,1495r,-23l34,1472xe" fillcolor="#ff7600" strokecolor="#ff7600" strokeweight="0">
                  <v:path arrowok="t" o:connecttype="custom" o:connectlocs="21590,0;21590,64135;0,64135;0,0;21590,0;21590,85090;21590,149225;0,149225;0,85090;21590,85090;21590,170180;21590,233680;0,233680;0,170180;21590,170180;21590,255270;21590,318770;0,318770;0,255270;21590,255270;21590,340360;21590,403860;0,403860;0,340360;21590,340360;21590,424815;21590,488950;0,488950;0,424815;21590,424815;21590,509905;21590,574040;0,574040;0,509905;21590,509905;21590,594995;21590,658495;0,658495;0,594995;21590,594995;21590,680085;21590,743585;0,743585;0,680085;21590,680085;21590,765175;21590,828675;0,828675;0,765175;21590,765175;21590,850265;21590,913765;0,913765;0,850265;21590,850265;21590,934720;21590,949325;0,949325;0,934720;21590,934720" o:connectangles="0,0,0,0,0,0,0,0,0,0,0,0,0,0,0,0,0,0,0,0,0,0,0,0,0,0,0,0,0,0,0,0,0,0,0,0,0,0,0,0,0,0,0,0,0,0,0,0,0,0,0,0,0,0,0,0,0,0,0,0"/>
                  <o:lock v:ext="edit" verticies="t"/>
                </v:shape>
                <v:rect id="Rectangle 343" o:spid="_x0000_s1123" style="position:absolute;left:50285;top:7556;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" filled="f" stroked="f">
                  <v:textbox style="mso-fit-shape-to-text:t" inset="0,0,0,0">
                    <w:txbxContent>
                      <w:p w14:paraId="2851908A" w14:textId="77777777" w:rsidR="009B40E5" w:rsidRDefault="009B40E5">
                        <w:r>
                          <w:rPr>
                            <w:rFonts w:ascii="Arial" w:hAnsi="Arial" w:cs="Arial"/>
                            <w:color w:val="000000"/>
                            <w:sz w:val="14"/>
                            <w:szCs w:val="14"/>
                            <w:lang w:val="en-US"/>
                          </w:rPr>
                          <w:t>Local Client</w:t>
                        </w:r>
                      </w:p>
                    </w:txbxContent>
                  </v:textbox>
                </v:rect>
                <v:shape id="Freeform 344" o:spid="_x0000_s1124" style="position:absolute;left:1517;top:19151;width:17063;height:730;visibility:visible;mso-wrap-style:square;v-text-anchor:top" coordsize="24351,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" path="m96,473r24160,l24256,569,96,569r,-96xm871,1030l,521,871,13c894,,924,8,937,31v13,23,6,52,-17,65l120,563r,-83l920,947v23,13,30,42,17,65c924,1035,894,1043,871,1030xm23480,13r871,508l23480,1030v-23,13,-52,5,-66,-18c23401,989,23409,960,23432,947r800,-467l24232,563,23432,96v-23,-13,-31,-42,-18,-65c23428,8,23457,,23480,13xe" fillcolor="black" strokeweight="0">
                  <v:path arrowok="t" o:connecttype="custom" o:connectlocs="6727,33117;1699588,33117;1699588,39838;6727,39838;6727,33117;61030,72115;0,36477;61030,910;65654,2170;64463,6721;8408,39418;8408,33607;64463,66304;65654,70855;61030,72115;1645215,910;1706245,36477;1645215,72115;1640591,70855;1641852,66304;1697907,33607;1697907,39418;1641852,6721;1640591,2170;1645215,910" o:connectangles="0,0,0,0,0,0,0,0,0,0,0,0,0,0,0,0,0,0,0,0,0,0,0,0,0"/>
                  <o:lock v:ext="edit" verticies="t"/>
                </v:shape>
                <v:rect id="Rectangle 345" o:spid="_x0000_s1125" style="position:absolute;left:7340;top:20116;width:4896;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" filled="f" stroked="f">
                  <v:textbox style="mso-fit-shape-to-text:t" inset="0,0,0,0">
                    <w:txbxContent>
                      <w:p w14:paraId="2851908B" w14:textId="77777777" w:rsidR="009B40E5" w:rsidRDefault="009B40E5">
                        <w:proofErr w:type="spellStart"/>
                        <w:r>
                          <w:rPr>
                            <w:rFonts w:ascii="Arial" w:hAnsi="Arial" w:cs="Arial"/>
                            <w:color w:val="000000"/>
                            <w:sz w:val="14"/>
                            <w:szCs w:val="14"/>
                            <w:lang w:val="en-US"/>
                          </w:rPr>
                          <w:t>Hbergement</w:t>
                        </w:r>
                        <w:proofErr w:type="spellEnd"/>
                      </w:p>
                    </w:txbxContent>
                  </v:textbox>
                </v:rect>
                <v:line id="Line 346" o:spid="_x0000_s1126" style="position:absolute;flip:y;visibility:visible;mso-wrap-style:square" from="25533,11410" to="31394,11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" strokeweight=".7pt"/>
                <v:rect id="Rectangle 347" o:spid="_x0000_s1127" style="position:absolute;left:742;top:2927;width:27153;height:15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" filled="f" strokecolor="#7943c3" strokeweight="1.5pt">
                  <v:stroke joinstyle="round"/>
                </v:rect>
                <w10:anchorlock/>
              </v:group>
            </w:pict>
          </mc:Fallback>
        </mc:AlternateContent>
      </w:r>
    </w:p>
    <w:p w14:paraId="28518F46" w14:textId="77777777" w:rsidR="0049691F" w:rsidRPr="006A5521" w:rsidRDefault="0049691F" w:rsidP="0049691F">
      <w:pPr>
        <w:pStyle w:val="Lgende"/>
        <w:jc w:val="center"/>
        <w:rPr>
          <w:rFonts w:ascii="Helvetica 55 Roman" w:hAnsi="Helvetica 55 Roman"/>
        </w:rPr>
      </w:pPr>
      <w:bookmarkStart w:id="47" w:name="_Toc535576385"/>
      <w:r w:rsidRPr="006A5521">
        <w:rPr>
          <w:rFonts w:ascii="Helvetica 55 Roman" w:hAnsi="Helvetica 55 Roman"/>
        </w:rPr>
        <w:t xml:space="preserve">Figure </w:t>
      </w:r>
      <w:r w:rsidR="00D73442" w:rsidRPr="006A5521">
        <w:rPr>
          <w:rFonts w:ascii="Helvetica 55 Roman" w:hAnsi="Helvetica 55 Roman"/>
        </w:rPr>
        <w:fldChar w:fldCharType="begin"/>
      </w:r>
      <w:r w:rsidR="00D73442" w:rsidRPr="006A5521">
        <w:rPr>
          <w:rFonts w:ascii="Helvetica 55 Roman" w:hAnsi="Helvetica 55 Roman"/>
        </w:rPr>
        <w:instrText xml:space="preserve"> SEQ Figure \* ARABIC </w:instrText>
      </w:r>
      <w:r w:rsidR="00D73442" w:rsidRPr="006A5521">
        <w:rPr>
          <w:rFonts w:ascii="Helvetica 55 Roman" w:hAnsi="Helvetica 55 Roman"/>
        </w:rPr>
        <w:fldChar w:fldCharType="separate"/>
      </w:r>
      <w:r w:rsidRPr="006A5521">
        <w:rPr>
          <w:rFonts w:ascii="Helvetica 55 Roman" w:hAnsi="Helvetica 55 Roman"/>
        </w:rPr>
        <w:t>2</w:t>
      </w:r>
      <w:r w:rsidR="00D73442" w:rsidRPr="006A5521">
        <w:rPr>
          <w:rFonts w:ascii="Helvetica 55 Roman" w:hAnsi="Helvetica 55 Roman"/>
        </w:rPr>
        <w:fldChar w:fldCharType="end"/>
      </w:r>
      <w:r w:rsidRPr="006A5521">
        <w:rPr>
          <w:rFonts w:ascii="Helvetica 55 Roman" w:hAnsi="Helvetica 55 Roman"/>
        </w:rPr>
        <w:t xml:space="preserve">  : </w:t>
      </w:r>
      <w:r w:rsidR="0046445F" w:rsidRPr="006A5521">
        <w:rPr>
          <w:rFonts w:ascii="Helvetica 55 Roman" w:hAnsi="Helvetica 55 Roman"/>
        </w:rPr>
        <w:t>FTTE passif NRO</w:t>
      </w:r>
      <w:r w:rsidRPr="006A5521">
        <w:rPr>
          <w:rFonts w:ascii="Helvetica 55 Roman" w:hAnsi="Helvetica 55 Roman"/>
        </w:rPr>
        <w:t xml:space="preserve"> - Raccordement au NRO avec salle d’hébergement commune à la salle RTO</w:t>
      </w:r>
      <w:bookmarkEnd w:id="47"/>
    </w:p>
    <w:p w14:paraId="28518F49" w14:textId="77777777" w:rsidR="0049691F" w:rsidRPr="006A5521" w:rsidRDefault="009F682C" w:rsidP="0049691F">
      <w:pPr>
        <w:ind w:left="720"/>
        <w:jc w:val="both"/>
        <w:rPr>
          <w:rFonts w:ascii="Helvetica 55 Roman" w:hAnsi="Helvetica 55 Roman"/>
        </w:rPr>
      </w:pPr>
      <w:r w:rsidRPr="006A5521">
        <w:rPr>
          <w:rFonts w:ascii="Helvetica 55 Roman" w:hAnsi="Helvetica 55 Roman"/>
          <w:noProof/>
        </w:rPr>
        <w:lastRenderedPageBreak/>
        <mc:AlternateContent>
          <mc:Choice Requires="wpc">
            <w:drawing>
              <wp:inline distT="0" distB="0" distL="0" distR="0" wp14:anchorId="28518FF3" wp14:editId="28518FF4">
                <wp:extent cx="5748655" cy="1908810"/>
                <wp:effectExtent l="5080" t="0" r="8890" b="7620"/>
                <wp:docPr id="350" name="Zone de dessin 3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43" name="Rectangle 351"/>
                        <wps:cNvSpPr>
                          <a:spLocks noChangeArrowheads="1"/>
                        </wps:cNvSpPr>
                        <wps:spPr bwMode="auto">
                          <a:xfrm>
                            <a:off x="4737735" y="370840"/>
                            <a:ext cx="1004570" cy="105156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Rectangle 352"/>
                        <wps:cNvSpPr>
                          <a:spLocks noChangeArrowheads="1"/>
                        </wps:cNvSpPr>
                        <wps:spPr bwMode="auto">
                          <a:xfrm>
                            <a:off x="4737735" y="370840"/>
                            <a:ext cx="1004570" cy="1051560"/>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Rectangle 353"/>
                        <wps:cNvSpPr>
                          <a:spLocks noChangeArrowheads="1"/>
                        </wps:cNvSpPr>
                        <wps:spPr bwMode="auto">
                          <a:xfrm>
                            <a:off x="74295" y="199390"/>
                            <a:ext cx="1263650" cy="142938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Rectangle 354"/>
                        <wps:cNvSpPr>
                          <a:spLocks noChangeArrowheads="1"/>
                        </wps:cNvSpPr>
                        <wps:spPr bwMode="auto">
                          <a:xfrm>
                            <a:off x="74295" y="199390"/>
                            <a:ext cx="1263650" cy="1429385"/>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Rectangle 355"/>
                        <wps:cNvSpPr>
                          <a:spLocks noChangeArrowheads="1"/>
                        </wps:cNvSpPr>
                        <wps:spPr bwMode="auto">
                          <a:xfrm>
                            <a:off x="125412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C"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148" name="Rectangle 356"/>
                        <wps:cNvSpPr>
                          <a:spLocks noChangeArrowheads="1"/>
                        </wps:cNvSpPr>
                        <wps:spPr bwMode="auto">
                          <a:xfrm>
                            <a:off x="3126105" y="447040"/>
                            <a:ext cx="334010"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Rectangle 357"/>
                        <wps:cNvSpPr>
                          <a:spLocks noChangeArrowheads="1"/>
                        </wps:cNvSpPr>
                        <wps:spPr bwMode="auto">
                          <a:xfrm>
                            <a:off x="3213100" y="77470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D"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150" name="Rectangle 358"/>
                        <wps:cNvSpPr>
                          <a:spLocks noChangeArrowheads="1"/>
                        </wps:cNvSpPr>
                        <wps:spPr bwMode="auto">
                          <a:xfrm>
                            <a:off x="4190365" y="812800"/>
                            <a:ext cx="449580" cy="3162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Rectangle 359"/>
                        <wps:cNvSpPr>
                          <a:spLocks noChangeArrowheads="1"/>
                        </wps:cNvSpPr>
                        <wps:spPr bwMode="auto">
                          <a:xfrm>
                            <a:off x="4312285" y="83058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E"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152" name="Rectangle 360"/>
                        <wps:cNvSpPr>
                          <a:spLocks noChangeArrowheads="1"/>
                        </wps:cNvSpPr>
                        <wps:spPr bwMode="auto">
                          <a:xfrm>
                            <a:off x="4738370" y="371475"/>
                            <a:ext cx="100457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Rectangle 361"/>
                        <wps:cNvSpPr>
                          <a:spLocks noChangeArrowheads="1"/>
                        </wps:cNvSpPr>
                        <wps:spPr bwMode="auto">
                          <a:xfrm>
                            <a:off x="493014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Rectangle 362"/>
                        <wps:cNvSpPr>
                          <a:spLocks noChangeArrowheads="1"/>
                        </wps:cNvSpPr>
                        <wps:spPr bwMode="auto">
                          <a:xfrm>
                            <a:off x="493014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Rectangle 363"/>
                        <wps:cNvSpPr>
                          <a:spLocks noChangeArrowheads="1"/>
                        </wps:cNvSpPr>
                        <wps:spPr bwMode="auto">
                          <a:xfrm>
                            <a:off x="4972685" y="82423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F" w14:textId="77777777"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156" name="Rectangle 364"/>
                        <wps:cNvSpPr>
                          <a:spLocks noChangeArrowheads="1"/>
                        </wps:cNvSpPr>
                        <wps:spPr bwMode="auto">
                          <a:xfrm>
                            <a:off x="538099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Rectangle 365"/>
                        <wps:cNvSpPr>
                          <a:spLocks noChangeArrowheads="1"/>
                        </wps:cNvSpPr>
                        <wps:spPr bwMode="auto">
                          <a:xfrm>
                            <a:off x="538099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Rectangle 366"/>
                        <wps:cNvSpPr>
                          <a:spLocks noChangeArrowheads="1"/>
                        </wps:cNvSpPr>
                        <wps:spPr bwMode="auto">
                          <a:xfrm>
                            <a:off x="5441950" y="82423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0" w14:textId="77777777"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159" name="Line 367"/>
                        <wps:cNvCnPr>
                          <a:cxnSpLocks noChangeShapeType="1"/>
                        </wps:cNvCnPr>
                        <wps:spPr bwMode="auto">
                          <a:xfrm flipV="1">
                            <a:off x="4639945" y="939800"/>
                            <a:ext cx="289560"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6" name="Line 368"/>
                        <wps:cNvCnPr>
                          <a:cxnSpLocks noChangeShapeType="1"/>
                        </wps:cNvCnPr>
                        <wps:spPr bwMode="auto">
                          <a:xfrm>
                            <a:off x="5207635" y="917575"/>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7" name="Freeform 369"/>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419" name="Freeform 370"/>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0" name="Rectangle 371"/>
                        <wps:cNvSpPr>
                          <a:spLocks noChangeArrowheads="1"/>
                        </wps:cNvSpPr>
                        <wps:spPr bwMode="auto">
                          <a:xfrm>
                            <a:off x="3237865" y="1635760"/>
                            <a:ext cx="114935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1" w14:textId="77777777"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wps:txbx>
                        <wps:bodyPr rot="0" vert="horz" wrap="square" lIns="0" tIns="0" rIns="0" bIns="0" anchor="t" anchorCtr="0">
                          <a:spAutoFit/>
                        </wps:bodyPr>
                      </wps:wsp>
                      <wps:wsp>
                        <wps:cNvPr id="421" name="Rectangle 372"/>
                        <wps:cNvSpPr>
                          <a:spLocks noChangeArrowheads="1"/>
                        </wps:cNvSpPr>
                        <wps:spPr bwMode="auto">
                          <a:xfrm>
                            <a:off x="255270" y="219075"/>
                            <a:ext cx="8159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2" w14:textId="77777777"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wps:txbx>
                        <wps:bodyPr rot="0" vert="horz" wrap="none" lIns="0" tIns="0" rIns="0" bIns="0" anchor="t" anchorCtr="0">
                          <a:spAutoFit/>
                        </wps:bodyPr>
                      </wps:wsp>
                      <wps:wsp>
                        <wps:cNvPr id="422" name="Rectangle 373"/>
                        <wps:cNvSpPr>
                          <a:spLocks noChangeArrowheads="1"/>
                        </wps:cNvSpPr>
                        <wps:spPr bwMode="auto">
                          <a:xfrm>
                            <a:off x="3780155" y="760095"/>
                            <a:ext cx="217170" cy="421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3" name="Rectangle 374"/>
                        <wps:cNvSpPr>
                          <a:spLocks noChangeArrowheads="1"/>
                        </wps:cNvSpPr>
                        <wps:spPr bwMode="auto">
                          <a:xfrm>
                            <a:off x="3825240" y="79756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3"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424" name="Line 375"/>
                        <wps:cNvCnPr>
                          <a:cxnSpLocks noChangeShapeType="1"/>
                        </wps:cNvCnPr>
                        <wps:spPr bwMode="auto">
                          <a:xfrm>
                            <a:off x="3460115" y="958215"/>
                            <a:ext cx="320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5" name="Line 376"/>
                        <wps:cNvCnPr>
                          <a:cxnSpLocks noChangeShapeType="1"/>
                        </wps:cNvCnPr>
                        <wps:spPr bwMode="auto">
                          <a:xfrm>
                            <a:off x="3992880" y="96139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6" name="Rectangle 377"/>
                        <wps:cNvSpPr>
                          <a:spLocks noChangeArrowheads="1"/>
                        </wps:cNvSpPr>
                        <wps:spPr bwMode="auto">
                          <a:xfrm>
                            <a:off x="1459230" y="194310"/>
                            <a:ext cx="1203325" cy="143446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7" name="Rectangle 378"/>
                        <wps:cNvSpPr>
                          <a:spLocks noChangeArrowheads="1"/>
                        </wps:cNvSpPr>
                        <wps:spPr bwMode="auto">
                          <a:xfrm>
                            <a:off x="1459230" y="194310"/>
                            <a:ext cx="1203325" cy="14344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Rectangle 379"/>
                        <wps:cNvSpPr>
                          <a:spLocks noChangeArrowheads="1"/>
                        </wps:cNvSpPr>
                        <wps:spPr bwMode="auto">
                          <a:xfrm>
                            <a:off x="1908810" y="21336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4"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429" name="Rectangle 380"/>
                        <wps:cNvSpPr>
                          <a:spLocks noChangeArrowheads="1"/>
                        </wps:cNvSpPr>
                        <wps:spPr bwMode="auto">
                          <a:xfrm>
                            <a:off x="2360295" y="785495"/>
                            <a:ext cx="264795" cy="3892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0" name="Rectangle 381"/>
                        <wps:cNvSpPr>
                          <a:spLocks noChangeArrowheads="1"/>
                        </wps:cNvSpPr>
                        <wps:spPr bwMode="auto">
                          <a:xfrm>
                            <a:off x="2360295" y="785495"/>
                            <a:ext cx="26479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1" name="Rectangle 382"/>
                        <wps:cNvSpPr>
                          <a:spLocks noChangeArrowheads="1"/>
                        </wps:cNvSpPr>
                        <wps:spPr bwMode="auto">
                          <a:xfrm>
                            <a:off x="2395855" y="520700"/>
                            <a:ext cx="104775" cy="26860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2" name="Rectangle 383"/>
                        <wps:cNvSpPr>
                          <a:spLocks noChangeArrowheads="1"/>
                        </wps:cNvSpPr>
                        <wps:spPr bwMode="auto">
                          <a:xfrm>
                            <a:off x="2376170" y="927100"/>
                            <a:ext cx="1701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5" w14:textId="77777777"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433" name="Rectangle 384"/>
                        <wps:cNvSpPr>
                          <a:spLocks noChangeArrowheads="1"/>
                        </wps:cNvSpPr>
                        <wps:spPr bwMode="auto">
                          <a:xfrm>
                            <a:off x="2406015" y="1174750"/>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 name="Rectangle 385"/>
                        <wps:cNvSpPr>
                          <a:spLocks noChangeArrowheads="1"/>
                        </wps:cNvSpPr>
                        <wps:spPr bwMode="auto">
                          <a:xfrm>
                            <a:off x="1593215" y="779145"/>
                            <a:ext cx="218440"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5" name="Rectangle 386"/>
                        <wps:cNvSpPr>
                          <a:spLocks noChangeArrowheads="1"/>
                        </wps:cNvSpPr>
                        <wps:spPr bwMode="auto">
                          <a:xfrm>
                            <a:off x="1593215" y="779145"/>
                            <a:ext cx="218440"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 name="Rectangle 387"/>
                        <wps:cNvSpPr>
                          <a:spLocks noChangeArrowheads="1"/>
                        </wps:cNvSpPr>
                        <wps:spPr bwMode="auto">
                          <a:xfrm>
                            <a:off x="1656715" y="498475"/>
                            <a:ext cx="105410" cy="2762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 name="Rectangle 389"/>
                        <wps:cNvSpPr>
                          <a:spLocks noChangeArrowheads="1"/>
                        </wps:cNvSpPr>
                        <wps:spPr bwMode="auto">
                          <a:xfrm>
                            <a:off x="1638935"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 name="Freeform 390"/>
                        <wps:cNvSpPr>
                          <a:spLocks/>
                        </wps:cNvSpPr>
                        <wps:spPr bwMode="auto">
                          <a:xfrm>
                            <a:off x="643890" y="748030"/>
                            <a:ext cx="407035" cy="241935"/>
                          </a:xfrm>
                          <a:custGeom>
                            <a:avLst/>
                            <a:gdLst>
                              <a:gd name="T0" fmla="*/ 0 w 5808"/>
                              <a:gd name="T1" fmla="*/ 1803 h 3461"/>
                              <a:gd name="T2" fmla="*/ 242 w 5808"/>
                              <a:gd name="T3" fmla="*/ 1457 h 3461"/>
                              <a:gd name="T4" fmla="*/ 424 w 5808"/>
                              <a:gd name="T5" fmla="*/ 1250 h 3461"/>
                              <a:gd name="T6" fmla="*/ 666 w 5808"/>
                              <a:gd name="T7" fmla="*/ 835 h 3461"/>
                              <a:gd name="T8" fmla="*/ 908 w 5808"/>
                              <a:gd name="T9" fmla="*/ 489 h 3461"/>
                              <a:gd name="T10" fmla="*/ 1150 w 5808"/>
                              <a:gd name="T11" fmla="*/ 282 h 3461"/>
                              <a:gd name="T12" fmla="*/ 1513 w 5808"/>
                              <a:gd name="T13" fmla="*/ 144 h 3461"/>
                              <a:gd name="T14" fmla="*/ 1755 w 5808"/>
                              <a:gd name="T15" fmla="*/ 5 h 3461"/>
                              <a:gd name="T16" fmla="*/ 2299 w 5808"/>
                              <a:gd name="T17" fmla="*/ 75 h 3461"/>
                              <a:gd name="T18" fmla="*/ 2662 w 5808"/>
                              <a:gd name="T19" fmla="*/ 558 h 3461"/>
                              <a:gd name="T20" fmla="*/ 2783 w 5808"/>
                              <a:gd name="T21" fmla="*/ 697 h 3461"/>
                              <a:gd name="T22" fmla="*/ 3086 w 5808"/>
                              <a:gd name="T23" fmla="*/ 1319 h 3461"/>
                              <a:gd name="T24" fmla="*/ 3207 w 5808"/>
                              <a:gd name="T25" fmla="*/ 1526 h 3461"/>
                              <a:gd name="T26" fmla="*/ 3388 w 5808"/>
                              <a:gd name="T27" fmla="*/ 1941 h 3461"/>
                              <a:gd name="T28" fmla="*/ 3570 w 5808"/>
                              <a:gd name="T29" fmla="*/ 2286 h 3461"/>
                              <a:gd name="T30" fmla="*/ 3812 w 5808"/>
                              <a:gd name="T31" fmla="*/ 2978 h 3461"/>
                              <a:gd name="T32" fmla="*/ 3933 w 5808"/>
                              <a:gd name="T33" fmla="*/ 3185 h 3461"/>
                              <a:gd name="T34" fmla="*/ 4114 w 5808"/>
                              <a:gd name="T35" fmla="*/ 3323 h 3461"/>
                              <a:gd name="T36" fmla="*/ 4659 w 5808"/>
                              <a:gd name="T37" fmla="*/ 3461 h 3461"/>
                              <a:gd name="T38" fmla="*/ 5506 w 5808"/>
                              <a:gd name="T39" fmla="*/ 3254 h 3461"/>
                              <a:gd name="T40" fmla="*/ 5687 w 5808"/>
                              <a:gd name="T41" fmla="*/ 3185 h 3461"/>
                              <a:gd name="T42" fmla="*/ 5808 w 5808"/>
                              <a:gd name="T43" fmla="*/ 2978 h 34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808" h="3461">
                                <a:moveTo>
                                  <a:pt x="0" y="1803"/>
                                </a:moveTo>
                                <a:cubicBezTo>
                                  <a:pt x="81" y="1687"/>
                                  <a:pt x="157" y="1568"/>
                                  <a:pt x="242" y="1457"/>
                                </a:cubicBezTo>
                                <a:cubicBezTo>
                                  <a:pt x="299" y="1383"/>
                                  <a:pt x="371" y="1327"/>
                                  <a:pt x="424" y="1250"/>
                                </a:cubicBezTo>
                                <a:cubicBezTo>
                                  <a:pt x="513" y="1118"/>
                                  <a:pt x="585" y="973"/>
                                  <a:pt x="666" y="835"/>
                                </a:cubicBezTo>
                                <a:cubicBezTo>
                                  <a:pt x="764" y="667"/>
                                  <a:pt x="779" y="612"/>
                                  <a:pt x="908" y="489"/>
                                </a:cubicBezTo>
                                <a:cubicBezTo>
                                  <a:pt x="985" y="416"/>
                                  <a:pt x="1060" y="333"/>
                                  <a:pt x="1150" y="282"/>
                                </a:cubicBezTo>
                                <a:cubicBezTo>
                                  <a:pt x="1264" y="217"/>
                                  <a:pt x="1392" y="190"/>
                                  <a:pt x="1513" y="144"/>
                                </a:cubicBezTo>
                                <a:cubicBezTo>
                                  <a:pt x="1599" y="111"/>
                                  <a:pt x="1674" y="52"/>
                                  <a:pt x="1755" y="5"/>
                                </a:cubicBezTo>
                                <a:cubicBezTo>
                                  <a:pt x="1936" y="29"/>
                                  <a:pt x="2129" y="0"/>
                                  <a:pt x="2299" y="75"/>
                                </a:cubicBezTo>
                                <a:cubicBezTo>
                                  <a:pt x="2468" y="149"/>
                                  <a:pt x="2558" y="409"/>
                                  <a:pt x="2662" y="558"/>
                                </a:cubicBezTo>
                                <a:cubicBezTo>
                                  <a:pt x="2698" y="609"/>
                                  <a:pt x="2743" y="651"/>
                                  <a:pt x="2783" y="697"/>
                                </a:cubicBezTo>
                                <a:cubicBezTo>
                                  <a:pt x="2890" y="1062"/>
                                  <a:pt x="2809" y="843"/>
                                  <a:pt x="3086" y="1319"/>
                                </a:cubicBezTo>
                                <a:cubicBezTo>
                                  <a:pt x="3126" y="1388"/>
                                  <a:pt x="3184" y="1447"/>
                                  <a:pt x="3207" y="1526"/>
                                </a:cubicBezTo>
                                <a:cubicBezTo>
                                  <a:pt x="3359" y="2047"/>
                                  <a:pt x="3154" y="1405"/>
                                  <a:pt x="3388" y="1941"/>
                                </a:cubicBezTo>
                                <a:cubicBezTo>
                                  <a:pt x="3546" y="2300"/>
                                  <a:pt x="3334" y="2016"/>
                                  <a:pt x="3570" y="2286"/>
                                </a:cubicBezTo>
                                <a:cubicBezTo>
                                  <a:pt x="3669" y="2626"/>
                                  <a:pt x="3670" y="2693"/>
                                  <a:pt x="3812" y="2978"/>
                                </a:cubicBezTo>
                                <a:cubicBezTo>
                                  <a:pt x="3848" y="3050"/>
                                  <a:pt x="3882" y="3126"/>
                                  <a:pt x="3933" y="3185"/>
                                </a:cubicBezTo>
                                <a:cubicBezTo>
                                  <a:pt x="3984" y="3244"/>
                                  <a:pt x="4049" y="3286"/>
                                  <a:pt x="4114" y="3323"/>
                                </a:cubicBezTo>
                                <a:cubicBezTo>
                                  <a:pt x="4263" y="3408"/>
                                  <a:pt x="4520" y="3435"/>
                                  <a:pt x="4659" y="3461"/>
                                </a:cubicBezTo>
                                <a:cubicBezTo>
                                  <a:pt x="5270" y="3374"/>
                                  <a:pt x="4989" y="3451"/>
                                  <a:pt x="5506" y="3254"/>
                                </a:cubicBezTo>
                                <a:lnTo>
                                  <a:pt x="5687" y="3185"/>
                                </a:lnTo>
                                <a:lnTo>
                                  <a:pt x="5808" y="2978"/>
                                </a:lnTo>
                              </a:path>
                            </a:pathLst>
                          </a:custGeom>
                          <a:noFill/>
                          <a:ln w="19050">
                            <a:solidFill>
                              <a:srgbClr val="1361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9" name="Rectangle 391"/>
                        <wps:cNvSpPr>
                          <a:spLocks noChangeArrowheads="1"/>
                        </wps:cNvSpPr>
                        <wps:spPr bwMode="auto">
                          <a:xfrm>
                            <a:off x="1908810" y="100774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6"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440" name="Rectangle 392"/>
                        <wps:cNvSpPr>
                          <a:spLocks noChangeArrowheads="1"/>
                        </wps:cNvSpPr>
                        <wps:spPr bwMode="auto">
                          <a:xfrm>
                            <a:off x="1908810" y="112014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7" w14:textId="77777777" w:rsidR="009B40E5" w:rsidRDefault="009B40E5">
                              <w:proofErr w:type="spellStart"/>
                              <w:r>
                                <w:rPr>
                                  <w:rFonts w:ascii="Arial" w:hAnsi="Arial" w:cs="Arial"/>
                                  <w:color w:val="000000"/>
                                  <w:sz w:val="14"/>
                                  <w:szCs w:val="14"/>
                                  <w:lang w:val="en-US"/>
                                </w:rPr>
                                <w:t>optique</w:t>
                              </w:r>
                              <w:proofErr w:type="spellEnd"/>
                            </w:p>
                          </w:txbxContent>
                        </wps:txbx>
                        <wps:bodyPr rot="0" vert="horz" wrap="none" lIns="0" tIns="0" rIns="0" bIns="0" anchor="t" anchorCtr="0">
                          <a:spAutoFit/>
                        </wps:bodyPr>
                      </wps:wsp>
                      <wps:wsp>
                        <wps:cNvPr id="441" name="Rectangle 393"/>
                        <wps:cNvSpPr>
                          <a:spLocks noChangeArrowheads="1"/>
                        </wps:cNvSpPr>
                        <wps:spPr bwMode="auto">
                          <a:xfrm>
                            <a:off x="8890" y="154305"/>
                            <a:ext cx="2775585" cy="1718310"/>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2" name="Rectangle 394"/>
                        <wps:cNvSpPr>
                          <a:spLocks noChangeArrowheads="1"/>
                        </wps:cNvSpPr>
                        <wps:spPr bwMode="auto">
                          <a:xfrm>
                            <a:off x="1050290" y="785495"/>
                            <a:ext cx="179705"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3" name="Rectangle 395"/>
                        <wps:cNvSpPr>
                          <a:spLocks noChangeArrowheads="1"/>
                        </wps:cNvSpPr>
                        <wps:spPr bwMode="auto">
                          <a:xfrm>
                            <a:off x="1050290" y="785495"/>
                            <a:ext cx="17970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Rectangle 396"/>
                        <wps:cNvSpPr>
                          <a:spLocks noChangeArrowheads="1"/>
                        </wps:cNvSpPr>
                        <wps:spPr bwMode="auto">
                          <a:xfrm>
                            <a:off x="1087120" y="548640"/>
                            <a:ext cx="115570" cy="24066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5" name="Rectangle 397"/>
                        <wps:cNvSpPr>
                          <a:spLocks noChangeArrowheads="1"/>
                        </wps:cNvSpPr>
                        <wps:spPr bwMode="auto">
                          <a:xfrm>
                            <a:off x="1096010"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6" name="Line 398"/>
                        <wps:cNvCnPr>
                          <a:cxnSpLocks noChangeShapeType="1"/>
                        </wps:cNvCnPr>
                        <wps:spPr bwMode="auto">
                          <a:xfrm>
                            <a:off x="1229995" y="858520"/>
                            <a:ext cx="363220"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47" name="Rectangle 399"/>
                        <wps:cNvSpPr>
                          <a:spLocks noChangeArrowheads="1"/>
                        </wps:cNvSpPr>
                        <wps:spPr bwMode="auto">
                          <a:xfrm>
                            <a:off x="1494155" y="25463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8"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48" name="Rectangle 400"/>
                        <wps:cNvSpPr>
                          <a:spLocks noChangeArrowheads="1"/>
                        </wps:cNvSpPr>
                        <wps:spPr bwMode="auto">
                          <a:xfrm>
                            <a:off x="1494155" y="355600"/>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9"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449" name="Rectangle 401"/>
                        <wps:cNvSpPr>
                          <a:spLocks noChangeArrowheads="1"/>
                        </wps:cNvSpPr>
                        <wps:spPr bwMode="auto">
                          <a:xfrm>
                            <a:off x="2254250" y="31686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A"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50" name="Rectangle 402"/>
                        <wps:cNvSpPr>
                          <a:spLocks noChangeArrowheads="1"/>
                        </wps:cNvSpPr>
                        <wps:spPr bwMode="auto">
                          <a:xfrm>
                            <a:off x="2254250" y="41719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B"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51" name="Rectangle 403"/>
                        <wps:cNvSpPr>
                          <a:spLocks noChangeArrowheads="1"/>
                        </wps:cNvSpPr>
                        <wps:spPr bwMode="auto">
                          <a:xfrm>
                            <a:off x="782955" y="36004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C"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52" name="Rectangle 404"/>
                        <wps:cNvSpPr>
                          <a:spLocks noChangeArrowheads="1"/>
                        </wps:cNvSpPr>
                        <wps:spPr bwMode="auto">
                          <a:xfrm>
                            <a:off x="782955" y="4610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D" w14:textId="77777777" w:rsidR="009B40E5" w:rsidRDefault="009B40E5">
                              <w:proofErr w:type="spellStart"/>
                              <w:r>
                                <w:rPr>
                                  <w:rFonts w:ascii="Arial" w:hAnsi="Arial" w:cs="Arial"/>
                                  <w:color w:val="000000"/>
                                  <w:sz w:val="14"/>
                                  <w:szCs w:val="14"/>
                                  <w:lang w:val="en-US"/>
                                </w:rPr>
                                <w:t>Hébergement</w:t>
                              </w:r>
                              <w:proofErr w:type="spellEnd"/>
                            </w:p>
                          </w:txbxContent>
                        </wps:txbx>
                        <wps:bodyPr rot="0" vert="horz" wrap="none" lIns="0" tIns="0" rIns="0" bIns="0" anchor="t" anchorCtr="0">
                          <a:spAutoFit/>
                        </wps:bodyPr>
                      </wps:wsp>
                      <wps:wsp>
                        <wps:cNvPr id="453" name="Rectangle 405"/>
                        <wps:cNvSpPr>
                          <a:spLocks noChangeArrowheads="1"/>
                        </wps:cNvSpPr>
                        <wps:spPr bwMode="auto">
                          <a:xfrm>
                            <a:off x="402590" y="546100"/>
                            <a:ext cx="233045" cy="100266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4" name="Rectangle 406"/>
                        <wps:cNvSpPr>
                          <a:spLocks noChangeArrowheads="1"/>
                        </wps:cNvSpPr>
                        <wps:spPr bwMode="auto">
                          <a:xfrm>
                            <a:off x="402590" y="546100"/>
                            <a:ext cx="233045" cy="10026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5" name="Rectangle 407"/>
                        <wps:cNvSpPr>
                          <a:spLocks noChangeArrowheads="1"/>
                        </wps:cNvSpPr>
                        <wps:spPr bwMode="auto">
                          <a:xfrm>
                            <a:off x="426085" y="89090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E"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56" name="Rectangle 408"/>
                        <wps:cNvSpPr>
                          <a:spLocks noChangeArrowheads="1"/>
                        </wps:cNvSpPr>
                        <wps:spPr bwMode="auto">
                          <a:xfrm>
                            <a:off x="412750" y="387350"/>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F" w14:textId="77777777"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57" name="Freeform 409"/>
                        <wps:cNvSpPr>
                          <a:spLocks/>
                        </wps:cNvSpPr>
                        <wps:spPr bwMode="auto">
                          <a:xfrm>
                            <a:off x="1814830" y="826135"/>
                            <a:ext cx="546100" cy="116840"/>
                          </a:xfrm>
                          <a:custGeom>
                            <a:avLst/>
                            <a:gdLst>
                              <a:gd name="T0" fmla="*/ 0 w 3896"/>
                              <a:gd name="T1" fmla="*/ 434 h 833"/>
                              <a:gd name="T2" fmla="*/ 163 w 3896"/>
                              <a:gd name="T3" fmla="*/ 351 h 833"/>
                              <a:gd name="T4" fmla="*/ 285 w 3896"/>
                              <a:gd name="T5" fmla="*/ 301 h 833"/>
                              <a:gd name="T6" fmla="*/ 447 w 3896"/>
                              <a:gd name="T7" fmla="*/ 201 h 833"/>
                              <a:gd name="T8" fmla="*/ 609 w 3896"/>
                              <a:gd name="T9" fmla="*/ 118 h 833"/>
                              <a:gd name="T10" fmla="*/ 772 w 3896"/>
                              <a:gd name="T11" fmla="*/ 68 h 833"/>
                              <a:gd name="T12" fmla="*/ 1015 w 3896"/>
                              <a:gd name="T13" fmla="*/ 35 h 833"/>
                              <a:gd name="T14" fmla="*/ 1177 w 3896"/>
                              <a:gd name="T15" fmla="*/ 1 h 833"/>
                              <a:gd name="T16" fmla="*/ 1543 w 3896"/>
                              <a:gd name="T17" fmla="*/ 18 h 833"/>
                              <a:gd name="T18" fmla="*/ 1786 w 3896"/>
                              <a:gd name="T19" fmla="*/ 135 h 833"/>
                              <a:gd name="T20" fmla="*/ 1867 w 3896"/>
                              <a:gd name="T21" fmla="*/ 168 h 833"/>
                              <a:gd name="T22" fmla="*/ 2070 w 3896"/>
                              <a:gd name="T23" fmla="*/ 318 h 833"/>
                              <a:gd name="T24" fmla="*/ 2151 w 3896"/>
                              <a:gd name="T25" fmla="*/ 368 h 833"/>
                              <a:gd name="T26" fmla="*/ 2273 w 3896"/>
                              <a:gd name="T27" fmla="*/ 467 h 833"/>
                              <a:gd name="T28" fmla="*/ 2395 w 3896"/>
                              <a:gd name="T29" fmla="*/ 551 h 833"/>
                              <a:gd name="T30" fmla="*/ 2557 w 3896"/>
                              <a:gd name="T31" fmla="*/ 717 h 833"/>
                              <a:gd name="T32" fmla="*/ 2638 w 3896"/>
                              <a:gd name="T33" fmla="*/ 767 h 833"/>
                              <a:gd name="T34" fmla="*/ 2760 w 3896"/>
                              <a:gd name="T35" fmla="*/ 800 h 833"/>
                              <a:gd name="T36" fmla="*/ 3125 w 3896"/>
                              <a:gd name="T37" fmla="*/ 833 h 833"/>
                              <a:gd name="T38" fmla="*/ 3694 w 3896"/>
                              <a:gd name="T39" fmla="*/ 784 h 833"/>
                              <a:gd name="T40" fmla="*/ 3815 w 3896"/>
                              <a:gd name="T41" fmla="*/ 767 h 833"/>
                              <a:gd name="T42" fmla="*/ 3896 w 3896"/>
                              <a:gd name="T43" fmla="*/ 717 h 8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896" h="833">
                                <a:moveTo>
                                  <a:pt x="0" y="434"/>
                                </a:moveTo>
                                <a:cubicBezTo>
                                  <a:pt x="55" y="406"/>
                                  <a:pt x="106" y="378"/>
                                  <a:pt x="163" y="351"/>
                                </a:cubicBezTo>
                                <a:cubicBezTo>
                                  <a:pt x="201" y="333"/>
                                  <a:pt x="249" y="320"/>
                                  <a:pt x="285" y="301"/>
                                </a:cubicBezTo>
                                <a:cubicBezTo>
                                  <a:pt x="344" y="269"/>
                                  <a:pt x="393" y="234"/>
                                  <a:pt x="447" y="201"/>
                                </a:cubicBezTo>
                                <a:cubicBezTo>
                                  <a:pt x="512" y="161"/>
                                  <a:pt x="522" y="148"/>
                                  <a:pt x="609" y="118"/>
                                </a:cubicBezTo>
                                <a:cubicBezTo>
                                  <a:pt x="661" y="100"/>
                                  <a:pt x="711" y="80"/>
                                  <a:pt x="772" y="68"/>
                                </a:cubicBezTo>
                                <a:cubicBezTo>
                                  <a:pt x="848" y="52"/>
                                  <a:pt x="934" y="46"/>
                                  <a:pt x="1015" y="35"/>
                                </a:cubicBezTo>
                                <a:cubicBezTo>
                                  <a:pt x="1072" y="27"/>
                                  <a:pt x="1123" y="13"/>
                                  <a:pt x="1177" y="1"/>
                                </a:cubicBezTo>
                                <a:cubicBezTo>
                                  <a:pt x="1299" y="7"/>
                                  <a:pt x="1428" y="0"/>
                                  <a:pt x="1543" y="18"/>
                                </a:cubicBezTo>
                                <a:cubicBezTo>
                                  <a:pt x="1656" y="36"/>
                                  <a:pt x="1716" y="99"/>
                                  <a:pt x="1786" y="135"/>
                                </a:cubicBezTo>
                                <a:cubicBezTo>
                                  <a:pt x="1810" y="147"/>
                                  <a:pt x="1840" y="157"/>
                                  <a:pt x="1867" y="168"/>
                                </a:cubicBezTo>
                                <a:cubicBezTo>
                                  <a:pt x="1939" y="256"/>
                                  <a:pt x="1884" y="203"/>
                                  <a:pt x="2070" y="318"/>
                                </a:cubicBezTo>
                                <a:cubicBezTo>
                                  <a:pt x="2097" y="334"/>
                                  <a:pt x="2136" y="349"/>
                                  <a:pt x="2151" y="368"/>
                                </a:cubicBezTo>
                                <a:cubicBezTo>
                                  <a:pt x="2253" y="493"/>
                                  <a:pt x="2116" y="338"/>
                                  <a:pt x="2273" y="467"/>
                                </a:cubicBezTo>
                                <a:cubicBezTo>
                                  <a:pt x="2379" y="554"/>
                                  <a:pt x="2236" y="486"/>
                                  <a:pt x="2395" y="551"/>
                                </a:cubicBezTo>
                                <a:cubicBezTo>
                                  <a:pt x="2461" y="632"/>
                                  <a:pt x="2462" y="648"/>
                                  <a:pt x="2557" y="717"/>
                                </a:cubicBezTo>
                                <a:cubicBezTo>
                                  <a:pt x="2581" y="734"/>
                                  <a:pt x="2604" y="753"/>
                                  <a:pt x="2638" y="767"/>
                                </a:cubicBezTo>
                                <a:cubicBezTo>
                                  <a:pt x="2673" y="781"/>
                                  <a:pt x="2717" y="791"/>
                                  <a:pt x="2760" y="800"/>
                                </a:cubicBezTo>
                                <a:cubicBezTo>
                                  <a:pt x="2860" y="821"/>
                                  <a:pt x="3032" y="827"/>
                                  <a:pt x="3125" y="833"/>
                                </a:cubicBezTo>
                                <a:cubicBezTo>
                                  <a:pt x="3535" y="812"/>
                                  <a:pt x="3347" y="831"/>
                                  <a:pt x="3694" y="784"/>
                                </a:cubicBezTo>
                                <a:lnTo>
                                  <a:pt x="3815" y="767"/>
                                </a:lnTo>
                                <a:lnTo>
                                  <a:pt x="3896" y="717"/>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8" name="Freeform 410"/>
                        <wps:cNvSpPr>
                          <a:spLocks noEditPoints="1"/>
                        </wps:cNvSpPr>
                        <wps:spPr bwMode="auto">
                          <a:xfrm>
                            <a:off x="1804035" y="1051560"/>
                            <a:ext cx="20955" cy="857250"/>
                          </a:xfrm>
                          <a:custGeom>
                            <a:avLst/>
                            <a:gdLst>
                              <a:gd name="T0" fmla="*/ 33 w 33"/>
                              <a:gd name="T1" fmla="*/ 0 h 1350"/>
                              <a:gd name="T2" fmla="*/ 33 w 33"/>
                              <a:gd name="T3" fmla="*/ 100 h 1350"/>
                              <a:gd name="T4" fmla="*/ 0 w 33"/>
                              <a:gd name="T5" fmla="*/ 100 h 1350"/>
                              <a:gd name="T6" fmla="*/ 0 w 33"/>
                              <a:gd name="T7" fmla="*/ 0 h 1350"/>
                              <a:gd name="T8" fmla="*/ 33 w 33"/>
                              <a:gd name="T9" fmla="*/ 0 h 1350"/>
                              <a:gd name="T10" fmla="*/ 33 w 33"/>
                              <a:gd name="T11" fmla="*/ 134 h 1350"/>
                              <a:gd name="T12" fmla="*/ 33 w 33"/>
                              <a:gd name="T13" fmla="*/ 234 h 1350"/>
                              <a:gd name="T14" fmla="*/ 0 w 33"/>
                              <a:gd name="T15" fmla="*/ 234 h 1350"/>
                              <a:gd name="T16" fmla="*/ 0 w 33"/>
                              <a:gd name="T17" fmla="*/ 134 h 1350"/>
                              <a:gd name="T18" fmla="*/ 33 w 33"/>
                              <a:gd name="T19" fmla="*/ 134 h 1350"/>
                              <a:gd name="T20" fmla="*/ 33 w 33"/>
                              <a:gd name="T21" fmla="*/ 267 h 1350"/>
                              <a:gd name="T22" fmla="*/ 33 w 33"/>
                              <a:gd name="T23" fmla="*/ 368 h 1350"/>
                              <a:gd name="T24" fmla="*/ 0 w 33"/>
                              <a:gd name="T25" fmla="*/ 368 h 1350"/>
                              <a:gd name="T26" fmla="*/ 0 w 33"/>
                              <a:gd name="T27" fmla="*/ 267 h 1350"/>
                              <a:gd name="T28" fmla="*/ 33 w 33"/>
                              <a:gd name="T29" fmla="*/ 267 h 1350"/>
                              <a:gd name="T30" fmla="*/ 33 w 33"/>
                              <a:gd name="T31" fmla="*/ 401 h 1350"/>
                              <a:gd name="T32" fmla="*/ 33 w 33"/>
                              <a:gd name="T33" fmla="*/ 502 h 1350"/>
                              <a:gd name="T34" fmla="*/ 0 w 33"/>
                              <a:gd name="T35" fmla="*/ 502 h 1350"/>
                              <a:gd name="T36" fmla="*/ 0 w 33"/>
                              <a:gd name="T37" fmla="*/ 401 h 1350"/>
                              <a:gd name="T38" fmla="*/ 33 w 33"/>
                              <a:gd name="T39" fmla="*/ 401 h 1350"/>
                              <a:gd name="T40" fmla="*/ 33 w 33"/>
                              <a:gd name="T41" fmla="*/ 535 h 1350"/>
                              <a:gd name="T42" fmla="*/ 33 w 33"/>
                              <a:gd name="T43" fmla="*/ 636 h 1350"/>
                              <a:gd name="T44" fmla="*/ 0 w 33"/>
                              <a:gd name="T45" fmla="*/ 636 h 1350"/>
                              <a:gd name="T46" fmla="*/ 0 w 33"/>
                              <a:gd name="T47" fmla="*/ 535 h 1350"/>
                              <a:gd name="T48" fmla="*/ 33 w 33"/>
                              <a:gd name="T49" fmla="*/ 535 h 1350"/>
                              <a:gd name="T50" fmla="*/ 33 w 33"/>
                              <a:gd name="T51" fmla="*/ 669 h 1350"/>
                              <a:gd name="T52" fmla="*/ 33 w 33"/>
                              <a:gd name="T53" fmla="*/ 769 h 1350"/>
                              <a:gd name="T54" fmla="*/ 0 w 33"/>
                              <a:gd name="T55" fmla="*/ 769 h 1350"/>
                              <a:gd name="T56" fmla="*/ 0 w 33"/>
                              <a:gd name="T57" fmla="*/ 669 h 1350"/>
                              <a:gd name="T58" fmla="*/ 33 w 33"/>
                              <a:gd name="T59" fmla="*/ 669 h 1350"/>
                              <a:gd name="T60" fmla="*/ 33 w 33"/>
                              <a:gd name="T61" fmla="*/ 803 h 1350"/>
                              <a:gd name="T62" fmla="*/ 33 w 33"/>
                              <a:gd name="T63" fmla="*/ 903 h 1350"/>
                              <a:gd name="T64" fmla="*/ 0 w 33"/>
                              <a:gd name="T65" fmla="*/ 903 h 1350"/>
                              <a:gd name="T66" fmla="*/ 0 w 33"/>
                              <a:gd name="T67" fmla="*/ 803 h 1350"/>
                              <a:gd name="T68" fmla="*/ 33 w 33"/>
                              <a:gd name="T69" fmla="*/ 803 h 1350"/>
                              <a:gd name="T70" fmla="*/ 33 w 33"/>
                              <a:gd name="T71" fmla="*/ 937 h 1350"/>
                              <a:gd name="T72" fmla="*/ 33 w 33"/>
                              <a:gd name="T73" fmla="*/ 1037 h 1350"/>
                              <a:gd name="T74" fmla="*/ 0 w 33"/>
                              <a:gd name="T75" fmla="*/ 1037 h 1350"/>
                              <a:gd name="T76" fmla="*/ 0 w 33"/>
                              <a:gd name="T77" fmla="*/ 937 h 1350"/>
                              <a:gd name="T78" fmla="*/ 33 w 33"/>
                              <a:gd name="T79" fmla="*/ 937 h 1350"/>
                              <a:gd name="T80" fmla="*/ 33 w 33"/>
                              <a:gd name="T81" fmla="*/ 1071 h 1350"/>
                              <a:gd name="T82" fmla="*/ 33 w 33"/>
                              <a:gd name="T83" fmla="*/ 1171 h 1350"/>
                              <a:gd name="T84" fmla="*/ 0 w 33"/>
                              <a:gd name="T85" fmla="*/ 1171 h 1350"/>
                              <a:gd name="T86" fmla="*/ 0 w 33"/>
                              <a:gd name="T87" fmla="*/ 1071 h 1350"/>
                              <a:gd name="T88" fmla="*/ 33 w 33"/>
                              <a:gd name="T89" fmla="*/ 1071 h 1350"/>
                              <a:gd name="T90" fmla="*/ 33 w 33"/>
                              <a:gd name="T91" fmla="*/ 1204 h 1350"/>
                              <a:gd name="T92" fmla="*/ 33 w 33"/>
                              <a:gd name="T93" fmla="*/ 1305 h 1350"/>
                              <a:gd name="T94" fmla="*/ 0 w 33"/>
                              <a:gd name="T95" fmla="*/ 1305 h 1350"/>
                              <a:gd name="T96" fmla="*/ 0 w 33"/>
                              <a:gd name="T97" fmla="*/ 1204 h 1350"/>
                              <a:gd name="T98" fmla="*/ 33 w 33"/>
                              <a:gd name="T99" fmla="*/ 1204 h 1350"/>
                              <a:gd name="T100" fmla="*/ 33 w 33"/>
                              <a:gd name="T101" fmla="*/ 1338 h 1350"/>
                              <a:gd name="T102" fmla="*/ 33 w 33"/>
                              <a:gd name="T103" fmla="*/ 1350 h 1350"/>
                              <a:gd name="T104" fmla="*/ 0 w 33"/>
                              <a:gd name="T105" fmla="*/ 1350 h 1350"/>
                              <a:gd name="T106" fmla="*/ 0 w 33"/>
                              <a:gd name="T107" fmla="*/ 1338 h 1350"/>
                              <a:gd name="T108" fmla="*/ 33 w 33"/>
                              <a:gd name="T109" fmla="*/ 1338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3" h="1350">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7"/>
                                </a:moveTo>
                                <a:lnTo>
                                  <a:pt x="33" y="368"/>
                                </a:lnTo>
                                <a:lnTo>
                                  <a:pt x="0" y="368"/>
                                </a:lnTo>
                                <a:lnTo>
                                  <a:pt x="0" y="267"/>
                                </a:lnTo>
                                <a:lnTo>
                                  <a:pt x="33" y="267"/>
                                </a:lnTo>
                                <a:close/>
                                <a:moveTo>
                                  <a:pt x="33" y="401"/>
                                </a:moveTo>
                                <a:lnTo>
                                  <a:pt x="33" y="502"/>
                                </a:lnTo>
                                <a:lnTo>
                                  <a:pt x="0" y="502"/>
                                </a:lnTo>
                                <a:lnTo>
                                  <a:pt x="0" y="401"/>
                                </a:lnTo>
                                <a:lnTo>
                                  <a:pt x="33" y="401"/>
                                </a:lnTo>
                                <a:close/>
                                <a:moveTo>
                                  <a:pt x="33" y="535"/>
                                </a:moveTo>
                                <a:lnTo>
                                  <a:pt x="33" y="636"/>
                                </a:lnTo>
                                <a:lnTo>
                                  <a:pt x="0" y="636"/>
                                </a:lnTo>
                                <a:lnTo>
                                  <a:pt x="0" y="535"/>
                                </a:lnTo>
                                <a:lnTo>
                                  <a:pt x="33" y="535"/>
                                </a:lnTo>
                                <a:close/>
                                <a:moveTo>
                                  <a:pt x="33" y="669"/>
                                </a:moveTo>
                                <a:lnTo>
                                  <a:pt x="33" y="769"/>
                                </a:lnTo>
                                <a:lnTo>
                                  <a:pt x="0" y="769"/>
                                </a:lnTo>
                                <a:lnTo>
                                  <a:pt x="0" y="669"/>
                                </a:lnTo>
                                <a:lnTo>
                                  <a:pt x="33" y="669"/>
                                </a:lnTo>
                                <a:close/>
                                <a:moveTo>
                                  <a:pt x="33" y="803"/>
                                </a:moveTo>
                                <a:lnTo>
                                  <a:pt x="33" y="903"/>
                                </a:lnTo>
                                <a:lnTo>
                                  <a:pt x="0" y="903"/>
                                </a:lnTo>
                                <a:lnTo>
                                  <a:pt x="0" y="803"/>
                                </a:lnTo>
                                <a:lnTo>
                                  <a:pt x="33" y="803"/>
                                </a:lnTo>
                                <a:close/>
                                <a:moveTo>
                                  <a:pt x="33" y="937"/>
                                </a:moveTo>
                                <a:lnTo>
                                  <a:pt x="33" y="1037"/>
                                </a:lnTo>
                                <a:lnTo>
                                  <a:pt x="0" y="1037"/>
                                </a:lnTo>
                                <a:lnTo>
                                  <a:pt x="0" y="937"/>
                                </a:lnTo>
                                <a:lnTo>
                                  <a:pt x="33" y="937"/>
                                </a:lnTo>
                                <a:close/>
                                <a:moveTo>
                                  <a:pt x="33" y="1071"/>
                                </a:moveTo>
                                <a:lnTo>
                                  <a:pt x="33" y="1171"/>
                                </a:lnTo>
                                <a:lnTo>
                                  <a:pt x="0" y="1171"/>
                                </a:lnTo>
                                <a:lnTo>
                                  <a:pt x="0" y="1071"/>
                                </a:lnTo>
                                <a:lnTo>
                                  <a:pt x="33" y="1071"/>
                                </a:lnTo>
                                <a:close/>
                                <a:moveTo>
                                  <a:pt x="33" y="1204"/>
                                </a:moveTo>
                                <a:lnTo>
                                  <a:pt x="33" y="1305"/>
                                </a:lnTo>
                                <a:lnTo>
                                  <a:pt x="0" y="1305"/>
                                </a:lnTo>
                                <a:lnTo>
                                  <a:pt x="0" y="1204"/>
                                </a:lnTo>
                                <a:lnTo>
                                  <a:pt x="33" y="1204"/>
                                </a:lnTo>
                                <a:close/>
                                <a:moveTo>
                                  <a:pt x="33" y="1338"/>
                                </a:moveTo>
                                <a:lnTo>
                                  <a:pt x="33" y="1350"/>
                                </a:lnTo>
                                <a:lnTo>
                                  <a:pt x="0" y="1350"/>
                                </a:lnTo>
                                <a:lnTo>
                                  <a:pt x="0" y="1338"/>
                                </a:lnTo>
                                <a:lnTo>
                                  <a:pt x="33" y="1338"/>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59" name="Freeform 411"/>
                        <wps:cNvSpPr>
                          <a:spLocks noEditPoints="1"/>
                        </wps:cNvSpPr>
                        <wps:spPr bwMode="auto">
                          <a:xfrm>
                            <a:off x="5654040" y="894715"/>
                            <a:ext cx="20955" cy="949325"/>
                          </a:xfrm>
                          <a:custGeom>
                            <a:avLst/>
                            <a:gdLst>
                              <a:gd name="T0" fmla="*/ 33 w 33"/>
                              <a:gd name="T1" fmla="*/ 0 h 1495"/>
                              <a:gd name="T2" fmla="*/ 33 w 33"/>
                              <a:gd name="T3" fmla="*/ 100 h 1495"/>
                              <a:gd name="T4" fmla="*/ 0 w 33"/>
                              <a:gd name="T5" fmla="*/ 100 h 1495"/>
                              <a:gd name="T6" fmla="*/ 0 w 33"/>
                              <a:gd name="T7" fmla="*/ 0 h 1495"/>
                              <a:gd name="T8" fmla="*/ 33 w 33"/>
                              <a:gd name="T9" fmla="*/ 0 h 1495"/>
                              <a:gd name="T10" fmla="*/ 33 w 33"/>
                              <a:gd name="T11" fmla="*/ 134 h 1495"/>
                              <a:gd name="T12" fmla="*/ 33 w 33"/>
                              <a:gd name="T13" fmla="*/ 234 h 1495"/>
                              <a:gd name="T14" fmla="*/ 0 w 33"/>
                              <a:gd name="T15" fmla="*/ 234 h 1495"/>
                              <a:gd name="T16" fmla="*/ 0 w 33"/>
                              <a:gd name="T17" fmla="*/ 134 h 1495"/>
                              <a:gd name="T18" fmla="*/ 33 w 33"/>
                              <a:gd name="T19" fmla="*/ 134 h 1495"/>
                              <a:gd name="T20" fmla="*/ 33 w 33"/>
                              <a:gd name="T21" fmla="*/ 268 h 1495"/>
                              <a:gd name="T22" fmla="*/ 33 w 33"/>
                              <a:gd name="T23" fmla="*/ 368 h 1495"/>
                              <a:gd name="T24" fmla="*/ 0 w 33"/>
                              <a:gd name="T25" fmla="*/ 368 h 1495"/>
                              <a:gd name="T26" fmla="*/ 0 w 33"/>
                              <a:gd name="T27" fmla="*/ 268 h 1495"/>
                              <a:gd name="T28" fmla="*/ 33 w 33"/>
                              <a:gd name="T29" fmla="*/ 268 h 1495"/>
                              <a:gd name="T30" fmla="*/ 33 w 33"/>
                              <a:gd name="T31" fmla="*/ 402 h 1495"/>
                              <a:gd name="T32" fmla="*/ 33 w 33"/>
                              <a:gd name="T33" fmla="*/ 502 h 1495"/>
                              <a:gd name="T34" fmla="*/ 0 w 33"/>
                              <a:gd name="T35" fmla="*/ 502 h 1495"/>
                              <a:gd name="T36" fmla="*/ 0 w 33"/>
                              <a:gd name="T37" fmla="*/ 402 h 1495"/>
                              <a:gd name="T38" fmla="*/ 33 w 33"/>
                              <a:gd name="T39" fmla="*/ 402 h 1495"/>
                              <a:gd name="T40" fmla="*/ 33 w 33"/>
                              <a:gd name="T41" fmla="*/ 536 h 1495"/>
                              <a:gd name="T42" fmla="*/ 33 w 33"/>
                              <a:gd name="T43" fmla="*/ 636 h 1495"/>
                              <a:gd name="T44" fmla="*/ 0 w 33"/>
                              <a:gd name="T45" fmla="*/ 636 h 1495"/>
                              <a:gd name="T46" fmla="*/ 0 w 33"/>
                              <a:gd name="T47" fmla="*/ 536 h 1495"/>
                              <a:gd name="T48" fmla="*/ 33 w 33"/>
                              <a:gd name="T49" fmla="*/ 536 h 1495"/>
                              <a:gd name="T50" fmla="*/ 33 w 33"/>
                              <a:gd name="T51" fmla="*/ 669 h 1495"/>
                              <a:gd name="T52" fmla="*/ 33 w 33"/>
                              <a:gd name="T53" fmla="*/ 770 h 1495"/>
                              <a:gd name="T54" fmla="*/ 0 w 33"/>
                              <a:gd name="T55" fmla="*/ 770 h 1495"/>
                              <a:gd name="T56" fmla="*/ 0 w 33"/>
                              <a:gd name="T57" fmla="*/ 669 h 1495"/>
                              <a:gd name="T58" fmla="*/ 33 w 33"/>
                              <a:gd name="T59" fmla="*/ 669 h 1495"/>
                              <a:gd name="T60" fmla="*/ 33 w 33"/>
                              <a:gd name="T61" fmla="*/ 803 h 1495"/>
                              <a:gd name="T62" fmla="*/ 33 w 33"/>
                              <a:gd name="T63" fmla="*/ 904 h 1495"/>
                              <a:gd name="T64" fmla="*/ 0 w 33"/>
                              <a:gd name="T65" fmla="*/ 904 h 1495"/>
                              <a:gd name="T66" fmla="*/ 0 w 33"/>
                              <a:gd name="T67" fmla="*/ 803 h 1495"/>
                              <a:gd name="T68" fmla="*/ 33 w 33"/>
                              <a:gd name="T69" fmla="*/ 803 h 1495"/>
                              <a:gd name="T70" fmla="*/ 33 w 33"/>
                              <a:gd name="T71" fmla="*/ 937 h 1495"/>
                              <a:gd name="T72" fmla="*/ 33 w 33"/>
                              <a:gd name="T73" fmla="*/ 1038 h 1495"/>
                              <a:gd name="T74" fmla="*/ 0 w 33"/>
                              <a:gd name="T75" fmla="*/ 1038 h 1495"/>
                              <a:gd name="T76" fmla="*/ 0 w 33"/>
                              <a:gd name="T77" fmla="*/ 937 h 1495"/>
                              <a:gd name="T78" fmla="*/ 33 w 33"/>
                              <a:gd name="T79" fmla="*/ 937 h 1495"/>
                              <a:gd name="T80" fmla="*/ 33 w 33"/>
                              <a:gd name="T81" fmla="*/ 1071 h 1495"/>
                              <a:gd name="T82" fmla="*/ 33 w 33"/>
                              <a:gd name="T83" fmla="*/ 1171 h 1495"/>
                              <a:gd name="T84" fmla="*/ 0 w 33"/>
                              <a:gd name="T85" fmla="*/ 1171 h 1495"/>
                              <a:gd name="T86" fmla="*/ 0 w 33"/>
                              <a:gd name="T87" fmla="*/ 1071 h 1495"/>
                              <a:gd name="T88" fmla="*/ 33 w 33"/>
                              <a:gd name="T89" fmla="*/ 1071 h 1495"/>
                              <a:gd name="T90" fmla="*/ 33 w 33"/>
                              <a:gd name="T91" fmla="*/ 1205 h 1495"/>
                              <a:gd name="T92" fmla="*/ 33 w 33"/>
                              <a:gd name="T93" fmla="*/ 1305 h 1495"/>
                              <a:gd name="T94" fmla="*/ 0 w 33"/>
                              <a:gd name="T95" fmla="*/ 1305 h 1495"/>
                              <a:gd name="T96" fmla="*/ 0 w 33"/>
                              <a:gd name="T97" fmla="*/ 1205 h 1495"/>
                              <a:gd name="T98" fmla="*/ 33 w 33"/>
                              <a:gd name="T99" fmla="*/ 1205 h 1495"/>
                              <a:gd name="T100" fmla="*/ 33 w 33"/>
                              <a:gd name="T101" fmla="*/ 1339 h 1495"/>
                              <a:gd name="T102" fmla="*/ 33 w 33"/>
                              <a:gd name="T103" fmla="*/ 1439 h 1495"/>
                              <a:gd name="T104" fmla="*/ 0 w 33"/>
                              <a:gd name="T105" fmla="*/ 1439 h 1495"/>
                              <a:gd name="T106" fmla="*/ 0 w 33"/>
                              <a:gd name="T107" fmla="*/ 1339 h 1495"/>
                              <a:gd name="T108" fmla="*/ 33 w 33"/>
                              <a:gd name="T109" fmla="*/ 1339 h 1495"/>
                              <a:gd name="T110" fmla="*/ 33 w 33"/>
                              <a:gd name="T111" fmla="*/ 1473 h 1495"/>
                              <a:gd name="T112" fmla="*/ 33 w 33"/>
                              <a:gd name="T113" fmla="*/ 1495 h 1495"/>
                              <a:gd name="T114" fmla="*/ 0 w 33"/>
                              <a:gd name="T115" fmla="*/ 1495 h 1495"/>
                              <a:gd name="T116" fmla="*/ 0 w 33"/>
                              <a:gd name="T117" fmla="*/ 1473 h 1495"/>
                              <a:gd name="T118" fmla="*/ 33 w 33"/>
                              <a:gd name="T119" fmla="*/ 1473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3" h="1495">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8"/>
                                </a:moveTo>
                                <a:lnTo>
                                  <a:pt x="33" y="368"/>
                                </a:lnTo>
                                <a:lnTo>
                                  <a:pt x="0" y="368"/>
                                </a:lnTo>
                                <a:lnTo>
                                  <a:pt x="0" y="268"/>
                                </a:lnTo>
                                <a:lnTo>
                                  <a:pt x="33" y="268"/>
                                </a:lnTo>
                                <a:close/>
                                <a:moveTo>
                                  <a:pt x="33" y="402"/>
                                </a:moveTo>
                                <a:lnTo>
                                  <a:pt x="33" y="502"/>
                                </a:lnTo>
                                <a:lnTo>
                                  <a:pt x="0" y="502"/>
                                </a:lnTo>
                                <a:lnTo>
                                  <a:pt x="0" y="402"/>
                                </a:lnTo>
                                <a:lnTo>
                                  <a:pt x="33" y="402"/>
                                </a:lnTo>
                                <a:close/>
                                <a:moveTo>
                                  <a:pt x="33" y="536"/>
                                </a:moveTo>
                                <a:lnTo>
                                  <a:pt x="33" y="636"/>
                                </a:lnTo>
                                <a:lnTo>
                                  <a:pt x="0" y="636"/>
                                </a:lnTo>
                                <a:lnTo>
                                  <a:pt x="0" y="536"/>
                                </a:lnTo>
                                <a:lnTo>
                                  <a:pt x="33" y="536"/>
                                </a:lnTo>
                                <a:close/>
                                <a:moveTo>
                                  <a:pt x="33" y="669"/>
                                </a:moveTo>
                                <a:lnTo>
                                  <a:pt x="33" y="770"/>
                                </a:lnTo>
                                <a:lnTo>
                                  <a:pt x="0" y="770"/>
                                </a:lnTo>
                                <a:lnTo>
                                  <a:pt x="0" y="669"/>
                                </a:lnTo>
                                <a:lnTo>
                                  <a:pt x="33" y="669"/>
                                </a:lnTo>
                                <a:close/>
                                <a:moveTo>
                                  <a:pt x="33" y="803"/>
                                </a:moveTo>
                                <a:lnTo>
                                  <a:pt x="33" y="904"/>
                                </a:lnTo>
                                <a:lnTo>
                                  <a:pt x="0" y="904"/>
                                </a:lnTo>
                                <a:lnTo>
                                  <a:pt x="0" y="803"/>
                                </a:lnTo>
                                <a:lnTo>
                                  <a:pt x="33" y="803"/>
                                </a:lnTo>
                                <a:close/>
                                <a:moveTo>
                                  <a:pt x="33" y="937"/>
                                </a:moveTo>
                                <a:lnTo>
                                  <a:pt x="33" y="1038"/>
                                </a:lnTo>
                                <a:lnTo>
                                  <a:pt x="0" y="1038"/>
                                </a:lnTo>
                                <a:lnTo>
                                  <a:pt x="0" y="937"/>
                                </a:lnTo>
                                <a:lnTo>
                                  <a:pt x="33" y="937"/>
                                </a:lnTo>
                                <a:close/>
                                <a:moveTo>
                                  <a:pt x="33" y="1071"/>
                                </a:moveTo>
                                <a:lnTo>
                                  <a:pt x="33" y="1171"/>
                                </a:lnTo>
                                <a:lnTo>
                                  <a:pt x="0" y="1171"/>
                                </a:lnTo>
                                <a:lnTo>
                                  <a:pt x="0" y="1071"/>
                                </a:lnTo>
                                <a:lnTo>
                                  <a:pt x="33" y="1071"/>
                                </a:lnTo>
                                <a:close/>
                                <a:moveTo>
                                  <a:pt x="33" y="1205"/>
                                </a:moveTo>
                                <a:lnTo>
                                  <a:pt x="33" y="1305"/>
                                </a:lnTo>
                                <a:lnTo>
                                  <a:pt x="0" y="1305"/>
                                </a:lnTo>
                                <a:lnTo>
                                  <a:pt x="0" y="1205"/>
                                </a:lnTo>
                                <a:lnTo>
                                  <a:pt x="33" y="1205"/>
                                </a:lnTo>
                                <a:close/>
                                <a:moveTo>
                                  <a:pt x="33" y="1339"/>
                                </a:moveTo>
                                <a:lnTo>
                                  <a:pt x="33" y="1439"/>
                                </a:lnTo>
                                <a:lnTo>
                                  <a:pt x="0" y="1439"/>
                                </a:lnTo>
                                <a:lnTo>
                                  <a:pt x="0" y="1339"/>
                                </a:lnTo>
                                <a:lnTo>
                                  <a:pt x="33" y="1339"/>
                                </a:lnTo>
                                <a:close/>
                                <a:moveTo>
                                  <a:pt x="33" y="1473"/>
                                </a:moveTo>
                                <a:lnTo>
                                  <a:pt x="33" y="1495"/>
                                </a:lnTo>
                                <a:lnTo>
                                  <a:pt x="0" y="1495"/>
                                </a:lnTo>
                                <a:lnTo>
                                  <a:pt x="0" y="1473"/>
                                </a:lnTo>
                                <a:lnTo>
                                  <a:pt x="33" y="1473"/>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60" name="Rectangle 412"/>
                        <wps:cNvSpPr>
                          <a:spLocks noChangeArrowheads="1"/>
                        </wps:cNvSpPr>
                        <wps:spPr bwMode="auto">
                          <a:xfrm>
                            <a:off x="5019675" y="54356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0"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61" name="Freeform 413"/>
                        <wps:cNvSpPr>
                          <a:spLocks noEditPoints="1"/>
                        </wps:cNvSpPr>
                        <wps:spPr bwMode="auto">
                          <a:xfrm>
                            <a:off x="73660" y="1759585"/>
                            <a:ext cx="1720850" cy="72390"/>
                          </a:xfrm>
                          <a:custGeom>
                            <a:avLst/>
                            <a:gdLst>
                              <a:gd name="T0" fmla="*/ 96 w 24550"/>
                              <a:gd name="T1" fmla="*/ 473 h 1043"/>
                              <a:gd name="T2" fmla="*/ 24455 w 24550"/>
                              <a:gd name="T3" fmla="*/ 473 h 1043"/>
                              <a:gd name="T4" fmla="*/ 24455 w 24550"/>
                              <a:gd name="T5" fmla="*/ 569 h 1043"/>
                              <a:gd name="T6" fmla="*/ 96 w 24550"/>
                              <a:gd name="T7" fmla="*/ 569 h 1043"/>
                              <a:gd name="T8" fmla="*/ 96 w 24550"/>
                              <a:gd name="T9" fmla="*/ 473 h 1043"/>
                              <a:gd name="T10" fmla="*/ 871 w 24550"/>
                              <a:gd name="T11" fmla="*/ 1030 h 1043"/>
                              <a:gd name="T12" fmla="*/ 0 w 24550"/>
                              <a:gd name="T13" fmla="*/ 521 h 1043"/>
                              <a:gd name="T14" fmla="*/ 871 w 24550"/>
                              <a:gd name="T15" fmla="*/ 13 h 1043"/>
                              <a:gd name="T16" fmla="*/ 937 w 24550"/>
                              <a:gd name="T17" fmla="*/ 31 h 1043"/>
                              <a:gd name="T18" fmla="*/ 920 w 24550"/>
                              <a:gd name="T19" fmla="*/ 96 h 1043"/>
                              <a:gd name="T20" fmla="*/ 120 w 24550"/>
                              <a:gd name="T21" fmla="*/ 563 h 1043"/>
                              <a:gd name="T22" fmla="*/ 120 w 24550"/>
                              <a:gd name="T23" fmla="*/ 480 h 1043"/>
                              <a:gd name="T24" fmla="*/ 920 w 24550"/>
                              <a:gd name="T25" fmla="*/ 947 h 1043"/>
                              <a:gd name="T26" fmla="*/ 937 w 24550"/>
                              <a:gd name="T27" fmla="*/ 1012 h 1043"/>
                              <a:gd name="T28" fmla="*/ 871 w 24550"/>
                              <a:gd name="T29" fmla="*/ 1030 h 1043"/>
                              <a:gd name="T30" fmla="*/ 23678 w 24550"/>
                              <a:gd name="T31" fmla="*/ 13 h 1043"/>
                              <a:gd name="T32" fmla="*/ 24550 w 24550"/>
                              <a:gd name="T33" fmla="*/ 521 h 1043"/>
                              <a:gd name="T34" fmla="*/ 23678 w 24550"/>
                              <a:gd name="T35" fmla="*/ 1030 h 1043"/>
                              <a:gd name="T36" fmla="*/ 23613 w 24550"/>
                              <a:gd name="T37" fmla="*/ 1012 h 1043"/>
                              <a:gd name="T38" fmla="*/ 23630 w 24550"/>
                              <a:gd name="T39" fmla="*/ 947 h 1043"/>
                              <a:gd name="T40" fmla="*/ 24430 w 24550"/>
                              <a:gd name="T41" fmla="*/ 480 h 1043"/>
                              <a:gd name="T42" fmla="*/ 24430 w 24550"/>
                              <a:gd name="T43" fmla="*/ 563 h 1043"/>
                              <a:gd name="T44" fmla="*/ 23630 w 24550"/>
                              <a:gd name="T45" fmla="*/ 96 h 1043"/>
                              <a:gd name="T46" fmla="*/ 23613 w 24550"/>
                              <a:gd name="T47" fmla="*/ 31 h 1043"/>
                              <a:gd name="T48" fmla="*/ 23678 w 24550"/>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550" h="1043">
                                <a:moveTo>
                                  <a:pt x="96" y="473"/>
                                </a:moveTo>
                                <a:lnTo>
                                  <a:pt x="24455" y="473"/>
                                </a:lnTo>
                                <a:lnTo>
                                  <a:pt x="24455"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678" y="13"/>
                                </a:moveTo>
                                <a:lnTo>
                                  <a:pt x="24550" y="521"/>
                                </a:lnTo>
                                <a:lnTo>
                                  <a:pt x="23678" y="1030"/>
                                </a:lnTo>
                                <a:cubicBezTo>
                                  <a:pt x="23656" y="1043"/>
                                  <a:pt x="23626" y="1035"/>
                                  <a:pt x="23613" y="1012"/>
                                </a:cubicBezTo>
                                <a:cubicBezTo>
                                  <a:pt x="23599" y="989"/>
                                  <a:pt x="23607" y="960"/>
                                  <a:pt x="23630" y="947"/>
                                </a:cubicBezTo>
                                <a:lnTo>
                                  <a:pt x="24430" y="480"/>
                                </a:lnTo>
                                <a:lnTo>
                                  <a:pt x="24430" y="563"/>
                                </a:lnTo>
                                <a:lnTo>
                                  <a:pt x="23630" y="96"/>
                                </a:lnTo>
                                <a:cubicBezTo>
                                  <a:pt x="23607" y="83"/>
                                  <a:pt x="23599" y="54"/>
                                  <a:pt x="23613" y="31"/>
                                </a:cubicBezTo>
                                <a:cubicBezTo>
                                  <a:pt x="23626" y="8"/>
                                  <a:pt x="23656" y="0"/>
                                  <a:pt x="23678"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62" name="Rectangle 414"/>
                        <wps:cNvSpPr>
                          <a:spLocks noChangeArrowheads="1"/>
                        </wps:cNvSpPr>
                        <wps:spPr bwMode="auto">
                          <a:xfrm>
                            <a:off x="550545" y="16675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1" w14:textId="77777777" w:rsidR="009B40E5" w:rsidRDefault="009B40E5">
                              <w:proofErr w:type="spellStart"/>
                              <w:r>
                                <w:rPr>
                                  <w:rFonts w:ascii="Arial" w:hAnsi="Arial" w:cs="Arial"/>
                                  <w:color w:val="000000"/>
                                  <w:sz w:val="14"/>
                                  <w:szCs w:val="14"/>
                                  <w:lang w:val="en-US"/>
                                </w:rPr>
                                <w:t>Hebergement</w:t>
                              </w:r>
                              <w:proofErr w:type="spellEnd"/>
                            </w:p>
                          </w:txbxContent>
                        </wps:txbx>
                        <wps:bodyPr rot="0" vert="horz" wrap="none" lIns="0" tIns="0" rIns="0" bIns="0" anchor="t" anchorCtr="0">
                          <a:spAutoFit/>
                        </wps:bodyPr>
                      </wps:wsp>
                      <wps:wsp>
                        <wps:cNvPr id="463" name="Line 415"/>
                        <wps:cNvCnPr>
                          <a:cxnSpLocks noChangeShapeType="1"/>
                        </wps:cNvCnPr>
                        <wps:spPr bwMode="auto">
                          <a:xfrm flipV="1">
                            <a:off x="2625090" y="971550"/>
                            <a:ext cx="497840" cy="889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8518FF3" id="Zone de dessin 350" o:spid="_x0000_s1128" editas="canvas" style="width:452.65pt;height:150.3pt;mso-position-horizontal-relative:char;mso-position-vertical-relative:line" coordsize="57486,19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">
                <v:shape id="_x0000_s1129" type="#_x0000_t75" style="position:absolute;width:57486;height:19088;visibility:visible;mso-wrap-style:square">
                  <v:fill o:detectmouseclick="t"/>
                  <v:path o:connecttype="none"/>
                </v:shape>
                <v:rect id="Rectangle 351" o:spid="_x0000_s1130" style="position:absolute;left:47377;top:3708;width:10046;height:10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" fillcolor="#d9d9d9" stroked="f"/>
                <v:rect id="Rectangle 352" o:spid="_x0000_s1131" style="position:absolute;left:47377;top:3708;width:10046;height:10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" filled="f" strokecolor="#7f7f7f" strokeweight=".55pt"/>
                <v:rect id="Rectangle 353" o:spid="_x0000_s1132" style="position:absolute;left:742;top:1993;width:12637;height:14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" fillcolor="#ffed99" stroked="f"/>
                <v:rect id="Rectangle 354" o:spid="_x0000_s1133" style="position:absolute;left:742;top:1993;width:12637;height:14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" filled="f" strokecolor="#ffc000" strokeweight="1.5pt">
                  <v:stroke joinstyle="round"/>
                </v:rect>
                <v:rect id="Rectangle 355" o:spid="_x0000_s1134" style="position:absolute;left:12541;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14:paraId="2851908C" w14:textId="77777777" w:rsidR="009B40E5" w:rsidRDefault="009B40E5">
                        <w:r>
                          <w:rPr>
                            <w:rFonts w:ascii="Arial" w:hAnsi="Arial" w:cs="Arial"/>
                            <w:color w:val="000000"/>
                            <w:sz w:val="14"/>
                            <w:szCs w:val="14"/>
                            <w:lang w:val="en-US"/>
                          </w:rPr>
                          <w:t>NRO</w:t>
                        </w:r>
                      </w:p>
                    </w:txbxContent>
                  </v:textbox>
                </v:rect>
                <v:rect id="Rectangle 356" o:spid="_x0000_s1135" style="position:absolute;left:31261;top:4470;width:3340;height:7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" fillcolor="#ffa366" stroked="f"/>
                <v:rect id="Rectangle 357" o:spid="_x0000_s1136" style="position:absolute;left:32131;top:7747;width:133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14:paraId="2851908D" w14:textId="77777777" w:rsidR="009B40E5" w:rsidRDefault="009B40E5">
                        <w:r>
                          <w:rPr>
                            <w:rFonts w:ascii="Arial" w:hAnsi="Arial" w:cs="Arial"/>
                            <w:color w:val="000000"/>
                            <w:sz w:val="14"/>
                            <w:szCs w:val="14"/>
                            <w:lang w:val="en-US"/>
                          </w:rPr>
                          <w:t>PM</w:t>
                        </w:r>
                      </w:p>
                    </w:txbxContent>
                  </v:textbox>
                </v:rect>
                <v:rect id="Rectangle 358" o:spid="_x0000_s1137" style="position:absolute;left:41903;top:8128;width:4496;height:3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" fillcolor="#ffa366" stroked="f"/>
                <v:rect id="Rectangle 359" o:spid="_x0000_s1138" style="position:absolute;left:43122;top:8305;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14:paraId="2851908E" w14:textId="77777777" w:rsidR="009B40E5" w:rsidRDefault="009B40E5">
                        <w:r>
                          <w:rPr>
                            <w:rFonts w:ascii="Arial" w:hAnsi="Arial" w:cs="Arial"/>
                            <w:color w:val="000000"/>
                            <w:sz w:val="14"/>
                            <w:szCs w:val="14"/>
                            <w:lang w:val="en-US"/>
                          </w:rPr>
                          <w:t>PRE</w:t>
                        </w:r>
                      </w:p>
                    </w:txbxContent>
                  </v:textbox>
                </v:rect>
                <v:rect id="Rectangle 360" o:spid="_x0000_s1139" style="position:absolute;left:47383;top:3714;width:10046;height:10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" filled="f" strokecolor="white" strokeweight=".95pt">
                  <v:stroke joinstyle="round"/>
                </v:rect>
                <v:rect id="Rectangle 361" o:spid="_x0000_s1140" style="position:absolute;left:49301;top:8096;width:2781;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" fillcolor="#ffaf66" stroked="f"/>
                <v:rect id="Rectangle 362" o:spid="_x0000_s1141" style="position:absolute;left:49301;top:8096;width:2781;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" filled="f" strokecolor="#474747" strokeweight=".95pt">
                  <v:stroke joinstyle="round"/>
                </v:rect>
                <v:rect id="Rectangle 363" o:spid="_x0000_s1142" style="position:absolute;left:49726;top:8242;width:21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NrvgAAANwAAAAPAAAAZHJzL2Rvd25yZXYueG1sRE/bisIw&#10;EH1f8B/CCL6tqY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GvfM2u+AAAA3AAAAA8AAAAAAAAA&#10;AAAAAAAABwIAAGRycy9kb3ducmV2LnhtbFBLBQYAAAAAAwADALcAAADyAgAAAAA=&#10;" filled="f" stroked="f">
                  <v:textbox style="mso-fit-shape-to-text:t" inset="0,0,0,0">
                    <w:txbxContent>
                      <w:p w14:paraId="2851908F" w14:textId="77777777" w:rsidR="009B40E5" w:rsidRDefault="009B40E5">
                        <w:r>
                          <w:rPr>
                            <w:rFonts w:ascii="Arial" w:hAnsi="Arial" w:cs="Arial"/>
                            <w:color w:val="000000"/>
                            <w:sz w:val="14"/>
                            <w:szCs w:val="14"/>
                            <w:lang w:val="en-US"/>
                          </w:rPr>
                          <w:t>DTIO</w:t>
                        </w:r>
                      </w:p>
                    </w:txbxContent>
                  </v:textbox>
                </v:rect>
                <v:rect id="Rectangle 364" o:spid="_x0000_s1143" style="position:absolute;left:53809;top:8096;width:2782;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" fillcolor="#ffaf66" stroked="f"/>
                <v:rect id="Rectangle 365" o:spid="_x0000_s1144" style="position:absolute;left:53809;top:8096;width:2782;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" filled="f" strokecolor="#474747" strokeweight=".95pt">
                  <v:stroke joinstyle="round"/>
                </v:rect>
                <v:rect id="Rectangle 366" o:spid="_x0000_s1145" style="position:absolute;left:54419;top:8242;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pz1wwAAANwAAAAPAAAAZHJzL2Rvd25yZXYueG1sRI/dagIx&#10;EIXvhb5DmELvNFuh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hd6c9cMAAADcAAAADwAA&#10;AAAAAAAAAAAAAAAHAgAAZHJzL2Rvd25yZXYueG1sUEsFBgAAAAADAAMAtwAAAPcCAAAAAA==&#10;" filled="f" stroked="f">
                  <v:textbox style="mso-fit-shape-to-text:t" inset="0,0,0,0">
                    <w:txbxContent>
                      <w:p w14:paraId="28519090" w14:textId="77777777" w:rsidR="009B40E5" w:rsidRDefault="009B40E5">
                        <w:r>
                          <w:rPr>
                            <w:rFonts w:ascii="Arial" w:hAnsi="Arial" w:cs="Arial"/>
                            <w:color w:val="000000"/>
                            <w:sz w:val="14"/>
                            <w:szCs w:val="14"/>
                            <w:lang w:val="en-US"/>
                          </w:rPr>
                          <w:t>PTO</w:t>
                        </w:r>
                      </w:p>
                    </w:txbxContent>
                  </v:textbox>
                </v:rect>
                <v:line id="Line 367" o:spid="_x0000_s1146" style="position:absolute;flip:y;visibility:visible;mso-wrap-style:square" from="46399,9398" to="49295,9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" strokeweight=".7pt"/>
                <v:line id="Line 368" o:spid="_x0000_s1147" style="position:absolute;visibility:visible;mso-wrap-style:square" from="52076,9175" to="53994,9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" strokeweight=".7pt"/>
                <v:shape id="Freeform 369" o:spid="_x0000_s1148" style="position:absolute;left:18415;top:17792;width:38176;height:337;visibility:visible;mso-wrap-style:square;v-text-anchor:top" coordsize="136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color="#ff6200" strokeweight="0">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shape id="Freeform 370" o:spid="_x0000_s1149" style="position:absolute;left:18415;top:17792;width:38176;height:337;visibility:visible;mso-wrap-style:square;v-text-anchor:top" coordsize="136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ed="f" strokecolor="#ff6200" strokeweight=".1pt">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rect id="Rectangle 371" o:spid="_x0000_s1150" style="position:absolute;left:32378;top:16357;width:11494;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" filled="f" stroked="f">
                  <v:textbox style="mso-fit-shape-to-text:t" inset="0,0,0,0">
                    <w:txbxContent>
                      <w:p w14:paraId="28519091" w14:textId="77777777"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Rectangle 372" o:spid="_x0000_s1151" style="position:absolute;left:2552;top:2190;width:816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" filled="f" stroked="f">
                  <v:textbox style="mso-fit-shape-to-text:t" inset="0,0,0,0">
                    <w:txbxContent>
                      <w:p w14:paraId="28519092" w14:textId="77777777"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v:textbox>
                </v:rect>
                <v:rect id="Rectangle 373" o:spid="_x0000_s1152" style="position:absolute;left:37801;top:7600;width:2172;height:4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" fillcolor="#ffa366" stroked="f"/>
                <v:rect id="Rectangle 374" o:spid="_x0000_s1153" style="position:absolute;left:38252;top:7975;width:118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" filled="f" stroked="f">
                  <v:textbox style="mso-fit-shape-to-text:t" inset="0,0,0,0">
                    <w:txbxContent>
                      <w:p w14:paraId="28519093" w14:textId="77777777" w:rsidR="009B40E5" w:rsidRDefault="009B40E5">
                        <w:r>
                          <w:rPr>
                            <w:rFonts w:ascii="Arial" w:hAnsi="Arial" w:cs="Arial"/>
                            <w:color w:val="000000"/>
                            <w:sz w:val="14"/>
                            <w:szCs w:val="14"/>
                            <w:lang w:val="en-US"/>
                          </w:rPr>
                          <w:t>PA</w:t>
                        </w:r>
                      </w:p>
                    </w:txbxContent>
                  </v:textbox>
                </v:rect>
                <v:line id="Line 375" o:spid="_x0000_s1154" style="position:absolute;visibility:visible;mso-wrap-style:square" from="34601,9582" to="37801,9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" strokeweight=".7pt"/>
                <v:line id="Line 376" o:spid="_x0000_s1155" style="position:absolute;visibility:visible;mso-wrap-style:square" from="39928,9613" to="41846,9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" strokeweight=".7pt"/>
                <v:rect id="Rectangle 377" o:spid="_x0000_s1156" style="position:absolute;left:14592;top:1943;width:12033;height:1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" fillcolor="#dcf2e7" stroked="f"/>
                <v:rect id="Rectangle 378" o:spid="_x0000_s1157" style="position:absolute;left:14592;top:1943;width:12033;height:1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" filled="f" strokecolor="#1c91c9" strokeweight="1.5pt">
                  <v:stroke joinstyle="round"/>
                </v:rect>
                <v:rect id="Rectangle 379" o:spid="_x0000_s1158" style="position:absolute;left:19088;top:2133;width:187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" filled="f" stroked="f">
                  <v:textbox style="mso-fit-shape-to-text:t" inset="0,0,0,0">
                    <w:txbxContent>
                      <w:p w14:paraId="28519094" w14:textId="77777777" w:rsidR="009B40E5" w:rsidRDefault="009B40E5">
                        <w:r>
                          <w:rPr>
                            <w:rFonts w:ascii="Arial" w:hAnsi="Arial" w:cs="Arial"/>
                            <w:color w:val="000000"/>
                            <w:sz w:val="14"/>
                            <w:szCs w:val="14"/>
                            <w:lang w:val="en-US"/>
                          </w:rPr>
                          <w:t>RTO</w:t>
                        </w:r>
                      </w:p>
                    </w:txbxContent>
                  </v:textbox>
                </v:rect>
                <v:rect id="Rectangle 380" o:spid="_x0000_s1159" style="position:absolute;left:23602;top:7854;width:2648;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" fillcolor="#ffa366" stroked="f"/>
                <v:rect id="Rectangle 381" o:spid="_x0000_s1160" style="position:absolute;left:23602;top:7854;width:2648;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" filled="f" strokeweight=".55pt"/>
                <v:rect id="Rectangle 382" o:spid="_x0000_s1161" style="position:absolute;left:23958;top:5207;width:1048;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" filled="f" strokeweight=".7pt">
                  <v:stroke joinstyle="round"/>
                </v:rect>
                <v:rect id="Rectangle 383" o:spid="_x0000_s1162" style="position:absolute;left:23761;top:9271;width:1702;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" filled="f" stroked="f">
                  <v:textbox style="mso-fit-shape-to-text:t" inset="0,0,0,0">
                    <w:txbxContent>
                      <w:p w14:paraId="28519095" w14:textId="77777777" w:rsidR="009B40E5" w:rsidRDefault="009B40E5">
                        <w:r>
                          <w:rPr>
                            <w:rFonts w:ascii="Helvetica 75 Bold" w:hAnsi="Helvetica 75 Bold" w:cs="Helvetica 75 Bold"/>
                            <w:color w:val="000000"/>
                            <w:sz w:val="14"/>
                            <w:szCs w:val="14"/>
                            <w:lang w:val="en-US"/>
                          </w:rPr>
                          <w:t>TBL</w:t>
                        </w:r>
                      </w:p>
                    </w:txbxContent>
                  </v:textbox>
                </v:rect>
                <v:rect id="Rectangle 384" o:spid="_x0000_s1163" style="position:absolute;left:24060;top:11747;width:1054;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" filled="f" strokeweight=".7pt">
                  <v:stroke joinstyle="round"/>
                </v:rect>
                <v:rect id="Rectangle 385" o:spid="_x0000_s1164" style="position:absolute;left:15932;top:7791;width:2184;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" fillcolor="#92d050" stroked="f"/>
                <v:rect id="Rectangle 386" o:spid="_x0000_s1165" style="position:absolute;left:15932;top:7791;width:2184;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" filled="f" strokeweight=".55pt"/>
                <v:rect id="Rectangle 387" o:spid="_x0000_s1166" style="position:absolute;left:16567;top:4984;width:1054;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" filled="f" strokeweight=".7pt">
                  <v:stroke joinstyle="round"/>
                </v:rect>
                <v:rect id="Rectangle 389" o:spid="_x0000_s1167" style="position:absolute;left:16389;top:11747;width:1067;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" filled="f" strokeweight=".7pt">
                  <v:stroke joinstyle="round"/>
                </v:rect>
                <v:shape id="Freeform 390" o:spid="_x0000_s1168" style="position:absolute;left:6438;top:7480;width:4071;height:2419;visibility:visible;mso-wrap-style:square;v-text-anchor:top" coordsize="5808,3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" path="m,1803c81,1687,157,1568,242,1457v57,-74,129,-130,182,-207c513,1118,585,973,666,835,764,667,779,612,908,489v77,-73,152,-156,242,-207c1264,217,1392,190,1513,144,1599,111,1674,52,1755,5v181,24,374,-5,544,70c2468,149,2558,409,2662,558v36,51,81,93,121,139c2890,1062,2809,843,3086,1319v40,69,98,128,121,207c3359,2047,3154,1405,3388,1941v158,359,-54,75,182,345c3669,2626,3670,2693,3812,2978v36,72,70,148,121,207c3984,3244,4049,3286,4114,3323v149,85,406,112,545,138c5270,3374,4989,3451,5506,3254r181,-69l5808,2978e" filled="f" strokecolor="#136186" strokeweight="1.5pt">
                  <v:path arrowok="t" o:connecttype="custom" o:connectlocs="0,126035;16960,101849;29715,87379;46674,58369;63634,34183;80594,19713;106034,10066;122994,350;161118,5243;186558,39006;195038,48723;216272,92202;224752,106672;237437,135682;250192,159799;267152,208172;275632,222642;288316,232288;326511,241935;385870,227465;398555,222642;407035,208172" o:connectangles="0,0,0,0,0,0,0,0,0,0,0,0,0,0,0,0,0,0,0,0,0,0"/>
                </v:shape>
                <v:rect id="Rectangle 391" o:spid="_x0000_s1169" style="position:absolute;left:19088;top:10077;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" filled="f" stroked="f">
                  <v:textbox style="mso-fit-shape-to-text:t" inset="0,0,0,0">
                    <w:txbxContent>
                      <w:p w14:paraId="28519096" w14:textId="77777777" w:rsidR="009B40E5" w:rsidRDefault="009B40E5">
                        <w:r>
                          <w:rPr>
                            <w:rFonts w:ascii="Arial" w:hAnsi="Arial" w:cs="Arial"/>
                            <w:color w:val="000000"/>
                            <w:sz w:val="14"/>
                            <w:szCs w:val="14"/>
                            <w:lang w:val="en-US"/>
                          </w:rPr>
                          <w:t xml:space="preserve">cordon </w:t>
                        </w:r>
                      </w:p>
                    </w:txbxContent>
                  </v:textbox>
                </v:rect>
                <v:rect id="Rectangle 392" o:spid="_x0000_s1170" style="position:absolute;left:19088;top:11201;width:292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" filled="f" stroked="f">
                  <v:textbox style="mso-fit-shape-to-text:t" inset="0,0,0,0">
                    <w:txbxContent>
                      <w:p w14:paraId="28519097" w14:textId="77777777" w:rsidR="009B40E5" w:rsidRDefault="009B40E5">
                        <w:proofErr w:type="spellStart"/>
                        <w:r>
                          <w:rPr>
                            <w:rFonts w:ascii="Arial" w:hAnsi="Arial" w:cs="Arial"/>
                            <w:color w:val="000000"/>
                            <w:sz w:val="14"/>
                            <w:szCs w:val="14"/>
                            <w:lang w:val="en-US"/>
                          </w:rPr>
                          <w:t>optique</w:t>
                        </w:r>
                        <w:proofErr w:type="spellEnd"/>
                      </w:p>
                    </w:txbxContent>
                  </v:textbox>
                </v:rect>
                <v:rect id="Rectangle 393" o:spid="_x0000_s1171" style="position:absolute;left:88;top:1543;width:27756;height:17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" filled="f" strokeweight="1.5pt">
                  <v:stroke joinstyle="round"/>
                </v:rect>
                <v:rect id="Rectangle 394" o:spid="_x0000_s1172" style="position:absolute;left:10502;top:7854;width:179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" fillcolor="#92d050" stroked="f"/>
                <v:rect id="Rectangle 395" o:spid="_x0000_s1173" style="position:absolute;left:10502;top:7854;width:179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" filled="f" strokeweight=".55pt"/>
                <v:rect id="Rectangle 396" o:spid="_x0000_s1174" style="position:absolute;left:10871;top:5486;width:1155;height:2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" filled="f" strokeweight=".7pt">
                  <v:stroke joinstyle="round"/>
                </v:rect>
                <v:rect id="Rectangle 397" o:spid="_x0000_s1175" style="position:absolute;left:10960;top:11747;width:1066;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" filled="f" strokeweight=".7pt">
                  <v:stroke joinstyle="round"/>
                </v:rect>
                <v:line id="Line 398" o:spid="_x0000_s1176" style="position:absolute;visibility:visible;mso-wrap-style:square" from="12299,8585" to="15932,8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" strokeweight=".7pt"/>
                <v:rect id="Rectangle 399" o:spid="_x0000_s1177" style="position:absolute;left:14941;top:2546;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" filled="f" stroked="f">
                  <v:textbox style="mso-fit-shape-to-text:t" inset="0,0,0,0">
                    <w:txbxContent>
                      <w:p w14:paraId="28519098"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00" o:spid="_x0000_s1178" style="position:absolute;left:14941;top:3556;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" filled="f" stroked="f">
                  <v:textbox style="mso-fit-shape-to-text:t" inset="0,0,0,0">
                    <w:txbxContent>
                      <w:p w14:paraId="28519099"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401" o:spid="_x0000_s1179" style="position:absolute;left:22542;top:3168;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" filled="f" stroked="f">
                  <v:textbox style="mso-fit-shape-to-text:t" inset="0,0,0,0">
                    <w:txbxContent>
                      <w:p w14:paraId="2851909A"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02" o:spid="_x0000_s1180" style="position:absolute;left:22542;top:4171;width:1092;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" filled="f" stroked="f">
                  <v:textbox style="mso-fit-shape-to-text:t" inset="0,0,0,0">
                    <w:txbxContent>
                      <w:p w14:paraId="2851909B" w14:textId="77777777" w:rsidR="009B40E5" w:rsidRDefault="009B40E5">
                        <w:r>
                          <w:rPr>
                            <w:rFonts w:ascii="Arial" w:hAnsi="Arial" w:cs="Arial"/>
                            <w:color w:val="000000"/>
                            <w:sz w:val="14"/>
                            <w:szCs w:val="14"/>
                            <w:lang w:val="en-US"/>
                          </w:rPr>
                          <w:t>BL</w:t>
                        </w:r>
                      </w:p>
                    </w:txbxContent>
                  </v:textbox>
                </v:rect>
                <v:rect id="Rectangle 403" o:spid="_x0000_s1181" style="position:absolute;left:7829;top:3600;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" filled="f" stroked="f">
                  <v:textbox style="mso-fit-shape-to-text:t" inset="0,0,0,0">
                    <w:txbxContent>
                      <w:p w14:paraId="2851909C"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04" o:spid="_x0000_s1182" style="position:absolute;left:7829;top:4610;width:539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" filled="f" stroked="f">
                  <v:textbox style="mso-fit-shape-to-text:t" inset="0,0,0,0">
                    <w:txbxContent>
                      <w:p w14:paraId="2851909D" w14:textId="77777777" w:rsidR="009B40E5" w:rsidRDefault="009B40E5">
                        <w:proofErr w:type="spellStart"/>
                        <w:r>
                          <w:rPr>
                            <w:rFonts w:ascii="Arial" w:hAnsi="Arial" w:cs="Arial"/>
                            <w:color w:val="000000"/>
                            <w:sz w:val="14"/>
                            <w:szCs w:val="14"/>
                            <w:lang w:val="en-US"/>
                          </w:rPr>
                          <w:t>Hébergement</w:t>
                        </w:r>
                        <w:proofErr w:type="spellEnd"/>
                      </w:p>
                    </w:txbxContent>
                  </v:textbox>
                </v:rect>
                <v:rect id="Rectangle 405" o:spid="_x0000_s1183" style="position:absolute;left:4025;top:5461;width:2331;height:10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" fillcolor="#93d2f0" stroked="f"/>
                <v:rect id="Rectangle 406" o:spid="_x0000_s1184" style="position:absolute;left:4025;top:5461;width:2331;height:10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" filled="f" strokecolor="#1c91c9" strokeweight="1.5pt">
                  <v:stroke joinstyle="round"/>
                </v:rect>
                <v:rect id="Rectangle 407" o:spid="_x0000_s1185" style="position:absolute;left:4260;top:8909;width:173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" filled="f" stroked="f">
                  <v:textbox style="mso-fit-shape-to-text:t" inset="0,0,0,0">
                    <w:txbxContent>
                      <w:p w14:paraId="2851909E" w14:textId="77777777" w:rsidR="009B40E5" w:rsidRDefault="009B40E5">
                        <w:r>
                          <w:rPr>
                            <w:rFonts w:ascii="Arial" w:hAnsi="Arial" w:cs="Arial"/>
                            <w:color w:val="000000"/>
                            <w:sz w:val="14"/>
                            <w:szCs w:val="14"/>
                            <w:lang w:val="en-US"/>
                          </w:rPr>
                          <w:t>OLT</w:t>
                        </w:r>
                      </w:p>
                    </w:txbxContent>
                  </v:textbox>
                </v:rect>
                <v:rect id="Rectangle 408" o:spid="_x0000_s1186" style="position:absolute;left:4127;top:3873;width:20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" filled="f" stroked="f">
                  <v:textbox style="mso-fit-shape-to-text:t" inset="0,0,0,0">
                    <w:txbxContent>
                      <w:p w14:paraId="2851909F" w14:textId="77777777" w:rsidR="009B40E5" w:rsidRDefault="009B40E5">
                        <w:r>
                          <w:rPr>
                            <w:rFonts w:ascii="Arial" w:hAnsi="Arial" w:cs="Arial"/>
                            <w:color w:val="000000"/>
                            <w:sz w:val="14"/>
                            <w:szCs w:val="14"/>
                            <w:lang w:val="en-US"/>
                          </w:rPr>
                          <w:t>BAIE</w:t>
                        </w:r>
                      </w:p>
                    </w:txbxContent>
                  </v:textbox>
                </v:rect>
                <v:shape id="Freeform 409" o:spid="_x0000_s1187" style="position:absolute;left:18148;top:8261;width:5461;height:1168;visibility:visible;mso-wrap-style:square;v-text-anchor:top" coordsize="3896,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" path="m,434c55,406,106,378,163,351v38,-18,86,-31,122,-50c344,269,393,234,447,201v65,-40,75,-53,162,-83c661,100,711,80,772,68,848,52,934,46,1015,35v57,-8,108,-22,162,-34c1299,7,1428,,1543,18v113,18,173,81,243,117c1810,147,1840,157,1867,168v72,88,17,35,203,150c2097,334,2136,349,2151,368v102,125,-35,-30,122,99c2379,554,2236,486,2395,551v66,81,67,97,162,166c2581,734,2604,753,2638,767v35,14,79,24,122,33c2860,821,3032,827,3125,833v410,-21,222,-2,569,-49l3815,767r81,-50e" filled="f" strokecolor="#c00000" strokeweight="1.5pt">
                  <v:path arrowok="t" o:connecttype="custom" o:connectlocs="0,60875;22848,49233;39948,42219;62656,28193;85363,16551;108211,9538;142272,4909;164979,140;216281,2525;250343,18936;261696,23564;290151,44604;301504,51617;318605,65503;335706,77286;358413,100569;369767,107583;386868,112211;438029,116840;517786,109967;534746,107583;546100,100569" o:connectangles="0,0,0,0,0,0,0,0,0,0,0,0,0,0,0,0,0,0,0,0,0,0"/>
                </v:shape>
                <v:shape id="Freeform 410" o:spid="_x0000_s1188" style="position:absolute;left:18040;top:10515;width:209;height:8573;visibility:visible;mso-wrap-style:square;v-text-anchor:top" coordsize="33,1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" path="m33,r,100l,100,,,33,xm33,134r,100l,234,,134r33,xm33,267r,101l,368,,267r33,xm33,401r,101l,502,,401r33,xm33,535r,101l,636,,535r33,xm33,669r,100l,769,,669r33,xm33,803r,100l,903,,803r33,xm33,937r,100l,1037,,937r33,xm33,1071r,100l,1171,,1071r33,xm33,1204r,101l,1305,,1204r33,xm33,1338r,12l,1350r,-12l33,1338xe" fillcolor="#ff7600" strokecolor="#ff7600" strokeweight="0">
                  <v:path arrowok="t" o:connecttype="custom" o:connectlocs="20955,0;20955,63500;0,63500;0,0;20955,0;20955,85090;20955,148590;0,148590;0,85090;20955,85090;20955,169545;20955,233680;0,233680;0,169545;20955,169545;20955,254635;20955,318770;0,318770;0,254635;20955,254635;20955,339725;20955,403860;0,403860;0,339725;20955,339725;20955,424815;20955,488315;0,488315;0,424815;20955,424815;20955,509905;20955,573405;0,573405;0,509905;20955,509905;20955,594995;20955,658495;0,658495;0,594995;20955,594995;20955,680085;20955,743585;0,743585;0,680085;20955,680085;20955,764540;20955,828675;0,828675;0,764540;20955,764540;20955,849630;20955,857250;0,857250;0,849630;20955,849630" o:connectangles="0,0,0,0,0,0,0,0,0,0,0,0,0,0,0,0,0,0,0,0,0,0,0,0,0,0,0,0,0,0,0,0,0,0,0,0,0,0,0,0,0,0,0,0,0,0,0,0,0,0,0,0,0,0,0"/>
                  <o:lock v:ext="edit" verticies="t"/>
                </v:shape>
                <v:shape id="Freeform 411" o:spid="_x0000_s1189" style="position:absolute;left:56540;top:8947;width:209;height:9493;visibility:visible;mso-wrap-style:square;v-text-anchor:top" coordsize="33,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" path="m33,r,100l,100,,,33,xm33,134r,100l,234,,134r33,xm33,268r,100l,368,,268r33,xm33,402r,100l,502,,402r33,xm33,536r,100l,636,,536r33,xm33,669r,101l,770,,669r33,xm33,803r,101l,904,,803r33,xm33,937r,101l,1038,,937r33,xm33,1071r,100l,1171,,1071r33,xm33,1205r,100l,1305,,1205r33,xm33,1339r,100l,1439,,1339r33,xm33,1473r,22l,1495r,-22l33,1473xe" fillcolor="#ff7600" strokecolor="#ff7600" strokeweight="0">
                  <v:path arrowok="t" o:connecttype="custom" o:connectlocs="20955,0;20955,63500;0,63500;0,0;20955,0;20955,85090;20955,148590;0,148590;0,85090;20955,85090;20955,170180;20955,233680;0,233680;0,170180;20955,170180;20955,255270;20955,318770;0,318770;0,255270;20955,255270;20955,340360;20955,403860;0,403860;0,340360;20955,340360;20955,424815;20955,488950;0,488950;0,424815;20955,424815;20955,509905;20955,574040;0,574040;0,509905;20955,509905;20955,594995;20955,659130;0,659130;0,594995;20955,594995;20955,680085;20955,743585;0,743585;0,680085;20955,680085;20955,765175;20955,828675;0,828675;0,765175;20955,765175;20955,850265;20955,913765;0,913765;0,850265;20955,850265;20955,935355;20955,949325;0,949325;0,935355;20955,935355" o:connectangles="0,0,0,0,0,0,0,0,0,0,0,0,0,0,0,0,0,0,0,0,0,0,0,0,0,0,0,0,0,0,0,0,0,0,0,0,0,0,0,0,0,0,0,0,0,0,0,0,0,0,0,0,0,0,0,0,0,0,0,0"/>
                  <o:lock v:ext="edit" verticies="t"/>
                </v:shape>
                <v:rect id="Rectangle 412" o:spid="_x0000_s1190" style="position:absolute;left:50196;top:5435;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" filled="f" stroked="f">
                  <v:textbox style="mso-fit-shape-to-text:t" inset="0,0,0,0">
                    <w:txbxContent>
                      <w:p w14:paraId="285190A0" w14:textId="77777777" w:rsidR="009B40E5" w:rsidRDefault="009B40E5">
                        <w:r>
                          <w:rPr>
                            <w:rFonts w:ascii="Arial" w:hAnsi="Arial" w:cs="Arial"/>
                            <w:color w:val="000000"/>
                            <w:sz w:val="14"/>
                            <w:szCs w:val="14"/>
                            <w:lang w:val="en-US"/>
                          </w:rPr>
                          <w:t>Local Client</w:t>
                        </w:r>
                      </w:p>
                    </w:txbxContent>
                  </v:textbox>
                </v:rect>
                <v:shape id="Freeform 413" o:spid="_x0000_s1191" style="position:absolute;left:736;top:17595;width:17209;height:724;visibility:visible;mso-wrap-style:square;v-text-anchor:top" coordsize="24550,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" path="m96,473r24359,l24455,569,96,569r,-96xm871,1030l,521,871,13c894,,924,8,937,31v13,23,6,52,-17,65l120,563r,-83l920,947v23,13,30,42,17,65c924,1035,894,1043,871,1030xm23678,13r872,508l23678,1030v-22,13,-52,5,-65,-18c23599,989,23607,960,23630,947r800,-467l24430,563,23630,96v-23,-13,-31,-42,-17,-65c23626,8,23656,,23678,13xe" fillcolor="black" strokeweight="0">
                  <v:path arrowok="t" o:connecttype="custom" o:connectlocs="6729,32829;1714191,32829;1714191,39492;6729,39492;6729,32829;61053,71488;0,36160;61053,902;65680,2152;64488,6663;8411,39075;8411,33315;64488,65727;65680,70238;61053,71488;1659727,902;1720850,36160;1659727,71488;1655170,70238;1656362,65727;1712439,33315;1712439,39075;1656362,6663;1655170,2152;1659727,902" o:connectangles="0,0,0,0,0,0,0,0,0,0,0,0,0,0,0,0,0,0,0,0,0,0,0,0,0"/>
                  <o:lock v:ext="edit" verticies="t"/>
                </v:shape>
                <v:rect id="Rectangle 414" o:spid="_x0000_s1192" style="position:absolute;left:5505;top:16675;width:539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" filled="f" stroked="f">
                  <v:textbox style="mso-fit-shape-to-text:t" inset="0,0,0,0">
                    <w:txbxContent>
                      <w:p w14:paraId="285190A1" w14:textId="77777777" w:rsidR="009B40E5" w:rsidRDefault="009B40E5">
                        <w:proofErr w:type="spellStart"/>
                        <w:r>
                          <w:rPr>
                            <w:rFonts w:ascii="Arial" w:hAnsi="Arial" w:cs="Arial"/>
                            <w:color w:val="000000"/>
                            <w:sz w:val="14"/>
                            <w:szCs w:val="14"/>
                            <w:lang w:val="en-US"/>
                          </w:rPr>
                          <w:t>Hebergement</w:t>
                        </w:r>
                        <w:proofErr w:type="spellEnd"/>
                      </w:p>
                    </w:txbxContent>
                  </v:textbox>
                </v:rect>
                <v:line id="Line 415" o:spid="_x0000_s1193" style="position:absolute;flip:y;visibility:visible;mso-wrap-style:square" from="26250,9715" to="31229,9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" strokeweight=".7pt"/>
                <w10:anchorlock/>
              </v:group>
            </w:pict>
          </mc:Fallback>
        </mc:AlternateContent>
      </w:r>
    </w:p>
    <w:p w14:paraId="28518F4A" w14:textId="77777777" w:rsidR="00103D78" w:rsidRPr="006A5521" w:rsidRDefault="00103D78" w:rsidP="0049691F">
      <w:pPr>
        <w:pStyle w:val="Lgende"/>
        <w:jc w:val="center"/>
        <w:rPr>
          <w:rFonts w:ascii="Helvetica 55 Roman" w:hAnsi="Helvetica 55 Roman"/>
        </w:rPr>
      </w:pPr>
    </w:p>
    <w:p w14:paraId="28518F4B" w14:textId="77777777" w:rsidR="0049691F" w:rsidRPr="006A5521" w:rsidRDefault="0049691F" w:rsidP="0049691F">
      <w:pPr>
        <w:pStyle w:val="Lgende"/>
        <w:jc w:val="center"/>
        <w:rPr>
          <w:rFonts w:ascii="Helvetica 55 Roman" w:hAnsi="Helvetica 55 Roman"/>
        </w:rPr>
      </w:pPr>
      <w:r w:rsidRPr="006A5521">
        <w:rPr>
          <w:rFonts w:ascii="Helvetica 55 Roman" w:hAnsi="Helvetica 55 Roman"/>
        </w:rPr>
        <w:t xml:space="preserve">Figure 3 : </w:t>
      </w:r>
      <w:r w:rsidR="0046445F" w:rsidRPr="006A5521">
        <w:rPr>
          <w:rFonts w:ascii="Helvetica 55 Roman" w:hAnsi="Helvetica 55 Roman"/>
        </w:rPr>
        <w:t>FTTE passif NRO</w:t>
      </w:r>
      <w:r w:rsidRPr="006A5521">
        <w:rPr>
          <w:rFonts w:ascii="Helvetica 55 Roman" w:hAnsi="Helvetica 55 Roman"/>
        </w:rPr>
        <w:t xml:space="preserve"> - Raccordement au NRO avec salle d’hébergement séparée de la salle RTO</w:t>
      </w:r>
    </w:p>
    <w:p w14:paraId="28518F4C" w14:textId="77777777" w:rsidR="0049691F" w:rsidRPr="006A5521" w:rsidRDefault="0049691F" w:rsidP="0049691F">
      <w:pPr>
        <w:ind w:left="720"/>
        <w:jc w:val="both"/>
        <w:rPr>
          <w:rFonts w:ascii="Helvetica 55 Roman" w:hAnsi="Helvetica 55 Roman"/>
        </w:rPr>
      </w:pPr>
    </w:p>
    <w:p w14:paraId="28518F4D" w14:textId="77777777" w:rsidR="0049691F" w:rsidRPr="006A5521" w:rsidRDefault="0049691F" w:rsidP="0049691F">
      <w:pPr>
        <w:ind w:left="720"/>
        <w:jc w:val="both"/>
        <w:rPr>
          <w:rFonts w:ascii="Helvetica 55 Roman" w:hAnsi="Helvetica 55 Roman"/>
        </w:rPr>
      </w:pPr>
    </w:p>
    <w:p w14:paraId="28518F4E" w14:textId="77777777" w:rsidR="00C86BFC" w:rsidRPr="006A5521" w:rsidRDefault="00C86BFC" w:rsidP="00B50942">
      <w:pPr>
        <w:jc w:val="both"/>
        <w:rPr>
          <w:rFonts w:ascii="Helvetica 55 Roman" w:hAnsi="Helvetica 55 Roman"/>
        </w:rPr>
      </w:pPr>
    </w:p>
    <w:p w14:paraId="28518F4F" w14:textId="77777777" w:rsidR="00C86BFC" w:rsidRPr="006A5521" w:rsidRDefault="009F682C" w:rsidP="00B50942">
      <w:pPr>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5" wp14:editId="28518FF6">
                <wp:extent cx="5756910" cy="1956435"/>
                <wp:effectExtent l="5080" t="2540" r="10160" b="12700"/>
                <wp:docPr id="418" name="Zone de dessin 4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88" name="Rectangle 419"/>
                        <wps:cNvSpPr>
                          <a:spLocks noChangeArrowheads="1"/>
                        </wps:cNvSpPr>
                        <wps:spPr bwMode="auto">
                          <a:xfrm>
                            <a:off x="4725035" y="379095"/>
                            <a:ext cx="1025525" cy="107505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420"/>
                        <wps:cNvSpPr>
                          <a:spLocks noChangeArrowheads="1"/>
                        </wps:cNvSpPr>
                        <wps:spPr bwMode="auto">
                          <a:xfrm>
                            <a:off x="4725035" y="379095"/>
                            <a:ext cx="1025525" cy="107505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Rectangle 421"/>
                        <wps:cNvSpPr>
                          <a:spLocks noChangeArrowheads="1"/>
                        </wps:cNvSpPr>
                        <wps:spPr bwMode="auto">
                          <a:xfrm>
                            <a:off x="116903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2"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91" name="Rectangle 422"/>
                        <wps:cNvSpPr>
                          <a:spLocks noChangeArrowheads="1"/>
                        </wps:cNvSpPr>
                        <wps:spPr bwMode="auto">
                          <a:xfrm>
                            <a:off x="3079750" y="568960"/>
                            <a:ext cx="340360" cy="802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Rectangle 423"/>
                        <wps:cNvSpPr>
                          <a:spLocks noChangeArrowheads="1"/>
                        </wps:cNvSpPr>
                        <wps:spPr bwMode="auto">
                          <a:xfrm>
                            <a:off x="3168650" y="791845"/>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3"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93" name="Rectangle 424"/>
                        <wps:cNvSpPr>
                          <a:spLocks noChangeArrowheads="1"/>
                        </wps:cNvSpPr>
                        <wps:spPr bwMode="auto">
                          <a:xfrm>
                            <a:off x="4164965" y="831850"/>
                            <a:ext cx="460375" cy="32385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Rectangle 425"/>
                        <wps:cNvSpPr>
                          <a:spLocks noChangeArrowheads="1"/>
                        </wps:cNvSpPr>
                        <wps:spPr bwMode="auto">
                          <a:xfrm>
                            <a:off x="4290060" y="84899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4"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95" name="Rectangle 426"/>
                        <wps:cNvSpPr>
                          <a:spLocks noChangeArrowheads="1"/>
                        </wps:cNvSpPr>
                        <wps:spPr bwMode="auto">
                          <a:xfrm>
                            <a:off x="4725670" y="379730"/>
                            <a:ext cx="1025525" cy="1075055"/>
                          </a:xfrm>
                          <a:prstGeom prst="rect">
                            <a:avLst/>
                          </a:prstGeom>
                          <a:noFill/>
                          <a:ln w="1270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Rectangle 427"/>
                        <wps:cNvSpPr>
                          <a:spLocks noChangeArrowheads="1"/>
                        </wps:cNvSpPr>
                        <wps:spPr bwMode="auto">
                          <a:xfrm>
                            <a:off x="4921250" y="829310"/>
                            <a:ext cx="28257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428"/>
                        <wps:cNvSpPr>
                          <a:spLocks noChangeArrowheads="1"/>
                        </wps:cNvSpPr>
                        <wps:spPr bwMode="auto">
                          <a:xfrm>
                            <a:off x="4921250" y="829310"/>
                            <a:ext cx="28257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Rectangle 429"/>
                        <wps:cNvSpPr>
                          <a:spLocks noChangeArrowheads="1"/>
                        </wps:cNvSpPr>
                        <wps:spPr bwMode="auto">
                          <a:xfrm>
                            <a:off x="4964430" y="842645"/>
                            <a:ext cx="2432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5" w14:textId="77777777" w:rsidR="009B40E5" w:rsidRDefault="009B40E5">
                              <w:r>
                                <w:rPr>
                                  <w:rFonts w:ascii="Arial" w:hAnsi="Arial" w:cs="Arial"/>
                                  <w:color w:val="000000"/>
                                  <w:sz w:val="16"/>
                                  <w:szCs w:val="16"/>
                                  <w:lang w:val="en-US"/>
                                </w:rPr>
                                <w:t>DTIO</w:t>
                              </w:r>
                            </w:p>
                          </w:txbxContent>
                        </wps:txbx>
                        <wps:bodyPr rot="0" vert="horz" wrap="none" lIns="0" tIns="0" rIns="0" bIns="0" anchor="t" anchorCtr="0">
                          <a:spAutoFit/>
                        </wps:bodyPr>
                      </wps:wsp>
                      <wps:wsp>
                        <wps:cNvPr id="99" name="Rectangle 430"/>
                        <wps:cNvSpPr>
                          <a:spLocks noChangeArrowheads="1"/>
                        </wps:cNvSpPr>
                        <wps:spPr bwMode="auto">
                          <a:xfrm>
                            <a:off x="5381625" y="829310"/>
                            <a:ext cx="28384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Rectangle 431"/>
                        <wps:cNvSpPr>
                          <a:spLocks noChangeArrowheads="1"/>
                        </wps:cNvSpPr>
                        <wps:spPr bwMode="auto">
                          <a:xfrm>
                            <a:off x="5381625" y="829310"/>
                            <a:ext cx="28384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Rectangle 432"/>
                        <wps:cNvSpPr>
                          <a:spLocks noChangeArrowheads="1"/>
                        </wps:cNvSpPr>
                        <wps:spPr bwMode="auto">
                          <a:xfrm>
                            <a:off x="5443855" y="842645"/>
                            <a:ext cx="20891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6" w14:textId="77777777" w:rsidR="009B40E5" w:rsidRDefault="009B40E5">
                              <w:r>
                                <w:rPr>
                                  <w:rFonts w:ascii="Arial" w:hAnsi="Arial" w:cs="Arial"/>
                                  <w:color w:val="000000"/>
                                  <w:sz w:val="16"/>
                                  <w:szCs w:val="16"/>
                                  <w:lang w:val="en-US"/>
                                </w:rPr>
                                <w:t>PTO</w:t>
                              </w:r>
                            </w:p>
                          </w:txbxContent>
                        </wps:txbx>
                        <wps:bodyPr rot="0" vert="horz" wrap="none" lIns="0" tIns="0" rIns="0" bIns="0" anchor="t" anchorCtr="0">
                          <a:spAutoFit/>
                        </wps:bodyPr>
                      </wps:wsp>
                      <wps:wsp>
                        <wps:cNvPr id="102" name="Line 433"/>
                        <wps:cNvCnPr>
                          <a:cxnSpLocks noChangeShapeType="1"/>
                        </wps:cNvCnPr>
                        <wps:spPr bwMode="auto">
                          <a:xfrm flipV="1">
                            <a:off x="4625340" y="1001395"/>
                            <a:ext cx="295275" cy="190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3" name="Line 434"/>
                        <wps:cNvCnPr>
                          <a:cxnSpLocks noChangeShapeType="1"/>
                        </wps:cNvCnPr>
                        <wps:spPr bwMode="auto">
                          <a:xfrm>
                            <a:off x="5203190" y="989965"/>
                            <a:ext cx="1962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 name="Freeform 435"/>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105" name="Freeform 436"/>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Rectangle 437"/>
                        <wps:cNvSpPr>
                          <a:spLocks noChangeArrowheads="1"/>
                        </wps:cNvSpPr>
                        <wps:spPr bwMode="auto">
                          <a:xfrm>
                            <a:off x="3194050" y="1671955"/>
                            <a:ext cx="11068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7" w14:textId="77777777"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wps:txbx>
                        <wps:bodyPr rot="0" vert="horz" wrap="none" lIns="0" tIns="0" rIns="0" bIns="0" anchor="t" anchorCtr="0">
                          <a:spAutoFit/>
                        </wps:bodyPr>
                      </wps:wsp>
                      <wps:wsp>
                        <wps:cNvPr id="107" name="Rectangle 438"/>
                        <wps:cNvSpPr>
                          <a:spLocks noChangeArrowheads="1"/>
                        </wps:cNvSpPr>
                        <wps:spPr bwMode="auto">
                          <a:xfrm>
                            <a:off x="3747135" y="778510"/>
                            <a:ext cx="222250" cy="43116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Rectangle 439"/>
                        <wps:cNvSpPr>
                          <a:spLocks noChangeArrowheads="1"/>
                        </wps:cNvSpPr>
                        <wps:spPr bwMode="auto">
                          <a:xfrm>
                            <a:off x="3793490" y="814705"/>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8"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109" name="Line 440"/>
                        <wps:cNvCnPr>
                          <a:cxnSpLocks noChangeShapeType="1"/>
                        </wps:cNvCnPr>
                        <wps:spPr bwMode="auto">
                          <a:xfrm>
                            <a:off x="3420110" y="1011555"/>
                            <a:ext cx="32702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 name="Line 441"/>
                        <wps:cNvCnPr>
                          <a:cxnSpLocks noChangeShapeType="1"/>
                        </wps:cNvCnPr>
                        <wps:spPr bwMode="auto">
                          <a:xfrm>
                            <a:off x="3969385" y="1002665"/>
                            <a:ext cx="1955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1" name="Rectangle 442"/>
                        <wps:cNvSpPr>
                          <a:spLocks noChangeArrowheads="1"/>
                        </wps:cNvSpPr>
                        <wps:spPr bwMode="auto">
                          <a:xfrm>
                            <a:off x="1378585" y="198755"/>
                            <a:ext cx="1228090" cy="146621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443"/>
                        <wps:cNvSpPr>
                          <a:spLocks noChangeArrowheads="1"/>
                        </wps:cNvSpPr>
                        <wps:spPr bwMode="auto">
                          <a:xfrm>
                            <a:off x="1378585" y="198755"/>
                            <a:ext cx="1228090" cy="1466215"/>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Rectangle 444"/>
                        <wps:cNvSpPr>
                          <a:spLocks noChangeArrowheads="1"/>
                        </wps:cNvSpPr>
                        <wps:spPr bwMode="auto">
                          <a:xfrm>
                            <a:off x="1837690" y="21717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9"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114" name="Rectangle 445"/>
                        <wps:cNvSpPr>
                          <a:spLocks noChangeArrowheads="1"/>
                        </wps:cNvSpPr>
                        <wps:spPr bwMode="auto">
                          <a:xfrm>
                            <a:off x="2298065" y="803275"/>
                            <a:ext cx="270510" cy="4051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446"/>
                        <wps:cNvSpPr>
                          <a:spLocks noChangeArrowheads="1"/>
                        </wps:cNvSpPr>
                        <wps:spPr bwMode="auto">
                          <a:xfrm>
                            <a:off x="2298065" y="803275"/>
                            <a:ext cx="270510" cy="40513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Rectangle 447"/>
                        <wps:cNvSpPr>
                          <a:spLocks noChangeArrowheads="1"/>
                        </wps:cNvSpPr>
                        <wps:spPr bwMode="auto">
                          <a:xfrm>
                            <a:off x="2334895" y="568960"/>
                            <a:ext cx="98425"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Rectangle 448"/>
                        <wps:cNvSpPr>
                          <a:spLocks noChangeArrowheads="1"/>
                        </wps:cNvSpPr>
                        <wps:spPr bwMode="auto">
                          <a:xfrm>
                            <a:off x="2336800" y="947420"/>
                            <a:ext cx="19431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A" w14:textId="77777777" w:rsidR="009B40E5" w:rsidRDefault="009B40E5">
                              <w:r>
                                <w:rPr>
                                  <w:rFonts w:ascii="Helvetica 75 Bold" w:hAnsi="Helvetica 75 Bold" w:cs="Helvetica 75 Bold"/>
                                  <w:color w:val="000000"/>
                                  <w:sz w:val="16"/>
                                  <w:szCs w:val="16"/>
                                  <w:lang w:val="en-US"/>
                                </w:rPr>
                                <w:t>TBL</w:t>
                              </w:r>
                            </w:p>
                          </w:txbxContent>
                        </wps:txbx>
                        <wps:bodyPr rot="0" vert="horz" wrap="none" lIns="0" tIns="0" rIns="0" bIns="0" anchor="t" anchorCtr="0">
                          <a:spAutoFit/>
                        </wps:bodyPr>
                      </wps:wsp>
                      <wps:wsp>
                        <wps:cNvPr id="118" name="Rectangle 449"/>
                        <wps:cNvSpPr>
                          <a:spLocks noChangeArrowheads="1"/>
                        </wps:cNvSpPr>
                        <wps:spPr bwMode="auto">
                          <a:xfrm>
                            <a:off x="2345055" y="1201420"/>
                            <a:ext cx="10731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Rectangle 450"/>
                        <wps:cNvSpPr>
                          <a:spLocks noChangeArrowheads="1"/>
                        </wps:cNvSpPr>
                        <wps:spPr bwMode="auto">
                          <a:xfrm>
                            <a:off x="1515110" y="807085"/>
                            <a:ext cx="271145" cy="3943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Rectangle 451"/>
                        <wps:cNvSpPr>
                          <a:spLocks noChangeArrowheads="1"/>
                        </wps:cNvSpPr>
                        <wps:spPr bwMode="auto">
                          <a:xfrm>
                            <a:off x="1515110" y="807085"/>
                            <a:ext cx="271145" cy="39433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Rectangle 452"/>
                        <wps:cNvSpPr>
                          <a:spLocks noChangeArrowheads="1"/>
                        </wps:cNvSpPr>
                        <wps:spPr bwMode="auto">
                          <a:xfrm>
                            <a:off x="1552575" y="568960"/>
                            <a:ext cx="118110"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Rectangle 453"/>
                        <wps:cNvSpPr>
                          <a:spLocks noChangeArrowheads="1"/>
                        </wps:cNvSpPr>
                        <wps:spPr bwMode="auto">
                          <a:xfrm>
                            <a:off x="1532255" y="947420"/>
                            <a:ext cx="12827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B" w14:textId="77777777" w:rsidR="009B40E5" w:rsidRDefault="009B40E5">
                              <w:r>
                                <w:rPr>
                                  <w:rFonts w:ascii="Helvetica 75 Bold" w:hAnsi="Helvetica 75 Bold" w:cs="Helvetica 75 Bold"/>
                                  <w:color w:val="000000"/>
                                  <w:sz w:val="16"/>
                                  <w:szCs w:val="16"/>
                                  <w:lang w:val="en-US"/>
                                </w:rPr>
                                <w:t>TE</w:t>
                              </w:r>
                            </w:p>
                          </w:txbxContent>
                        </wps:txbx>
                        <wps:bodyPr rot="0" vert="horz" wrap="none" lIns="0" tIns="0" rIns="0" bIns="0" anchor="t" anchorCtr="0">
                          <a:spAutoFit/>
                        </wps:bodyPr>
                      </wps:wsp>
                      <wps:wsp>
                        <wps:cNvPr id="123" name="Rectangle 454"/>
                        <wps:cNvSpPr>
                          <a:spLocks noChangeArrowheads="1"/>
                        </wps:cNvSpPr>
                        <wps:spPr bwMode="auto">
                          <a:xfrm>
                            <a:off x="1562100" y="1201420"/>
                            <a:ext cx="10858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Rectangle 455"/>
                        <wps:cNvSpPr>
                          <a:spLocks noChangeArrowheads="1"/>
                        </wps:cNvSpPr>
                        <wps:spPr bwMode="auto">
                          <a:xfrm>
                            <a:off x="1901825" y="1087120"/>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C"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125" name="Rectangle 456"/>
                        <wps:cNvSpPr>
                          <a:spLocks noChangeArrowheads="1"/>
                        </wps:cNvSpPr>
                        <wps:spPr bwMode="auto">
                          <a:xfrm>
                            <a:off x="1901825" y="1202690"/>
                            <a:ext cx="33337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D" w14:textId="77777777" w:rsidR="009B40E5" w:rsidRDefault="009B40E5">
                              <w:proofErr w:type="spellStart"/>
                              <w:r>
                                <w:rPr>
                                  <w:rFonts w:ascii="Arial" w:hAnsi="Arial" w:cs="Arial"/>
                                  <w:color w:val="000000"/>
                                  <w:sz w:val="16"/>
                                  <w:szCs w:val="16"/>
                                  <w:lang w:val="en-US"/>
                                </w:rPr>
                                <w:t>optique</w:t>
                              </w:r>
                              <w:proofErr w:type="spellEnd"/>
                            </w:p>
                          </w:txbxContent>
                        </wps:txbx>
                        <wps:bodyPr rot="0" vert="horz" wrap="none" lIns="0" tIns="0" rIns="0" bIns="0" anchor="t" anchorCtr="0">
                          <a:spAutoFit/>
                        </wps:bodyPr>
                      </wps:wsp>
                      <wps:wsp>
                        <wps:cNvPr id="126" name="Rectangle 457"/>
                        <wps:cNvSpPr>
                          <a:spLocks noChangeArrowheads="1"/>
                        </wps:cNvSpPr>
                        <wps:spPr bwMode="auto">
                          <a:xfrm>
                            <a:off x="1078230" y="158115"/>
                            <a:ext cx="1652905" cy="1756410"/>
                          </a:xfrm>
                          <a:prstGeom prst="rect">
                            <a:avLst/>
                          </a:prstGeom>
                          <a:noFill/>
                          <a:ln w="196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Line 458"/>
                        <wps:cNvCnPr>
                          <a:cxnSpLocks noChangeShapeType="1"/>
                        </wps:cNvCnPr>
                        <wps:spPr bwMode="auto">
                          <a:xfrm flipV="1">
                            <a:off x="716915" y="990600"/>
                            <a:ext cx="798830" cy="5715"/>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128" name="Rectangle 459"/>
                        <wps:cNvSpPr>
                          <a:spLocks noChangeArrowheads="1"/>
                        </wps:cNvSpPr>
                        <wps:spPr bwMode="auto">
                          <a:xfrm>
                            <a:off x="1445260" y="33274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E"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129" name="Rectangle 460"/>
                        <wps:cNvSpPr>
                          <a:spLocks noChangeArrowheads="1"/>
                        </wps:cNvSpPr>
                        <wps:spPr bwMode="auto">
                          <a:xfrm>
                            <a:off x="1445260" y="43497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F"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130" name="Rectangle 461"/>
                        <wps:cNvSpPr>
                          <a:spLocks noChangeArrowheads="1"/>
                        </wps:cNvSpPr>
                        <wps:spPr bwMode="auto">
                          <a:xfrm>
                            <a:off x="2190115" y="32385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0"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131" name="Rectangle 462"/>
                        <wps:cNvSpPr>
                          <a:spLocks noChangeArrowheads="1"/>
                        </wps:cNvSpPr>
                        <wps:spPr bwMode="auto">
                          <a:xfrm>
                            <a:off x="2190115" y="426720"/>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1"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132" name="Rectangle 463"/>
                        <wps:cNvSpPr>
                          <a:spLocks noChangeArrowheads="1"/>
                        </wps:cNvSpPr>
                        <wps:spPr bwMode="auto">
                          <a:xfrm>
                            <a:off x="0" y="638175"/>
                            <a:ext cx="708025" cy="94551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464"/>
                        <wps:cNvSpPr>
                          <a:spLocks noChangeArrowheads="1"/>
                        </wps:cNvSpPr>
                        <wps:spPr bwMode="auto">
                          <a:xfrm>
                            <a:off x="8890" y="638175"/>
                            <a:ext cx="708025" cy="945515"/>
                          </a:xfrm>
                          <a:prstGeom prst="rect">
                            <a:avLst/>
                          </a:prstGeom>
                          <a:noFill/>
                          <a:ln w="19685">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Rectangle 465"/>
                        <wps:cNvSpPr>
                          <a:spLocks noChangeArrowheads="1"/>
                        </wps:cNvSpPr>
                        <wps:spPr bwMode="auto">
                          <a:xfrm>
                            <a:off x="227965" y="829310"/>
                            <a:ext cx="238125" cy="4648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Rectangle 466"/>
                        <wps:cNvSpPr>
                          <a:spLocks noChangeArrowheads="1"/>
                        </wps:cNvSpPr>
                        <wps:spPr bwMode="auto">
                          <a:xfrm>
                            <a:off x="227965" y="831850"/>
                            <a:ext cx="238125" cy="464820"/>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Rectangle 467"/>
                        <wps:cNvSpPr>
                          <a:spLocks noChangeArrowheads="1"/>
                        </wps:cNvSpPr>
                        <wps:spPr bwMode="auto">
                          <a:xfrm>
                            <a:off x="281940" y="104203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2"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137" name="Rectangle 468"/>
                        <wps:cNvSpPr>
                          <a:spLocks noChangeArrowheads="1"/>
                        </wps:cNvSpPr>
                        <wps:spPr bwMode="auto">
                          <a:xfrm>
                            <a:off x="62865" y="323850"/>
                            <a:ext cx="82042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3"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14:paraId="285190B4" w14:textId="77777777"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wps:txbx>
                        <wps:bodyPr rot="0" vert="horz" wrap="none" lIns="0" tIns="0" rIns="0" bIns="0" anchor="t" anchorCtr="0">
                          <a:spAutoFit/>
                        </wps:bodyPr>
                      </wps:wsp>
                      <wps:wsp>
                        <wps:cNvPr id="138" name="Freeform 469"/>
                        <wps:cNvSpPr>
                          <a:spLocks/>
                        </wps:cNvSpPr>
                        <wps:spPr bwMode="auto">
                          <a:xfrm>
                            <a:off x="1786890" y="760095"/>
                            <a:ext cx="511810" cy="276225"/>
                          </a:xfrm>
                          <a:custGeom>
                            <a:avLst/>
                            <a:gdLst>
                              <a:gd name="T0" fmla="*/ 0 w 7152"/>
                              <a:gd name="T1" fmla="*/ 2012 h 3862"/>
                              <a:gd name="T2" fmla="*/ 298 w 7152"/>
                              <a:gd name="T3" fmla="*/ 1626 h 3862"/>
                              <a:gd name="T4" fmla="*/ 522 w 7152"/>
                              <a:gd name="T5" fmla="*/ 1395 h 3862"/>
                              <a:gd name="T6" fmla="*/ 820 w 7152"/>
                              <a:gd name="T7" fmla="*/ 932 h 3862"/>
                              <a:gd name="T8" fmla="*/ 1118 w 7152"/>
                              <a:gd name="T9" fmla="*/ 546 h 3862"/>
                              <a:gd name="T10" fmla="*/ 1416 w 7152"/>
                              <a:gd name="T11" fmla="*/ 315 h 3862"/>
                              <a:gd name="T12" fmla="*/ 1863 w 7152"/>
                              <a:gd name="T13" fmla="*/ 161 h 3862"/>
                              <a:gd name="T14" fmla="*/ 2161 w 7152"/>
                              <a:gd name="T15" fmla="*/ 6 h 3862"/>
                              <a:gd name="T16" fmla="*/ 2831 w 7152"/>
                              <a:gd name="T17" fmla="*/ 84 h 3862"/>
                              <a:gd name="T18" fmla="*/ 3278 w 7152"/>
                              <a:gd name="T19" fmla="*/ 623 h 3862"/>
                              <a:gd name="T20" fmla="*/ 3427 w 7152"/>
                              <a:gd name="T21" fmla="*/ 778 h 3862"/>
                              <a:gd name="T22" fmla="*/ 3800 w 7152"/>
                              <a:gd name="T23" fmla="*/ 1472 h 3862"/>
                              <a:gd name="T24" fmla="*/ 3949 w 7152"/>
                              <a:gd name="T25" fmla="*/ 1703 h 3862"/>
                              <a:gd name="T26" fmla="*/ 4172 w 7152"/>
                              <a:gd name="T27" fmla="*/ 2166 h 3862"/>
                              <a:gd name="T28" fmla="*/ 4396 w 7152"/>
                              <a:gd name="T29" fmla="*/ 2551 h 3862"/>
                              <a:gd name="T30" fmla="*/ 4694 w 7152"/>
                              <a:gd name="T31" fmla="*/ 3323 h 3862"/>
                              <a:gd name="T32" fmla="*/ 4843 w 7152"/>
                              <a:gd name="T33" fmla="*/ 3554 h 3862"/>
                              <a:gd name="T34" fmla="*/ 5066 w 7152"/>
                              <a:gd name="T35" fmla="*/ 3708 h 3862"/>
                              <a:gd name="T36" fmla="*/ 5737 w 7152"/>
                              <a:gd name="T37" fmla="*/ 3862 h 3862"/>
                              <a:gd name="T38" fmla="*/ 6780 w 7152"/>
                              <a:gd name="T39" fmla="*/ 3631 h 3862"/>
                              <a:gd name="T40" fmla="*/ 7003 w 7152"/>
                              <a:gd name="T41" fmla="*/ 3554 h 3862"/>
                              <a:gd name="T42" fmla="*/ 7152 w 7152"/>
                              <a:gd name="T43" fmla="*/ 3323 h 38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152" h="3862">
                                <a:moveTo>
                                  <a:pt x="0" y="2012"/>
                                </a:moveTo>
                                <a:cubicBezTo>
                                  <a:pt x="100" y="1883"/>
                                  <a:pt x="194" y="1750"/>
                                  <a:pt x="298" y="1626"/>
                                </a:cubicBezTo>
                                <a:cubicBezTo>
                                  <a:pt x="368" y="1544"/>
                                  <a:pt x="457" y="1481"/>
                                  <a:pt x="522" y="1395"/>
                                </a:cubicBezTo>
                                <a:cubicBezTo>
                                  <a:pt x="632" y="1248"/>
                                  <a:pt x="721" y="1086"/>
                                  <a:pt x="820" y="932"/>
                                </a:cubicBezTo>
                                <a:cubicBezTo>
                                  <a:pt x="940" y="745"/>
                                  <a:pt x="959" y="684"/>
                                  <a:pt x="1118" y="546"/>
                                </a:cubicBezTo>
                                <a:cubicBezTo>
                                  <a:pt x="1213" y="464"/>
                                  <a:pt x="1305" y="372"/>
                                  <a:pt x="1416" y="315"/>
                                </a:cubicBezTo>
                                <a:cubicBezTo>
                                  <a:pt x="1556" y="242"/>
                                  <a:pt x="1714" y="212"/>
                                  <a:pt x="1863" y="161"/>
                                </a:cubicBezTo>
                                <a:cubicBezTo>
                                  <a:pt x="1968" y="124"/>
                                  <a:pt x="2062" y="58"/>
                                  <a:pt x="2161" y="6"/>
                                </a:cubicBezTo>
                                <a:cubicBezTo>
                                  <a:pt x="2384" y="32"/>
                                  <a:pt x="2622" y="0"/>
                                  <a:pt x="2831" y="84"/>
                                </a:cubicBezTo>
                                <a:cubicBezTo>
                                  <a:pt x="3039" y="166"/>
                                  <a:pt x="3150" y="457"/>
                                  <a:pt x="3278" y="623"/>
                                </a:cubicBezTo>
                                <a:cubicBezTo>
                                  <a:pt x="3322" y="680"/>
                                  <a:pt x="3378" y="726"/>
                                  <a:pt x="3427" y="778"/>
                                </a:cubicBezTo>
                                <a:cubicBezTo>
                                  <a:pt x="3559" y="1185"/>
                                  <a:pt x="3458" y="941"/>
                                  <a:pt x="3800" y="1472"/>
                                </a:cubicBezTo>
                                <a:cubicBezTo>
                                  <a:pt x="3850" y="1549"/>
                                  <a:pt x="3921" y="1615"/>
                                  <a:pt x="3949" y="1703"/>
                                </a:cubicBezTo>
                                <a:cubicBezTo>
                                  <a:pt x="4136" y="2285"/>
                                  <a:pt x="3884" y="1568"/>
                                  <a:pt x="4172" y="2166"/>
                                </a:cubicBezTo>
                                <a:cubicBezTo>
                                  <a:pt x="4366" y="2566"/>
                                  <a:pt x="4105" y="2250"/>
                                  <a:pt x="4396" y="2551"/>
                                </a:cubicBezTo>
                                <a:cubicBezTo>
                                  <a:pt x="4518" y="2931"/>
                                  <a:pt x="4519" y="3005"/>
                                  <a:pt x="4694" y="3323"/>
                                </a:cubicBezTo>
                                <a:cubicBezTo>
                                  <a:pt x="4738" y="3403"/>
                                  <a:pt x="4780" y="3488"/>
                                  <a:pt x="4843" y="3554"/>
                                </a:cubicBezTo>
                                <a:cubicBezTo>
                                  <a:pt x="4906" y="3620"/>
                                  <a:pt x="4986" y="3667"/>
                                  <a:pt x="5066" y="3708"/>
                                </a:cubicBezTo>
                                <a:cubicBezTo>
                                  <a:pt x="5250" y="3803"/>
                                  <a:pt x="5565" y="3833"/>
                                  <a:pt x="5737" y="3862"/>
                                </a:cubicBezTo>
                                <a:cubicBezTo>
                                  <a:pt x="6489" y="3765"/>
                                  <a:pt x="6143" y="3851"/>
                                  <a:pt x="6780" y="3631"/>
                                </a:cubicBezTo>
                                <a:lnTo>
                                  <a:pt x="7003" y="3554"/>
                                </a:lnTo>
                                <a:lnTo>
                                  <a:pt x="7152" y="3323"/>
                                </a:lnTo>
                              </a:path>
                            </a:pathLst>
                          </a:custGeom>
                          <a:noFill/>
                          <a:ln w="19685">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Freeform 470"/>
                        <wps:cNvSpPr>
                          <a:spLocks noEditPoints="1"/>
                        </wps:cNvSpPr>
                        <wps:spPr bwMode="auto">
                          <a:xfrm>
                            <a:off x="1776095" y="1079500"/>
                            <a:ext cx="21590" cy="876935"/>
                          </a:xfrm>
                          <a:custGeom>
                            <a:avLst/>
                            <a:gdLst>
                              <a:gd name="T0" fmla="*/ 34 w 34"/>
                              <a:gd name="T1" fmla="*/ 0 h 1381"/>
                              <a:gd name="T2" fmla="*/ 34 w 34"/>
                              <a:gd name="T3" fmla="*/ 103 h 1381"/>
                              <a:gd name="T4" fmla="*/ 0 w 34"/>
                              <a:gd name="T5" fmla="*/ 103 h 1381"/>
                              <a:gd name="T6" fmla="*/ 0 w 34"/>
                              <a:gd name="T7" fmla="*/ 0 h 1381"/>
                              <a:gd name="T8" fmla="*/ 34 w 34"/>
                              <a:gd name="T9" fmla="*/ 0 h 1381"/>
                              <a:gd name="T10" fmla="*/ 34 w 34"/>
                              <a:gd name="T11" fmla="*/ 137 h 1381"/>
                              <a:gd name="T12" fmla="*/ 34 w 34"/>
                              <a:gd name="T13" fmla="*/ 240 h 1381"/>
                              <a:gd name="T14" fmla="*/ 0 w 34"/>
                              <a:gd name="T15" fmla="*/ 240 h 1381"/>
                              <a:gd name="T16" fmla="*/ 0 w 34"/>
                              <a:gd name="T17" fmla="*/ 137 h 1381"/>
                              <a:gd name="T18" fmla="*/ 34 w 34"/>
                              <a:gd name="T19" fmla="*/ 137 h 1381"/>
                              <a:gd name="T20" fmla="*/ 34 w 34"/>
                              <a:gd name="T21" fmla="*/ 274 h 1381"/>
                              <a:gd name="T22" fmla="*/ 34 w 34"/>
                              <a:gd name="T23" fmla="*/ 377 h 1381"/>
                              <a:gd name="T24" fmla="*/ 0 w 34"/>
                              <a:gd name="T25" fmla="*/ 377 h 1381"/>
                              <a:gd name="T26" fmla="*/ 0 w 34"/>
                              <a:gd name="T27" fmla="*/ 274 h 1381"/>
                              <a:gd name="T28" fmla="*/ 34 w 34"/>
                              <a:gd name="T29" fmla="*/ 274 h 1381"/>
                              <a:gd name="T30" fmla="*/ 34 w 34"/>
                              <a:gd name="T31" fmla="*/ 411 h 1381"/>
                              <a:gd name="T32" fmla="*/ 34 w 34"/>
                              <a:gd name="T33" fmla="*/ 514 h 1381"/>
                              <a:gd name="T34" fmla="*/ 0 w 34"/>
                              <a:gd name="T35" fmla="*/ 514 h 1381"/>
                              <a:gd name="T36" fmla="*/ 0 w 34"/>
                              <a:gd name="T37" fmla="*/ 411 h 1381"/>
                              <a:gd name="T38" fmla="*/ 34 w 34"/>
                              <a:gd name="T39" fmla="*/ 411 h 1381"/>
                              <a:gd name="T40" fmla="*/ 34 w 34"/>
                              <a:gd name="T41" fmla="*/ 548 h 1381"/>
                              <a:gd name="T42" fmla="*/ 34 w 34"/>
                              <a:gd name="T43" fmla="*/ 650 h 1381"/>
                              <a:gd name="T44" fmla="*/ 0 w 34"/>
                              <a:gd name="T45" fmla="*/ 650 h 1381"/>
                              <a:gd name="T46" fmla="*/ 0 w 34"/>
                              <a:gd name="T47" fmla="*/ 548 h 1381"/>
                              <a:gd name="T48" fmla="*/ 34 w 34"/>
                              <a:gd name="T49" fmla="*/ 548 h 1381"/>
                              <a:gd name="T50" fmla="*/ 34 w 34"/>
                              <a:gd name="T51" fmla="*/ 685 h 1381"/>
                              <a:gd name="T52" fmla="*/ 34 w 34"/>
                              <a:gd name="T53" fmla="*/ 787 h 1381"/>
                              <a:gd name="T54" fmla="*/ 0 w 34"/>
                              <a:gd name="T55" fmla="*/ 787 h 1381"/>
                              <a:gd name="T56" fmla="*/ 0 w 34"/>
                              <a:gd name="T57" fmla="*/ 685 h 1381"/>
                              <a:gd name="T58" fmla="*/ 34 w 34"/>
                              <a:gd name="T59" fmla="*/ 685 h 1381"/>
                              <a:gd name="T60" fmla="*/ 34 w 34"/>
                              <a:gd name="T61" fmla="*/ 822 h 1381"/>
                              <a:gd name="T62" fmla="*/ 34 w 34"/>
                              <a:gd name="T63" fmla="*/ 924 h 1381"/>
                              <a:gd name="T64" fmla="*/ 0 w 34"/>
                              <a:gd name="T65" fmla="*/ 924 h 1381"/>
                              <a:gd name="T66" fmla="*/ 0 w 34"/>
                              <a:gd name="T67" fmla="*/ 822 h 1381"/>
                              <a:gd name="T68" fmla="*/ 34 w 34"/>
                              <a:gd name="T69" fmla="*/ 822 h 1381"/>
                              <a:gd name="T70" fmla="*/ 34 w 34"/>
                              <a:gd name="T71" fmla="*/ 958 h 1381"/>
                              <a:gd name="T72" fmla="*/ 34 w 34"/>
                              <a:gd name="T73" fmla="*/ 1061 h 1381"/>
                              <a:gd name="T74" fmla="*/ 0 w 34"/>
                              <a:gd name="T75" fmla="*/ 1061 h 1381"/>
                              <a:gd name="T76" fmla="*/ 0 w 34"/>
                              <a:gd name="T77" fmla="*/ 958 h 1381"/>
                              <a:gd name="T78" fmla="*/ 34 w 34"/>
                              <a:gd name="T79" fmla="*/ 958 h 1381"/>
                              <a:gd name="T80" fmla="*/ 34 w 34"/>
                              <a:gd name="T81" fmla="*/ 1095 h 1381"/>
                              <a:gd name="T82" fmla="*/ 34 w 34"/>
                              <a:gd name="T83" fmla="*/ 1198 h 1381"/>
                              <a:gd name="T84" fmla="*/ 0 w 34"/>
                              <a:gd name="T85" fmla="*/ 1198 h 1381"/>
                              <a:gd name="T86" fmla="*/ 0 w 34"/>
                              <a:gd name="T87" fmla="*/ 1095 h 1381"/>
                              <a:gd name="T88" fmla="*/ 34 w 34"/>
                              <a:gd name="T89" fmla="*/ 1095 h 1381"/>
                              <a:gd name="T90" fmla="*/ 34 w 34"/>
                              <a:gd name="T91" fmla="*/ 1232 h 1381"/>
                              <a:gd name="T92" fmla="*/ 34 w 34"/>
                              <a:gd name="T93" fmla="*/ 1335 h 1381"/>
                              <a:gd name="T94" fmla="*/ 0 w 34"/>
                              <a:gd name="T95" fmla="*/ 1335 h 1381"/>
                              <a:gd name="T96" fmla="*/ 0 w 34"/>
                              <a:gd name="T97" fmla="*/ 1232 h 1381"/>
                              <a:gd name="T98" fmla="*/ 34 w 34"/>
                              <a:gd name="T99" fmla="*/ 1232 h 1381"/>
                              <a:gd name="T100" fmla="*/ 34 w 34"/>
                              <a:gd name="T101" fmla="*/ 1369 h 1381"/>
                              <a:gd name="T102" fmla="*/ 34 w 34"/>
                              <a:gd name="T103" fmla="*/ 1381 h 1381"/>
                              <a:gd name="T104" fmla="*/ 0 w 34"/>
                              <a:gd name="T105" fmla="*/ 1381 h 1381"/>
                              <a:gd name="T106" fmla="*/ 0 w 34"/>
                              <a:gd name="T107" fmla="*/ 1369 h 1381"/>
                              <a:gd name="T108" fmla="*/ 34 w 34"/>
                              <a:gd name="T109" fmla="*/ 1369 h 1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4" h="1381">
                                <a:moveTo>
                                  <a:pt x="34" y="0"/>
                                </a:moveTo>
                                <a:lnTo>
                                  <a:pt x="34" y="103"/>
                                </a:lnTo>
                                <a:lnTo>
                                  <a:pt x="0" y="103"/>
                                </a:lnTo>
                                <a:lnTo>
                                  <a:pt x="0" y="0"/>
                                </a:lnTo>
                                <a:lnTo>
                                  <a:pt x="34" y="0"/>
                                </a:lnTo>
                                <a:close/>
                                <a:moveTo>
                                  <a:pt x="34" y="137"/>
                                </a:moveTo>
                                <a:lnTo>
                                  <a:pt x="34" y="240"/>
                                </a:lnTo>
                                <a:lnTo>
                                  <a:pt x="0" y="240"/>
                                </a:lnTo>
                                <a:lnTo>
                                  <a:pt x="0" y="137"/>
                                </a:lnTo>
                                <a:lnTo>
                                  <a:pt x="34" y="137"/>
                                </a:lnTo>
                                <a:close/>
                                <a:moveTo>
                                  <a:pt x="34" y="274"/>
                                </a:moveTo>
                                <a:lnTo>
                                  <a:pt x="34" y="377"/>
                                </a:lnTo>
                                <a:lnTo>
                                  <a:pt x="0" y="377"/>
                                </a:lnTo>
                                <a:lnTo>
                                  <a:pt x="0" y="274"/>
                                </a:lnTo>
                                <a:lnTo>
                                  <a:pt x="34" y="274"/>
                                </a:lnTo>
                                <a:close/>
                                <a:moveTo>
                                  <a:pt x="34" y="411"/>
                                </a:moveTo>
                                <a:lnTo>
                                  <a:pt x="34" y="514"/>
                                </a:lnTo>
                                <a:lnTo>
                                  <a:pt x="0" y="514"/>
                                </a:lnTo>
                                <a:lnTo>
                                  <a:pt x="0" y="411"/>
                                </a:lnTo>
                                <a:lnTo>
                                  <a:pt x="34" y="411"/>
                                </a:lnTo>
                                <a:close/>
                                <a:moveTo>
                                  <a:pt x="34" y="548"/>
                                </a:moveTo>
                                <a:lnTo>
                                  <a:pt x="34" y="650"/>
                                </a:lnTo>
                                <a:lnTo>
                                  <a:pt x="0" y="650"/>
                                </a:lnTo>
                                <a:lnTo>
                                  <a:pt x="0" y="548"/>
                                </a:lnTo>
                                <a:lnTo>
                                  <a:pt x="34" y="548"/>
                                </a:lnTo>
                                <a:close/>
                                <a:moveTo>
                                  <a:pt x="34" y="685"/>
                                </a:moveTo>
                                <a:lnTo>
                                  <a:pt x="34" y="787"/>
                                </a:lnTo>
                                <a:lnTo>
                                  <a:pt x="0" y="787"/>
                                </a:lnTo>
                                <a:lnTo>
                                  <a:pt x="0" y="685"/>
                                </a:lnTo>
                                <a:lnTo>
                                  <a:pt x="34" y="685"/>
                                </a:lnTo>
                                <a:close/>
                                <a:moveTo>
                                  <a:pt x="34" y="822"/>
                                </a:moveTo>
                                <a:lnTo>
                                  <a:pt x="34" y="924"/>
                                </a:lnTo>
                                <a:lnTo>
                                  <a:pt x="0" y="924"/>
                                </a:lnTo>
                                <a:lnTo>
                                  <a:pt x="0" y="822"/>
                                </a:lnTo>
                                <a:lnTo>
                                  <a:pt x="34" y="822"/>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5"/>
                                </a:lnTo>
                                <a:lnTo>
                                  <a:pt x="0" y="1335"/>
                                </a:lnTo>
                                <a:lnTo>
                                  <a:pt x="0" y="1232"/>
                                </a:lnTo>
                                <a:lnTo>
                                  <a:pt x="34" y="1232"/>
                                </a:lnTo>
                                <a:close/>
                                <a:moveTo>
                                  <a:pt x="34" y="1369"/>
                                </a:moveTo>
                                <a:lnTo>
                                  <a:pt x="34" y="1381"/>
                                </a:lnTo>
                                <a:lnTo>
                                  <a:pt x="0" y="1381"/>
                                </a:lnTo>
                                <a:lnTo>
                                  <a:pt x="0" y="1369"/>
                                </a:lnTo>
                                <a:lnTo>
                                  <a:pt x="34" y="1369"/>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0" name="Freeform 471"/>
                        <wps:cNvSpPr>
                          <a:spLocks noEditPoints="1"/>
                        </wps:cNvSpPr>
                        <wps:spPr bwMode="auto">
                          <a:xfrm>
                            <a:off x="5660390" y="915035"/>
                            <a:ext cx="21590" cy="970915"/>
                          </a:xfrm>
                          <a:custGeom>
                            <a:avLst/>
                            <a:gdLst>
                              <a:gd name="T0" fmla="*/ 34 w 34"/>
                              <a:gd name="T1" fmla="*/ 0 h 1529"/>
                              <a:gd name="T2" fmla="*/ 34 w 34"/>
                              <a:gd name="T3" fmla="*/ 103 h 1529"/>
                              <a:gd name="T4" fmla="*/ 0 w 34"/>
                              <a:gd name="T5" fmla="*/ 103 h 1529"/>
                              <a:gd name="T6" fmla="*/ 0 w 34"/>
                              <a:gd name="T7" fmla="*/ 0 h 1529"/>
                              <a:gd name="T8" fmla="*/ 34 w 34"/>
                              <a:gd name="T9" fmla="*/ 0 h 1529"/>
                              <a:gd name="T10" fmla="*/ 34 w 34"/>
                              <a:gd name="T11" fmla="*/ 137 h 1529"/>
                              <a:gd name="T12" fmla="*/ 34 w 34"/>
                              <a:gd name="T13" fmla="*/ 239 h 1529"/>
                              <a:gd name="T14" fmla="*/ 0 w 34"/>
                              <a:gd name="T15" fmla="*/ 239 h 1529"/>
                              <a:gd name="T16" fmla="*/ 0 w 34"/>
                              <a:gd name="T17" fmla="*/ 137 h 1529"/>
                              <a:gd name="T18" fmla="*/ 34 w 34"/>
                              <a:gd name="T19" fmla="*/ 137 h 1529"/>
                              <a:gd name="T20" fmla="*/ 34 w 34"/>
                              <a:gd name="T21" fmla="*/ 274 h 1529"/>
                              <a:gd name="T22" fmla="*/ 34 w 34"/>
                              <a:gd name="T23" fmla="*/ 376 h 1529"/>
                              <a:gd name="T24" fmla="*/ 0 w 34"/>
                              <a:gd name="T25" fmla="*/ 376 h 1529"/>
                              <a:gd name="T26" fmla="*/ 0 w 34"/>
                              <a:gd name="T27" fmla="*/ 274 h 1529"/>
                              <a:gd name="T28" fmla="*/ 34 w 34"/>
                              <a:gd name="T29" fmla="*/ 274 h 1529"/>
                              <a:gd name="T30" fmla="*/ 34 w 34"/>
                              <a:gd name="T31" fmla="*/ 411 h 1529"/>
                              <a:gd name="T32" fmla="*/ 34 w 34"/>
                              <a:gd name="T33" fmla="*/ 513 h 1529"/>
                              <a:gd name="T34" fmla="*/ 0 w 34"/>
                              <a:gd name="T35" fmla="*/ 513 h 1529"/>
                              <a:gd name="T36" fmla="*/ 0 w 34"/>
                              <a:gd name="T37" fmla="*/ 411 h 1529"/>
                              <a:gd name="T38" fmla="*/ 34 w 34"/>
                              <a:gd name="T39" fmla="*/ 411 h 1529"/>
                              <a:gd name="T40" fmla="*/ 34 w 34"/>
                              <a:gd name="T41" fmla="*/ 547 h 1529"/>
                              <a:gd name="T42" fmla="*/ 34 w 34"/>
                              <a:gd name="T43" fmla="*/ 650 h 1529"/>
                              <a:gd name="T44" fmla="*/ 0 w 34"/>
                              <a:gd name="T45" fmla="*/ 650 h 1529"/>
                              <a:gd name="T46" fmla="*/ 0 w 34"/>
                              <a:gd name="T47" fmla="*/ 547 h 1529"/>
                              <a:gd name="T48" fmla="*/ 34 w 34"/>
                              <a:gd name="T49" fmla="*/ 547 h 1529"/>
                              <a:gd name="T50" fmla="*/ 34 w 34"/>
                              <a:gd name="T51" fmla="*/ 684 h 1529"/>
                              <a:gd name="T52" fmla="*/ 34 w 34"/>
                              <a:gd name="T53" fmla="*/ 787 h 1529"/>
                              <a:gd name="T54" fmla="*/ 0 w 34"/>
                              <a:gd name="T55" fmla="*/ 787 h 1529"/>
                              <a:gd name="T56" fmla="*/ 0 w 34"/>
                              <a:gd name="T57" fmla="*/ 684 h 1529"/>
                              <a:gd name="T58" fmla="*/ 34 w 34"/>
                              <a:gd name="T59" fmla="*/ 684 h 1529"/>
                              <a:gd name="T60" fmla="*/ 34 w 34"/>
                              <a:gd name="T61" fmla="*/ 821 h 1529"/>
                              <a:gd name="T62" fmla="*/ 34 w 34"/>
                              <a:gd name="T63" fmla="*/ 924 h 1529"/>
                              <a:gd name="T64" fmla="*/ 0 w 34"/>
                              <a:gd name="T65" fmla="*/ 924 h 1529"/>
                              <a:gd name="T66" fmla="*/ 0 w 34"/>
                              <a:gd name="T67" fmla="*/ 821 h 1529"/>
                              <a:gd name="T68" fmla="*/ 34 w 34"/>
                              <a:gd name="T69" fmla="*/ 821 h 1529"/>
                              <a:gd name="T70" fmla="*/ 34 w 34"/>
                              <a:gd name="T71" fmla="*/ 958 h 1529"/>
                              <a:gd name="T72" fmla="*/ 34 w 34"/>
                              <a:gd name="T73" fmla="*/ 1061 h 1529"/>
                              <a:gd name="T74" fmla="*/ 0 w 34"/>
                              <a:gd name="T75" fmla="*/ 1061 h 1529"/>
                              <a:gd name="T76" fmla="*/ 0 w 34"/>
                              <a:gd name="T77" fmla="*/ 958 h 1529"/>
                              <a:gd name="T78" fmla="*/ 34 w 34"/>
                              <a:gd name="T79" fmla="*/ 958 h 1529"/>
                              <a:gd name="T80" fmla="*/ 34 w 34"/>
                              <a:gd name="T81" fmla="*/ 1095 h 1529"/>
                              <a:gd name="T82" fmla="*/ 34 w 34"/>
                              <a:gd name="T83" fmla="*/ 1198 h 1529"/>
                              <a:gd name="T84" fmla="*/ 0 w 34"/>
                              <a:gd name="T85" fmla="*/ 1198 h 1529"/>
                              <a:gd name="T86" fmla="*/ 0 w 34"/>
                              <a:gd name="T87" fmla="*/ 1095 h 1529"/>
                              <a:gd name="T88" fmla="*/ 34 w 34"/>
                              <a:gd name="T89" fmla="*/ 1095 h 1529"/>
                              <a:gd name="T90" fmla="*/ 34 w 34"/>
                              <a:gd name="T91" fmla="*/ 1232 h 1529"/>
                              <a:gd name="T92" fmla="*/ 34 w 34"/>
                              <a:gd name="T93" fmla="*/ 1334 h 1529"/>
                              <a:gd name="T94" fmla="*/ 0 w 34"/>
                              <a:gd name="T95" fmla="*/ 1334 h 1529"/>
                              <a:gd name="T96" fmla="*/ 0 w 34"/>
                              <a:gd name="T97" fmla="*/ 1232 h 1529"/>
                              <a:gd name="T98" fmla="*/ 34 w 34"/>
                              <a:gd name="T99" fmla="*/ 1232 h 1529"/>
                              <a:gd name="T100" fmla="*/ 34 w 34"/>
                              <a:gd name="T101" fmla="*/ 1369 h 1529"/>
                              <a:gd name="T102" fmla="*/ 34 w 34"/>
                              <a:gd name="T103" fmla="*/ 1471 h 1529"/>
                              <a:gd name="T104" fmla="*/ 0 w 34"/>
                              <a:gd name="T105" fmla="*/ 1471 h 1529"/>
                              <a:gd name="T106" fmla="*/ 0 w 34"/>
                              <a:gd name="T107" fmla="*/ 1369 h 1529"/>
                              <a:gd name="T108" fmla="*/ 34 w 34"/>
                              <a:gd name="T109" fmla="*/ 1369 h 1529"/>
                              <a:gd name="T110" fmla="*/ 34 w 34"/>
                              <a:gd name="T111" fmla="*/ 1506 h 1529"/>
                              <a:gd name="T112" fmla="*/ 34 w 34"/>
                              <a:gd name="T113" fmla="*/ 1529 h 1529"/>
                              <a:gd name="T114" fmla="*/ 0 w 34"/>
                              <a:gd name="T115" fmla="*/ 1529 h 1529"/>
                              <a:gd name="T116" fmla="*/ 0 w 34"/>
                              <a:gd name="T117" fmla="*/ 1506 h 1529"/>
                              <a:gd name="T118" fmla="*/ 34 w 34"/>
                              <a:gd name="T119" fmla="*/ 1506 h 1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529">
                                <a:moveTo>
                                  <a:pt x="34" y="0"/>
                                </a:moveTo>
                                <a:lnTo>
                                  <a:pt x="34" y="103"/>
                                </a:lnTo>
                                <a:lnTo>
                                  <a:pt x="0" y="103"/>
                                </a:lnTo>
                                <a:lnTo>
                                  <a:pt x="0" y="0"/>
                                </a:lnTo>
                                <a:lnTo>
                                  <a:pt x="34" y="0"/>
                                </a:lnTo>
                                <a:close/>
                                <a:moveTo>
                                  <a:pt x="34" y="137"/>
                                </a:moveTo>
                                <a:lnTo>
                                  <a:pt x="34" y="239"/>
                                </a:lnTo>
                                <a:lnTo>
                                  <a:pt x="0" y="239"/>
                                </a:lnTo>
                                <a:lnTo>
                                  <a:pt x="0" y="137"/>
                                </a:lnTo>
                                <a:lnTo>
                                  <a:pt x="34" y="137"/>
                                </a:lnTo>
                                <a:close/>
                                <a:moveTo>
                                  <a:pt x="34" y="274"/>
                                </a:moveTo>
                                <a:lnTo>
                                  <a:pt x="34" y="376"/>
                                </a:lnTo>
                                <a:lnTo>
                                  <a:pt x="0" y="376"/>
                                </a:lnTo>
                                <a:lnTo>
                                  <a:pt x="0" y="274"/>
                                </a:lnTo>
                                <a:lnTo>
                                  <a:pt x="34" y="274"/>
                                </a:lnTo>
                                <a:close/>
                                <a:moveTo>
                                  <a:pt x="34" y="411"/>
                                </a:moveTo>
                                <a:lnTo>
                                  <a:pt x="34" y="513"/>
                                </a:lnTo>
                                <a:lnTo>
                                  <a:pt x="0" y="513"/>
                                </a:lnTo>
                                <a:lnTo>
                                  <a:pt x="0" y="411"/>
                                </a:lnTo>
                                <a:lnTo>
                                  <a:pt x="34" y="411"/>
                                </a:lnTo>
                                <a:close/>
                                <a:moveTo>
                                  <a:pt x="34" y="547"/>
                                </a:moveTo>
                                <a:lnTo>
                                  <a:pt x="34" y="650"/>
                                </a:lnTo>
                                <a:lnTo>
                                  <a:pt x="0" y="650"/>
                                </a:lnTo>
                                <a:lnTo>
                                  <a:pt x="0" y="547"/>
                                </a:lnTo>
                                <a:lnTo>
                                  <a:pt x="34" y="547"/>
                                </a:lnTo>
                                <a:close/>
                                <a:moveTo>
                                  <a:pt x="34" y="684"/>
                                </a:moveTo>
                                <a:lnTo>
                                  <a:pt x="34" y="787"/>
                                </a:lnTo>
                                <a:lnTo>
                                  <a:pt x="0" y="787"/>
                                </a:lnTo>
                                <a:lnTo>
                                  <a:pt x="0" y="684"/>
                                </a:lnTo>
                                <a:lnTo>
                                  <a:pt x="34" y="684"/>
                                </a:lnTo>
                                <a:close/>
                                <a:moveTo>
                                  <a:pt x="34" y="821"/>
                                </a:moveTo>
                                <a:lnTo>
                                  <a:pt x="34" y="924"/>
                                </a:lnTo>
                                <a:lnTo>
                                  <a:pt x="0" y="924"/>
                                </a:lnTo>
                                <a:lnTo>
                                  <a:pt x="0" y="821"/>
                                </a:lnTo>
                                <a:lnTo>
                                  <a:pt x="34" y="821"/>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4"/>
                                </a:lnTo>
                                <a:lnTo>
                                  <a:pt x="0" y="1334"/>
                                </a:lnTo>
                                <a:lnTo>
                                  <a:pt x="0" y="1232"/>
                                </a:lnTo>
                                <a:lnTo>
                                  <a:pt x="34" y="1232"/>
                                </a:lnTo>
                                <a:close/>
                                <a:moveTo>
                                  <a:pt x="34" y="1369"/>
                                </a:moveTo>
                                <a:lnTo>
                                  <a:pt x="34" y="1471"/>
                                </a:lnTo>
                                <a:lnTo>
                                  <a:pt x="0" y="1471"/>
                                </a:lnTo>
                                <a:lnTo>
                                  <a:pt x="0" y="1369"/>
                                </a:lnTo>
                                <a:lnTo>
                                  <a:pt x="34" y="1369"/>
                                </a:lnTo>
                                <a:close/>
                                <a:moveTo>
                                  <a:pt x="34" y="1506"/>
                                </a:moveTo>
                                <a:lnTo>
                                  <a:pt x="34" y="1529"/>
                                </a:lnTo>
                                <a:lnTo>
                                  <a:pt x="0" y="1529"/>
                                </a:lnTo>
                                <a:lnTo>
                                  <a:pt x="0" y="1506"/>
                                </a:lnTo>
                                <a:lnTo>
                                  <a:pt x="34" y="1506"/>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1" name="Rectangle 472"/>
                        <wps:cNvSpPr>
                          <a:spLocks noChangeArrowheads="1"/>
                        </wps:cNvSpPr>
                        <wps:spPr bwMode="auto">
                          <a:xfrm>
                            <a:off x="5012055" y="555625"/>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5"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142" name="Line 473"/>
                        <wps:cNvCnPr>
                          <a:cxnSpLocks noChangeShapeType="1"/>
                        </wps:cNvCnPr>
                        <wps:spPr bwMode="auto">
                          <a:xfrm>
                            <a:off x="2568575" y="993140"/>
                            <a:ext cx="506730" cy="127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8518FF5" id="Zone de dessin 418" o:spid="_x0000_s1194" editas="canvas" style="width:453.3pt;height:154.05pt;mso-position-horizontal-relative:char;mso-position-vertical-relative:line" coordsize="57569,19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">
                <v:shape id="_x0000_s1195" type="#_x0000_t75" style="position:absolute;width:57569;height:19564;visibility:visible;mso-wrap-style:square">
                  <v:fill o:detectmouseclick="t"/>
                  <v:path o:connecttype="none"/>
                </v:shape>
                <v:rect id="Rectangle 419" o:spid="_x0000_s1196" style="position:absolute;left:47250;top:3790;width:10255;height:10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" fillcolor="#d9d9d9" stroked="f"/>
                <v:rect id="Rectangle 420" o:spid="_x0000_s1197" style="position:absolute;left:47250;top:3790;width:10255;height:10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" filled="f" strokecolor="#7f7f7f" strokeweight=".55pt"/>
                <v:rect id="Rectangle 421" o:spid="_x0000_s1198" style="position:absolute;left:11690;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RXYvwAAANsAAAAPAAAAZHJzL2Rvd25yZXYueG1sRE9LasMw&#10;EN0XcgcxhexquV6E1L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A55RXYvwAAANsAAAAPAAAAAAAA&#10;AAAAAAAAAAcCAABkcnMvZG93bnJldi54bWxQSwUGAAAAAAMAAwC3AAAA8wIAAAAA&#10;" filled="f" stroked="f">
                  <v:textbox style="mso-fit-shape-to-text:t" inset="0,0,0,0">
                    <w:txbxContent>
                      <w:p w14:paraId="285190A2" w14:textId="77777777" w:rsidR="009B40E5" w:rsidRDefault="009B40E5">
                        <w:r>
                          <w:rPr>
                            <w:rFonts w:ascii="Arial" w:hAnsi="Arial" w:cs="Arial"/>
                            <w:color w:val="000000"/>
                            <w:sz w:val="14"/>
                            <w:szCs w:val="14"/>
                            <w:lang w:val="en-US"/>
                          </w:rPr>
                          <w:t>NRO</w:t>
                        </w:r>
                      </w:p>
                    </w:txbxContent>
                  </v:textbox>
                </v:rect>
                <v:rect id="Rectangle 422" o:spid="_x0000_s1199" style="position:absolute;left:30797;top:5689;width:3404;height:8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" fillcolor="#ffa366" stroked="f"/>
                <v:rect id="Rectangle 423" o:spid="_x0000_s1200" style="position:absolute;left:31686;top:7918;width:134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285190A3" w14:textId="77777777" w:rsidR="009B40E5" w:rsidRDefault="009B40E5">
                        <w:r>
                          <w:rPr>
                            <w:rFonts w:ascii="Arial" w:hAnsi="Arial" w:cs="Arial"/>
                            <w:color w:val="000000"/>
                            <w:sz w:val="14"/>
                            <w:szCs w:val="14"/>
                            <w:lang w:val="en-US"/>
                          </w:rPr>
                          <w:t>PM</w:t>
                        </w:r>
                      </w:p>
                    </w:txbxContent>
                  </v:textbox>
                </v:rect>
                <v:rect id="Rectangle 424" o:spid="_x0000_s1201" style="position:absolute;left:41649;top:8318;width:4604;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" fillcolor="#ffa366" stroked="f"/>
                <v:rect id="Rectangle 425" o:spid="_x0000_s1202" style="position:absolute;left:42900;top:8489;width:1829;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285190A4" w14:textId="77777777" w:rsidR="009B40E5" w:rsidRDefault="009B40E5">
                        <w:r>
                          <w:rPr>
                            <w:rFonts w:ascii="Arial" w:hAnsi="Arial" w:cs="Arial"/>
                            <w:color w:val="000000"/>
                            <w:sz w:val="14"/>
                            <w:szCs w:val="14"/>
                            <w:lang w:val="en-US"/>
                          </w:rPr>
                          <w:t>PRE</w:t>
                        </w:r>
                      </w:p>
                    </w:txbxContent>
                  </v:textbox>
                </v:rect>
                <v:rect id="Rectangle 426" o:spid="_x0000_s1203" style="position:absolute;left:47256;top:3797;width:10255;height:10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" filled="f" strokecolor="white" strokeweight="1pt">
                  <v:stroke joinstyle="round"/>
                </v:rect>
                <v:rect id="Rectangle 427" o:spid="_x0000_s1204" style="position:absolute;left:49212;top:8293;width:2826;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" fillcolor="#ffaf66" stroked="f"/>
                <v:rect id="Rectangle 428" o:spid="_x0000_s1205" style="position:absolute;left:49212;top:8293;width:2826;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" filled="f" strokecolor="#474747" strokeweight="1pt">
                  <v:stroke joinstyle="round"/>
                </v:rect>
                <v:rect id="Rectangle 429" o:spid="_x0000_s1206" style="position:absolute;left:49644;top:8426;width:2432;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285190A5" w14:textId="77777777" w:rsidR="009B40E5" w:rsidRDefault="009B40E5">
                        <w:r>
                          <w:rPr>
                            <w:rFonts w:ascii="Arial" w:hAnsi="Arial" w:cs="Arial"/>
                            <w:color w:val="000000"/>
                            <w:sz w:val="16"/>
                            <w:szCs w:val="16"/>
                            <w:lang w:val="en-US"/>
                          </w:rPr>
                          <w:t>DTIO</w:t>
                        </w:r>
                      </w:p>
                    </w:txbxContent>
                  </v:textbox>
                </v:rect>
                <v:rect id="Rectangle 430" o:spid="_x0000_s1207" style="position:absolute;left:53816;top:8293;width:2838;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" fillcolor="#ffaf66" stroked="f"/>
                <v:rect id="Rectangle 431" o:spid="_x0000_s1208" style="position:absolute;left:53816;top:8293;width:2838;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" filled="f" strokecolor="#474747" strokeweight="1pt">
                  <v:stroke joinstyle="round"/>
                </v:rect>
                <v:rect id="Rectangle 432" o:spid="_x0000_s1209" style="position:absolute;left:54438;top:8426;width:2089;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285190A6" w14:textId="77777777" w:rsidR="009B40E5" w:rsidRDefault="009B40E5">
                        <w:r>
                          <w:rPr>
                            <w:rFonts w:ascii="Arial" w:hAnsi="Arial" w:cs="Arial"/>
                            <w:color w:val="000000"/>
                            <w:sz w:val="16"/>
                            <w:szCs w:val="16"/>
                            <w:lang w:val="en-US"/>
                          </w:rPr>
                          <w:t>PTO</w:t>
                        </w:r>
                      </w:p>
                    </w:txbxContent>
                  </v:textbox>
                </v:rect>
                <v:line id="Line 433" o:spid="_x0000_s1210" style="position:absolute;flip:y;visibility:visible;mso-wrap-style:square" from="46253,10013" to="49206,10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" strokeweight=".7pt"/>
                <v:line id="Line 434" o:spid="_x0000_s1211" style="position:absolute;visibility:visible;mso-wrap-style:square" from="52031,9899" to="53994,98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" strokeweight=".7pt"/>
                <v:shape id="Freeform 435" o:spid="_x0000_s1212" style="position:absolute;left:17868;top:18199;width:38716;height:343;visibility:visible;mso-wrap-style:square;v-text-anchor:top" coordsize="1352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color="#ff6200" strokeweight="0">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shape id="Freeform 436" o:spid="_x0000_s1213" style="position:absolute;left:17868;top:18199;width:38716;height:343;visibility:visible;mso-wrap-style:square;v-text-anchor:top" coordsize="1352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ed="f" strokecolor="#ff6200" strokeweight=".1pt">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rect id="Rectangle 437" o:spid="_x0000_s1214" style="position:absolute;left:31940;top:16719;width:11068;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285190A7" w14:textId="77777777"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v:textbox>
                </v:rect>
                <v:rect id="Rectangle 438" o:spid="_x0000_s1215" style="position:absolute;left:37471;top:7785;width:2222;height:4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" fillcolor="#ffa366" stroked="f"/>
                <v:rect id="Rectangle 439" o:spid="_x0000_s1216" style="position:absolute;left:37934;top:8147;width:118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285190A8" w14:textId="77777777" w:rsidR="009B40E5" w:rsidRDefault="009B40E5">
                        <w:r>
                          <w:rPr>
                            <w:rFonts w:ascii="Arial" w:hAnsi="Arial" w:cs="Arial"/>
                            <w:color w:val="000000"/>
                            <w:sz w:val="14"/>
                            <w:szCs w:val="14"/>
                            <w:lang w:val="en-US"/>
                          </w:rPr>
                          <w:t>PA</w:t>
                        </w:r>
                      </w:p>
                    </w:txbxContent>
                  </v:textbox>
                </v:rect>
                <v:line id="Line 440" o:spid="_x0000_s1217" style="position:absolute;visibility:visible;mso-wrap-style:square" from="34201,10115" to="37471,10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" strokeweight=".7pt"/>
                <v:line id="Line 441" o:spid="_x0000_s1218" style="position:absolute;visibility:visible;mso-wrap-style:square" from="39693,10026" to="41649,10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" strokeweight=".7pt"/>
                <v:rect id="Rectangle 442" o:spid="_x0000_s1219" style="position:absolute;left:13785;top:1987;width:12281;height:14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" fillcolor="#dcf2e7" stroked="f"/>
                <v:rect id="Rectangle 443" o:spid="_x0000_s1220" style="position:absolute;left:13785;top:1987;width:12281;height:14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" filled="f" strokecolor="#1c91c9" strokeweight="1.55pt">
                  <v:stroke joinstyle="round"/>
                </v:rect>
                <v:rect id="Rectangle 444" o:spid="_x0000_s1221" style="position:absolute;left:18376;top:2171;width:188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285190A9" w14:textId="77777777" w:rsidR="009B40E5" w:rsidRDefault="009B40E5">
                        <w:r>
                          <w:rPr>
                            <w:rFonts w:ascii="Arial" w:hAnsi="Arial" w:cs="Arial"/>
                            <w:color w:val="000000"/>
                            <w:sz w:val="14"/>
                            <w:szCs w:val="14"/>
                            <w:lang w:val="en-US"/>
                          </w:rPr>
                          <w:t>RTO</w:t>
                        </w:r>
                      </w:p>
                    </w:txbxContent>
                  </v:textbox>
                </v:rect>
                <v:rect id="Rectangle 445" o:spid="_x0000_s1222" style="position:absolute;left:22980;top:8032;width:2705;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" fillcolor="#ffa366" stroked="f"/>
                <v:rect id="Rectangle 446" o:spid="_x0000_s1223" style="position:absolute;left:22980;top:8032;width:2705;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" filled="f" strokeweight=".55pt"/>
                <v:rect id="Rectangle 447" o:spid="_x0000_s1224" style="position:absolute;left:23348;top:5689;width:985;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" filled="f" strokeweight=".7pt">
                  <v:stroke joinstyle="round"/>
                </v:rect>
                <v:rect id="Rectangle 448" o:spid="_x0000_s1225" style="position:absolute;left:23368;top:9474;width:1943;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285190AA" w14:textId="77777777" w:rsidR="009B40E5" w:rsidRDefault="009B40E5">
                        <w:r>
                          <w:rPr>
                            <w:rFonts w:ascii="Helvetica 75 Bold" w:hAnsi="Helvetica 75 Bold" w:cs="Helvetica 75 Bold"/>
                            <w:color w:val="000000"/>
                            <w:sz w:val="16"/>
                            <w:szCs w:val="16"/>
                            <w:lang w:val="en-US"/>
                          </w:rPr>
                          <w:t>TBL</w:t>
                        </w:r>
                      </w:p>
                    </w:txbxContent>
                  </v:textbox>
                </v:rect>
                <v:rect id="Rectangle 449" o:spid="_x0000_s1226" style="position:absolute;left:23450;top:12014;width:1073;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" filled="f" strokeweight=".7pt">
                  <v:stroke joinstyle="round"/>
                </v:rect>
                <v:rect id="Rectangle 450" o:spid="_x0000_s1227" style="position:absolute;left:15151;top:8070;width:2711;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" fillcolor="#93d2f0" stroked="f"/>
                <v:rect id="Rectangle 451" o:spid="_x0000_s1228" style="position:absolute;left:15151;top:8070;width:2711;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" filled="f" strokeweight=".55pt"/>
                <v:rect id="Rectangle 452" o:spid="_x0000_s1229" style="position:absolute;left:15525;top:5689;width:1181;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" filled="f" strokeweight=".7pt">
                  <v:stroke joinstyle="round"/>
                </v:rect>
                <v:rect id="Rectangle 453" o:spid="_x0000_s1230" style="position:absolute;left:15322;top:9474;width:1283;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14:paraId="285190AB" w14:textId="77777777" w:rsidR="009B40E5" w:rsidRDefault="009B40E5">
                        <w:r>
                          <w:rPr>
                            <w:rFonts w:ascii="Helvetica 75 Bold" w:hAnsi="Helvetica 75 Bold" w:cs="Helvetica 75 Bold"/>
                            <w:color w:val="000000"/>
                            <w:sz w:val="16"/>
                            <w:szCs w:val="16"/>
                            <w:lang w:val="en-US"/>
                          </w:rPr>
                          <w:t>TE</w:t>
                        </w:r>
                      </w:p>
                    </w:txbxContent>
                  </v:textbox>
                </v:rect>
                <v:rect id="Rectangle 454" o:spid="_x0000_s1231" style="position:absolute;left:15621;top:12014;width:1085;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" filled="f" strokeweight=".7pt">
                  <v:stroke joinstyle="round"/>
                </v:rect>
                <v:rect id="Rectangle 455" o:spid="_x0000_s1232" style="position:absolute;left:19018;top:10871;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eWNvwAAANwAAAAPAAAAZHJzL2Rvd25yZXYueG1sRE/bisIw&#10;EH0X/Icwwr5pap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BcleWNvwAAANwAAAAPAAAAAAAA&#10;AAAAAAAAAAcCAABkcnMvZG93bnJldi54bWxQSwUGAAAAAAMAAwC3AAAA8wIAAAAA&#10;" filled="f" stroked="f">
                  <v:textbox style="mso-fit-shape-to-text:t" inset="0,0,0,0">
                    <w:txbxContent>
                      <w:p w14:paraId="285190AC" w14:textId="77777777" w:rsidR="009B40E5" w:rsidRDefault="009B40E5">
                        <w:r>
                          <w:rPr>
                            <w:rFonts w:ascii="Arial" w:hAnsi="Arial" w:cs="Arial"/>
                            <w:color w:val="000000"/>
                            <w:sz w:val="14"/>
                            <w:szCs w:val="14"/>
                            <w:lang w:val="en-US"/>
                          </w:rPr>
                          <w:t xml:space="preserve">cordon </w:t>
                        </w:r>
                      </w:p>
                    </w:txbxContent>
                  </v:textbox>
                </v:rect>
                <v:rect id="Rectangle 456" o:spid="_x0000_s1233" style="position:absolute;left:19018;top:12026;width:3334;height:14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285190AD" w14:textId="77777777" w:rsidR="009B40E5" w:rsidRDefault="009B40E5">
                        <w:proofErr w:type="spellStart"/>
                        <w:r>
                          <w:rPr>
                            <w:rFonts w:ascii="Arial" w:hAnsi="Arial" w:cs="Arial"/>
                            <w:color w:val="000000"/>
                            <w:sz w:val="16"/>
                            <w:szCs w:val="16"/>
                            <w:lang w:val="en-US"/>
                          </w:rPr>
                          <w:t>optique</w:t>
                        </w:r>
                        <w:proofErr w:type="spellEnd"/>
                      </w:p>
                    </w:txbxContent>
                  </v:textbox>
                </v:rect>
                <v:rect id="Rectangle 457" o:spid="_x0000_s1234" style="position:absolute;left:10782;top:1581;width:16529;height:17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" filled="f" strokeweight="1.55pt">
                  <v:stroke joinstyle="round"/>
                </v:rect>
                <v:line id="Line 458" o:spid="_x0000_s1235" style="position:absolute;flip:y;visibility:visible;mso-wrap-style:square" from="7169,9906" to="15157,9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" strokecolor="#0070c0" strokeweight="1.7pt"/>
                <v:rect id="Rectangle 459" o:spid="_x0000_s1236" style="position:absolute;left:14452;top:3327;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285190AE"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60" o:spid="_x0000_s1237" style="position:absolute;left:14452;top:4349;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" filled="f" stroked="f">
                  <v:textbox style="mso-fit-shape-to-text:t" inset="0,0,0,0">
                    <w:txbxContent>
                      <w:p w14:paraId="285190AF"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461" o:spid="_x0000_s1238" style="position:absolute;left:21901;top:3238;width:257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285190B0"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62" o:spid="_x0000_s1239" style="position:absolute;left:21901;top:4267;width:109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9DIvgAAANwAAAAPAAAAZHJzL2Rvd25yZXYueG1sRE/bisIw&#10;EH1f8B/CCL6tqS4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Mk70Mi+AAAA3AAAAA8AAAAAAAAA&#10;AAAAAAAABwIAAGRycy9kb3ducmV2LnhtbFBLBQYAAAAAAwADALcAAADyAgAAAAA=&#10;" filled="f" stroked="f">
                  <v:textbox style="mso-fit-shape-to-text:t" inset="0,0,0,0">
                    <w:txbxContent>
                      <w:p w14:paraId="285190B1" w14:textId="77777777" w:rsidR="009B40E5" w:rsidRDefault="009B40E5">
                        <w:r>
                          <w:rPr>
                            <w:rFonts w:ascii="Arial" w:hAnsi="Arial" w:cs="Arial"/>
                            <w:color w:val="000000"/>
                            <w:sz w:val="14"/>
                            <w:szCs w:val="14"/>
                            <w:lang w:val="en-US"/>
                          </w:rPr>
                          <w:t>BL</w:t>
                        </w:r>
                      </w:p>
                    </w:txbxContent>
                  </v:textbox>
                </v:rect>
                <v:rect id="Rectangle 463" o:spid="_x0000_s1240" style="position:absolute;top:6381;width:7080;height:9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" fillcolor="#ffed99" stroked="f"/>
                <v:rect id="Rectangle 464" o:spid="_x0000_s1241" style="position:absolute;left:88;top:6381;width:7081;height:9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" filled="f" strokecolor="#ffc000" strokeweight="1.55pt">
                  <v:stroke joinstyle="round"/>
                </v:rect>
                <v:rect id="Rectangle 465" o:spid="_x0000_s1242" style="position:absolute;left:2279;top:8293;width:2381;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" fillcolor="#93d2f0" stroked="f"/>
                <v:rect id="Rectangle 466" o:spid="_x0000_s1243" style="position:absolute;left:2279;top:8318;width:2381;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" filled="f" strokecolor="#1c91c9" strokeweight="1.55pt">
                  <v:stroke joinstyle="round"/>
                </v:rect>
                <v:rect id="Rectangle 467" o:spid="_x0000_s1244" style="position:absolute;left:2819;top:10420;width:1733;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285190B2" w14:textId="77777777" w:rsidR="009B40E5" w:rsidRDefault="009B40E5">
                        <w:r>
                          <w:rPr>
                            <w:rFonts w:ascii="Arial" w:hAnsi="Arial" w:cs="Arial"/>
                            <w:color w:val="000000"/>
                            <w:sz w:val="14"/>
                            <w:szCs w:val="14"/>
                            <w:lang w:val="en-US"/>
                          </w:rPr>
                          <w:t>OLT</w:t>
                        </w:r>
                      </w:p>
                    </w:txbxContent>
                  </v:textbox>
                </v:rect>
                <v:rect id="Rectangle 468" o:spid="_x0000_s1245" style="position:absolute;left:628;top:3238;width:8204;height:26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285190B3"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14:paraId="285190B4" w14:textId="77777777"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v:textbox>
                </v:rect>
                <v:shape id="Freeform 469" o:spid="_x0000_s1246" style="position:absolute;left:17868;top:7600;width:5119;height:2763;visibility:visible;mso-wrap-style:square;v-text-anchor:top" coordsize="7152,3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" path="m,2012c100,1883,194,1750,298,1626v70,-82,159,-145,224,-231c632,1248,721,1086,820,932,940,745,959,684,1118,546v95,-82,187,-174,298,-231c1556,242,1714,212,1863,161,1968,124,2062,58,2161,6v223,26,461,-6,670,78c3039,166,3150,457,3278,623v44,57,100,103,149,155c3559,1185,3458,941,3800,1472v50,77,121,143,149,231c4136,2285,3884,1568,4172,2166v194,400,-67,84,224,385c4518,2931,4519,3005,4694,3323v44,80,86,165,149,231c4906,3620,4986,3667,5066,3708v184,95,499,125,671,154c6489,3765,6143,3851,6780,3631r223,-77l7152,3323e" filled="f" strokecolor="#c00000" strokeweight="1.55pt">
                  <v:path arrowok="t" o:connecttype="custom" o:connectlocs="0,143906;21325,116298;37355,99776;58681,66660;80006,39052;101332,22530;133320,11515;154645,429;202591,6008;234580,44559;245242,55646;271935,105283;282598,121805;298556,154921;314586,182457;335911,237674;346574,254196;362532,265210;410550,276225;485189,259703;501147,254196;511810,237674" o:connectangles="0,0,0,0,0,0,0,0,0,0,0,0,0,0,0,0,0,0,0,0,0,0"/>
                </v:shape>
                <v:shape id="Freeform 470" o:spid="_x0000_s1247" style="position:absolute;left:17760;top:10795;width:216;height:8769;visibility:visible;mso-wrap-style:square;v-text-anchor:top" coordsize="34,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" path="m34,r,103l,103,,,34,xm34,137r,103l,240,,137r34,xm34,274r,103l,377,,274r34,xm34,411r,103l,514,,411r34,xm34,548r,102l,650,,548r34,xm34,685r,102l,787,,685r34,xm34,822r,102l,924,,822r34,xm34,958r,103l,1061,,958r34,xm34,1095r,103l,1198,,1095r34,xm34,1232r,103l,1335,,1232r34,xm34,1369r,12l,1381r,-12l34,1369xe" fillcolor="#ff7600" strokecolor="#ff7600" strokeweight="0">
                  <v:path arrowok="t" o:connecttype="custom" o:connectlocs="21590,0;21590,65405;0,65405;0,0;21590,0;21590,86995;21590,152400;0,152400;0,86995;21590,86995;21590,173990;21590,239395;0,239395;0,173990;21590,173990;21590,260985;21590,326390;0,326390;0,260985;21590,260985;21590,347980;21590,412750;0,412750;0,347980;21590,347980;21590,434975;21590,499745;0,499745;0,434975;21590,434975;21590,521970;21590,586740;0,586740;0,521970;21590,521970;21590,608330;21590,673735;0,673735;0,608330;21590,608330;21590,695325;21590,760730;0,760730;0,695325;21590,695325;21590,782320;21590,847725;0,847725;0,782320;21590,782320;21590,869315;21590,876935;0,876935;0,869315;21590,869315" o:connectangles="0,0,0,0,0,0,0,0,0,0,0,0,0,0,0,0,0,0,0,0,0,0,0,0,0,0,0,0,0,0,0,0,0,0,0,0,0,0,0,0,0,0,0,0,0,0,0,0,0,0,0,0,0,0,0"/>
                  <o:lock v:ext="edit" verticies="t"/>
                </v:shape>
                <v:shape id="Freeform 471" o:spid="_x0000_s1248" style="position:absolute;left:56603;top:9150;width:216;height:9709;visibility:visible;mso-wrap-style:square;v-text-anchor:top" coordsize="34,1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" path="m34,r,103l,103,,,34,xm34,137r,102l,239,,137r34,xm34,274r,102l,376,,274r34,xm34,411r,102l,513,,411r34,xm34,547r,103l,650,,547r34,xm34,684r,103l,787,,684r34,xm34,821r,103l,924,,821r34,xm34,958r,103l,1061,,958r34,xm34,1095r,103l,1198,,1095r34,xm34,1232r,102l,1334,,1232r34,xm34,1369r,102l,1471,,1369r34,xm34,1506r,23l,1529r,-23l34,1506xe" fillcolor="#ff7600" strokecolor="#ff7600" strokeweight="0">
                  <v:path arrowok="t" o:connecttype="custom" o:connectlocs="21590,0;21590,65405;0,65405;0,0;21590,0;21590,86995;21590,151765;0,151765;0,86995;21590,86995;21590,173990;21590,238760;0,238760;0,173990;21590,173990;21590,260985;21590,325755;0,325755;0,260985;21590,260985;21590,347345;21590,412750;0,412750;0,347345;21590,347345;21590,434340;21590,499745;0,499745;0,434340;21590,434340;21590,521335;21590,586740;0,586740;0,521335;21590,521335;21590,608330;21590,673735;0,673735;0,608330;21590,608330;21590,695325;21590,760730;0,760730;0,695325;21590,695325;21590,782320;21590,847090;0,847090;0,782320;21590,782320;21590,869315;21590,934085;0,934085;0,869315;21590,869315;21590,956310;21590,970915;0,970915;0,956310;21590,956310" o:connectangles="0,0,0,0,0,0,0,0,0,0,0,0,0,0,0,0,0,0,0,0,0,0,0,0,0,0,0,0,0,0,0,0,0,0,0,0,0,0,0,0,0,0,0,0,0,0,0,0,0,0,0,0,0,0,0,0,0,0,0,0"/>
                  <o:lock v:ext="edit" verticies="t"/>
                </v:shape>
                <v:rect id="Rectangle 472" o:spid="_x0000_s1249" style="position:absolute;left:50120;top:5556;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14:paraId="285190B5" w14:textId="77777777" w:rsidR="009B40E5" w:rsidRDefault="009B40E5">
                        <w:r>
                          <w:rPr>
                            <w:rFonts w:ascii="Arial" w:hAnsi="Arial" w:cs="Arial"/>
                            <w:color w:val="000000"/>
                            <w:sz w:val="14"/>
                            <w:szCs w:val="14"/>
                            <w:lang w:val="en-US"/>
                          </w:rPr>
                          <w:t>Local Client</w:t>
                        </w:r>
                      </w:p>
                    </w:txbxContent>
                  </v:textbox>
                </v:rect>
                <v:line id="Line 473" o:spid="_x0000_s1250" style="position:absolute;visibility:visible;mso-wrap-style:square" from="25685,9931" to="30753,9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" strokeweight=".7pt"/>
                <w10:anchorlock/>
              </v:group>
            </w:pict>
          </mc:Fallback>
        </mc:AlternateContent>
      </w:r>
    </w:p>
    <w:p w14:paraId="28518F50" w14:textId="77777777" w:rsidR="00103D78" w:rsidRPr="006A5521" w:rsidRDefault="00103D78" w:rsidP="005301BA">
      <w:pPr>
        <w:pStyle w:val="Lgende"/>
        <w:jc w:val="center"/>
        <w:rPr>
          <w:rFonts w:ascii="Helvetica 55 Roman" w:hAnsi="Helvetica 55 Roman"/>
        </w:rPr>
      </w:pPr>
    </w:p>
    <w:p w14:paraId="28518F51" w14:textId="77777777" w:rsidR="0049691F" w:rsidRPr="006A5521" w:rsidRDefault="0049691F" w:rsidP="005301BA">
      <w:pPr>
        <w:pStyle w:val="Lgende"/>
        <w:jc w:val="center"/>
        <w:rPr>
          <w:rFonts w:ascii="Helvetica 55 Roman" w:hAnsi="Helvetica 55 Roman"/>
          <w:b w:val="0"/>
        </w:rPr>
      </w:pPr>
      <w:r w:rsidRPr="006A5521">
        <w:rPr>
          <w:rFonts w:ascii="Helvetica 55 Roman" w:hAnsi="Helvetica 55 Roman"/>
        </w:rPr>
        <w:t xml:space="preserve">Figure 4 : </w:t>
      </w:r>
      <w:r w:rsidR="0046445F" w:rsidRPr="006A5521">
        <w:rPr>
          <w:rFonts w:ascii="Helvetica 55 Roman" w:hAnsi="Helvetica 55 Roman"/>
        </w:rPr>
        <w:t>FTTE passif NRO</w:t>
      </w:r>
      <w:r w:rsidRPr="006A5521">
        <w:rPr>
          <w:rFonts w:ascii="Helvetica 55 Roman" w:hAnsi="Helvetica 55 Roman"/>
        </w:rPr>
        <w:t xml:space="preserve"> - Raccordement au NRO avec une localisation distante optique</w:t>
      </w:r>
    </w:p>
    <w:p w14:paraId="28518F52" w14:textId="77777777" w:rsidR="0049691F" w:rsidRPr="006A5521" w:rsidRDefault="0049691F" w:rsidP="008809DA">
      <w:pPr>
        <w:keepNext/>
        <w:rPr>
          <w:rFonts w:ascii="Helvetica 55 Roman" w:hAnsi="Helvetica 55 Roman"/>
        </w:rPr>
      </w:pPr>
    </w:p>
    <w:p w14:paraId="28518F53" w14:textId="77777777" w:rsidR="006A1D55" w:rsidRPr="006A5521" w:rsidRDefault="006A1D55" w:rsidP="0092415D">
      <w:pPr>
        <w:keepNext/>
        <w:rPr>
          <w:rFonts w:ascii="Helvetica 55 Roman" w:hAnsi="Helvetica 55 Roman"/>
        </w:rPr>
      </w:pPr>
    </w:p>
    <w:p w14:paraId="28518F54" w14:textId="77777777" w:rsidR="001F7792" w:rsidRPr="006A5521" w:rsidRDefault="00B14F9B" w:rsidP="009B7967">
      <w:pPr>
        <w:pStyle w:val="Titre2"/>
        <w:rPr>
          <w:rFonts w:ascii="Helvetica 55 Roman" w:hAnsi="Helvetica 55 Roman"/>
        </w:rPr>
      </w:pPr>
      <w:bookmarkStart w:id="48" w:name="_Toc191404"/>
      <w:bookmarkStart w:id="49" w:name="_Toc79412060"/>
      <w:r w:rsidRPr="006A5521">
        <w:rPr>
          <w:rFonts w:ascii="Helvetica 55 Roman" w:hAnsi="Helvetica 55 Roman"/>
        </w:rPr>
        <w:t>Raccordement coté Client Final</w:t>
      </w:r>
      <w:bookmarkEnd w:id="48"/>
      <w:bookmarkEnd w:id="49"/>
    </w:p>
    <w:p w14:paraId="28518F55" w14:textId="77777777" w:rsidR="00E25197" w:rsidRPr="006A5521" w:rsidRDefault="00E25197" w:rsidP="00E25197">
      <w:pPr>
        <w:rPr>
          <w:rFonts w:ascii="Helvetica 55 Roman" w:hAnsi="Helvetica 55 Roman"/>
          <w:b/>
        </w:rPr>
      </w:pPr>
    </w:p>
    <w:p w14:paraId="28518F56" w14:textId="77777777" w:rsidR="00FB7254" w:rsidRPr="006A5521" w:rsidRDefault="00FB7254" w:rsidP="00E25197">
      <w:pPr>
        <w:rPr>
          <w:rFonts w:ascii="Helvetica 55 Roman" w:hAnsi="Helvetica 55 Roman"/>
          <w:b/>
        </w:rPr>
      </w:pPr>
    </w:p>
    <w:p w14:paraId="28518F57" w14:textId="77777777" w:rsidR="00915A8A" w:rsidRPr="006A5521" w:rsidRDefault="00FB7254" w:rsidP="00E25197">
      <w:pPr>
        <w:rPr>
          <w:rFonts w:ascii="Helvetica 55 Roman" w:hAnsi="Helvetica 55 Roman"/>
        </w:rPr>
      </w:pPr>
      <w:r w:rsidRPr="006A5521">
        <w:rPr>
          <w:rFonts w:ascii="Helvetica 55 Roman" w:hAnsi="Helvetica 55 Roman"/>
        </w:rPr>
        <w:t xml:space="preserve">Le raccordement du Client Final sera réalisé par </w:t>
      </w:r>
      <w:r w:rsidR="00995693" w:rsidRPr="006A5521">
        <w:rPr>
          <w:rFonts w:ascii="Helvetica 55 Roman" w:hAnsi="Helvetica 55 Roman"/>
        </w:rPr>
        <w:t>RIP FTTX</w:t>
      </w:r>
      <w:r w:rsidR="0035124C" w:rsidRPr="006A5521">
        <w:rPr>
          <w:rFonts w:ascii="Helvetica 55 Roman" w:hAnsi="Helvetica 55 Roman"/>
        </w:rPr>
        <w:t xml:space="preserve"> </w:t>
      </w:r>
      <w:r w:rsidRPr="006A5521">
        <w:rPr>
          <w:rFonts w:ascii="Helvetica 55 Roman" w:hAnsi="Helvetica 55 Roman"/>
        </w:rPr>
        <w:t>depuis un</w:t>
      </w:r>
      <w:r w:rsidR="00E0216F" w:rsidRPr="006A5521">
        <w:rPr>
          <w:rFonts w:ascii="Helvetica 55 Roman" w:hAnsi="Helvetica 55 Roman"/>
        </w:rPr>
        <w:t xml:space="preserve"> PRE </w:t>
      </w:r>
      <w:r w:rsidRPr="006A5521">
        <w:rPr>
          <w:rFonts w:ascii="Helvetica 55 Roman" w:hAnsi="Helvetica 55 Roman"/>
        </w:rPr>
        <w:t xml:space="preserve">sur le réseau </w:t>
      </w:r>
      <w:r w:rsidR="0035124C" w:rsidRPr="006A5521">
        <w:rPr>
          <w:rFonts w:ascii="Helvetica 55 Roman" w:hAnsi="Helvetica 55 Roman"/>
        </w:rPr>
        <w:t>de RIP</w:t>
      </w:r>
      <w:r w:rsidR="00995693" w:rsidRPr="006A5521">
        <w:rPr>
          <w:rFonts w:ascii="Helvetica 55 Roman" w:hAnsi="Helvetica 55 Roman" w:cs="Arial"/>
        </w:rPr>
        <w:t xml:space="preserve"> FTTX</w:t>
      </w:r>
      <w:r w:rsidRPr="006A5521">
        <w:rPr>
          <w:rFonts w:ascii="Helvetica 55 Roman" w:hAnsi="Helvetica 55 Roman"/>
        </w:rPr>
        <w:t>.</w:t>
      </w:r>
      <w:r w:rsidR="00915A8A" w:rsidRPr="006A5521">
        <w:rPr>
          <w:rFonts w:ascii="Helvetica 55 Roman" w:hAnsi="Helvetica 55 Roman"/>
        </w:rPr>
        <w:t xml:space="preserve"> </w:t>
      </w:r>
    </w:p>
    <w:p w14:paraId="28518F58" w14:textId="77777777" w:rsidR="00915A8A" w:rsidRPr="006A5521" w:rsidRDefault="00915A8A" w:rsidP="00E25197">
      <w:pPr>
        <w:rPr>
          <w:rFonts w:ascii="Helvetica 55 Roman" w:hAnsi="Helvetica 55 Roman"/>
        </w:rPr>
      </w:pPr>
    </w:p>
    <w:p w14:paraId="28518F59" w14:textId="77777777" w:rsidR="008809DA" w:rsidRPr="006A5521" w:rsidRDefault="00FB7254" w:rsidP="00E25197">
      <w:pPr>
        <w:rPr>
          <w:rFonts w:ascii="Helvetica 55 Roman" w:hAnsi="Helvetica 55 Roman"/>
        </w:rPr>
      </w:pPr>
      <w:r w:rsidRPr="006A5521">
        <w:rPr>
          <w:rFonts w:ascii="Helvetica 55 Roman" w:hAnsi="Helvetica 55 Roman"/>
        </w:rPr>
        <w:t>Le PRE</w:t>
      </w:r>
      <w:r w:rsidR="008809DA" w:rsidRPr="006A5521">
        <w:rPr>
          <w:rFonts w:ascii="Helvetica 55 Roman" w:hAnsi="Helvetica 55 Roman"/>
        </w:rPr>
        <w:t xml:space="preserve"> est commun à plusieurs clients, et </w:t>
      </w:r>
      <w:r w:rsidRPr="006A5521">
        <w:rPr>
          <w:rFonts w:ascii="Helvetica 55 Roman" w:hAnsi="Helvetica 55 Roman"/>
        </w:rPr>
        <w:t xml:space="preserve"> peut se situer </w:t>
      </w:r>
    </w:p>
    <w:p w14:paraId="28518F5A" w14:textId="77777777" w:rsidR="008809DA" w:rsidRPr="006A5521" w:rsidRDefault="00FB7254" w:rsidP="002B1710">
      <w:pPr>
        <w:numPr>
          <w:ilvl w:val="0"/>
          <w:numId w:val="7"/>
        </w:numPr>
        <w:rPr>
          <w:rFonts w:ascii="Helvetica 55 Roman" w:hAnsi="Helvetica 55 Roman"/>
        </w:rPr>
      </w:pPr>
      <w:r w:rsidRPr="006A5521">
        <w:rPr>
          <w:rFonts w:ascii="Helvetica 55 Roman" w:hAnsi="Helvetica 55 Roman"/>
        </w:rPr>
        <w:t xml:space="preserve">soit </w:t>
      </w:r>
      <w:r w:rsidR="00D1117D" w:rsidRPr="006A5521">
        <w:rPr>
          <w:rFonts w:ascii="Helvetica 55 Roman" w:hAnsi="Helvetica 55 Roman"/>
        </w:rPr>
        <w:t xml:space="preserve">en </w:t>
      </w:r>
      <w:r w:rsidRPr="006A5521">
        <w:rPr>
          <w:rFonts w:ascii="Helvetica 55 Roman" w:hAnsi="Helvetica 55 Roman"/>
        </w:rPr>
        <w:t>e</w:t>
      </w:r>
      <w:r w:rsidR="008809DA" w:rsidRPr="006A5521">
        <w:rPr>
          <w:rFonts w:ascii="Helvetica 55 Roman" w:hAnsi="Helvetica 55 Roman"/>
        </w:rPr>
        <w:t xml:space="preserve">xtérieur, </w:t>
      </w:r>
      <w:r w:rsidR="00D01B27" w:rsidRPr="006A5521">
        <w:rPr>
          <w:rFonts w:ascii="Helvetica 55 Roman" w:hAnsi="Helvetica 55 Roman"/>
        </w:rPr>
        <w:t xml:space="preserve">commun à plusieurs adresses  </w:t>
      </w:r>
    </w:p>
    <w:p w14:paraId="28518F5B" w14:textId="77777777" w:rsidR="008809DA" w:rsidRPr="006A5521" w:rsidRDefault="00FB7254" w:rsidP="002B1710">
      <w:pPr>
        <w:numPr>
          <w:ilvl w:val="0"/>
          <w:numId w:val="7"/>
        </w:numPr>
        <w:rPr>
          <w:rFonts w:ascii="Helvetica 55 Roman" w:hAnsi="Helvetica 55 Roman"/>
        </w:rPr>
      </w:pPr>
      <w:r w:rsidRPr="006A5521">
        <w:rPr>
          <w:rFonts w:ascii="Helvetica 55 Roman" w:hAnsi="Helvetica 55 Roman"/>
        </w:rPr>
        <w:t>soit à l’intérieur</w:t>
      </w:r>
      <w:r w:rsidR="00D01B27" w:rsidRPr="006A5521">
        <w:rPr>
          <w:rFonts w:ascii="Helvetica 55 Roman" w:hAnsi="Helvetica 55 Roman"/>
        </w:rPr>
        <w:t xml:space="preserve">  </w:t>
      </w:r>
      <w:r w:rsidRPr="006A5521">
        <w:rPr>
          <w:rFonts w:ascii="Helvetica 55 Roman" w:hAnsi="Helvetica 55 Roman"/>
        </w:rPr>
        <w:t>dans les parties communes pour le cas d’immeubles collectifs</w:t>
      </w:r>
      <w:r w:rsidR="00D01B27" w:rsidRPr="006A5521">
        <w:rPr>
          <w:rFonts w:ascii="Helvetica 55 Roman" w:hAnsi="Helvetica 55 Roman"/>
        </w:rPr>
        <w:t xml:space="preserve"> par exemple</w:t>
      </w:r>
      <w:r w:rsidRPr="006A5521">
        <w:rPr>
          <w:rFonts w:ascii="Helvetica 55 Roman" w:hAnsi="Helvetica 55 Roman"/>
        </w:rPr>
        <w:t xml:space="preserve">.  </w:t>
      </w:r>
    </w:p>
    <w:p w14:paraId="28518F5C" w14:textId="77777777" w:rsidR="008809DA" w:rsidRPr="006A5521" w:rsidRDefault="008809DA" w:rsidP="008809DA">
      <w:pPr>
        <w:rPr>
          <w:rFonts w:ascii="Helvetica 55 Roman" w:hAnsi="Helvetica 55 Roman"/>
        </w:rPr>
      </w:pPr>
    </w:p>
    <w:p w14:paraId="28518F5D" w14:textId="77777777" w:rsidR="00FB7254" w:rsidRPr="006A5521" w:rsidRDefault="00FB7254" w:rsidP="008809DA">
      <w:pPr>
        <w:rPr>
          <w:rFonts w:ascii="Helvetica 55 Roman" w:hAnsi="Helvetica 55 Roman"/>
        </w:rPr>
      </w:pPr>
      <w:r w:rsidRPr="006A5521">
        <w:rPr>
          <w:rFonts w:ascii="Helvetica 55 Roman" w:hAnsi="Helvetica 55 Roman"/>
        </w:rPr>
        <w:t xml:space="preserve">Le choix de l’emplacement du PRE est fait par </w:t>
      </w:r>
      <w:r w:rsidR="00995693" w:rsidRPr="006A5521">
        <w:rPr>
          <w:rFonts w:ascii="Helvetica 55 Roman" w:hAnsi="Helvetica 55 Roman"/>
        </w:rPr>
        <w:t>RIP FTTX</w:t>
      </w:r>
      <w:r w:rsidR="00865E63" w:rsidRPr="006A5521">
        <w:rPr>
          <w:rFonts w:ascii="Helvetica 55 Roman" w:hAnsi="Helvetica 55 Roman"/>
        </w:rPr>
        <w:t>.</w:t>
      </w:r>
    </w:p>
    <w:p w14:paraId="28518F5E" w14:textId="77777777" w:rsidR="00116000" w:rsidRPr="006A5521" w:rsidRDefault="00116000" w:rsidP="00E25197">
      <w:pPr>
        <w:rPr>
          <w:rFonts w:ascii="Helvetica 55 Roman" w:hAnsi="Helvetica 55 Roman"/>
        </w:rPr>
      </w:pPr>
    </w:p>
    <w:p w14:paraId="3861A6BC" w14:textId="77777777" w:rsidR="00602D98" w:rsidRDefault="00602D98">
      <w:pPr>
        <w:spacing w:after="0"/>
        <w:rPr>
          <w:rFonts w:ascii="Helvetica 55 Roman" w:hAnsi="Helvetica 55 Roman"/>
          <w:b/>
        </w:rPr>
      </w:pPr>
      <w:bookmarkStart w:id="50" w:name="_Toc191405"/>
      <w:bookmarkStart w:id="51" w:name="_Toc79412061"/>
      <w:r>
        <w:rPr>
          <w:rFonts w:ascii="Helvetica 55 Roman" w:hAnsi="Helvetica 55 Roman"/>
        </w:rPr>
        <w:br w:type="page"/>
      </w:r>
    </w:p>
    <w:p w14:paraId="28518F60" w14:textId="11E68891" w:rsidR="008F2D21" w:rsidRPr="00602D98" w:rsidRDefault="00FB7254" w:rsidP="00513FC5">
      <w:pPr>
        <w:pStyle w:val="Titre3"/>
        <w:tabs>
          <w:tab w:val="clear" w:pos="720"/>
        </w:tabs>
        <w:ind w:left="0" w:firstLine="0"/>
        <w:rPr>
          <w:rFonts w:ascii="Helvetica 55 Roman" w:hAnsi="Helvetica 55 Roman"/>
        </w:rPr>
      </w:pPr>
      <w:r w:rsidRPr="00602D98">
        <w:rPr>
          <w:rFonts w:ascii="Helvetica 55 Roman" w:hAnsi="Helvetica 55 Roman"/>
        </w:rPr>
        <w:lastRenderedPageBreak/>
        <w:t>Raccordement client sur un PRE extérieur</w:t>
      </w:r>
      <w:bookmarkEnd w:id="50"/>
      <w:bookmarkEnd w:id="51"/>
    </w:p>
    <w:p w14:paraId="28518F61" w14:textId="34E0CB5E" w:rsidR="00A3391E" w:rsidRPr="006A5521" w:rsidRDefault="009F682C" w:rsidP="008F2D21">
      <w:pPr>
        <w:jc w:val="both"/>
        <w:rPr>
          <w:rFonts w:ascii="Helvetica 55 Roman" w:hAnsi="Helvetica 55 Roman"/>
        </w:rPr>
      </w:pPr>
      <w:r w:rsidRPr="006A5521">
        <w:rPr>
          <w:rFonts w:ascii="Helvetica 55 Roman" w:hAnsi="Helvetica 55 Roman"/>
          <w:noProof/>
        </w:rPr>
        <w:drawing>
          <wp:inline distT="0" distB="0" distL="0" distR="0" wp14:anchorId="28518FF7" wp14:editId="28518FF8">
            <wp:extent cx="5762625" cy="2809875"/>
            <wp:effectExtent l="0" t="0" r="9525" b="9525"/>
            <wp:docPr id="4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2625" cy="2809875"/>
                    </a:xfrm>
                    <a:prstGeom prst="rect">
                      <a:avLst/>
                    </a:prstGeom>
                    <a:noFill/>
                    <a:ln>
                      <a:noFill/>
                    </a:ln>
                  </pic:spPr>
                </pic:pic>
              </a:graphicData>
            </a:graphic>
          </wp:inline>
        </w:drawing>
      </w:r>
    </w:p>
    <w:p w14:paraId="28518F62" w14:textId="77777777" w:rsidR="00A3391E" w:rsidRPr="006A5521" w:rsidRDefault="009F682C" w:rsidP="008F2D21">
      <w:pPr>
        <w:jc w:val="both"/>
        <w:rPr>
          <w:rFonts w:ascii="Helvetica 55 Roman" w:hAnsi="Helvetica 55 Roman"/>
        </w:rPr>
      </w:pPr>
      <w:r w:rsidRPr="006A5521">
        <w:rPr>
          <w:rFonts w:ascii="Helvetica 55 Roman" w:hAnsi="Helvetica 55 Roman"/>
          <w:noProof/>
        </w:rPr>
        <mc:AlternateContent>
          <mc:Choice Requires="wps">
            <w:drawing>
              <wp:anchor distT="0" distB="0" distL="114300" distR="114300" simplePos="0" relativeHeight="251635200" behindDoc="0" locked="0" layoutInCell="1" allowOverlap="1" wp14:anchorId="28518FF9" wp14:editId="28518FFA">
                <wp:simplePos x="0" y="0"/>
                <wp:positionH relativeFrom="column">
                  <wp:posOffset>627380</wp:posOffset>
                </wp:positionH>
                <wp:positionV relativeFrom="paragraph">
                  <wp:posOffset>27940</wp:posOffset>
                </wp:positionV>
                <wp:extent cx="4747895" cy="176530"/>
                <wp:effectExtent l="3810" t="1905" r="1270" b="2540"/>
                <wp:wrapNone/>
                <wp:docPr id="87"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5190B6" w14:textId="77777777" w:rsidR="009B40E5" w:rsidRPr="005301BA" w:rsidRDefault="009B40E5" w:rsidP="008809DA">
                            <w:pPr>
                              <w:pStyle w:val="Lgende"/>
                              <w:jc w:val="center"/>
                            </w:pPr>
                            <w:r>
                              <w:t>Figure 5 : FTTE passif NRO - raccordement sur PRE extérieur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8518FF9" id="_x0000_t202" coordsize="21600,21600" o:spt="202" path="m,l,21600r21600,l21600,xe">
                <v:stroke joinstyle="miter"/>
                <v:path gradientshapeok="t" o:connecttype="rect"/>
              </v:shapetype>
              <v:shape id="Text Box 203" o:spid="_x0000_s1251" type="#_x0000_t202" style="position:absolute;left:0;text-align:left;margin-left:49.4pt;margin-top:2.2pt;width:373.85pt;height:13.9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" stroked="f">
                <v:textbox style="mso-fit-shape-to-text:t" inset="0,0,0,0">
                  <w:txbxContent>
                    <w:p w14:paraId="285190B6" w14:textId="77777777" w:rsidR="009B40E5" w:rsidRPr="005301BA" w:rsidRDefault="009B40E5" w:rsidP="008809DA">
                      <w:pPr>
                        <w:pStyle w:val="Lgende"/>
                        <w:jc w:val="center"/>
                      </w:pPr>
                      <w:r>
                        <w:t>Figure 5 : FTTE passif NRO - raccordement sur PRE extérieur</w:t>
                      </w:r>
                    </w:p>
                  </w:txbxContent>
                </v:textbox>
              </v:shape>
            </w:pict>
          </mc:Fallback>
        </mc:AlternateContent>
      </w:r>
    </w:p>
    <w:p w14:paraId="28518F63" w14:textId="77777777" w:rsidR="00103D78" w:rsidRPr="006A5521" w:rsidRDefault="00103D78" w:rsidP="00FE2954">
      <w:pPr>
        <w:rPr>
          <w:rFonts w:ascii="Helvetica 55 Roman" w:hAnsi="Helvetica 55 Roman"/>
        </w:rPr>
      </w:pPr>
    </w:p>
    <w:p w14:paraId="28518F65" w14:textId="57000183" w:rsidR="00D1117D" w:rsidRPr="006A5521" w:rsidRDefault="000D4314" w:rsidP="00602D98">
      <w:pPr>
        <w:rPr>
          <w:rFonts w:ascii="Helvetica 55 Roman" w:hAnsi="Helvetica 55 Roman"/>
        </w:rPr>
      </w:pPr>
      <w:r w:rsidRPr="006A5521">
        <w:rPr>
          <w:rFonts w:ascii="Helvetica 55 Roman" w:hAnsi="Helvetica 55 Roman"/>
        </w:rPr>
        <w:t>L</w:t>
      </w:r>
      <w:r w:rsidR="00D1117D" w:rsidRPr="006A5521">
        <w:rPr>
          <w:rFonts w:ascii="Helvetica 55 Roman" w:hAnsi="Helvetica 55 Roman"/>
        </w:rPr>
        <w:t>e</w:t>
      </w:r>
      <w:r w:rsidRPr="006A5521">
        <w:rPr>
          <w:rFonts w:ascii="Helvetica 55 Roman" w:hAnsi="Helvetica 55 Roman"/>
        </w:rPr>
        <w:t xml:space="preserve"> </w:t>
      </w:r>
      <w:r w:rsidR="00D1117D" w:rsidRPr="006A5521">
        <w:rPr>
          <w:rFonts w:ascii="Helvetica 55 Roman" w:hAnsi="Helvetica 55 Roman"/>
        </w:rPr>
        <w:t xml:space="preserve">cheminement de la </w:t>
      </w:r>
      <w:r w:rsidRPr="006A5521">
        <w:rPr>
          <w:rFonts w:ascii="Helvetica 55 Roman" w:hAnsi="Helvetica 55 Roman"/>
        </w:rPr>
        <w:t xml:space="preserve">liaison entre </w:t>
      </w:r>
      <w:r w:rsidR="00FB7254" w:rsidRPr="006A5521">
        <w:rPr>
          <w:rFonts w:ascii="Helvetica 55 Roman" w:hAnsi="Helvetica 55 Roman"/>
        </w:rPr>
        <w:t>le PRE</w:t>
      </w:r>
      <w:r w:rsidR="00F510F0" w:rsidRPr="006A5521">
        <w:rPr>
          <w:rFonts w:ascii="Helvetica 55 Roman" w:hAnsi="Helvetica 55 Roman"/>
        </w:rPr>
        <w:t xml:space="preserve"> </w:t>
      </w:r>
      <w:r w:rsidRPr="006A5521">
        <w:rPr>
          <w:rFonts w:ascii="Helvetica 55 Roman" w:hAnsi="Helvetica 55 Roman"/>
        </w:rPr>
        <w:t xml:space="preserve">et </w:t>
      </w:r>
      <w:r w:rsidR="00D1117D" w:rsidRPr="006A5521">
        <w:rPr>
          <w:rFonts w:ascii="Helvetica 55 Roman" w:hAnsi="Helvetica 55 Roman"/>
        </w:rPr>
        <w:t>le</w:t>
      </w:r>
      <w:r w:rsidR="00FB7254" w:rsidRPr="006A5521">
        <w:rPr>
          <w:rFonts w:ascii="Helvetica 55 Roman" w:hAnsi="Helvetica 55 Roman"/>
        </w:rPr>
        <w:t xml:space="preserve"> domaine privé du </w:t>
      </w:r>
      <w:r w:rsidRPr="006A5521">
        <w:rPr>
          <w:rFonts w:ascii="Helvetica 55 Roman" w:hAnsi="Helvetica 55 Roman"/>
        </w:rPr>
        <w:t xml:space="preserve">site </w:t>
      </w:r>
      <w:r w:rsidR="00FB7254" w:rsidRPr="006A5521">
        <w:rPr>
          <w:rFonts w:ascii="Helvetica 55 Roman" w:hAnsi="Helvetica 55 Roman"/>
        </w:rPr>
        <w:t xml:space="preserve">du Client Final </w:t>
      </w:r>
      <w:r w:rsidR="00FE2954" w:rsidRPr="006A5521">
        <w:rPr>
          <w:rFonts w:ascii="Helvetica 55 Roman" w:hAnsi="Helvetica 55 Roman"/>
        </w:rPr>
        <w:t xml:space="preserve">dépend du type d’adduction </w:t>
      </w:r>
      <w:r w:rsidR="00F510F0" w:rsidRPr="006A5521">
        <w:rPr>
          <w:rFonts w:ascii="Helvetica 55 Roman" w:hAnsi="Helvetica 55 Roman"/>
        </w:rPr>
        <w:t xml:space="preserve">du </w:t>
      </w:r>
      <w:r w:rsidR="00D1117D" w:rsidRPr="006A5521">
        <w:rPr>
          <w:rFonts w:ascii="Helvetica 55 Roman" w:hAnsi="Helvetica 55 Roman"/>
        </w:rPr>
        <w:t>site du C</w:t>
      </w:r>
      <w:r w:rsidR="00285BC2" w:rsidRPr="006A5521">
        <w:rPr>
          <w:rFonts w:ascii="Helvetica 55 Roman" w:hAnsi="Helvetica 55 Roman"/>
        </w:rPr>
        <w:t xml:space="preserve">lient </w:t>
      </w:r>
      <w:r w:rsidR="00D1117D" w:rsidRPr="006A5521">
        <w:rPr>
          <w:rFonts w:ascii="Helvetica 55 Roman" w:hAnsi="Helvetica 55 Roman"/>
        </w:rPr>
        <w:t>F</w:t>
      </w:r>
      <w:r w:rsidR="00285BC2" w:rsidRPr="006A5521">
        <w:rPr>
          <w:rFonts w:ascii="Helvetica 55 Roman" w:hAnsi="Helvetica 55 Roman"/>
        </w:rPr>
        <w:t>inal.</w:t>
      </w:r>
      <w:r w:rsidR="00D1117D" w:rsidRPr="006A5521">
        <w:rPr>
          <w:rFonts w:ascii="Helvetica 55 Roman" w:hAnsi="Helvetica 55 Roman"/>
        </w:rPr>
        <w:t xml:space="preserve"> Il peut être constitué de :</w:t>
      </w:r>
    </w:p>
    <w:p w14:paraId="28518F66"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ranchement souterrain : réutilisation d’un fourreau existant, libre ou occupé</w:t>
      </w:r>
      <w:r w:rsidR="0023018D" w:rsidRPr="006A5521">
        <w:rPr>
          <w:rFonts w:ascii="Helvetica 55 Roman" w:hAnsi="Helvetica 55 Roman"/>
        </w:rPr>
        <w:t xml:space="preserve"> avec passage possible</w:t>
      </w:r>
    </w:p>
    <w:p w14:paraId="28518F67"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 xml:space="preserve">ranchement aérien : passage du câble sur l’infrastructure d’exploitant tiers (Poteaux </w:t>
      </w:r>
      <w:r w:rsidR="00995693" w:rsidRPr="006A5521">
        <w:rPr>
          <w:rFonts w:ascii="Helvetica 55 Roman" w:hAnsi="Helvetica 55 Roman"/>
        </w:rPr>
        <w:t>RIP FTTX</w:t>
      </w:r>
      <w:r w:rsidR="0035124C" w:rsidRPr="006A5521">
        <w:rPr>
          <w:rFonts w:ascii="Helvetica 55 Roman" w:hAnsi="Helvetica 55 Roman"/>
        </w:rPr>
        <w:t xml:space="preserve"> </w:t>
      </w:r>
      <w:r w:rsidR="00FE2954" w:rsidRPr="006A5521">
        <w:rPr>
          <w:rFonts w:ascii="Helvetica 55 Roman" w:hAnsi="Helvetica 55 Roman"/>
        </w:rPr>
        <w:t>et/ou exploitants d’énergie électrique</w:t>
      </w:r>
      <w:r w:rsidR="008809DA" w:rsidRPr="006A5521">
        <w:rPr>
          <w:rFonts w:ascii="Helvetica 55 Roman" w:hAnsi="Helvetica 55 Roman"/>
        </w:rPr>
        <w:t>),</w:t>
      </w:r>
      <w:r w:rsidRPr="006A5521">
        <w:rPr>
          <w:rFonts w:ascii="Helvetica 55 Roman" w:hAnsi="Helvetica 55 Roman"/>
        </w:rPr>
        <w:t xml:space="preserve"> nécessitant</w:t>
      </w:r>
      <w:r w:rsidR="00FE2954" w:rsidRPr="006A5521">
        <w:rPr>
          <w:rFonts w:ascii="Helvetica 55 Roman" w:hAnsi="Helvetica 55 Roman"/>
        </w:rPr>
        <w:t xml:space="preserve"> l'accord spécifique préalable des exploitants Tiers</w:t>
      </w:r>
    </w:p>
    <w:p w14:paraId="28518F68"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ran</w:t>
      </w:r>
      <w:r w:rsidRPr="006A5521">
        <w:rPr>
          <w:rFonts w:ascii="Helvetica 55 Roman" w:hAnsi="Helvetica 55 Roman"/>
        </w:rPr>
        <w:t>chement de façade : l</w:t>
      </w:r>
      <w:r w:rsidR="00FE2954" w:rsidRPr="006A5521">
        <w:rPr>
          <w:rFonts w:ascii="Helvetica 55 Roman" w:hAnsi="Helvetica 55 Roman"/>
        </w:rPr>
        <w:t xml:space="preserve">e passage du câble sur façade nécessite l'accord spécifique </w:t>
      </w:r>
      <w:r w:rsidR="001944B4" w:rsidRPr="006A5521">
        <w:rPr>
          <w:rFonts w:ascii="Helvetica 55 Roman" w:hAnsi="Helvetica 55 Roman"/>
        </w:rPr>
        <w:t xml:space="preserve">préalable </w:t>
      </w:r>
      <w:r w:rsidR="00FE2954" w:rsidRPr="006A5521">
        <w:rPr>
          <w:rFonts w:ascii="Helvetica 55 Roman" w:hAnsi="Helvetica 55 Roman"/>
        </w:rPr>
        <w:t>des propriétaires des façades parcourues</w:t>
      </w:r>
      <w:r w:rsidR="0062374C" w:rsidRPr="006A5521">
        <w:rPr>
          <w:rFonts w:ascii="Helvetica 55 Roman" w:hAnsi="Helvetica 55 Roman"/>
        </w:rPr>
        <w:t>.</w:t>
      </w:r>
    </w:p>
    <w:p w14:paraId="28518F69" w14:textId="77777777" w:rsidR="00FE2954" w:rsidRPr="006A5521" w:rsidRDefault="00FE2954" w:rsidP="00FE2954">
      <w:pPr>
        <w:spacing w:line="360" w:lineRule="auto"/>
        <w:jc w:val="both"/>
        <w:rPr>
          <w:rFonts w:ascii="Helvetica 55 Roman" w:hAnsi="Helvetica 55 Roman"/>
        </w:rPr>
      </w:pPr>
    </w:p>
    <w:p w14:paraId="28518F6A" w14:textId="77777777" w:rsidR="009C1D7D" w:rsidRPr="006A5521" w:rsidRDefault="009C1D7D" w:rsidP="009B0080">
      <w:pPr>
        <w:jc w:val="both"/>
        <w:rPr>
          <w:rFonts w:ascii="Helvetica 55 Roman" w:hAnsi="Helvetica 55 Roman"/>
        </w:rPr>
      </w:pPr>
      <w:r w:rsidRPr="006A5521">
        <w:rPr>
          <w:rFonts w:ascii="Helvetica 55 Roman" w:hAnsi="Helvetica 55 Roman"/>
        </w:rPr>
        <w:t xml:space="preserve">Dans le cas </w:t>
      </w:r>
      <w:r w:rsidR="00B50942" w:rsidRPr="006A5521">
        <w:rPr>
          <w:rFonts w:ascii="Helvetica 55 Roman" w:hAnsi="Helvetica 55 Roman"/>
        </w:rPr>
        <w:t>où il y un</w:t>
      </w:r>
      <w:r w:rsidRPr="006A5521">
        <w:rPr>
          <w:rFonts w:ascii="Helvetica 55 Roman" w:hAnsi="Helvetica 55 Roman"/>
        </w:rPr>
        <w:t xml:space="preserve"> parcours </w:t>
      </w:r>
      <w:r w:rsidR="00865E63" w:rsidRPr="006A5521">
        <w:rPr>
          <w:rFonts w:ascii="Helvetica 55 Roman" w:hAnsi="Helvetica 55 Roman"/>
        </w:rPr>
        <w:t xml:space="preserve">dans des infrastructures </w:t>
      </w:r>
      <w:r w:rsidRPr="006A5521">
        <w:rPr>
          <w:rFonts w:ascii="Helvetica 55 Roman" w:hAnsi="Helvetica 55 Roman"/>
        </w:rPr>
        <w:t>privé</w:t>
      </w:r>
      <w:r w:rsidR="00865E63" w:rsidRPr="006A5521">
        <w:rPr>
          <w:rFonts w:ascii="Helvetica 55 Roman" w:hAnsi="Helvetica 55 Roman"/>
        </w:rPr>
        <w:t>es</w:t>
      </w:r>
      <w:r w:rsidRPr="006A5521">
        <w:rPr>
          <w:rFonts w:ascii="Helvetica 55 Roman" w:hAnsi="Helvetica 55 Roman"/>
        </w:rPr>
        <w:t xml:space="preserve">, il sera à la charge </w:t>
      </w:r>
      <w:r w:rsidR="0062374C" w:rsidRPr="006A5521">
        <w:rPr>
          <w:rFonts w:ascii="Helvetica 55 Roman" w:hAnsi="Helvetica 55 Roman"/>
        </w:rPr>
        <w:t>de l’Opérateur</w:t>
      </w:r>
      <w:r w:rsidR="009B0080" w:rsidRPr="006A5521">
        <w:rPr>
          <w:rFonts w:ascii="Helvetica 55 Roman" w:hAnsi="Helvetica 55 Roman"/>
        </w:rPr>
        <w:t xml:space="preserve"> </w:t>
      </w:r>
      <w:r w:rsidRPr="006A5521">
        <w:rPr>
          <w:rFonts w:ascii="Helvetica 55 Roman" w:hAnsi="Helvetica 55 Roman"/>
        </w:rPr>
        <w:t xml:space="preserve">d’obtenir les autorisations </w:t>
      </w:r>
      <w:r w:rsidR="00B20554" w:rsidRPr="006A5521">
        <w:rPr>
          <w:rFonts w:ascii="Helvetica 55 Roman" w:hAnsi="Helvetica 55 Roman"/>
        </w:rPr>
        <w:t>nécessaires</w:t>
      </w:r>
      <w:r w:rsidR="00CE4238" w:rsidRPr="006A5521">
        <w:rPr>
          <w:rFonts w:ascii="Helvetica 55 Roman" w:hAnsi="Helvetica 55 Roman"/>
        </w:rPr>
        <w:t>.</w:t>
      </w:r>
      <w:r w:rsidR="00F510F0" w:rsidRPr="006A5521">
        <w:rPr>
          <w:rFonts w:ascii="Helvetica 55 Roman" w:hAnsi="Helvetica 55 Roman"/>
        </w:rPr>
        <w:t xml:space="preserve"> </w:t>
      </w:r>
      <w:r w:rsidR="00B20554" w:rsidRPr="006A5521">
        <w:rPr>
          <w:rFonts w:ascii="Helvetica 55 Roman" w:hAnsi="Helvetica 55 Roman"/>
        </w:rPr>
        <w:t xml:space="preserve"> </w:t>
      </w:r>
    </w:p>
    <w:p w14:paraId="28518F6B" w14:textId="77777777" w:rsidR="00164AE9" w:rsidRPr="006A5521" w:rsidRDefault="00164AE9" w:rsidP="00FB7254">
      <w:pPr>
        <w:rPr>
          <w:rFonts w:ascii="Helvetica 55 Roman" w:hAnsi="Helvetica 55 Roman"/>
        </w:rPr>
      </w:pPr>
    </w:p>
    <w:p w14:paraId="28518F6D" w14:textId="173667D1" w:rsidR="00FB7254" w:rsidRPr="00602D98" w:rsidRDefault="00FB7254" w:rsidP="00FB7254">
      <w:pPr>
        <w:pStyle w:val="Titre3"/>
        <w:tabs>
          <w:tab w:val="clear" w:pos="720"/>
        </w:tabs>
        <w:ind w:left="0" w:firstLine="0"/>
        <w:jc w:val="left"/>
        <w:rPr>
          <w:rFonts w:ascii="Helvetica 55 Roman" w:hAnsi="Helvetica 55 Roman"/>
        </w:rPr>
      </w:pPr>
      <w:bookmarkStart w:id="52" w:name="_Toc191406"/>
      <w:bookmarkStart w:id="53" w:name="_Toc79412062"/>
      <w:r w:rsidRPr="006A5521">
        <w:rPr>
          <w:rFonts w:ascii="Helvetica 55 Roman" w:hAnsi="Helvetica 55 Roman"/>
        </w:rPr>
        <w:t>Raccordement client sur un PRE intérieur</w:t>
      </w:r>
      <w:bookmarkEnd w:id="52"/>
      <w:bookmarkEnd w:id="53"/>
    </w:p>
    <w:p w14:paraId="28518F6E" w14:textId="77777777" w:rsidR="00D01B27" w:rsidRPr="006A5521" w:rsidRDefault="00D01B27" w:rsidP="00FB7254">
      <w:pPr>
        <w:rPr>
          <w:rFonts w:ascii="Helvetica 55 Roman" w:hAnsi="Helvetica 55 Roman"/>
        </w:rPr>
      </w:pPr>
    </w:p>
    <w:p w14:paraId="28518F6F" w14:textId="77777777" w:rsidR="00D01B27" w:rsidRPr="006A5521" w:rsidRDefault="009F682C" w:rsidP="00FB7254">
      <w:pPr>
        <w:rPr>
          <w:rFonts w:ascii="Helvetica 55 Roman" w:hAnsi="Helvetica 55 Roman"/>
        </w:rPr>
      </w:pPr>
      <w:r w:rsidRPr="006A5521">
        <w:rPr>
          <w:rFonts w:ascii="Helvetica 55 Roman" w:hAnsi="Helvetica 55 Roman"/>
          <w:noProof/>
        </w:rPr>
        <w:drawing>
          <wp:inline distT="0" distB="0" distL="0" distR="0" wp14:anchorId="28518FFB" wp14:editId="28518FFC">
            <wp:extent cx="5753100" cy="2390775"/>
            <wp:effectExtent l="0" t="0" r="0" b="9525"/>
            <wp:docPr id="4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14:paraId="28518F70" w14:textId="77777777" w:rsidR="004F51DD" w:rsidRPr="006A5521" w:rsidRDefault="004F51DD" w:rsidP="004F51DD">
      <w:pPr>
        <w:pStyle w:val="Lgende"/>
        <w:jc w:val="center"/>
        <w:rPr>
          <w:rFonts w:ascii="Helvetica 55 Roman" w:hAnsi="Helvetica 55 Roman"/>
        </w:rPr>
      </w:pPr>
      <w:r w:rsidRPr="006A5521">
        <w:rPr>
          <w:rFonts w:ascii="Helvetica 55 Roman" w:hAnsi="Helvetica 55 Roman"/>
        </w:rPr>
        <w:t>Figure</w:t>
      </w:r>
      <w:r w:rsidR="001A5528" w:rsidRPr="006A5521">
        <w:rPr>
          <w:rFonts w:ascii="Helvetica 55 Roman" w:hAnsi="Helvetica 55 Roman"/>
          <w:strike/>
        </w:rPr>
        <w:t xml:space="preserve"> </w:t>
      </w:r>
      <w:r w:rsidR="001A5528" w:rsidRPr="006A5521">
        <w:rPr>
          <w:rFonts w:ascii="Helvetica 55 Roman" w:hAnsi="Helvetica 55 Roman"/>
        </w:rPr>
        <w:t>6</w:t>
      </w:r>
      <w:r w:rsidRPr="006A5521">
        <w:rPr>
          <w:rFonts w:ascii="Helvetica 55 Roman" w:hAnsi="Helvetica 55 Roman"/>
        </w:rPr>
        <w:t xml:space="preserve"> : </w:t>
      </w:r>
      <w:r w:rsidR="0046445F" w:rsidRPr="006A5521">
        <w:rPr>
          <w:rFonts w:ascii="Helvetica 55 Roman" w:hAnsi="Helvetica 55 Roman"/>
        </w:rPr>
        <w:t>FTTE passif NRO</w:t>
      </w:r>
      <w:r w:rsidRPr="006A5521">
        <w:rPr>
          <w:rFonts w:ascii="Helvetica 55 Roman" w:hAnsi="Helvetica 55 Roman"/>
        </w:rPr>
        <w:t> - raccordement sur PRE intérieur</w:t>
      </w:r>
    </w:p>
    <w:p w14:paraId="28518F71" w14:textId="77777777" w:rsidR="00D267BC" w:rsidRPr="006A5521" w:rsidRDefault="00D267BC" w:rsidP="00865E63">
      <w:pPr>
        <w:rPr>
          <w:rFonts w:ascii="Helvetica 55 Roman" w:hAnsi="Helvetica 55 Roman"/>
        </w:rPr>
      </w:pPr>
    </w:p>
    <w:p w14:paraId="28518F72" w14:textId="77777777" w:rsidR="009C1D7D" w:rsidRPr="006A5521" w:rsidRDefault="00865E63" w:rsidP="00865E63">
      <w:pPr>
        <w:rPr>
          <w:rFonts w:ascii="Helvetica 55 Roman" w:hAnsi="Helvetica 55 Roman"/>
        </w:rPr>
      </w:pPr>
      <w:r w:rsidRPr="006A5521">
        <w:rPr>
          <w:rFonts w:ascii="Helvetica 55 Roman" w:hAnsi="Helvetica 55 Roman"/>
        </w:rPr>
        <w:t xml:space="preserve">Le PRE </w:t>
      </w:r>
      <w:r w:rsidR="00421B57" w:rsidRPr="006A5521">
        <w:rPr>
          <w:rFonts w:ascii="Helvetica 55 Roman" w:hAnsi="Helvetica 55 Roman"/>
        </w:rPr>
        <w:t>est généralement</w:t>
      </w:r>
      <w:r w:rsidRPr="006A5521">
        <w:rPr>
          <w:rFonts w:ascii="Helvetica 55 Roman" w:hAnsi="Helvetica 55 Roman"/>
        </w:rPr>
        <w:t xml:space="preserve"> posé en réactif lors de la 1</w:t>
      </w:r>
      <w:r w:rsidRPr="006A5521">
        <w:rPr>
          <w:rFonts w:ascii="Helvetica 55 Roman" w:hAnsi="Helvetica 55 Roman"/>
          <w:vertAlign w:val="superscript"/>
        </w:rPr>
        <w:t>ère</w:t>
      </w:r>
      <w:r w:rsidRPr="006A5521">
        <w:rPr>
          <w:rFonts w:ascii="Helvetica 55 Roman" w:hAnsi="Helvetica 55 Roman"/>
        </w:rPr>
        <w:t xml:space="preserve">  commande à l’adresse du site Client Final. Dans ce cas, la</w:t>
      </w:r>
      <w:r w:rsidR="009C1D7D" w:rsidRPr="006A5521">
        <w:rPr>
          <w:rFonts w:ascii="Helvetica 55 Roman" w:hAnsi="Helvetica 55 Roman"/>
        </w:rPr>
        <w:t xml:space="preserve"> pose </w:t>
      </w:r>
      <w:r w:rsidRPr="006A5521">
        <w:rPr>
          <w:rFonts w:ascii="Helvetica 55 Roman" w:hAnsi="Helvetica 55 Roman"/>
        </w:rPr>
        <w:t>du PRE</w:t>
      </w:r>
      <w:r w:rsidR="009C1D7D" w:rsidRPr="006A5521">
        <w:rPr>
          <w:rFonts w:ascii="Helvetica 55 Roman" w:hAnsi="Helvetica 55 Roman"/>
        </w:rPr>
        <w:t xml:space="preserve"> </w:t>
      </w:r>
      <w:r w:rsidR="00903B55" w:rsidRPr="006A5521">
        <w:rPr>
          <w:rFonts w:ascii="Helvetica 55 Roman" w:hAnsi="Helvetica 55 Roman"/>
        </w:rPr>
        <w:t>dans les parties communes</w:t>
      </w:r>
      <w:r w:rsidR="00A3391E" w:rsidRPr="006A5521">
        <w:rPr>
          <w:rFonts w:ascii="Helvetica 55 Roman" w:hAnsi="Helvetica 55 Roman"/>
        </w:rPr>
        <w:t xml:space="preserve"> de</w:t>
      </w:r>
      <w:r w:rsidR="00903B55" w:rsidRPr="006A5521">
        <w:rPr>
          <w:rFonts w:ascii="Helvetica 55 Roman" w:hAnsi="Helvetica 55 Roman"/>
        </w:rPr>
        <w:t xml:space="preserve"> </w:t>
      </w:r>
      <w:r w:rsidR="009C1D7D" w:rsidRPr="006A5521">
        <w:rPr>
          <w:rFonts w:ascii="Helvetica 55 Roman" w:hAnsi="Helvetica 55 Roman"/>
        </w:rPr>
        <w:t xml:space="preserve">l’immeuble  devra au préalable faire l’objet de l’accord du propriétaire ou syndic de l’immeuble.   </w:t>
      </w:r>
    </w:p>
    <w:p w14:paraId="28518F73" w14:textId="77777777" w:rsidR="009C1D7D" w:rsidRPr="006A5521" w:rsidRDefault="009C1D7D" w:rsidP="000D4314">
      <w:pPr>
        <w:spacing w:line="360" w:lineRule="auto"/>
        <w:jc w:val="both"/>
        <w:rPr>
          <w:rFonts w:ascii="Helvetica 55 Roman" w:hAnsi="Helvetica 55 Roman"/>
          <w:b/>
          <w:u w:val="single"/>
        </w:rPr>
      </w:pPr>
    </w:p>
    <w:p w14:paraId="28518F74" w14:textId="77777777" w:rsidR="000D4314" w:rsidRPr="006A5521" w:rsidRDefault="000D4314" w:rsidP="000D4314">
      <w:pPr>
        <w:rPr>
          <w:rFonts w:ascii="Helvetica 55 Roman" w:hAnsi="Helvetica 55 Roman"/>
        </w:rPr>
      </w:pPr>
      <w:r w:rsidRPr="006A5521">
        <w:rPr>
          <w:rFonts w:ascii="Helvetica 55 Roman" w:hAnsi="Helvetica 55 Roman"/>
        </w:rPr>
        <w:t xml:space="preserve">Le passage du câble optique, entre le </w:t>
      </w:r>
      <w:r w:rsidR="00865E63" w:rsidRPr="006A5521">
        <w:rPr>
          <w:rFonts w:ascii="Helvetica 55 Roman" w:hAnsi="Helvetica 55 Roman"/>
        </w:rPr>
        <w:t>PRE</w:t>
      </w:r>
      <w:r w:rsidR="009C1D7D" w:rsidRPr="006A5521">
        <w:rPr>
          <w:rFonts w:ascii="Helvetica 55 Roman" w:hAnsi="Helvetica 55 Roman"/>
        </w:rPr>
        <w:t xml:space="preserve"> </w:t>
      </w:r>
      <w:r w:rsidRPr="006A5521">
        <w:rPr>
          <w:rFonts w:ascii="Helvetica 55 Roman" w:hAnsi="Helvetica 55 Roman"/>
        </w:rPr>
        <w:t xml:space="preserve"> et </w:t>
      </w:r>
      <w:r w:rsidR="009C1D7D" w:rsidRPr="006A5521">
        <w:rPr>
          <w:rFonts w:ascii="Helvetica 55 Roman" w:hAnsi="Helvetica 55 Roman"/>
        </w:rPr>
        <w:t xml:space="preserve">le local </w:t>
      </w:r>
      <w:r w:rsidR="00836F45" w:rsidRPr="006A5521">
        <w:rPr>
          <w:rFonts w:ascii="Helvetica 55 Roman" w:hAnsi="Helvetica 55 Roman"/>
        </w:rPr>
        <w:t>C</w:t>
      </w:r>
      <w:r w:rsidR="009C1D7D" w:rsidRPr="006A5521">
        <w:rPr>
          <w:rFonts w:ascii="Helvetica 55 Roman" w:hAnsi="Helvetica 55 Roman"/>
        </w:rPr>
        <w:t>lient</w:t>
      </w:r>
      <w:r w:rsidRPr="006A5521">
        <w:rPr>
          <w:rFonts w:ascii="Helvetica 55 Roman" w:hAnsi="Helvetica 55 Roman"/>
        </w:rPr>
        <w:t xml:space="preserve"> </w:t>
      </w:r>
      <w:r w:rsidR="00836F45" w:rsidRPr="006A5521">
        <w:rPr>
          <w:rFonts w:ascii="Helvetica 55 Roman" w:hAnsi="Helvetica 55 Roman"/>
        </w:rPr>
        <w:t xml:space="preserve">Final </w:t>
      </w:r>
      <w:r w:rsidRPr="006A5521">
        <w:rPr>
          <w:rFonts w:ascii="Helvetica 55 Roman" w:hAnsi="Helvetica 55 Roman"/>
        </w:rPr>
        <w:t>peut être réalisé de trois manières :</w:t>
      </w:r>
    </w:p>
    <w:p w14:paraId="28518F75" w14:textId="77777777" w:rsidR="000D4314" w:rsidRPr="006A5521" w:rsidRDefault="000D4314" w:rsidP="002B1710">
      <w:pPr>
        <w:numPr>
          <w:ilvl w:val="1"/>
          <w:numId w:val="3"/>
        </w:numPr>
        <w:jc w:val="both"/>
        <w:rPr>
          <w:rFonts w:ascii="Helvetica 55 Roman" w:hAnsi="Helvetica 55 Roman"/>
        </w:rPr>
      </w:pPr>
      <w:bookmarkStart w:id="54" w:name="_Toc252526544"/>
      <w:r w:rsidRPr="006A5521">
        <w:rPr>
          <w:rFonts w:ascii="Helvetica 55 Roman" w:hAnsi="Helvetica 55 Roman"/>
        </w:rPr>
        <w:t>Réutilisation d'un fourreau existant, libre ou occupé</w:t>
      </w:r>
      <w:bookmarkEnd w:id="54"/>
      <w:r w:rsidRPr="006A5521">
        <w:rPr>
          <w:rFonts w:ascii="Helvetica 55 Roman" w:hAnsi="Helvetica 55 Roman"/>
        </w:rPr>
        <w:t xml:space="preserve"> </w:t>
      </w:r>
      <w:r w:rsidR="00903B55" w:rsidRPr="006A5521">
        <w:rPr>
          <w:rFonts w:ascii="Helvetica 55 Roman" w:hAnsi="Helvetica 55 Roman"/>
        </w:rPr>
        <w:t>avec passage possible</w:t>
      </w:r>
    </w:p>
    <w:p w14:paraId="28518F76" w14:textId="77777777" w:rsidR="009B0080" w:rsidRPr="006A5521" w:rsidRDefault="000D4314" w:rsidP="002B1710">
      <w:pPr>
        <w:numPr>
          <w:ilvl w:val="1"/>
          <w:numId w:val="3"/>
        </w:numPr>
        <w:jc w:val="both"/>
        <w:rPr>
          <w:rFonts w:ascii="Helvetica 55 Roman" w:hAnsi="Helvetica 55 Roman"/>
        </w:rPr>
      </w:pPr>
      <w:bookmarkStart w:id="55" w:name="_Toc170708784"/>
      <w:bookmarkStart w:id="56" w:name="_Toc252526545"/>
      <w:r w:rsidRPr="006A5521">
        <w:rPr>
          <w:rFonts w:ascii="Helvetica 55 Roman" w:hAnsi="Helvetica 55 Roman"/>
        </w:rPr>
        <w:t>Réutilisation d'une goulotte</w:t>
      </w:r>
      <w:bookmarkEnd w:id="55"/>
      <w:bookmarkEnd w:id="56"/>
      <w:r w:rsidR="00A3391E" w:rsidRPr="006A5521">
        <w:rPr>
          <w:rFonts w:ascii="Helvetica 55 Roman" w:hAnsi="Helvetica 55 Roman"/>
        </w:rPr>
        <w:t xml:space="preserve"> ou d’un platelage mise à disposition par le Client Final</w:t>
      </w:r>
    </w:p>
    <w:p w14:paraId="28518F77" w14:textId="77777777" w:rsidR="000D4314" w:rsidRPr="006A5521" w:rsidRDefault="000D4314" w:rsidP="002B1710">
      <w:pPr>
        <w:numPr>
          <w:ilvl w:val="1"/>
          <w:numId w:val="3"/>
        </w:numPr>
        <w:jc w:val="both"/>
        <w:rPr>
          <w:rFonts w:ascii="Helvetica 55 Roman" w:hAnsi="Helvetica 55 Roman"/>
        </w:rPr>
      </w:pPr>
      <w:bookmarkStart w:id="57" w:name="_Toc170708785"/>
      <w:bookmarkStart w:id="58" w:name="_Toc252526546"/>
      <w:r w:rsidRPr="006A5521">
        <w:rPr>
          <w:rFonts w:ascii="Helvetica 55 Roman" w:hAnsi="Helvetica 55 Roman"/>
        </w:rPr>
        <w:t>Passage du câble en apparent</w:t>
      </w:r>
      <w:bookmarkEnd w:id="57"/>
      <w:bookmarkEnd w:id="58"/>
      <w:r w:rsidRPr="006A5521">
        <w:rPr>
          <w:rFonts w:ascii="Helvetica 55 Roman" w:hAnsi="Helvetica 55 Roman"/>
        </w:rPr>
        <w:t> : sous réserve de l’accord spécifique du syndic</w:t>
      </w:r>
      <w:r w:rsidR="009C1D7D" w:rsidRPr="006A5521">
        <w:rPr>
          <w:rFonts w:ascii="Helvetica 55 Roman" w:hAnsi="Helvetica 55 Roman"/>
        </w:rPr>
        <w:t xml:space="preserve"> (à </w:t>
      </w:r>
      <w:r w:rsidR="00B20554" w:rsidRPr="006A5521">
        <w:rPr>
          <w:rFonts w:ascii="Helvetica 55 Roman" w:hAnsi="Helvetica 55 Roman"/>
        </w:rPr>
        <w:t>obtenir</w:t>
      </w:r>
      <w:r w:rsidR="009C1D7D" w:rsidRPr="006A5521">
        <w:rPr>
          <w:rFonts w:ascii="Helvetica 55 Roman" w:hAnsi="Helvetica 55 Roman"/>
        </w:rPr>
        <w:t xml:space="preserve"> par </w:t>
      </w:r>
      <w:r w:rsidR="00836F45" w:rsidRPr="006A5521">
        <w:rPr>
          <w:rFonts w:ascii="Helvetica 55 Roman" w:hAnsi="Helvetica 55 Roman"/>
        </w:rPr>
        <w:t>l’Opérateur</w:t>
      </w:r>
      <w:r w:rsidR="009B0080" w:rsidRPr="006A5521">
        <w:rPr>
          <w:rFonts w:ascii="Helvetica 55 Roman" w:hAnsi="Helvetica 55 Roman"/>
        </w:rPr>
        <w:t>).</w:t>
      </w:r>
    </w:p>
    <w:p w14:paraId="28518F78" w14:textId="77777777" w:rsidR="000D4314" w:rsidRPr="006A5521" w:rsidRDefault="000D4314" w:rsidP="00FE2954">
      <w:pPr>
        <w:spacing w:line="360" w:lineRule="auto"/>
        <w:jc w:val="both"/>
        <w:rPr>
          <w:rFonts w:ascii="Helvetica 55 Roman" w:hAnsi="Helvetica 55 Roman"/>
        </w:rPr>
      </w:pPr>
    </w:p>
    <w:p w14:paraId="28518F79" w14:textId="77777777" w:rsidR="00FE2954" w:rsidRPr="006A5521" w:rsidRDefault="00F510F0" w:rsidP="00FE2954">
      <w:pPr>
        <w:pStyle w:val="Titre3"/>
        <w:tabs>
          <w:tab w:val="clear" w:pos="720"/>
        </w:tabs>
        <w:ind w:left="0" w:firstLine="0"/>
        <w:jc w:val="left"/>
        <w:rPr>
          <w:rFonts w:ascii="Helvetica 55 Roman" w:hAnsi="Helvetica 55 Roman"/>
        </w:rPr>
      </w:pPr>
      <w:bookmarkStart w:id="59" w:name="_Toc367092861"/>
      <w:bookmarkStart w:id="60" w:name="_Toc459733687"/>
      <w:bookmarkStart w:id="61" w:name="_Toc191407"/>
      <w:bookmarkStart w:id="62" w:name="_Toc79412063"/>
      <w:r w:rsidRPr="006A5521">
        <w:rPr>
          <w:rFonts w:ascii="Helvetica 55 Roman" w:hAnsi="Helvetica 55 Roman"/>
        </w:rPr>
        <w:t xml:space="preserve">Desserte interne client </w:t>
      </w:r>
      <w:r w:rsidR="00FE2954" w:rsidRPr="006A5521">
        <w:rPr>
          <w:rFonts w:ascii="Helvetica 55 Roman" w:hAnsi="Helvetica 55 Roman"/>
        </w:rPr>
        <w:t xml:space="preserve">du site </w:t>
      </w:r>
      <w:r w:rsidR="003D34DA" w:rsidRPr="006A5521">
        <w:rPr>
          <w:rFonts w:ascii="Helvetica 55 Roman" w:hAnsi="Helvetica 55 Roman"/>
        </w:rPr>
        <w:t xml:space="preserve">Client </w:t>
      </w:r>
      <w:r w:rsidR="00865E63" w:rsidRPr="006A5521">
        <w:rPr>
          <w:rFonts w:ascii="Helvetica 55 Roman" w:hAnsi="Helvetica 55 Roman"/>
        </w:rPr>
        <w:t>Final</w:t>
      </w:r>
      <w:bookmarkEnd w:id="59"/>
      <w:bookmarkEnd w:id="60"/>
      <w:bookmarkEnd w:id="61"/>
      <w:bookmarkEnd w:id="62"/>
    </w:p>
    <w:p w14:paraId="28518F7A" w14:textId="77777777" w:rsidR="00FE2954" w:rsidRPr="006A5521" w:rsidRDefault="00CE4238" w:rsidP="009B0080">
      <w:pPr>
        <w:jc w:val="both"/>
        <w:rPr>
          <w:rFonts w:ascii="Helvetica 55 Roman" w:eastAsia="MS Mincho" w:hAnsi="Helvetica 55 Roman"/>
        </w:rPr>
      </w:pPr>
      <w:r w:rsidRPr="006A5521">
        <w:rPr>
          <w:rFonts w:ascii="Helvetica 55 Roman" w:hAnsi="Helvetica 55 Roman"/>
        </w:rPr>
        <w:t>La pose d’un  Dispositif de Terminaison Intérieur Optique (DTIO) est réalisée à l’entrée du site Client Final</w:t>
      </w:r>
      <w:r w:rsidR="008809DA" w:rsidRPr="006A5521">
        <w:rPr>
          <w:rFonts w:ascii="Helvetica 55 Roman" w:hAnsi="Helvetica 55 Roman"/>
        </w:rPr>
        <w:t xml:space="preserve"> </w:t>
      </w:r>
      <w:r w:rsidRPr="006A5521">
        <w:rPr>
          <w:rFonts w:ascii="Helvetica 55 Roman" w:hAnsi="Helvetica 55 Roman"/>
        </w:rPr>
        <w:t>: il permet entre autre de faire un changement de câble de type extérieur en câble de type intérieur</w:t>
      </w:r>
      <w:r w:rsidR="00D01B27" w:rsidRPr="006A5521">
        <w:rPr>
          <w:rFonts w:ascii="Helvetica 55 Roman" w:hAnsi="Helvetica 55 Roman"/>
        </w:rPr>
        <w:t>.</w:t>
      </w:r>
    </w:p>
    <w:p w14:paraId="28518F7B" w14:textId="77777777" w:rsidR="00CE4238" w:rsidRPr="006A5521" w:rsidRDefault="00CE4238" w:rsidP="00FE2954">
      <w:pPr>
        <w:rPr>
          <w:rFonts w:ascii="Helvetica 55 Roman" w:eastAsia="MS Mincho" w:hAnsi="Helvetica 55 Roman"/>
        </w:rPr>
      </w:pPr>
    </w:p>
    <w:p w14:paraId="28518F7C" w14:textId="77777777" w:rsidR="00FE2954" w:rsidRPr="006A5521" w:rsidRDefault="00CE4238" w:rsidP="009B0080">
      <w:pPr>
        <w:jc w:val="both"/>
        <w:rPr>
          <w:rFonts w:ascii="Helvetica 55 Roman" w:eastAsia="MS Mincho" w:hAnsi="Helvetica 55 Roman"/>
        </w:rPr>
      </w:pPr>
      <w:r w:rsidRPr="006A5521">
        <w:rPr>
          <w:rFonts w:ascii="Helvetica 55 Roman" w:eastAsia="MS Mincho" w:hAnsi="Helvetica 55 Roman"/>
        </w:rPr>
        <w:t xml:space="preserve">La prestation de desserte interne sur le site du Client Final </w:t>
      </w:r>
      <w:r w:rsidR="00FE2954" w:rsidRPr="006A5521">
        <w:rPr>
          <w:rFonts w:ascii="Helvetica 55 Roman" w:eastAsia="MS Mincho" w:hAnsi="Helvetica 55 Roman"/>
        </w:rPr>
        <w:t xml:space="preserve">est réalisée </w:t>
      </w:r>
      <w:r w:rsidRPr="006A5521">
        <w:rPr>
          <w:rFonts w:ascii="Helvetica 55 Roman" w:eastAsia="MS Mincho" w:hAnsi="Helvetica 55 Roman"/>
        </w:rPr>
        <w:t xml:space="preserve">en standard dans le cadre du Service, </w:t>
      </w:r>
      <w:r w:rsidR="00FE2954" w:rsidRPr="006A5521">
        <w:rPr>
          <w:rFonts w:ascii="Helvetica 55 Roman" w:eastAsia="MS Mincho" w:hAnsi="Helvetica 55 Roman"/>
        </w:rPr>
        <w:t xml:space="preserve">dans les conditions suivantes </w:t>
      </w:r>
    </w:p>
    <w:p w14:paraId="28518F7D" w14:textId="77777777" w:rsidR="006B3567" w:rsidRPr="006A5521" w:rsidRDefault="006B3567" w:rsidP="002B1710">
      <w:pPr>
        <w:numPr>
          <w:ilvl w:val="1"/>
          <w:numId w:val="3"/>
        </w:numPr>
        <w:rPr>
          <w:rFonts w:ascii="Helvetica 55 Roman" w:hAnsi="Helvetica 55 Roman"/>
        </w:rPr>
      </w:pPr>
      <w:r w:rsidRPr="006A5521">
        <w:rPr>
          <w:rFonts w:ascii="Helvetica 55 Roman" w:hAnsi="Helvetica 55 Roman"/>
        </w:rPr>
        <w:t xml:space="preserve">longueur linéaire de câble </w:t>
      </w:r>
      <w:r w:rsidR="003F0324" w:rsidRPr="006A5521">
        <w:rPr>
          <w:rFonts w:ascii="Helvetica 55 Roman" w:hAnsi="Helvetica 55 Roman" w:cs="Arial"/>
        </w:rPr>
        <w:t>≤</w:t>
      </w:r>
      <w:r w:rsidRPr="006A5521">
        <w:rPr>
          <w:rFonts w:ascii="Helvetica 55 Roman" w:hAnsi="Helvetica 55 Roman"/>
        </w:rPr>
        <w:t xml:space="preserve"> 30 mètres à l’intérieur du site client entre l’entrée du bâtiment client et le DTIO</w:t>
      </w:r>
    </w:p>
    <w:p w14:paraId="28518F7E" w14:textId="77777777" w:rsidR="00FB7254" w:rsidRPr="006A5521" w:rsidRDefault="00CE4238" w:rsidP="002B1710">
      <w:pPr>
        <w:numPr>
          <w:ilvl w:val="1"/>
          <w:numId w:val="3"/>
        </w:numPr>
        <w:jc w:val="both"/>
        <w:rPr>
          <w:rFonts w:ascii="Helvetica 55 Roman" w:hAnsi="Helvetica 55 Roman"/>
        </w:rPr>
      </w:pPr>
      <w:r w:rsidRPr="006A5521">
        <w:rPr>
          <w:rFonts w:ascii="Helvetica 55 Roman" w:hAnsi="Helvetica 55 Roman"/>
        </w:rPr>
        <w:t xml:space="preserve">distance entre </w:t>
      </w:r>
      <w:r w:rsidR="006B3567" w:rsidRPr="006A5521">
        <w:rPr>
          <w:rFonts w:ascii="Helvetica 55 Roman" w:hAnsi="Helvetica 55 Roman"/>
        </w:rPr>
        <w:t xml:space="preserve">le </w:t>
      </w:r>
      <w:r w:rsidR="00FB7254" w:rsidRPr="006A5521">
        <w:rPr>
          <w:rFonts w:ascii="Helvetica 55 Roman" w:hAnsi="Helvetica 55 Roman"/>
        </w:rPr>
        <w:t xml:space="preserve">DTIO </w:t>
      </w:r>
      <w:r w:rsidRPr="006A5521">
        <w:rPr>
          <w:rFonts w:ascii="Helvetica 55 Roman" w:hAnsi="Helvetica 55 Roman"/>
        </w:rPr>
        <w:t>et</w:t>
      </w:r>
      <w:r w:rsidR="00FB7254" w:rsidRPr="006A5521">
        <w:rPr>
          <w:rFonts w:ascii="Helvetica 55 Roman" w:hAnsi="Helvetica 55 Roman"/>
        </w:rPr>
        <w:t xml:space="preserve"> </w:t>
      </w:r>
      <w:r w:rsidR="006B3567" w:rsidRPr="006A5521">
        <w:rPr>
          <w:rFonts w:ascii="Helvetica 55 Roman" w:hAnsi="Helvetica 55 Roman"/>
        </w:rPr>
        <w:t xml:space="preserve">la </w:t>
      </w:r>
      <w:r w:rsidR="00FB7254" w:rsidRPr="006A5521">
        <w:rPr>
          <w:rFonts w:ascii="Helvetica 55 Roman" w:hAnsi="Helvetica 55 Roman"/>
        </w:rPr>
        <w:t>PTO (ou bandeau optique)</w:t>
      </w:r>
      <w:r w:rsidRPr="006A5521">
        <w:rPr>
          <w:rFonts w:ascii="Helvetica 55 Roman" w:hAnsi="Helvetica 55 Roman"/>
        </w:rPr>
        <w:t xml:space="preserve"> d’une</w:t>
      </w:r>
      <w:r w:rsidR="00FB7254" w:rsidRPr="006A5521">
        <w:rPr>
          <w:rFonts w:ascii="Helvetica 55 Roman" w:hAnsi="Helvetica 55 Roman"/>
        </w:rPr>
        <w:t xml:space="preserve"> longueur</w:t>
      </w:r>
      <w:r w:rsidR="00D01B27" w:rsidRPr="006A5521">
        <w:rPr>
          <w:rFonts w:ascii="Helvetica 55 Roman" w:hAnsi="Helvetica 55 Roman"/>
        </w:rPr>
        <w:t xml:space="preserve"> linéaire</w:t>
      </w:r>
      <w:r w:rsidR="00FB7254" w:rsidRPr="006A5521">
        <w:rPr>
          <w:rFonts w:ascii="Helvetica 55 Roman" w:hAnsi="Helvetica 55 Roman"/>
        </w:rPr>
        <w:t xml:space="preserve"> maximum de </w:t>
      </w:r>
      <w:r w:rsidR="00A71F7C" w:rsidRPr="006A5521">
        <w:rPr>
          <w:rFonts w:ascii="Helvetica 55 Roman" w:hAnsi="Helvetica 55 Roman"/>
        </w:rPr>
        <w:t>3</w:t>
      </w:r>
      <w:r w:rsidR="009020FD" w:rsidRPr="006A5521">
        <w:rPr>
          <w:rFonts w:ascii="Helvetica 55 Roman" w:hAnsi="Helvetica 55 Roman"/>
        </w:rPr>
        <w:t xml:space="preserve">0 </w:t>
      </w:r>
      <w:r w:rsidR="00FB7254" w:rsidRPr="006A5521">
        <w:rPr>
          <w:rFonts w:ascii="Helvetica 55 Roman" w:hAnsi="Helvetica 55 Roman"/>
        </w:rPr>
        <w:t>m</w:t>
      </w:r>
      <w:r w:rsidR="00A71F7C" w:rsidRPr="006A5521">
        <w:rPr>
          <w:rFonts w:ascii="Helvetica 55 Roman" w:hAnsi="Helvetica 55 Roman"/>
        </w:rPr>
        <w:t>. Pour une distance linéaire comprise entre 30 et 60m, un tarif forfaitaire indiqué dans l’annexe prix s’applique</w:t>
      </w:r>
    </w:p>
    <w:p w14:paraId="28518F7F"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Travaux en hauteur à moins de 2,5  mètres;</w:t>
      </w:r>
    </w:p>
    <w:p w14:paraId="28518F80"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pose du câble en apparent, ou à l’intérieur d’une gaine technique, d’une goulotte ou d’un chemin de câble existant, sous réserve que ce soit ouvert par le client,  et tout cec</w:t>
      </w:r>
      <w:r w:rsidR="009B0080" w:rsidRPr="006A5521">
        <w:rPr>
          <w:rFonts w:ascii="Helvetica 55 Roman" w:hAnsi="Helvetica 55 Roman"/>
        </w:rPr>
        <w:t>i, sans déplacement de mobilier</w:t>
      </w:r>
    </w:p>
    <w:p w14:paraId="28518F81"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pas de percement de murs d’une épaisse</w:t>
      </w:r>
      <w:r w:rsidR="009B0080" w:rsidRPr="006A5521">
        <w:rPr>
          <w:rFonts w:ascii="Helvetica 55 Roman" w:hAnsi="Helvetica 55 Roman"/>
        </w:rPr>
        <w:t xml:space="preserve">ur supérieure à 25 centimètres </w:t>
      </w:r>
    </w:p>
    <w:p w14:paraId="28518F82"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 xml:space="preserve">pas de passage de câble dans les </w:t>
      </w:r>
      <w:r w:rsidR="009B0080" w:rsidRPr="006A5521">
        <w:rPr>
          <w:rFonts w:ascii="Helvetica 55 Roman" w:hAnsi="Helvetica 55 Roman"/>
        </w:rPr>
        <w:t>faux plafonds et faux planchers</w:t>
      </w:r>
    </w:p>
    <w:p w14:paraId="28518F83" w14:textId="77777777" w:rsidR="00FB7254" w:rsidRPr="006A5521" w:rsidRDefault="00FE2954" w:rsidP="002B1710">
      <w:pPr>
        <w:numPr>
          <w:ilvl w:val="1"/>
          <w:numId w:val="3"/>
        </w:numPr>
        <w:jc w:val="both"/>
        <w:rPr>
          <w:rFonts w:ascii="Helvetica 55 Roman" w:hAnsi="Helvetica 55 Roman"/>
        </w:rPr>
      </w:pPr>
      <w:r w:rsidRPr="006A5521">
        <w:rPr>
          <w:rFonts w:ascii="Helvetica 55 Roman" w:hAnsi="Helvetica 55 Roman"/>
        </w:rPr>
        <w:t>intervention réalisée en Heures Ouvrées (du lundi au vendredi</w:t>
      </w:r>
      <w:r w:rsidR="009B0080" w:rsidRPr="006A5521">
        <w:rPr>
          <w:rFonts w:ascii="Helvetica 55 Roman" w:hAnsi="Helvetica 55 Roman"/>
        </w:rPr>
        <w:t>, de 8 heures à 18 heures)</w:t>
      </w:r>
    </w:p>
    <w:p w14:paraId="28518F84" w14:textId="77777777" w:rsidR="002F3169" w:rsidRPr="006A5521" w:rsidRDefault="002F3169" w:rsidP="002B1710">
      <w:pPr>
        <w:numPr>
          <w:ilvl w:val="1"/>
          <w:numId w:val="3"/>
        </w:numPr>
        <w:jc w:val="both"/>
        <w:rPr>
          <w:rFonts w:ascii="Helvetica 55 Roman" w:hAnsi="Helvetica 55 Roman"/>
        </w:rPr>
      </w:pPr>
      <w:r w:rsidRPr="006A5521">
        <w:rPr>
          <w:rFonts w:ascii="Helvetica 55 Roman" w:hAnsi="Helvetica 55 Roman"/>
        </w:rPr>
        <w:t>Respect de la réglementation sur l’amiante (DTA pour les immeubles construits avant</w:t>
      </w:r>
      <w:r w:rsidR="00FB7254" w:rsidRPr="006A5521">
        <w:rPr>
          <w:rFonts w:ascii="Helvetica 55 Roman" w:hAnsi="Helvetica 55 Roman"/>
        </w:rPr>
        <w:t xml:space="preserve"> </w:t>
      </w:r>
      <w:r w:rsidRPr="006A5521">
        <w:rPr>
          <w:rFonts w:ascii="Helvetica 55 Roman" w:hAnsi="Helvetica 55 Roman"/>
        </w:rPr>
        <w:t>1997)</w:t>
      </w:r>
      <w:r w:rsidR="009B0080" w:rsidRPr="006A5521">
        <w:rPr>
          <w:rFonts w:ascii="Helvetica 55 Roman" w:hAnsi="Helvetica 55 Roman"/>
        </w:rPr>
        <w:t>.</w:t>
      </w:r>
    </w:p>
    <w:p w14:paraId="28518F85" w14:textId="77777777" w:rsidR="00CE4238" w:rsidRPr="006A5521" w:rsidRDefault="00CE4238" w:rsidP="00FE2954">
      <w:pPr>
        <w:rPr>
          <w:rFonts w:ascii="Helvetica 55 Roman" w:hAnsi="Helvetica 55 Roman"/>
        </w:rPr>
      </w:pPr>
    </w:p>
    <w:p w14:paraId="28518F86" w14:textId="77777777" w:rsidR="00FE2954" w:rsidRPr="006A5521" w:rsidRDefault="00FE2954" w:rsidP="00CC3080">
      <w:pPr>
        <w:jc w:val="both"/>
        <w:rPr>
          <w:rFonts w:ascii="Helvetica 55 Roman" w:hAnsi="Helvetica 55 Roman"/>
        </w:rPr>
      </w:pPr>
      <w:r w:rsidRPr="006A5521">
        <w:rPr>
          <w:rFonts w:ascii="Helvetica 55 Roman" w:hAnsi="Helvetica 55 Roman"/>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28518F87" w14:textId="77777777" w:rsidR="00FE2954" w:rsidRPr="006A5521" w:rsidRDefault="00FE2954" w:rsidP="00FE2954">
      <w:pPr>
        <w:autoSpaceDE w:val="0"/>
        <w:autoSpaceDN w:val="0"/>
        <w:adjustRightInd w:val="0"/>
        <w:rPr>
          <w:rFonts w:ascii="Helvetica 55 Roman" w:eastAsia="MS Mincho" w:hAnsi="Helvetica 55 Roman"/>
        </w:rPr>
      </w:pPr>
    </w:p>
    <w:p w14:paraId="28518F88" w14:textId="77777777" w:rsidR="00FE2954" w:rsidRPr="006A5521" w:rsidRDefault="00FE2954" w:rsidP="00CC3080">
      <w:pPr>
        <w:autoSpaceDE w:val="0"/>
        <w:autoSpaceDN w:val="0"/>
        <w:adjustRightInd w:val="0"/>
        <w:jc w:val="both"/>
        <w:rPr>
          <w:rFonts w:ascii="Helvetica 55 Roman" w:hAnsi="Helvetica 55 Roman"/>
          <w:strike/>
        </w:rPr>
      </w:pPr>
      <w:r w:rsidRPr="006A5521">
        <w:rPr>
          <w:rFonts w:ascii="Helvetica 55 Roman" w:eastAsia="MS Mincho" w:hAnsi="Helvetica 55 Roman"/>
        </w:rPr>
        <w:t xml:space="preserve">Dans le cas où les conditions de branchement ne répondent pas aux critères ci-dessus, une étude de faisabilité et l’établissement d’un devis pour les travaux seront effectués par </w:t>
      </w:r>
      <w:r w:rsidR="00995693" w:rsidRPr="006A5521">
        <w:rPr>
          <w:rFonts w:ascii="Helvetica 55 Roman" w:eastAsia="MS Mincho" w:hAnsi="Helvetica 55 Roman"/>
        </w:rPr>
        <w:t>RIP FTTX</w:t>
      </w:r>
      <w:r w:rsidR="008809DA" w:rsidRPr="006A5521">
        <w:rPr>
          <w:rFonts w:ascii="Helvetica 55 Roman" w:eastAsia="MS Mincho" w:hAnsi="Helvetica 55 Roman"/>
        </w:rPr>
        <w:t>.</w:t>
      </w:r>
      <w:r w:rsidR="00F10663" w:rsidRPr="006A5521">
        <w:rPr>
          <w:rFonts w:ascii="Helvetica 55 Roman" w:eastAsia="MS Mincho" w:hAnsi="Helvetica 55 Roman"/>
        </w:rPr>
        <w:t xml:space="preserve"> </w:t>
      </w:r>
    </w:p>
    <w:p w14:paraId="28518F89" w14:textId="77777777" w:rsidR="008809DA" w:rsidRPr="006A5521" w:rsidRDefault="008809DA" w:rsidP="00FE2954">
      <w:pPr>
        <w:rPr>
          <w:rFonts w:ascii="Helvetica 55 Roman" w:eastAsia="MS Mincho" w:hAnsi="Helvetica 55 Roman"/>
        </w:rPr>
      </w:pPr>
    </w:p>
    <w:p w14:paraId="28518F8A" w14:textId="77777777" w:rsidR="006B3567" w:rsidRPr="006A5521" w:rsidRDefault="006B3567" w:rsidP="006B3567">
      <w:pPr>
        <w:spacing w:before="120" w:after="0"/>
        <w:jc w:val="both"/>
        <w:rPr>
          <w:rFonts w:ascii="Helvetica 55 Roman" w:hAnsi="Helvetica 55 Roman" w:cs="Arial"/>
        </w:rPr>
      </w:pPr>
      <w:r w:rsidRPr="006A5521">
        <w:rPr>
          <w:rFonts w:ascii="Helvetica 55 Roman" w:hAnsi="Helvetica 55 Roman" w:cs="Arial"/>
        </w:rPr>
        <w:t>Sur le domaine privé du Site Client Final, les câblages reliant :</w:t>
      </w:r>
    </w:p>
    <w:p w14:paraId="28518F8B" w14:textId="77777777" w:rsidR="006B3567" w:rsidRPr="006A5521" w:rsidRDefault="006B3567" w:rsidP="002B1710">
      <w:pPr>
        <w:numPr>
          <w:ilvl w:val="0"/>
          <w:numId w:val="9"/>
        </w:numPr>
        <w:spacing w:after="0"/>
        <w:jc w:val="both"/>
        <w:rPr>
          <w:rFonts w:ascii="Helvetica 55 Roman" w:hAnsi="Helvetica 55 Roman" w:cs="Arial"/>
        </w:rPr>
      </w:pPr>
      <w:r w:rsidRPr="006A5521">
        <w:rPr>
          <w:rFonts w:ascii="Helvetica 55 Roman" w:hAnsi="Helvetica 55 Roman" w:cs="Arial"/>
        </w:rPr>
        <w:t>l'Interface de Service d</w:t>
      </w:r>
      <w:r w:rsidR="00DA6762" w:rsidRPr="006A5521">
        <w:rPr>
          <w:rFonts w:ascii="Helvetica 55 Roman" w:hAnsi="Helvetica 55 Roman" w:cs="Arial"/>
        </w:rPr>
        <w:t xml:space="preserve">e </w:t>
      </w:r>
      <w:r w:rsidR="00995693" w:rsidRPr="006A5521">
        <w:rPr>
          <w:rFonts w:ascii="Helvetica 55 Roman" w:hAnsi="Helvetica 55 Roman" w:cs="Arial"/>
        </w:rPr>
        <w:t>RIP FTTX</w:t>
      </w:r>
      <w:r w:rsidRPr="006A5521">
        <w:rPr>
          <w:rFonts w:ascii="Helvetica 55 Roman" w:hAnsi="Helvetica 55 Roman" w:cs="Arial"/>
        </w:rPr>
        <w:t xml:space="preserve"> à l'Équipement Opérateur, </w:t>
      </w:r>
    </w:p>
    <w:p w14:paraId="28518F8C" w14:textId="77777777" w:rsidR="006B3567" w:rsidRPr="006A5521" w:rsidRDefault="006B3567" w:rsidP="002B1710">
      <w:pPr>
        <w:numPr>
          <w:ilvl w:val="0"/>
          <w:numId w:val="9"/>
        </w:numPr>
        <w:spacing w:after="0"/>
        <w:jc w:val="both"/>
        <w:rPr>
          <w:rFonts w:ascii="Helvetica 55 Roman" w:hAnsi="Helvetica 55 Roman" w:cs="Arial"/>
        </w:rPr>
      </w:pPr>
      <w:r w:rsidRPr="006A5521">
        <w:rPr>
          <w:rFonts w:ascii="Helvetica 55 Roman" w:hAnsi="Helvetica 55 Roman" w:cs="Arial"/>
        </w:rPr>
        <w:t>le Point d'Entrée du Site à l’Interface de Service d</w:t>
      </w:r>
      <w:r w:rsidR="00DA6762" w:rsidRPr="006A5521">
        <w:rPr>
          <w:rFonts w:ascii="Helvetica 55 Roman" w:hAnsi="Helvetica 55 Roman" w:cs="Arial"/>
        </w:rPr>
        <w:t xml:space="preserve">e </w:t>
      </w:r>
      <w:r w:rsidR="00995693" w:rsidRPr="006A5521">
        <w:rPr>
          <w:rFonts w:ascii="Helvetica 55 Roman" w:hAnsi="Helvetica 55 Roman" w:cs="Arial"/>
        </w:rPr>
        <w:t>RIP FTTX</w:t>
      </w:r>
      <w:r w:rsidRPr="006A5521">
        <w:rPr>
          <w:rFonts w:ascii="Helvetica 55 Roman" w:hAnsi="Helvetica 55 Roman" w:cs="Arial"/>
        </w:rPr>
        <w:t xml:space="preserve">, </w:t>
      </w:r>
    </w:p>
    <w:p w14:paraId="28518F8D" w14:textId="77777777" w:rsidR="006B3567" w:rsidRPr="006A5521" w:rsidRDefault="006B3567" w:rsidP="006B3567">
      <w:pPr>
        <w:spacing w:before="120" w:after="0"/>
        <w:jc w:val="both"/>
        <w:rPr>
          <w:rFonts w:ascii="Helvetica 55 Roman" w:hAnsi="Helvetica 55 Roman" w:cs="Arial"/>
        </w:rPr>
      </w:pPr>
      <w:r w:rsidRPr="006A5521">
        <w:rPr>
          <w:rFonts w:ascii="Helvetica 55 Roman" w:hAnsi="Helvetica 55 Roman" w:cs="Arial"/>
        </w:rPr>
        <w:t xml:space="preserve">sont désignés sous le vocable de </w:t>
      </w:r>
      <w:r w:rsidRPr="006A5521">
        <w:rPr>
          <w:rFonts w:ascii="Helvetica 55 Roman" w:hAnsi="Helvetica 55 Roman" w:cs="Arial"/>
          <w:b/>
        </w:rPr>
        <w:t>dessertes internes</w:t>
      </w:r>
      <w:r w:rsidRPr="006A5521">
        <w:rPr>
          <w:rFonts w:ascii="Helvetica 55 Roman" w:hAnsi="Helvetica 55 Roman" w:cs="Arial"/>
        </w:rPr>
        <w:t xml:space="preserve">, (respectivement, desserte interne côté Équipement Opérateur, desserte côté réseau </w:t>
      </w:r>
      <w:r w:rsidR="00995693" w:rsidRPr="006A5521">
        <w:rPr>
          <w:rFonts w:ascii="Helvetica 55 Roman" w:hAnsi="Helvetica 55 Roman" w:cs="Arial"/>
        </w:rPr>
        <w:t>RIP FTTX</w:t>
      </w:r>
      <w:r w:rsidRPr="006A5521">
        <w:rPr>
          <w:rFonts w:ascii="Helvetica 55 Roman" w:hAnsi="Helvetica 55 Roman" w:cs="Arial"/>
        </w:rPr>
        <w:t>). La desserte interne coté Opérateur est sous la responsabilité de l'Opérateur.</w:t>
      </w:r>
    </w:p>
    <w:p w14:paraId="28518F91" w14:textId="77777777" w:rsidR="006B3567" w:rsidRPr="006A5521" w:rsidRDefault="009F682C" w:rsidP="006B3567">
      <w:pPr>
        <w:jc w:val="both"/>
        <w:rPr>
          <w:rFonts w:ascii="Helvetica 55 Roman" w:hAnsi="Helvetica 55 Roman"/>
        </w:rPr>
      </w:pPr>
      <w:r w:rsidRPr="006A5521">
        <w:rPr>
          <w:rFonts w:ascii="Helvetica 55 Roman" w:hAnsi="Helvetica 55 Roman"/>
          <w:noProof/>
        </w:rPr>
        <w:lastRenderedPageBreak/>
        <mc:AlternateContent>
          <mc:Choice Requires="wps">
            <w:drawing>
              <wp:anchor distT="0" distB="0" distL="114300" distR="114300" simplePos="0" relativeHeight="251640320" behindDoc="0" locked="0" layoutInCell="1" allowOverlap="1" wp14:anchorId="28518FFD" wp14:editId="28518FFE">
                <wp:simplePos x="0" y="0"/>
                <wp:positionH relativeFrom="column">
                  <wp:posOffset>2907665</wp:posOffset>
                </wp:positionH>
                <wp:positionV relativeFrom="paragraph">
                  <wp:posOffset>110490</wp:posOffset>
                </wp:positionV>
                <wp:extent cx="1461770" cy="290195"/>
                <wp:effectExtent l="0" t="0" r="0" b="0"/>
                <wp:wrapNone/>
                <wp:docPr id="8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8FFD" id="Text Box 5" o:spid="_x0000_s1252" type="#_x0000_t202" style="position:absolute;left:0;text-align:left;margin-left:228.95pt;margin-top:8.7pt;width:115.1pt;height:22.85pt;z-index:25164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" filled="f" stroked="f">
                <v:textbox style="mso-fit-shape-to-text:t">
                  <w:txbxContent>
                    <w:p w14:paraId="285190B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14:paraId="28518F92"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36224" behindDoc="0" locked="0" layoutInCell="1" allowOverlap="1" wp14:anchorId="28518FFF" wp14:editId="28519000">
                <wp:simplePos x="0" y="0"/>
                <wp:positionH relativeFrom="column">
                  <wp:posOffset>2105025</wp:posOffset>
                </wp:positionH>
                <wp:positionV relativeFrom="paragraph">
                  <wp:posOffset>850900</wp:posOffset>
                </wp:positionV>
                <wp:extent cx="401955" cy="590550"/>
                <wp:effectExtent l="0" t="0" r="17145" b="19050"/>
                <wp:wrapNone/>
                <wp:docPr id="8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F559827" id="Rectangle 33" o:spid="_x0000_s1026" style="position:absolute;margin-left:165.75pt;margin-top:67pt;width:31.65pt;height:46.5pt;z-index:25163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" fillcolor="window" strokecolor="windowText"/>
            </w:pict>
          </mc:Fallback>
        </mc:AlternateContent>
      </w:r>
      <w:r w:rsidRPr="006A5521">
        <w:rPr>
          <w:rFonts w:ascii="Helvetica 55 Roman" w:hAnsi="Helvetica 55 Roman"/>
          <w:noProof/>
        </w:rPr>
        <mc:AlternateContent>
          <mc:Choice Requires="wps">
            <w:drawing>
              <wp:anchor distT="0" distB="0" distL="114300" distR="114300" simplePos="0" relativeHeight="251641344" behindDoc="0" locked="0" layoutInCell="1" allowOverlap="1" wp14:anchorId="28519001" wp14:editId="28519002">
                <wp:simplePos x="0" y="0"/>
                <wp:positionH relativeFrom="column">
                  <wp:posOffset>4073525</wp:posOffset>
                </wp:positionH>
                <wp:positionV relativeFrom="paragraph">
                  <wp:posOffset>450850</wp:posOffset>
                </wp:positionV>
                <wp:extent cx="1606550" cy="257175"/>
                <wp:effectExtent l="0" t="0" r="0" b="9525"/>
                <wp:wrapNone/>
                <wp:docPr id="8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8"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1" id="Text Box 7" o:spid="_x0000_s1253" type="#_x0000_t202" style="position:absolute;margin-left:320.75pt;margin-top:35.5pt;width:126.5pt;height:20.25pt;z-index:25164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" filled="f" stroked="f">
                <v:textbox style="mso-fit-shape-to-text:t">
                  <w:txbxContent>
                    <w:p w14:paraId="285190B8"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44416" behindDoc="0" locked="0" layoutInCell="1" allowOverlap="1" wp14:anchorId="28519003" wp14:editId="28519004">
                <wp:simplePos x="0" y="0"/>
                <wp:positionH relativeFrom="column">
                  <wp:posOffset>2164080</wp:posOffset>
                </wp:positionH>
                <wp:positionV relativeFrom="paragraph">
                  <wp:posOffset>990600</wp:posOffset>
                </wp:positionV>
                <wp:extent cx="169545" cy="212725"/>
                <wp:effectExtent l="0" t="0" r="20955" b="15875"/>
                <wp:wrapNone/>
                <wp:docPr id="8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7EDF44B5" id="Rectangle 10" o:spid="_x0000_s1026" style="position:absolute;margin-left:170.4pt;margin-top:78pt;width:13.35pt;height:16.75pt;z-index:25164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BnLPOO9QEAANUDAAAOAAAAAAAAAAAAAAAAAC4C&#10;AABkcnMvZTJvRG9jLnhtbFBLAQItABQABgAIAAAAIQC8Ldkj4QAAAAsBAAAPAAAAAAAAAAAAAAAA&#10;AE8EAABkcnMvZG93bnJldi54bWxQSwUGAAAAAAQABADzAAAAXQUAAAAA&#10;" fillcolor="#f60" strokecolor="windowText"/>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48512" behindDoc="0" locked="0" layoutInCell="1" allowOverlap="1" wp14:anchorId="28519005" wp14:editId="28519006">
                <wp:simplePos x="0" y="0"/>
                <wp:positionH relativeFrom="column">
                  <wp:posOffset>617855</wp:posOffset>
                </wp:positionH>
                <wp:positionV relativeFrom="paragraph">
                  <wp:posOffset>2073274</wp:posOffset>
                </wp:positionV>
                <wp:extent cx="854075" cy="0"/>
                <wp:effectExtent l="0" t="76200" r="22225" b="95250"/>
                <wp:wrapNone/>
                <wp:docPr id="8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7F704A" id="Line 16" o:spid="_x0000_s1026" style="position:absolute;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8.65pt,163.25pt" to="115.9pt,1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" strokecolor="windowText">
                <v:stroke endarrow="block"/>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50560" behindDoc="0" locked="0" layoutInCell="1" allowOverlap="1" wp14:anchorId="28519007" wp14:editId="28519008">
                <wp:simplePos x="0" y="0"/>
                <wp:positionH relativeFrom="column">
                  <wp:posOffset>415925</wp:posOffset>
                </wp:positionH>
                <wp:positionV relativeFrom="paragraph">
                  <wp:posOffset>1755775</wp:posOffset>
                </wp:positionV>
                <wp:extent cx="1069975" cy="257175"/>
                <wp:effectExtent l="0" t="0" r="0" b="9525"/>
                <wp:wrapNone/>
                <wp:docPr id="8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7" id="Text Box 18" o:spid="_x0000_s1254" type="#_x0000_t202" style="position:absolute;margin-left:32.75pt;margin-top:138.25pt;width:84.25pt;height:20.25pt;z-index:25165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" filled="f" stroked="f">
                <v:textbox style="mso-fit-shape-to-text:t">
                  <w:txbxContent>
                    <w:p w14:paraId="285190B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56704" behindDoc="0" locked="0" layoutInCell="1" allowOverlap="1" wp14:anchorId="28519009" wp14:editId="2851900A">
                <wp:simplePos x="0" y="0"/>
                <wp:positionH relativeFrom="column">
                  <wp:posOffset>2049780</wp:posOffset>
                </wp:positionH>
                <wp:positionV relativeFrom="paragraph">
                  <wp:posOffset>490220</wp:posOffset>
                </wp:positionV>
                <wp:extent cx="1581150" cy="422275"/>
                <wp:effectExtent l="0" t="0" r="0" b="0"/>
                <wp:wrapNone/>
                <wp:docPr id="8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A"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28519009" id="Text Box 31" o:spid="_x0000_s1255" type="#_x0000_t202" style="position:absolute;margin-left:161.4pt;margin-top:38.6pt;width:124.5pt;height:33.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" filled="f" stroked="f">
                <v:textbox style="mso-fit-shape-to-text:t">
                  <w:txbxContent>
                    <w:p w14:paraId="285190BA"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58752" behindDoc="0" locked="0" layoutInCell="1" allowOverlap="1" wp14:anchorId="2851900B" wp14:editId="2851900C">
                <wp:simplePos x="0" y="0"/>
                <wp:positionH relativeFrom="column">
                  <wp:posOffset>333375</wp:posOffset>
                </wp:positionH>
                <wp:positionV relativeFrom="paragraph">
                  <wp:posOffset>368300</wp:posOffset>
                </wp:positionV>
                <wp:extent cx="980440" cy="257175"/>
                <wp:effectExtent l="0" t="0" r="0" b="9525"/>
                <wp:wrapNone/>
                <wp:docPr id="7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B" id="_x0000_s1256" type="#_x0000_t202" style="position:absolute;margin-left:26.25pt;margin-top:29pt;width:77.2pt;height:20.2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" filled="f" stroked="f">
                <v:textbox style="mso-fit-shape-to-text:t">
                  <w:txbxContent>
                    <w:p w14:paraId="285190B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p>
    <w:p w14:paraId="28518F93"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54656" behindDoc="0" locked="0" layoutInCell="1" allowOverlap="1" wp14:anchorId="2851900D" wp14:editId="2851900E">
                <wp:simplePos x="0" y="0"/>
                <wp:positionH relativeFrom="column">
                  <wp:posOffset>1459865</wp:posOffset>
                </wp:positionH>
                <wp:positionV relativeFrom="paragraph">
                  <wp:posOffset>29845</wp:posOffset>
                </wp:positionV>
                <wp:extent cx="4803775" cy="1948180"/>
                <wp:effectExtent l="0" t="0" r="15875" b="13970"/>
                <wp:wrapNone/>
                <wp:docPr id="7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3775" cy="1948180"/>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4B6D6E" id="Rectangle 25" o:spid="_x0000_s1026" style="position:absolute;margin-left:114.95pt;margin-top:2.35pt;width:378.25pt;height:153.4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" filled="f" strokecolor="windowText">
                <v:stroke dashstyle="dash"/>
              </v:rect>
            </w:pict>
          </mc:Fallback>
        </mc:AlternateContent>
      </w:r>
      <w:r w:rsidRPr="006A5521">
        <w:rPr>
          <w:rFonts w:ascii="Helvetica 55 Roman" w:hAnsi="Helvetica 55 Roman"/>
          <w:noProof/>
        </w:rPr>
        <mc:AlternateContent>
          <mc:Choice Requires="wps">
            <w:drawing>
              <wp:anchor distT="0" distB="0" distL="114300" distR="114300" simplePos="0" relativeHeight="251655680" behindDoc="0" locked="0" layoutInCell="1" allowOverlap="1" wp14:anchorId="2851900F" wp14:editId="28519010">
                <wp:simplePos x="0" y="0"/>
                <wp:positionH relativeFrom="column">
                  <wp:posOffset>3094990</wp:posOffset>
                </wp:positionH>
                <wp:positionV relativeFrom="paragraph">
                  <wp:posOffset>69215</wp:posOffset>
                </wp:positionV>
                <wp:extent cx="1594485" cy="290195"/>
                <wp:effectExtent l="0" t="0" r="0" b="0"/>
                <wp:wrapNone/>
                <wp:docPr id="7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C"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F" id="Text Box 29" o:spid="_x0000_s1257" type="#_x0000_t202" style="position:absolute;margin-left:243.7pt;margin-top:5.45pt;width:125.55pt;height:22.85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" filled="f" stroked="f">
                <v:textbox style="mso-fit-shape-to-text:t">
                  <w:txbxContent>
                    <w:p w14:paraId="285190BC"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p>
    <w:p w14:paraId="28518F94"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38272" behindDoc="0" locked="0" layoutInCell="1" allowOverlap="1" wp14:anchorId="28519011" wp14:editId="28519012">
                <wp:simplePos x="0" y="0"/>
                <wp:positionH relativeFrom="column">
                  <wp:posOffset>1741805</wp:posOffset>
                </wp:positionH>
                <wp:positionV relativeFrom="paragraph">
                  <wp:posOffset>137160</wp:posOffset>
                </wp:positionV>
                <wp:extent cx="4378960" cy="1403985"/>
                <wp:effectExtent l="0" t="0" r="21590" b="24765"/>
                <wp:wrapNone/>
                <wp:docPr id="7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8960" cy="1403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6A2978F" id="Rectangle 3" o:spid="_x0000_s1026" style="position:absolute;margin-left:137.15pt;margin-top:10.8pt;width:344.8pt;height:110.55pt;z-index:25163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" filled="f" strokecolor="windowText"/>
            </w:pict>
          </mc:Fallback>
        </mc:AlternateContent>
      </w:r>
    </w:p>
    <w:p w14:paraId="28518F95"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2064" behindDoc="0" locked="0" layoutInCell="1" allowOverlap="1" wp14:anchorId="28519013" wp14:editId="28519014">
                <wp:simplePos x="0" y="0"/>
                <wp:positionH relativeFrom="column">
                  <wp:posOffset>5321935</wp:posOffset>
                </wp:positionH>
                <wp:positionV relativeFrom="paragraph">
                  <wp:posOffset>120650</wp:posOffset>
                </wp:positionV>
                <wp:extent cx="728980" cy="356235"/>
                <wp:effectExtent l="0" t="0" r="0" b="5715"/>
                <wp:wrapNone/>
                <wp:docPr id="7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D"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285190BE"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3" id="Text Box 17" o:spid="_x0000_s1258" type="#_x0000_t202" style="position:absolute;margin-left:419.05pt;margin-top:9.5pt;width:57.4pt;height:28.05pt;z-index:25167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" filled="f" stroked="f">
                <v:textbox style="mso-fit-shape-to-text:t">
                  <w:txbxContent>
                    <w:p w14:paraId="285190BD"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285190BE"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37248" behindDoc="0" locked="0" layoutInCell="1" allowOverlap="1" wp14:anchorId="28519015" wp14:editId="28519016">
                <wp:simplePos x="0" y="0"/>
                <wp:positionH relativeFrom="column">
                  <wp:posOffset>3740150</wp:posOffset>
                </wp:positionH>
                <wp:positionV relativeFrom="paragraph">
                  <wp:posOffset>137160</wp:posOffset>
                </wp:positionV>
                <wp:extent cx="2252980" cy="901700"/>
                <wp:effectExtent l="11430" t="11430" r="12065" b="10795"/>
                <wp:wrapNone/>
                <wp:docPr id="7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2980"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E8034B" id="Rectangle 2" o:spid="_x0000_s1026" style="position:absolute;margin-left:294.5pt;margin-top:10.8pt;width:177.4pt;height:71pt;z-index:25163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" fillcolor="#d8d8d8"/>
            </w:pict>
          </mc:Fallback>
        </mc:AlternateContent>
      </w:r>
    </w:p>
    <w:p w14:paraId="28518F96"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59776" behindDoc="0" locked="0" layoutInCell="1" allowOverlap="1" wp14:anchorId="28519017" wp14:editId="28519018">
                <wp:simplePos x="0" y="0"/>
                <wp:positionH relativeFrom="column">
                  <wp:posOffset>4501515</wp:posOffset>
                </wp:positionH>
                <wp:positionV relativeFrom="paragraph">
                  <wp:posOffset>1905</wp:posOffset>
                </wp:positionV>
                <wp:extent cx="0" cy="836930"/>
                <wp:effectExtent l="86995" t="15240" r="84455" b="14605"/>
                <wp:wrapNone/>
                <wp:docPr id="73" name="Lin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C08FB7" id="Line 22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45pt,.15pt" to="354.45pt,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" strokecolor="red">
                <v:stroke startarrow="block" startarrowwidth="wide" startarrowlength="long" endarrow="block" endarrowwidth="wide" endarrowlength="long"/>
              </v:line>
            </w:pict>
          </mc:Fallback>
        </mc:AlternateContent>
      </w:r>
      <w:r w:rsidRPr="006A5521">
        <w:rPr>
          <w:rFonts w:ascii="Helvetica 55 Roman" w:hAnsi="Helvetica 55 Roman"/>
          <w:noProof/>
        </w:rPr>
        <mc:AlternateContent>
          <mc:Choice Requires="wps">
            <w:drawing>
              <wp:anchor distT="0" distB="0" distL="114300" distR="114300" simplePos="0" relativeHeight="251642368" behindDoc="0" locked="0" layoutInCell="1" allowOverlap="1" wp14:anchorId="28519019" wp14:editId="2851901A">
                <wp:simplePos x="0" y="0"/>
                <wp:positionH relativeFrom="column">
                  <wp:posOffset>3841750</wp:posOffset>
                </wp:positionH>
                <wp:positionV relativeFrom="paragraph">
                  <wp:posOffset>103505</wp:posOffset>
                </wp:positionV>
                <wp:extent cx="600075" cy="612140"/>
                <wp:effectExtent l="8255" t="12065" r="10795" b="13970"/>
                <wp:wrapNone/>
                <wp:docPr id="7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14:paraId="285190BF"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285190C0"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285190C1"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19" id="Rectangle 8" o:spid="_x0000_s1259" style="position:absolute;margin-left:302.5pt;margin-top:8.15pt;width:47.25pt;height:48.2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" fillcolor="#fc9">
                <v:textbox>
                  <w:txbxContent>
                    <w:p w14:paraId="285190BF"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285190C0"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285190C1"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6A5521">
        <w:rPr>
          <w:rFonts w:ascii="Helvetica 55 Roman" w:hAnsi="Helvetica 55 Roman"/>
          <w:noProof/>
        </w:rPr>
        <mc:AlternateContent>
          <mc:Choice Requires="wps">
            <w:drawing>
              <wp:anchor distT="0" distB="0" distL="114300" distR="114300" simplePos="0" relativeHeight="251662848" behindDoc="0" locked="0" layoutInCell="1" allowOverlap="1" wp14:anchorId="2851901B" wp14:editId="2851901C">
                <wp:simplePos x="0" y="0"/>
                <wp:positionH relativeFrom="column">
                  <wp:posOffset>2564130</wp:posOffset>
                </wp:positionH>
                <wp:positionV relativeFrom="paragraph">
                  <wp:posOffset>170815</wp:posOffset>
                </wp:positionV>
                <wp:extent cx="1176020" cy="257175"/>
                <wp:effectExtent l="0" t="0" r="0" b="9525"/>
                <wp:wrapNone/>
                <wp:docPr id="7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B" id="_x0000_s1260" type="#_x0000_t202" style="position:absolute;margin-left:201.9pt;margin-top:13.45pt;width:92.6pt;height:20.25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" filled="f" stroked="f">
                <v:textbox style="mso-fit-shape-to-text:t">
                  <w:txbxContent>
                    <w:p w14:paraId="285190C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61824" behindDoc="0" locked="0" layoutInCell="1" allowOverlap="1" wp14:anchorId="2851901D" wp14:editId="2851901E">
                <wp:simplePos x="0" y="0"/>
                <wp:positionH relativeFrom="column">
                  <wp:posOffset>368300</wp:posOffset>
                </wp:positionH>
                <wp:positionV relativeFrom="paragraph">
                  <wp:posOffset>132715</wp:posOffset>
                </wp:positionV>
                <wp:extent cx="1681480" cy="257175"/>
                <wp:effectExtent l="0" t="0" r="0" b="9525"/>
                <wp:wrapNone/>
                <wp:docPr id="7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3"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D" id="_x0000_s1261" type="#_x0000_t202" style="position:absolute;margin-left:29pt;margin-top:10.45pt;width:132.4pt;height:20.25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" filled="f" stroked="f">
                <v:textbox style="mso-fit-shape-to-text:t">
                  <w:txbxContent>
                    <w:p w14:paraId="285190C3"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39296" behindDoc="0" locked="0" layoutInCell="1" allowOverlap="1" wp14:anchorId="2851901F" wp14:editId="28519020">
                <wp:simplePos x="0" y="0"/>
                <wp:positionH relativeFrom="column">
                  <wp:posOffset>-138430</wp:posOffset>
                </wp:positionH>
                <wp:positionV relativeFrom="paragraph">
                  <wp:posOffset>103505</wp:posOffset>
                </wp:positionV>
                <wp:extent cx="471805" cy="501650"/>
                <wp:effectExtent l="9525" t="12065" r="13970" b="10160"/>
                <wp:wrapNone/>
                <wp:docPr id="6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14:paraId="285190C4"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1F" id="Rectangle 4" o:spid="_x0000_s1262" style="position:absolute;margin-left:-10.9pt;margin-top:8.15pt;width:37.15pt;height:39.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" fillcolor="#f93">
                <v:textbox>
                  <w:txbxContent>
                    <w:p w14:paraId="285190C4"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p>
    <w:p w14:paraId="28518F97"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1040" behindDoc="0" locked="0" layoutInCell="1" allowOverlap="1" wp14:anchorId="28519021" wp14:editId="28519022">
                <wp:simplePos x="0" y="0"/>
                <wp:positionH relativeFrom="column">
                  <wp:posOffset>5524500</wp:posOffset>
                </wp:positionH>
                <wp:positionV relativeFrom="paragraph">
                  <wp:posOffset>99060</wp:posOffset>
                </wp:positionV>
                <wp:extent cx="413385" cy="221615"/>
                <wp:effectExtent l="5080" t="13335" r="10160" b="12700"/>
                <wp:wrapNone/>
                <wp:docPr id="6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14:paraId="285190C5" w14:textId="77777777" w:rsidR="009B40E5" w:rsidRDefault="009B40E5" w:rsidP="006B3567">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21" id="Rectangle 238" o:spid="_x0000_s1263" style="position:absolute;margin-left:435pt;margin-top:7.8pt;width:32.55pt;height:17.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">
                <v:textbox>
                  <w:txbxContent>
                    <w:p w14:paraId="285190C5" w14:textId="77777777" w:rsidR="009B40E5" w:rsidRDefault="009B40E5" w:rsidP="006B3567">
                      <w:pPr>
                        <w:pStyle w:val="NormalWeb"/>
                        <w:spacing w:before="0" w:beforeAutospacing="0" w:after="0" w:afterAutospacing="0"/>
                        <w:jc w:val="center"/>
                      </w:pPr>
                    </w:p>
                  </w:txbxContent>
                </v:textbox>
              </v:rect>
            </w:pict>
          </mc:Fallback>
        </mc:AlternateContent>
      </w:r>
    </w:p>
    <w:p w14:paraId="28518F98"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68992" behindDoc="0" locked="0" layoutInCell="1" allowOverlap="1" wp14:anchorId="28519023" wp14:editId="28519024">
                <wp:simplePos x="0" y="0"/>
                <wp:positionH relativeFrom="column">
                  <wp:posOffset>1746885</wp:posOffset>
                </wp:positionH>
                <wp:positionV relativeFrom="paragraph">
                  <wp:posOffset>104140</wp:posOffset>
                </wp:positionV>
                <wp:extent cx="432435" cy="257175"/>
                <wp:effectExtent l="0" t="0" r="0" b="9525"/>
                <wp:wrapNone/>
                <wp:docPr id="6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6"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3" id="_x0000_s1264" type="#_x0000_t202" style="position:absolute;margin-left:137.55pt;margin-top:8.2pt;width:34.05pt;height:20.25pt;z-index:25166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" filled="f" stroked="f">
                <v:textbox style="mso-fit-shape-to-text:t">
                  <w:txbxContent>
                    <w:p w14:paraId="285190C6"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6A5521">
        <w:rPr>
          <w:rFonts w:ascii="Helvetica 55 Roman" w:eastAsia="MS Mincho" w:hAnsi="Helvetica 55 Roman"/>
          <w:noProof/>
        </w:rPr>
        <mc:AlternateContent>
          <mc:Choice Requires="wps">
            <w:drawing>
              <wp:anchor distT="0" distB="0" distL="114300" distR="114300" simplePos="0" relativeHeight="251665920" behindDoc="0" locked="0" layoutInCell="1" allowOverlap="1" wp14:anchorId="28519025" wp14:editId="28519026">
                <wp:simplePos x="0" y="0"/>
                <wp:positionH relativeFrom="column">
                  <wp:posOffset>2490470</wp:posOffset>
                </wp:positionH>
                <wp:positionV relativeFrom="paragraph">
                  <wp:posOffset>105410</wp:posOffset>
                </wp:positionV>
                <wp:extent cx="1322070" cy="422275"/>
                <wp:effectExtent l="0" t="0" r="0" b="0"/>
                <wp:wrapNone/>
                <wp:docPr id="6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207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7"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285190C8"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5" id="_x0000_s1265" type="#_x0000_t202" style="position:absolute;margin-left:196.1pt;margin-top:8.3pt;width:104.1pt;height:33.25pt;z-index:25166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" filled="f" stroked="f">
                <v:textbox style="mso-fit-shape-to-text:t">
                  <w:txbxContent>
                    <w:p w14:paraId="285190C7"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285190C8"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60800" behindDoc="0" locked="0" layoutInCell="1" allowOverlap="1" wp14:anchorId="28519027" wp14:editId="28519028">
                <wp:simplePos x="0" y="0"/>
                <wp:positionH relativeFrom="column">
                  <wp:posOffset>4539615</wp:posOffset>
                </wp:positionH>
                <wp:positionV relativeFrom="paragraph">
                  <wp:posOffset>144145</wp:posOffset>
                </wp:positionV>
                <wp:extent cx="298450" cy="257175"/>
                <wp:effectExtent l="0" t="0" r="0" b="9525"/>
                <wp:wrapNone/>
                <wp:docPr id="6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9"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7" id="_x0000_s1266" type="#_x0000_t202" style="position:absolute;margin-left:357.45pt;margin-top:11.35pt;width:23.5pt;height:20.2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" filled="f" stroked="f">
                <v:textbox style="mso-fit-shape-to-text:t">
                  <w:txbxContent>
                    <w:p w14:paraId="285190C9"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70016" behindDoc="0" locked="0" layoutInCell="1" allowOverlap="1" wp14:anchorId="28519029" wp14:editId="2851902A">
                <wp:simplePos x="0" y="0"/>
                <wp:positionH relativeFrom="column">
                  <wp:posOffset>4441825</wp:posOffset>
                </wp:positionH>
                <wp:positionV relativeFrom="paragraph">
                  <wp:posOffset>36195</wp:posOffset>
                </wp:positionV>
                <wp:extent cx="1153795" cy="0"/>
                <wp:effectExtent l="17780" t="12700" r="9525" b="15875"/>
                <wp:wrapNone/>
                <wp:docPr id="64" name="Lin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37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8771A" id="Line 237" o:spid="_x0000_s1026" style="position:absolute;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75pt,2.85pt" to="440.6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" strokeweight="1.5pt"/>
            </w:pict>
          </mc:Fallback>
        </mc:AlternateContent>
      </w:r>
      <w:r w:rsidRPr="006A5521">
        <w:rPr>
          <w:rFonts w:ascii="Helvetica 55 Roman" w:hAnsi="Helvetica 55 Roman"/>
          <w:noProof/>
        </w:rPr>
        <mc:AlternateContent>
          <mc:Choice Requires="wps">
            <w:drawing>
              <wp:anchor distT="0" distB="0" distL="114300" distR="114300" simplePos="0" relativeHeight="251645440" behindDoc="0" locked="0" layoutInCell="1" allowOverlap="1" wp14:anchorId="2851902B" wp14:editId="2851902C">
                <wp:simplePos x="0" y="0"/>
                <wp:positionH relativeFrom="column">
                  <wp:posOffset>2042160</wp:posOffset>
                </wp:positionH>
                <wp:positionV relativeFrom="paragraph">
                  <wp:posOffset>96520</wp:posOffset>
                </wp:positionV>
                <wp:extent cx="446405" cy="240665"/>
                <wp:effectExtent l="0" t="0" r="0" b="6985"/>
                <wp:wrapNone/>
                <wp:docPr id="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A"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B" id="Text Box 11" o:spid="_x0000_s1267" type="#_x0000_t202" style="position:absolute;margin-left:160.8pt;margin-top:7.6pt;width:35.15pt;height:18.95pt;z-index:25164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" filled="f" stroked="f">
                <v:textbox style="mso-fit-shape-to-text:t">
                  <w:txbxContent>
                    <w:p w14:paraId="285190CA"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r w:rsidRPr="006A5521">
        <w:rPr>
          <w:rFonts w:ascii="Helvetica 55 Roman" w:eastAsia="MS Mincho" w:hAnsi="Helvetica 55 Roman"/>
          <w:noProof/>
        </w:rPr>
        <mc:AlternateContent>
          <mc:Choice Requires="wps">
            <w:drawing>
              <wp:anchor distT="0" distB="0" distL="114299" distR="114299" simplePos="0" relativeHeight="251674112" behindDoc="0" locked="0" layoutInCell="1" allowOverlap="1" wp14:anchorId="2851902D" wp14:editId="2851902E">
                <wp:simplePos x="0" y="0"/>
                <wp:positionH relativeFrom="column">
                  <wp:posOffset>5854699</wp:posOffset>
                </wp:positionH>
                <wp:positionV relativeFrom="paragraph">
                  <wp:posOffset>149225</wp:posOffset>
                </wp:positionV>
                <wp:extent cx="0" cy="547370"/>
                <wp:effectExtent l="0" t="0" r="19050" b="24130"/>
                <wp:wrapNone/>
                <wp:docPr id="6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4737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3FDDA" id="Line 20" o:spid="_x0000_s1026" style="position:absolute;z-index:251674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61pt,11.75pt" to="461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" strokecolor="windowText">
                <v:stroke dashstyle="dash"/>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67968" behindDoc="0" locked="0" layoutInCell="1" allowOverlap="1" wp14:anchorId="2851902F" wp14:editId="28519030">
                <wp:simplePos x="0" y="0"/>
                <wp:positionH relativeFrom="column">
                  <wp:posOffset>1033145</wp:posOffset>
                </wp:positionH>
                <wp:positionV relativeFrom="paragraph">
                  <wp:posOffset>119380</wp:posOffset>
                </wp:positionV>
                <wp:extent cx="426720" cy="262890"/>
                <wp:effectExtent l="9525" t="57785" r="40005" b="12700"/>
                <wp:wrapNone/>
                <wp:docPr id="61"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D145BB" id="_x0000_t32" coordsize="21600,21600" o:spt="32" o:oned="t" path="m,l21600,21600e" filled="f">
                <v:path arrowok="t" fillok="f" o:connecttype="none"/>
                <o:lock v:ext="edit" shapetype="t"/>
              </v:shapetype>
              <v:shape id="AutoShape 235" o:spid="_x0000_s1026" type="#_x0000_t32" style="position:absolute;margin-left:81.35pt;margin-top:9.4pt;width:33.6pt;height:20.7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">
                <v:stroke endarrow="block"/>
              </v:shap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53632" behindDoc="0" locked="0" layoutInCell="1" allowOverlap="1" wp14:anchorId="28519031" wp14:editId="28519032">
                <wp:simplePos x="0" y="0"/>
                <wp:positionH relativeFrom="column">
                  <wp:posOffset>650875</wp:posOffset>
                </wp:positionH>
                <wp:positionV relativeFrom="paragraph">
                  <wp:posOffset>119379</wp:posOffset>
                </wp:positionV>
                <wp:extent cx="1454150" cy="0"/>
                <wp:effectExtent l="38100" t="76200" r="12700" b="95250"/>
                <wp:wrapNone/>
                <wp:docPr id="6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54150"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5BFFF5" id="Line 23" o:spid="_x0000_s1026" style="position:absolute;flip:y;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25pt,9.4pt" to="165.7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" strokecolor="windowText">
                <v:stroke startarrow="block" endarrow="block"/>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46464" behindDoc="0" locked="0" layoutInCell="1" allowOverlap="1" wp14:anchorId="28519033" wp14:editId="28519034">
                <wp:simplePos x="0" y="0"/>
                <wp:positionH relativeFrom="column">
                  <wp:posOffset>2333625</wp:posOffset>
                </wp:positionH>
                <wp:positionV relativeFrom="paragraph">
                  <wp:posOffset>44450</wp:posOffset>
                </wp:positionV>
                <wp:extent cx="1508125" cy="0"/>
                <wp:effectExtent l="14605" t="11430" r="10795" b="17145"/>
                <wp:wrapNone/>
                <wp:docPr id="5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81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8E08EF" id="Line 14"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5pt" to="30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sUBEw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" strokeweight="1.5pt"/>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51584" behindDoc="0" locked="0" layoutInCell="1" allowOverlap="1" wp14:anchorId="28519035" wp14:editId="28519036">
                <wp:simplePos x="0" y="0"/>
                <wp:positionH relativeFrom="column">
                  <wp:posOffset>333375</wp:posOffset>
                </wp:positionH>
                <wp:positionV relativeFrom="paragraph">
                  <wp:posOffset>36194</wp:posOffset>
                </wp:positionV>
                <wp:extent cx="1830705" cy="0"/>
                <wp:effectExtent l="19050" t="19050" r="17145" b="19050"/>
                <wp:wrapNone/>
                <wp:docPr id="5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A1285" id="Line 19" o:spid="_x0000_s1026" style="position:absolute;flip:x;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25pt,2.85pt" to="170.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" strokecolor="windowText" strokeweight="3pt">
                <o:lock v:ext="edit" shapetype="f"/>
              </v:line>
            </w:pict>
          </mc:Fallback>
        </mc:AlternateContent>
      </w:r>
    </w:p>
    <w:p w14:paraId="28518F99"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7184" behindDoc="0" locked="0" layoutInCell="1" allowOverlap="1" wp14:anchorId="28519037" wp14:editId="28519038">
                <wp:simplePos x="0" y="0"/>
                <wp:positionH relativeFrom="column">
                  <wp:posOffset>2263140</wp:posOffset>
                </wp:positionH>
                <wp:positionV relativeFrom="paragraph">
                  <wp:posOffset>75565</wp:posOffset>
                </wp:positionV>
                <wp:extent cx="0" cy="130175"/>
                <wp:effectExtent l="10795" t="10160" r="8255" b="12065"/>
                <wp:wrapNone/>
                <wp:docPr id="57"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031C16" id="AutoShape 244" o:spid="_x0000_s1026" type="#_x0000_t32" style="position:absolute;margin-left:178.2pt;margin-top:5.95pt;width:0;height:10.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gEGHgIAAD0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"/>
            </w:pict>
          </mc:Fallback>
        </mc:AlternateContent>
      </w:r>
      <w:r w:rsidRPr="006A5521">
        <w:rPr>
          <w:rFonts w:ascii="Helvetica 55 Roman" w:hAnsi="Helvetica 55 Roman"/>
          <w:noProof/>
        </w:rPr>
        <mc:AlternateContent>
          <mc:Choice Requires="wps">
            <w:drawing>
              <wp:anchor distT="0" distB="0" distL="114300" distR="114300" simplePos="0" relativeHeight="251676160" behindDoc="0" locked="0" layoutInCell="1" allowOverlap="1" wp14:anchorId="28519039" wp14:editId="2851903A">
                <wp:simplePos x="0" y="0"/>
                <wp:positionH relativeFrom="column">
                  <wp:posOffset>2263140</wp:posOffset>
                </wp:positionH>
                <wp:positionV relativeFrom="paragraph">
                  <wp:posOffset>75565</wp:posOffset>
                </wp:positionV>
                <wp:extent cx="0" cy="149225"/>
                <wp:effectExtent l="1270" t="635" r="0" b="2540"/>
                <wp:wrapNone/>
                <wp:docPr id="56" name="AutoShap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22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F5796A" id="AutoShape 243" o:spid="_x0000_s1026" type="#_x0000_t32" style="position:absolute;margin-left:178.2pt;margin-top:5.95pt;width:0;height:11.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" stroked="f"/>
            </w:pict>
          </mc:Fallback>
        </mc:AlternateContent>
      </w:r>
      <w:r w:rsidRPr="006A5521">
        <w:rPr>
          <w:rFonts w:ascii="Helvetica 55 Roman" w:hAnsi="Helvetica 55 Roman"/>
          <w:noProof/>
        </w:rPr>
        <mc:AlternateContent>
          <mc:Choice Requires="wps">
            <w:drawing>
              <wp:anchor distT="0" distB="0" distL="114300" distR="114300" simplePos="0" relativeHeight="251666944" behindDoc="0" locked="0" layoutInCell="1" allowOverlap="1" wp14:anchorId="2851903B" wp14:editId="2851903C">
                <wp:simplePos x="0" y="0"/>
                <wp:positionH relativeFrom="column">
                  <wp:posOffset>1721485</wp:posOffset>
                </wp:positionH>
                <wp:positionV relativeFrom="paragraph">
                  <wp:posOffset>137795</wp:posOffset>
                </wp:positionV>
                <wp:extent cx="541655" cy="0"/>
                <wp:effectExtent l="21590" t="53340" r="17780" b="60960"/>
                <wp:wrapNone/>
                <wp:docPr id="55"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65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AA4A0" id="Line 234"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55pt,10.85pt" to="178.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" strokecolor="blue">
                <v:stroke startarrow="block" endarrow="block"/>
              </v:lin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64896" behindDoc="0" locked="0" layoutInCell="1" allowOverlap="1" wp14:anchorId="2851903D" wp14:editId="2851903E">
                <wp:simplePos x="0" y="0"/>
                <wp:positionH relativeFrom="column">
                  <wp:posOffset>2263140</wp:posOffset>
                </wp:positionH>
                <wp:positionV relativeFrom="paragraph">
                  <wp:posOffset>137794</wp:posOffset>
                </wp:positionV>
                <wp:extent cx="1578610" cy="0"/>
                <wp:effectExtent l="38100" t="76200" r="21590" b="95250"/>
                <wp:wrapNone/>
                <wp:docPr id="5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57861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635B8" id="Line 9" o:spid="_x0000_s1026" style="position:absolute;flip:y;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8.2pt,10.85pt" to="30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" strokecolor="blue">
                <v:stroke startarrow="block" endarrow="block"/>
                <o:lock v:ext="edit" shapetype="f"/>
              </v:line>
            </w:pict>
          </mc:Fallback>
        </mc:AlternateContent>
      </w:r>
      <w:r w:rsidRPr="006A5521">
        <w:rPr>
          <w:rFonts w:ascii="Helvetica 55 Roman" w:hAnsi="Helvetica 55 Roman"/>
          <w:noProof/>
        </w:rPr>
        <mc:AlternateContent>
          <mc:Choice Requires="wps">
            <w:drawing>
              <wp:anchor distT="0" distB="0" distL="114299" distR="114299" simplePos="0" relativeHeight="251652608" behindDoc="0" locked="0" layoutInCell="1" allowOverlap="1" wp14:anchorId="2851903F" wp14:editId="28519040">
                <wp:simplePos x="0" y="0"/>
                <wp:positionH relativeFrom="column">
                  <wp:posOffset>4441824</wp:posOffset>
                </wp:positionH>
                <wp:positionV relativeFrom="paragraph">
                  <wp:posOffset>26035</wp:posOffset>
                </wp:positionV>
                <wp:extent cx="0" cy="444500"/>
                <wp:effectExtent l="0" t="0" r="19050" b="12700"/>
                <wp:wrapNone/>
                <wp:docPr id="5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4450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DA6B67" id="Line 20" o:spid="_x0000_s1026" style="position:absolute;z-index:251652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49.75pt,2.05pt" to="349.75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" strokecolor="windowText">
                <v:stroke dashstyle="dash"/>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57728" behindDoc="0" locked="0" layoutInCell="1" allowOverlap="1" wp14:anchorId="28519041" wp14:editId="28519042">
                <wp:simplePos x="0" y="0"/>
                <wp:positionH relativeFrom="column">
                  <wp:posOffset>392430</wp:posOffset>
                </wp:positionH>
                <wp:positionV relativeFrom="paragraph">
                  <wp:posOffset>160020</wp:posOffset>
                </wp:positionV>
                <wp:extent cx="1213485" cy="257175"/>
                <wp:effectExtent l="0" t="0" r="0" b="9525"/>
                <wp:wrapNone/>
                <wp:docPr id="52"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28519041" id="Text Box 84" o:spid="_x0000_s1268" type="#_x0000_t202" style="position:absolute;margin-left:30.9pt;margin-top:12.6pt;width:95.5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" filled="f" stroked="f">
                <v:textbox style="mso-fit-shape-to-text:t">
                  <w:txbxContent>
                    <w:p w14:paraId="285190C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14:paraId="28518F9A"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5136" behindDoc="0" locked="0" layoutInCell="1" allowOverlap="1" wp14:anchorId="28519043" wp14:editId="28519044">
                <wp:simplePos x="0" y="0"/>
                <wp:positionH relativeFrom="column">
                  <wp:posOffset>4476750</wp:posOffset>
                </wp:positionH>
                <wp:positionV relativeFrom="paragraph">
                  <wp:posOffset>132715</wp:posOffset>
                </wp:positionV>
                <wp:extent cx="1377950" cy="488315"/>
                <wp:effectExtent l="0" t="0" r="0" b="1270"/>
                <wp:wrapNone/>
                <wp:docPr id="51"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488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C"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285190CD"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8519043" id="Text Box 242" o:spid="_x0000_s1269" type="#_x0000_t202" style="position:absolute;margin-left:352.5pt;margin-top:10.45pt;width:108.5pt;height:38.4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" filled="f" stroked="f">
                <v:textbox style="mso-fit-shape-to-text:t">
                  <w:txbxContent>
                    <w:p w14:paraId="285190CC"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285190CD"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v:textbox>
              </v:shape>
            </w:pict>
          </mc:Fallback>
        </mc:AlternateContent>
      </w:r>
      <w:r w:rsidRPr="006A5521">
        <w:rPr>
          <w:rFonts w:ascii="Helvetica 55 Roman" w:eastAsia="MS Mincho" w:hAnsi="Helvetica 55 Roman"/>
          <w:noProof/>
        </w:rPr>
        <mc:AlternateContent>
          <mc:Choice Requires="wps">
            <w:drawing>
              <wp:anchor distT="0" distB="0" distL="114300" distR="114300" simplePos="0" relativeHeight="251663872" behindDoc="0" locked="0" layoutInCell="1" allowOverlap="1" wp14:anchorId="28519045" wp14:editId="28519046">
                <wp:simplePos x="0" y="0"/>
                <wp:positionH relativeFrom="column">
                  <wp:posOffset>2333625</wp:posOffset>
                </wp:positionH>
                <wp:positionV relativeFrom="paragraph">
                  <wp:posOffset>105410</wp:posOffset>
                </wp:positionV>
                <wp:extent cx="1963420" cy="257175"/>
                <wp:effectExtent l="0" t="0" r="0" b="9525"/>
                <wp:wrapNone/>
                <wp:docPr id="5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té RIP FTTX</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45" id="_x0000_s1270" type="#_x0000_t202" style="position:absolute;margin-left:183.75pt;margin-top:8.3pt;width:154.6pt;height:20.25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" filled="f" stroked="f">
                <v:textbox style="mso-fit-shape-to-text:t">
                  <w:txbxContent>
                    <w:p w14:paraId="285190C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té RIP FTTX</w:t>
                      </w:r>
                    </w:p>
                  </w:txbxContent>
                </v:textbox>
              </v:shape>
            </w:pict>
          </mc:Fallback>
        </mc:AlternateContent>
      </w:r>
    </w:p>
    <w:p w14:paraId="28518F9B" w14:textId="77777777" w:rsidR="006B3567" w:rsidRPr="006A5521" w:rsidRDefault="009F682C" w:rsidP="006B3567">
      <w:pPr>
        <w:rPr>
          <w:rFonts w:ascii="Helvetica 55 Roman" w:eastAsia="MS Mincho" w:hAnsi="Helvetica 55 Roman"/>
        </w:rPr>
      </w:pPr>
      <w:r w:rsidRPr="006A5521">
        <w:rPr>
          <w:rFonts w:ascii="Helvetica 55 Roman" w:eastAsia="MS Mincho" w:hAnsi="Helvetica 55 Roman"/>
          <w:noProof/>
        </w:rPr>
        <mc:AlternateContent>
          <mc:Choice Requires="wps">
            <w:drawing>
              <wp:anchor distT="4294967295" distB="4294967295" distL="114300" distR="114300" simplePos="0" relativeHeight="251673088" behindDoc="0" locked="0" layoutInCell="1" allowOverlap="1" wp14:anchorId="28519047" wp14:editId="28519048">
                <wp:simplePos x="0" y="0"/>
                <wp:positionH relativeFrom="column">
                  <wp:posOffset>4441825</wp:posOffset>
                </wp:positionH>
                <wp:positionV relativeFrom="paragraph">
                  <wp:posOffset>147954</wp:posOffset>
                </wp:positionV>
                <wp:extent cx="1412875" cy="0"/>
                <wp:effectExtent l="38100" t="76200" r="15875" b="95250"/>
                <wp:wrapNone/>
                <wp:docPr id="4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128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21651" id="Line 9" o:spid="_x0000_s1026" style="position:absolute;flip:y;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9.75pt,11.65pt" to="46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" strokecolor="blue">
                <v:stroke startarrow="block" endarrow="block"/>
                <o:lock v:ext="edit" shapetype="f"/>
              </v:lin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43392" behindDoc="0" locked="0" layoutInCell="1" allowOverlap="1" wp14:anchorId="28519049" wp14:editId="2851904A">
                <wp:simplePos x="0" y="0"/>
                <wp:positionH relativeFrom="column">
                  <wp:posOffset>1459865</wp:posOffset>
                </wp:positionH>
                <wp:positionV relativeFrom="paragraph">
                  <wp:posOffset>147954</wp:posOffset>
                </wp:positionV>
                <wp:extent cx="2981960" cy="0"/>
                <wp:effectExtent l="38100" t="76200" r="27940" b="95250"/>
                <wp:wrapNone/>
                <wp:docPr id="4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98196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02BA0A" id="Line 9" o:spid="_x0000_s1026" style="position:absolute;flip:y;z-index:251643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4.95pt,11.65pt" to="349.7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" strokecolor="blue">
                <v:stroke startarrow="block" endarrow="block"/>
                <o:lock v:ext="edit" shapetype="f"/>
              </v:line>
            </w:pict>
          </mc:Fallback>
        </mc:AlternateContent>
      </w:r>
    </w:p>
    <w:p w14:paraId="28518F9C"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49536" behindDoc="0" locked="0" layoutInCell="1" allowOverlap="1" wp14:anchorId="2851904B" wp14:editId="2851904C">
                <wp:simplePos x="0" y="0"/>
                <wp:positionH relativeFrom="column">
                  <wp:posOffset>3130550</wp:posOffset>
                </wp:positionH>
                <wp:positionV relativeFrom="paragraph">
                  <wp:posOffset>142240</wp:posOffset>
                </wp:positionV>
                <wp:extent cx="1002030" cy="257175"/>
                <wp:effectExtent l="0" t="0" r="0" b="9525"/>
                <wp:wrapNone/>
                <wp:docPr id="4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4B" id="_x0000_s1271" type="#_x0000_t202" style="position:absolute;margin-left:246.5pt;margin-top:11.2pt;width:78.9pt;height:20.25pt;z-index:25164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" filled="f" stroked="f">
                <v:textbox style="mso-fit-shape-to-text:t">
                  <w:txbxContent>
                    <w:p w14:paraId="285190C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14:paraId="28518F9D"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47488" behindDoc="0" locked="0" layoutInCell="1" allowOverlap="1" wp14:anchorId="2851904D" wp14:editId="2851904E">
                <wp:simplePos x="0" y="0"/>
                <wp:positionH relativeFrom="column">
                  <wp:posOffset>1478280</wp:posOffset>
                </wp:positionH>
                <wp:positionV relativeFrom="paragraph">
                  <wp:posOffset>131445</wp:posOffset>
                </wp:positionV>
                <wp:extent cx="4785360" cy="0"/>
                <wp:effectExtent l="16510" t="59055" r="17780" b="55245"/>
                <wp:wrapNone/>
                <wp:docPr id="4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53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762E1" id="Line 15"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4pt,10.35pt" to="493.2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">
                <v:stroke startarrow="block" endarrow="block"/>
              </v:line>
            </w:pict>
          </mc:Fallback>
        </mc:AlternateContent>
      </w:r>
    </w:p>
    <w:p w14:paraId="28518F9E" w14:textId="77777777" w:rsidR="006B3567" w:rsidRPr="006A5521" w:rsidRDefault="006B3567" w:rsidP="006B3567">
      <w:pPr>
        <w:rPr>
          <w:rFonts w:ascii="Helvetica 55 Roman" w:eastAsia="MS Mincho" w:hAnsi="Helvetica 55 Roman"/>
        </w:rPr>
      </w:pPr>
    </w:p>
    <w:p w14:paraId="28518F9F" w14:textId="77777777" w:rsidR="006B3567" w:rsidRPr="006A5521" w:rsidRDefault="006B3567" w:rsidP="006B3567">
      <w:pPr>
        <w:rPr>
          <w:rFonts w:ascii="Helvetica 55 Roman" w:eastAsia="MS Mincho" w:hAnsi="Helvetica 55 Roman"/>
        </w:rPr>
      </w:pPr>
    </w:p>
    <w:p w14:paraId="28518FA0" w14:textId="77777777" w:rsidR="008809DA" w:rsidRPr="006A5521" w:rsidRDefault="008809DA" w:rsidP="00B50942">
      <w:pPr>
        <w:pStyle w:val="Lgende"/>
        <w:jc w:val="center"/>
        <w:rPr>
          <w:rFonts w:ascii="Helvetica 55 Roman" w:hAnsi="Helvetica 55 Roman"/>
        </w:rPr>
      </w:pPr>
    </w:p>
    <w:p w14:paraId="28518FA1" w14:textId="77777777" w:rsidR="00925AFA" w:rsidRPr="006A5521" w:rsidRDefault="00B50942" w:rsidP="00B50942">
      <w:pPr>
        <w:pStyle w:val="Lgende"/>
        <w:jc w:val="center"/>
        <w:rPr>
          <w:rFonts w:ascii="Helvetica 55 Roman" w:eastAsia="MS Mincho" w:hAnsi="Helvetica 55 Roman"/>
        </w:rPr>
      </w:pPr>
      <w:r w:rsidRPr="006A5521">
        <w:rPr>
          <w:rFonts w:ascii="Helvetica 55 Roman" w:hAnsi="Helvetica 55 Roman"/>
        </w:rPr>
        <w:t xml:space="preserve">Figure </w:t>
      </w:r>
      <w:r w:rsidR="001A5528" w:rsidRPr="006A5521">
        <w:rPr>
          <w:rFonts w:ascii="Helvetica 55 Roman" w:hAnsi="Helvetica 55 Roman"/>
        </w:rPr>
        <w:t xml:space="preserve">7 </w:t>
      </w:r>
      <w:r w:rsidRPr="006A5521">
        <w:rPr>
          <w:rFonts w:ascii="Helvetica 55 Roman" w:hAnsi="Helvetica 55 Roman"/>
        </w:rPr>
        <w:t xml:space="preserve">: </w:t>
      </w:r>
      <w:r w:rsidR="0046445F" w:rsidRPr="006A5521">
        <w:rPr>
          <w:rFonts w:ascii="Helvetica 55 Roman" w:hAnsi="Helvetica 55 Roman"/>
        </w:rPr>
        <w:t>FTTE passif NRO</w:t>
      </w:r>
      <w:r w:rsidR="00DA6762" w:rsidRPr="006A5521">
        <w:rPr>
          <w:rFonts w:ascii="Helvetica 55 Roman" w:hAnsi="Helvetica 55 Roman"/>
        </w:rPr>
        <w:t xml:space="preserve"> </w:t>
      </w:r>
      <w:r w:rsidR="00651A16" w:rsidRPr="006A5521">
        <w:rPr>
          <w:rFonts w:ascii="Helvetica 55 Roman" w:hAnsi="Helvetica 55 Roman"/>
        </w:rPr>
        <w:t xml:space="preserve"> </w:t>
      </w:r>
      <w:r w:rsidR="00AD1691" w:rsidRPr="006A5521">
        <w:rPr>
          <w:rFonts w:ascii="Helvetica 55 Roman" w:hAnsi="Helvetica 55 Roman"/>
        </w:rPr>
        <w:t>– raccordement côté C</w:t>
      </w:r>
      <w:r w:rsidR="00120F94" w:rsidRPr="006A5521">
        <w:rPr>
          <w:rFonts w:ascii="Helvetica 55 Roman" w:hAnsi="Helvetica 55 Roman"/>
        </w:rPr>
        <w:t>lient Final</w:t>
      </w:r>
      <w:r w:rsidR="008809DA" w:rsidRPr="006A5521">
        <w:rPr>
          <w:rFonts w:ascii="Helvetica 55 Roman" w:hAnsi="Helvetica 55 Roman"/>
        </w:rPr>
        <w:t xml:space="preserve"> standard</w:t>
      </w:r>
    </w:p>
    <w:p w14:paraId="28518FA2" w14:textId="77777777" w:rsidR="00F10663" w:rsidRPr="006A5521" w:rsidRDefault="00F10663" w:rsidP="00FE2954">
      <w:pPr>
        <w:rPr>
          <w:rFonts w:ascii="Helvetica 55 Roman" w:eastAsia="MS Mincho" w:hAnsi="Helvetica 55 Roman"/>
        </w:rPr>
      </w:pPr>
    </w:p>
    <w:p w14:paraId="28518FA3" w14:textId="77777777" w:rsidR="00FE2954" w:rsidRPr="006A5521" w:rsidRDefault="00FE2954" w:rsidP="00FE2954">
      <w:pPr>
        <w:rPr>
          <w:rFonts w:ascii="Helvetica 55 Roman" w:hAnsi="Helvetica 55 Roman"/>
        </w:rPr>
      </w:pPr>
      <w:r w:rsidRPr="006A5521">
        <w:rPr>
          <w:rFonts w:ascii="Helvetica 55 Roman" w:hAnsi="Helvetica 55 Roman"/>
        </w:rPr>
        <w:t xml:space="preserve">Le câble utilisé </w:t>
      </w:r>
      <w:r w:rsidR="008809DA" w:rsidRPr="006A5521">
        <w:rPr>
          <w:rFonts w:ascii="Helvetica 55 Roman" w:hAnsi="Helvetica 55 Roman"/>
        </w:rPr>
        <w:t>pour le raccordement</w:t>
      </w:r>
      <w:r w:rsidRPr="006A5521">
        <w:rPr>
          <w:rFonts w:ascii="Helvetica 55 Roman" w:hAnsi="Helvetica 55 Roman"/>
        </w:rPr>
        <w:t xml:space="preserve"> aura les caractéristiques suivantes :</w:t>
      </w:r>
    </w:p>
    <w:p w14:paraId="28518FA4"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type de fibre : G657 A-2</w:t>
      </w:r>
    </w:p>
    <w:p w14:paraId="28518FA5"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gaine LS0H pour la partie intérieure au bâtiment</w:t>
      </w:r>
    </w:p>
    <w:p w14:paraId="28518FA6" w14:textId="77777777" w:rsidR="00FE2954" w:rsidRPr="006A5521" w:rsidRDefault="00FE2954" w:rsidP="00FE2954">
      <w:pPr>
        <w:rPr>
          <w:rFonts w:ascii="Helvetica 55 Roman" w:eastAsia="MS Mincho" w:hAnsi="Helvetica 55 Roman"/>
        </w:rPr>
      </w:pPr>
    </w:p>
    <w:p w14:paraId="28518FA7" w14:textId="77777777" w:rsidR="00FE2954" w:rsidRPr="006A5521" w:rsidRDefault="00FE2954" w:rsidP="00FE2954">
      <w:pPr>
        <w:rPr>
          <w:rFonts w:ascii="Helvetica 55 Roman" w:hAnsi="Helvetica 55 Roman"/>
        </w:rPr>
      </w:pPr>
      <w:r w:rsidRPr="006A5521">
        <w:rPr>
          <w:rFonts w:ascii="Helvetica 55 Roman" w:eastAsia="MS Mincho" w:hAnsi="Helvetica 55 Roman"/>
        </w:rPr>
        <w:t xml:space="preserve">L’accès </w:t>
      </w:r>
      <w:r w:rsidR="00E34620" w:rsidRPr="006A5521">
        <w:rPr>
          <w:rFonts w:ascii="Helvetica 55 Roman" w:eastAsia="MS Mincho" w:hAnsi="Helvetica 55 Roman"/>
        </w:rPr>
        <w:t xml:space="preserve">est </w:t>
      </w:r>
      <w:r w:rsidRPr="006A5521">
        <w:rPr>
          <w:rFonts w:ascii="Helvetica 55 Roman" w:eastAsia="MS Mincho" w:hAnsi="Helvetica 55 Roman"/>
        </w:rPr>
        <w:t xml:space="preserve">livré sur un connecteur de type </w:t>
      </w:r>
      <w:r w:rsidRPr="006A5521">
        <w:rPr>
          <w:rFonts w:ascii="Helvetica 55 Roman" w:hAnsi="Helvetica 55 Roman"/>
        </w:rPr>
        <w:t>SC/APC 8°.</w:t>
      </w:r>
    </w:p>
    <w:p w14:paraId="28518FA8" w14:textId="77777777" w:rsidR="00651A16" w:rsidRPr="006A5521" w:rsidRDefault="00651A16" w:rsidP="00FE2954">
      <w:pPr>
        <w:rPr>
          <w:rFonts w:ascii="Helvetica 55 Roman" w:eastAsia="MS Mincho" w:hAnsi="Helvetica 55 Roman"/>
        </w:rPr>
      </w:pPr>
    </w:p>
    <w:p w14:paraId="28518FA9" w14:textId="77777777" w:rsidR="00164AE9" w:rsidRPr="006A5521" w:rsidRDefault="00651A16" w:rsidP="00164AE9">
      <w:pPr>
        <w:rPr>
          <w:rFonts w:ascii="Helvetica 55 Roman" w:eastAsia="MS Mincho" w:hAnsi="Helvetica 55 Roman"/>
        </w:rPr>
      </w:pPr>
      <w:r w:rsidRPr="006A5521">
        <w:rPr>
          <w:rFonts w:ascii="Helvetica 55 Roman" w:eastAsia="MS Mincho" w:hAnsi="Helvetica 55 Roman"/>
        </w:rPr>
        <w:t xml:space="preserve">Le </w:t>
      </w:r>
      <w:r w:rsidR="00915A8A" w:rsidRPr="006A5521">
        <w:rPr>
          <w:rFonts w:ascii="Helvetica 55 Roman" w:eastAsia="MS Mincho" w:hAnsi="Helvetica 55 Roman"/>
        </w:rPr>
        <w:t xml:space="preserve">prolongement entre la DTIO et </w:t>
      </w:r>
      <w:r w:rsidRPr="006A5521">
        <w:rPr>
          <w:rFonts w:ascii="Helvetica 55 Roman" w:eastAsia="MS Mincho" w:hAnsi="Helvetica 55 Roman"/>
        </w:rPr>
        <w:t xml:space="preserve">le point de livraison du service  est réalisé </w:t>
      </w:r>
      <w:r w:rsidR="00915A8A" w:rsidRPr="006A5521">
        <w:rPr>
          <w:rFonts w:ascii="Helvetica 55 Roman" w:eastAsia="MS Mincho" w:hAnsi="Helvetica 55 Roman"/>
        </w:rPr>
        <w:t xml:space="preserve">en </w:t>
      </w:r>
      <w:r w:rsidR="00FE2954" w:rsidRPr="006A5521">
        <w:rPr>
          <w:rFonts w:ascii="Helvetica 55 Roman" w:eastAsia="MS Mincho" w:hAnsi="Helvetica 55 Roman"/>
        </w:rPr>
        <w:t>standard</w:t>
      </w:r>
      <w:r w:rsidRPr="006A5521">
        <w:rPr>
          <w:rFonts w:ascii="Helvetica 55 Roman" w:eastAsia="MS Mincho" w:hAnsi="Helvetica 55 Roman"/>
        </w:rPr>
        <w:t xml:space="preserve"> </w:t>
      </w:r>
      <w:r w:rsidR="00FE2954" w:rsidRPr="006A5521">
        <w:rPr>
          <w:rFonts w:ascii="Helvetica 55 Roman" w:eastAsia="MS Mincho" w:hAnsi="Helvetica 55 Roman"/>
        </w:rPr>
        <w:t xml:space="preserve">sur une prise de terminaison optique (PTO) mono </w:t>
      </w:r>
      <w:r w:rsidR="00915A8A" w:rsidRPr="006A5521">
        <w:rPr>
          <w:rFonts w:ascii="Helvetica 55 Roman" w:eastAsia="MS Mincho" w:hAnsi="Helvetica 55 Roman"/>
        </w:rPr>
        <w:t>fibr</w:t>
      </w:r>
      <w:r w:rsidRPr="006A5521">
        <w:rPr>
          <w:rFonts w:ascii="Helvetica 55 Roman" w:eastAsia="MS Mincho" w:hAnsi="Helvetica 55 Roman"/>
        </w:rPr>
        <w:t>e</w:t>
      </w:r>
      <w:r w:rsidR="00FE2954" w:rsidRPr="006A5521">
        <w:rPr>
          <w:rFonts w:ascii="Helvetica 55 Roman" w:eastAsia="MS Mincho" w:hAnsi="Helvetica 55 Roman"/>
        </w:rPr>
        <w:t xml:space="preserve"> fixée au mur </w:t>
      </w:r>
      <w:r w:rsidR="008F2D21" w:rsidRPr="006A5521">
        <w:rPr>
          <w:rFonts w:ascii="Helvetica 55 Roman" w:eastAsia="MS Mincho" w:hAnsi="Helvetica 55 Roman"/>
        </w:rPr>
        <w:t xml:space="preserve"> ou</w:t>
      </w:r>
      <w:r w:rsidR="00164AE9" w:rsidRPr="006A5521">
        <w:rPr>
          <w:rFonts w:ascii="Helvetica 55 Roman" w:eastAsia="MS Mincho" w:hAnsi="Helvetica 55 Roman"/>
        </w:rPr>
        <w:t xml:space="preserve"> installée sur rail métallique standardisé (</w:t>
      </w:r>
      <w:proofErr w:type="spellStart"/>
      <w:r w:rsidR="00164AE9" w:rsidRPr="006A5521">
        <w:rPr>
          <w:rFonts w:ascii="Helvetica 55 Roman" w:eastAsia="MS Mincho" w:hAnsi="Helvetica 55 Roman"/>
        </w:rPr>
        <w:t>RailDIN</w:t>
      </w:r>
      <w:proofErr w:type="spellEnd"/>
      <w:r w:rsidR="00164AE9" w:rsidRPr="006A5521">
        <w:rPr>
          <w:rFonts w:ascii="Helvetica 55 Roman" w:eastAsia="MS Mincho" w:hAnsi="Helvetica 55 Roman"/>
        </w:rPr>
        <w:t xml:space="preserve">) existant. </w:t>
      </w:r>
    </w:p>
    <w:p w14:paraId="28518FAA" w14:textId="77777777" w:rsidR="00FE2954" w:rsidRPr="006A5521" w:rsidRDefault="009020FD" w:rsidP="00FE2954">
      <w:pPr>
        <w:rPr>
          <w:rFonts w:ascii="Helvetica 55 Roman" w:eastAsia="MS Mincho" w:hAnsi="Helvetica 55 Roman"/>
        </w:rPr>
      </w:pPr>
      <w:r w:rsidRPr="006A5521">
        <w:rPr>
          <w:rFonts w:ascii="Helvetica 55 Roman" w:eastAsia="MS Mincho" w:hAnsi="Helvetica 55 Roman"/>
        </w:rPr>
        <w:t>Lorsque la disposition du Site Client final ne nécessite pas la réalisation d’une desserte interne, le point de livraison de l’offre est directement la PTO faisant également fonction de DTIO</w:t>
      </w:r>
      <w:r w:rsidR="0090639A" w:rsidRPr="006A5521">
        <w:rPr>
          <w:rFonts w:ascii="Helvetica 55 Roman" w:eastAsia="MS Mincho" w:hAnsi="Helvetica 55 Roman"/>
        </w:rPr>
        <w:t>.</w:t>
      </w:r>
    </w:p>
    <w:p w14:paraId="28518FAB" w14:textId="77777777" w:rsidR="00421B57" w:rsidRPr="006A5521" w:rsidRDefault="00421B57" w:rsidP="00FE2954">
      <w:pPr>
        <w:rPr>
          <w:rFonts w:ascii="Helvetica 55 Roman" w:eastAsia="MS Mincho" w:hAnsi="Helvetica 55 Roman"/>
        </w:rPr>
      </w:pPr>
    </w:p>
    <w:p w14:paraId="28518FAC" w14:textId="77777777" w:rsidR="004F51DD" w:rsidRPr="006A5521" w:rsidRDefault="009F682C" w:rsidP="008809DA">
      <w:pPr>
        <w:keepNext/>
        <w:jc w:val="center"/>
        <w:rPr>
          <w:rFonts w:ascii="Helvetica 55 Roman" w:hAnsi="Helvetica 55 Roman"/>
        </w:rPr>
      </w:pPr>
      <w:r w:rsidRPr="006A5521">
        <w:rPr>
          <w:rFonts w:ascii="Helvetica 55 Roman" w:hAnsi="Helvetica 55 Roman"/>
          <w:b/>
          <w:noProof/>
        </w:rPr>
        <w:drawing>
          <wp:inline distT="0" distB="0" distL="0" distR="0" wp14:anchorId="2851904F" wp14:editId="28519050">
            <wp:extent cx="990600" cy="1371600"/>
            <wp:effectExtent l="0" t="0" r="0" b="0"/>
            <wp:docPr id="42" name="Image 6"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P42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14:paraId="28518FAD" w14:textId="77777777" w:rsidR="004F51DD" w:rsidRPr="006A5521" w:rsidRDefault="004F51DD" w:rsidP="008809DA">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8 </w:t>
      </w:r>
      <w:r w:rsidRPr="006A5521">
        <w:rPr>
          <w:rFonts w:ascii="Helvetica 55 Roman" w:hAnsi="Helvetica 55 Roman"/>
        </w:rPr>
        <w:t>:</w:t>
      </w:r>
      <w:r w:rsidR="004151C9" w:rsidRPr="006A5521">
        <w:rPr>
          <w:rFonts w:ascii="Helvetica 55 Roman" w:hAnsi="Helvetica 55 Roman"/>
        </w:rPr>
        <w:t xml:space="preserve"> </w:t>
      </w:r>
      <w:r w:rsidR="0046445F" w:rsidRPr="006A5521">
        <w:rPr>
          <w:rFonts w:ascii="Helvetica 55 Roman" w:hAnsi="Helvetica 55 Roman"/>
        </w:rPr>
        <w:t>FTTE passif NRO</w:t>
      </w:r>
      <w:r w:rsidRPr="006A5521">
        <w:rPr>
          <w:rFonts w:ascii="Helvetica 55 Roman" w:hAnsi="Helvetica 55 Roman"/>
        </w:rPr>
        <w:t xml:space="preserve"> - exemple de PTO</w:t>
      </w:r>
    </w:p>
    <w:p w14:paraId="28518FAE" w14:textId="77777777" w:rsidR="00FE2954" w:rsidRPr="006A5521" w:rsidRDefault="00FE2954" w:rsidP="00FE2954">
      <w:pPr>
        <w:jc w:val="center"/>
        <w:rPr>
          <w:rFonts w:ascii="Helvetica 55 Roman" w:hAnsi="Helvetica 55 Roman"/>
          <w:b/>
        </w:rPr>
      </w:pPr>
    </w:p>
    <w:p w14:paraId="28518FAF" w14:textId="77777777" w:rsidR="00716453" w:rsidRPr="006A5521" w:rsidRDefault="00FE2954" w:rsidP="00FE2954">
      <w:pPr>
        <w:rPr>
          <w:rFonts w:ascii="Helvetica 55 Roman" w:eastAsia="MS Mincho" w:hAnsi="Helvetica 55 Roman"/>
          <w:highlight w:val="cyan"/>
        </w:rPr>
      </w:pPr>
      <w:r w:rsidRPr="006A5521">
        <w:rPr>
          <w:rFonts w:ascii="Helvetica 55 Roman" w:eastAsia="MS Mincho" w:hAnsi="Helvetica 55 Roman"/>
        </w:rPr>
        <w:t>En option,  la livraison pourra se faire  sur un bandeau optique  pour l’installation dans une baie 19’.</w:t>
      </w:r>
      <w:r w:rsidR="00F10663" w:rsidRPr="006A5521">
        <w:rPr>
          <w:rFonts w:ascii="Helvetica 55 Roman" w:eastAsia="MS Mincho" w:hAnsi="Helvetica 55 Roman"/>
        </w:rPr>
        <w:t xml:space="preserve"> Pour installer ce bandeau, </w:t>
      </w:r>
      <w:r w:rsidR="009020FD" w:rsidRPr="006A5521">
        <w:rPr>
          <w:rFonts w:ascii="Helvetica 55 Roman" w:eastAsia="MS Mincho" w:hAnsi="Helvetica 55 Roman"/>
        </w:rPr>
        <w:t xml:space="preserve">une </w:t>
      </w:r>
      <w:r w:rsidR="00F10663" w:rsidRPr="006A5521">
        <w:rPr>
          <w:rFonts w:ascii="Helvetica 55 Roman" w:eastAsia="MS Mincho" w:hAnsi="Helvetica 55 Roman"/>
        </w:rPr>
        <w:t xml:space="preserve">baie </w:t>
      </w:r>
      <w:r w:rsidR="009020FD" w:rsidRPr="006A5521">
        <w:rPr>
          <w:rFonts w:ascii="Helvetica 55 Roman" w:eastAsia="MS Mincho" w:hAnsi="Helvetica 55 Roman"/>
        </w:rPr>
        <w:t xml:space="preserve">19’ </w:t>
      </w:r>
      <w:r w:rsidR="00F10663" w:rsidRPr="006A5521">
        <w:rPr>
          <w:rFonts w:ascii="Helvetica 55 Roman" w:eastAsia="MS Mincho" w:hAnsi="Helvetica 55 Roman"/>
        </w:rPr>
        <w:t>doit</w:t>
      </w:r>
      <w:r w:rsidR="009020FD" w:rsidRPr="006A5521">
        <w:rPr>
          <w:rFonts w:ascii="Helvetica 55 Roman" w:eastAsia="MS Mincho" w:hAnsi="Helvetica 55 Roman"/>
        </w:rPr>
        <w:t xml:space="preserve"> déjà </w:t>
      </w:r>
      <w:r w:rsidR="00F10663" w:rsidRPr="006A5521">
        <w:rPr>
          <w:rFonts w:ascii="Helvetica 55 Roman" w:eastAsia="MS Mincho" w:hAnsi="Helvetica 55 Roman"/>
        </w:rPr>
        <w:t xml:space="preserve"> être présente sur le site du client final</w:t>
      </w:r>
      <w:r w:rsidR="009020FD" w:rsidRPr="006A5521">
        <w:rPr>
          <w:rFonts w:ascii="Helvetica 55 Roman" w:eastAsia="MS Mincho" w:hAnsi="Helvetica 55 Roman"/>
        </w:rPr>
        <w:t xml:space="preserve"> lors de la livraison du service</w:t>
      </w:r>
      <w:r w:rsidR="00716453" w:rsidRPr="006A5521">
        <w:rPr>
          <w:rFonts w:ascii="Helvetica 55 Roman" w:eastAsia="MS Mincho" w:hAnsi="Helvetica 55 Roman"/>
        </w:rPr>
        <w:t xml:space="preserve"> avec un emplacement disponible permettant d‘accueillir ce bandeau</w:t>
      </w:r>
      <w:r w:rsidR="009020FD" w:rsidRPr="006A5521">
        <w:rPr>
          <w:rFonts w:ascii="Helvetica 55 Roman" w:eastAsia="MS Mincho" w:hAnsi="Helvetica 55 Roman"/>
        </w:rPr>
        <w:t xml:space="preserve">. </w:t>
      </w:r>
    </w:p>
    <w:p w14:paraId="28518FB0" w14:textId="77777777" w:rsidR="00FE2954" w:rsidRPr="006A5521" w:rsidRDefault="00FE2954" w:rsidP="00FE2954">
      <w:pPr>
        <w:rPr>
          <w:rFonts w:ascii="Helvetica 55 Roman" w:hAnsi="Helvetica 55 Roman"/>
        </w:rPr>
      </w:pPr>
    </w:p>
    <w:bookmarkEnd w:id="39"/>
    <w:bookmarkEnd w:id="40"/>
    <w:p w14:paraId="28518FB1" w14:textId="77777777" w:rsidR="001F7792" w:rsidRPr="006A5521" w:rsidRDefault="009F682C" w:rsidP="00DA6762">
      <w:pPr>
        <w:pStyle w:val="Retraitnormal"/>
        <w:ind w:left="0"/>
        <w:jc w:val="center"/>
        <w:rPr>
          <w:rFonts w:ascii="Helvetica 55 Roman" w:hAnsi="Helvetica 55 Roman"/>
          <w:lang w:val="es-ES"/>
        </w:rPr>
      </w:pPr>
      <w:r w:rsidRPr="006A5521">
        <w:rPr>
          <w:rFonts w:ascii="Helvetica 55 Roman" w:hAnsi="Helvetica 55 Roman"/>
          <w:noProof/>
        </w:rPr>
        <w:lastRenderedPageBreak/>
        <w:drawing>
          <wp:inline distT="0" distB="0" distL="0" distR="0" wp14:anchorId="28519051" wp14:editId="28519052">
            <wp:extent cx="2667000" cy="2095500"/>
            <wp:effectExtent l="0" t="0" r="0" b="0"/>
            <wp:docPr id="4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00" cy="2095500"/>
                    </a:xfrm>
                    <a:prstGeom prst="rect">
                      <a:avLst/>
                    </a:prstGeom>
                    <a:noFill/>
                    <a:ln>
                      <a:noFill/>
                    </a:ln>
                  </pic:spPr>
                </pic:pic>
              </a:graphicData>
            </a:graphic>
          </wp:inline>
        </w:drawing>
      </w:r>
    </w:p>
    <w:p w14:paraId="28518FB2" w14:textId="77777777" w:rsidR="00716453" w:rsidRDefault="00716453" w:rsidP="00716453">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9 </w:t>
      </w:r>
      <w:r w:rsidRPr="006A5521">
        <w:rPr>
          <w:rFonts w:ascii="Helvetica 55 Roman" w:hAnsi="Helvetica 55 Roman"/>
        </w:rPr>
        <w:t>:</w:t>
      </w:r>
      <w:r w:rsidR="004151C9" w:rsidRPr="006A5521">
        <w:rPr>
          <w:rFonts w:ascii="Helvetica 55 Roman" w:hAnsi="Helvetica 55 Roman"/>
        </w:rPr>
        <w:t xml:space="preserve"> </w:t>
      </w:r>
      <w:r w:rsidR="0046445F" w:rsidRPr="006A5521">
        <w:rPr>
          <w:rFonts w:ascii="Helvetica 55 Roman" w:hAnsi="Helvetica 55 Roman"/>
        </w:rPr>
        <w:t>FTTE passif NRO</w:t>
      </w:r>
      <w:r w:rsidRPr="006A5521">
        <w:rPr>
          <w:rFonts w:ascii="Helvetica 55 Roman" w:hAnsi="Helvetica 55 Roman"/>
        </w:rPr>
        <w:t xml:space="preserve"> - exemple de Bandeau Optique</w:t>
      </w:r>
    </w:p>
    <w:p w14:paraId="7E75F4ED" w14:textId="77777777" w:rsidR="00075593" w:rsidRPr="00075593" w:rsidRDefault="00075593" w:rsidP="00075593"/>
    <w:p w14:paraId="3ADF71B4" w14:textId="77777777" w:rsidR="00075593" w:rsidRPr="006A5521" w:rsidRDefault="00075593" w:rsidP="00075593">
      <w:pPr>
        <w:pStyle w:val="Titre1"/>
        <w:shd w:val="clear" w:color="auto" w:fill="auto"/>
        <w:rPr>
          <w:caps w:val="0"/>
        </w:rPr>
      </w:pPr>
      <w:bookmarkStart w:id="63" w:name="_Toc191408"/>
      <w:bookmarkStart w:id="64" w:name="_Toc79412064"/>
      <w:r w:rsidRPr="006A5521">
        <w:t>Caracteristiques techniques</w:t>
      </w:r>
      <w:bookmarkEnd w:id="63"/>
      <w:bookmarkEnd w:id="64"/>
      <w:r w:rsidRPr="006A5521">
        <w:t xml:space="preserve"> </w:t>
      </w:r>
    </w:p>
    <w:p w14:paraId="2919DF8F" w14:textId="77777777" w:rsidR="00075593" w:rsidRPr="006A5521" w:rsidRDefault="00075593" w:rsidP="00075593">
      <w:pPr>
        <w:pStyle w:val="Titre2"/>
        <w:keepLines w:val="0"/>
        <w:rPr>
          <w:rFonts w:ascii="Helvetica 55 Roman" w:hAnsi="Helvetica 55 Roman"/>
        </w:rPr>
      </w:pPr>
      <w:r w:rsidRPr="006A5521">
        <w:rPr>
          <w:rFonts w:ascii="Helvetica 55 Roman" w:hAnsi="Helvetica 55 Roman"/>
        </w:rPr>
        <w:t> </w:t>
      </w:r>
      <w:bookmarkStart w:id="65" w:name="_Toc459733689"/>
      <w:bookmarkStart w:id="66" w:name="_Toc191409"/>
      <w:bookmarkStart w:id="67" w:name="_Toc79412065"/>
      <w:r w:rsidRPr="006A5521">
        <w:rPr>
          <w:rFonts w:ascii="Helvetica 55 Roman" w:hAnsi="Helvetica 55 Roman"/>
        </w:rPr>
        <w:t>Câbles optiques</w:t>
      </w:r>
      <w:bookmarkEnd w:id="65"/>
      <w:bookmarkEnd w:id="66"/>
      <w:bookmarkEnd w:id="67"/>
    </w:p>
    <w:p w14:paraId="60A22A45" w14:textId="77777777" w:rsidR="00075593" w:rsidRPr="006A5521" w:rsidRDefault="00075593" w:rsidP="00075593">
      <w:pPr>
        <w:jc w:val="both"/>
        <w:rPr>
          <w:rFonts w:ascii="Helvetica 55 Roman" w:hAnsi="Helvetica 55 Roman"/>
        </w:rPr>
      </w:pPr>
      <w:r w:rsidRPr="006A5521">
        <w:rPr>
          <w:rFonts w:ascii="Helvetica 55 Roman" w:hAnsi="Helvetica 55 Roman"/>
        </w:rPr>
        <w:t xml:space="preserve">Les attributs géométriques et de transmission de fibres optiques monomodes et câbles sont conformes à l'UIT –G.657 A2. </w:t>
      </w:r>
    </w:p>
    <w:p w14:paraId="483C712F" w14:textId="77777777" w:rsidR="00075593" w:rsidRPr="006A5521" w:rsidRDefault="00075593" w:rsidP="00075593">
      <w:pPr>
        <w:jc w:val="both"/>
        <w:rPr>
          <w:rFonts w:ascii="Helvetica 55 Roman" w:hAnsi="Helvetica 55 Roman"/>
        </w:rPr>
      </w:pPr>
    </w:p>
    <w:p w14:paraId="51CEE2ED" w14:textId="77777777" w:rsidR="00075593" w:rsidRPr="006A5521" w:rsidRDefault="00075593" w:rsidP="00075593">
      <w:pPr>
        <w:jc w:val="both"/>
        <w:rPr>
          <w:rFonts w:ascii="Helvetica 55 Roman" w:hAnsi="Helvetica 55 Roman"/>
        </w:rPr>
      </w:pPr>
      <w:r w:rsidRPr="006A5521">
        <w:rPr>
          <w:rFonts w:ascii="Helvetica 55 Roman" w:hAnsi="Helvetica 55 Roman"/>
        </w:rPr>
        <w:t>Les caractéristiques des différentes composantes sont décrites ci-dessous.</w:t>
      </w:r>
    </w:p>
    <w:p w14:paraId="08E4898C" w14:textId="77777777" w:rsidR="00075593" w:rsidRPr="006A5521" w:rsidRDefault="00075593" w:rsidP="00075593">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1"/>
        <w:gridCol w:w="4469"/>
      </w:tblGrid>
      <w:tr w:rsidR="00075593" w:rsidRPr="006A5521" w14:paraId="2234B2F1" w14:textId="77777777" w:rsidTr="00E416E6">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27D8578" w14:textId="77777777" w:rsidR="00075593" w:rsidRPr="006A5521" w:rsidRDefault="00075593" w:rsidP="00E416E6">
            <w:pPr>
              <w:rPr>
                <w:rFonts w:ascii="Helvetica 55 Roman" w:eastAsia="Calibri" w:hAnsi="Helvetica 55 Roman"/>
                <w:sz w:val="22"/>
              </w:rPr>
            </w:pPr>
            <w:r w:rsidRPr="006A5521">
              <w:rPr>
                <w:rFonts w:ascii="Helvetica 55 Roman" w:hAnsi="Helvetica 55 Roman"/>
                <w:b/>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761C9E" w14:textId="77777777" w:rsidR="00075593" w:rsidRPr="006A5521" w:rsidRDefault="00075593" w:rsidP="00E416E6">
            <w:pPr>
              <w:rPr>
                <w:rFonts w:ascii="Helvetica 55 Roman" w:eastAsia="Calibri" w:hAnsi="Helvetica 55 Roman"/>
                <w:sz w:val="22"/>
              </w:rPr>
            </w:pPr>
            <w:r w:rsidRPr="006A5521">
              <w:rPr>
                <w:rFonts w:ascii="Helvetica 55 Roman" w:hAnsi="Helvetica 55 Roman"/>
                <w:sz w:val="18"/>
              </w:rPr>
              <w:t></w:t>
            </w:r>
            <w:proofErr w:type="spellStart"/>
            <w:r w:rsidRPr="006A5521">
              <w:rPr>
                <w:rFonts w:ascii="Helvetica 55 Roman" w:hAnsi="Helvetica 55 Roman"/>
                <w:sz w:val="18"/>
              </w:rPr>
              <w:t>cf</w:t>
            </w:r>
            <w:proofErr w:type="spellEnd"/>
            <w:r w:rsidRPr="006A5521">
              <w:rPr>
                <w:rFonts w:ascii="Helvetica 55 Roman" w:hAnsi="Helvetica 55 Roman"/>
                <w:sz w:val="18"/>
              </w:rPr>
              <w:t xml:space="preserve"> </w:t>
            </w:r>
            <w:r w:rsidRPr="006A5521">
              <w:rPr>
                <w:rFonts w:ascii="Helvetica 55 Roman" w:hAnsi="Helvetica 55 Roman"/>
                <w:sz w:val="18"/>
              </w:rPr>
              <w:t></w:t>
            </w:r>
            <w:r w:rsidRPr="006A5521">
              <w:rPr>
                <w:rFonts w:ascii="Helvetica 55 Roman" w:hAnsi="Helvetica 55 Roman"/>
                <w:sz w:val="18"/>
              </w:rPr>
              <w:t>1260 nm</w:t>
            </w:r>
          </w:p>
        </w:tc>
      </w:tr>
      <w:tr w:rsidR="00075593" w:rsidRPr="006A5521" w14:paraId="5335DF8F"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C17D59"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Dispersion chromatique</w:t>
            </w:r>
          </w:p>
          <w:p w14:paraId="4BF2A935" w14:textId="77777777" w:rsidR="00075593" w:rsidRPr="006A5521" w:rsidRDefault="00075593" w:rsidP="00E416E6">
            <w:pPr>
              <w:autoSpaceDE w:val="0"/>
              <w:autoSpaceDN w:val="0"/>
              <w:rPr>
                <w:rFonts w:ascii="Helvetica 55 Roman" w:hAnsi="Helvetica 55 Roman"/>
              </w:rPr>
            </w:pPr>
            <w:r w:rsidRPr="006A5521">
              <w:rPr>
                <w:rFonts w:ascii="Helvetica 55 Roman" w:hAnsi="Helvetica 55 Roman"/>
              </w:rPr>
              <w:t>Longueur d'onde de dispersion nulle</w:t>
            </w:r>
          </w:p>
          <w:p w14:paraId="375222FB" w14:textId="77777777" w:rsidR="00075593" w:rsidRPr="006A5521" w:rsidRDefault="00075593" w:rsidP="00E416E6">
            <w:pPr>
              <w:autoSpaceDE w:val="0"/>
              <w:autoSpaceDN w:val="0"/>
              <w:rPr>
                <w:rFonts w:ascii="Helvetica 55 Roman" w:hAnsi="Helvetica 55 Roman"/>
              </w:rPr>
            </w:pPr>
            <w:r w:rsidRPr="006A5521">
              <w:rPr>
                <w:rFonts w:ascii="Helvetica 55 Roman" w:hAnsi="Helvetica 55 Roman"/>
              </w:rPr>
              <w:t xml:space="preserve">Pente à </w:t>
            </w:r>
            <w:r w:rsidRPr="006A5521">
              <w:rPr>
                <w:rFonts w:ascii="Helvetica 55 Roman" w:hAnsi="Helvetica 55 Roman"/>
              </w:rPr>
              <w:t>o</w:t>
            </w:r>
          </w:p>
          <w:p w14:paraId="6514D105" w14:textId="77777777" w:rsidR="00075593" w:rsidRPr="006A5521" w:rsidRDefault="00075593" w:rsidP="00E416E6">
            <w:pPr>
              <w:rPr>
                <w:rFonts w:ascii="Helvetica 55 Roman" w:eastAsia="Calibri" w:hAnsi="Helvetica 55 Roman"/>
                <w:sz w:val="22"/>
              </w:rPr>
            </w:pPr>
            <w:r w:rsidRPr="006A5521">
              <w:rPr>
                <w:rFonts w:ascii="Helvetica 55 Roman" w:hAnsi="Helvetica 55 Roman"/>
              </w:rPr>
              <w:t></w:t>
            </w:r>
            <w:r w:rsidRPr="006A5521">
              <w:rPr>
                <w:rFonts w:ascii="Helvetica 55 Roman" w:hAnsi="Helvetica 55 Roman"/>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6AA3A4D9" w14:textId="77777777" w:rsidR="00075593" w:rsidRPr="003313A5" w:rsidRDefault="00075593" w:rsidP="00E416E6">
            <w:pPr>
              <w:autoSpaceDE w:val="0"/>
              <w:autoSpaceDN w:val="0"/>
              <w:rPr>
                <w:rFonts w:ascii="Helvetica 55 Roman" w:hAnsi="Helvetica 55 Roman"/>
                <w:lang w:val="de-DE"/>
              </w:rPr>
            </w:pPr>
          </w:p>
          <w:p w14:paraId="22F81896" w14:textId="77777777" w:rsidR="00075593" w:rsidRPr="003313A5" w:rsidRDefault="00075593" w:rsidP="00E416E6">
            <w:pPr>
              <w:autoSpaceDE w:val="0"/>
              <w:autoSpaceDN w:val="0"/>
              <w:rPr>
                <w:rFonts w:ascii="Helvetica 55 Roman" w:hAnsi="Helvetica 55 Roman"/>
                <w:lang w:val="de-DE"/>
              </w:rPr>
            </w:pPr>
            <w:r w:rsidRPr="006A5521">
              <w:rPr>
                <w:rFonts w:ascii="Helvetica 55 Roman" w:hAnsi="Helvetica 55 Roman"/>
              </w:rPr>
              <w:t></w:t>
            </w:r>
            <w:r w:rsidRPr="003313A5">
              <w:rPr>
                <w:rFonts w:ascii="Helvetica 55 Roman" w:hAnsi="Helvetica 55 Roman"/>
                <w:lang w:val="de-DE"/>
              </w:rPr>
              <w:t xml:space="preserve">o : 1300-1324 </w:t>
            </w:r>
            <w:proofErr w:type="spellStart"/>
            <w:r w:rsidRPr="003313A5">
              <w:rPr>
                <w:rFonts w:ascii="Helvetica 55 Roman" w:hAnsi="Helvetica 55 Roman"/>
                <w:lang w:val="de-DE"/>
              </w:rPr>
              <w:t>nm</w:t>
            </w:r>
            <w:proofErr w:type="spellEnd"/>
          </w:p>
          <w:p w14:paraId="22D400B8" w14:textId="77777777" w:rsidR="00075593" w:rsidRPr="003313A5" w:rsidRDefault="00075593" w:rsidP="00E416E6">
            <w:pPr>
              <w:autoSpaceDE w:val="0"/>
              <w:autoSpaceDN w:val="0"/>
              <w:rPr>
                <w:rFonts w:ascii="Helvetica 55 Roman" w:hAnsi="Helvetica 55 Roman"/>
                <w:lang w:val="de-DE"/>
              </w:rPr>
            </w:pPr>
            <w:r w:rsidRPr="003313A5">
              <w:rPr>
                <w:rFonts w:ascii="Helvetica 55 Roman" w:hAnsi="Helvetica 55 Roman"/>
                <w:lang w:val="de-DE"/>
              </w:rPr>
              <w:t xml:space="preserve">So </w:t>
            </w:r>
            <w:r w:rsidRPr="006A5521">
              <w:rPr>
                <w:rFonts w:ascii="Helvetica 55 Roman" w:hAnsi="Helvetica 55 Roman"/>
              </w:rPr>
              <w:t></w:t>
            </w:r>
            <w:r w:rsidRPr="006A5521">
              <w:rPr>
                <w:rFonts w:ascii="Helvetica 55 Roman" w:hAnsi="Helvetica 55 Roman"/>
              </w:rPr>
              <w:t></w:t>
            </w:r>
            <w:r w:rsidRPr="003313A5">
              <w:rPr>
                <w:rFonts w:ascii="Helvetica 55 Roman" w:hAnsi="Helvetica 55 Roman"/>
                <w:lang w:val="de-DE"/>
              </w:rPr>
              <w:t>0.092 ps/(nm</w:t>
            </w:r>
            <w:r w:rsidRPr="003313A5">
              <w:rPr>
                <w:rFonts w:ascii="Helvetica 55 Roman" w:hAnsi="Helvetica 55 Roman"/>
                <w:sz w:val="13"/>
                <w:lang w:val="de-DE"/>
              </w:rPr>
              <w:t>2</w:t>
            </w:r>
            <w:r w:rsidRPr="003313A5">
              <w:rPr>
                <w:rFonts w:ascii="Helvetica 55 Roman" w:hAnsi="Helvetica 55 Roman"/>
                <w:lang w:val="de-DE"/>
              </w:rPr>
              <w:t>.km)</w:t>
            </w:r>
          </w:p>
          <w:p w14:paraId="3A2C5E99" w14:textId="77777777" w:rsidR="00075593" w:rsidRPr="006A5521" w:rsidRDefault="00075593" w:rsidP="00E416E6">
            <w:pPr>
              <w:rPr>
                <w:rFonts w:ascii="Helvetica 55 Roman" w:eastAsia="Calibri" w:hAnsi="Helvetica 55 Roman"/>
                <w:sz w:val="22"/>
              </w:rPr>
            </w:pPr>
            <w:proofErr w:type="spellStart"/>
            <w:r w:rsidRPr="006A5521">
              <w:rPr>
                <w:rFonts w:ascii="Helvetica 55 Roman" w:hAnsi="Helvetica 55 Roman"/>
              </w:rPr>
              <w:t>Dc</w:t>
            </w:r>
            <w:proofErr w:type="spellEnd"/>
            <w:r w:rsidRPr="006A5521">
              <w:rPr>
                <w:rFonts w:ascii="Helvetica 55 Roman" w:hAnsi="Helvetica 55 Roman"/>
              </w:rPr>
              <w:t xml:space="preserve"> </w:t>
            </w:r>
            <w:r w:rsidRPr="006A5521">
              <w:rPr>
                <w:rFonts w:ascii="Helvetica 55 Roman" w:hAnsi="Helvetica 55 Roman"/>
              </w:rPr>
              <w:t></w:t>
            </w:r>
            <w:r w:rsidRPr="006A5521">
              <w:rPr>
                <w:rFonts w:ascii="Helvetica 55 Roman" w:hAnsi="Helvetica 55 Roman"/>
              </w:rPr>
              <w:t xml:space="preserve">18 </w:t>
            </w:r>
            <w:proofErr w:type="spellStart"/>
            <w:r w:rsidRPr="006A5521">
              <w:rPr>
                <w:rFonts w:ascii="Helvetica 55 Roman" w:hAnsi="Helvetica 55 Roman"/>
              </w:rPr>
              <w:t>ps</w:t>
            </w:r>
            <w:proofErr w:type="spellEnd"/>
            <w:r w:rsidRPr="006A5521">
              <w:rPr>
                <w:rFonts w:ascii="Helvetica 55 Roman" w:hAnsi="Helvetica 55 Roman"/>
              </w:rPr>
              <w:t>/(nm.km)</w:t>
            </w:r>
          </w:p>
        </w:tc>
      </w:tr>
      <w:tr w:rsidR="00075593" w:rsidRPr="006A5521" w14:paraId="7A25B872"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CE51D5"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Affaiblissement linéique</w:t>
            </w:r>
          </w:p>
          <w:p w14:paraId="0A262CE7" w14:textId="77777777" w:rsidR="00075593" w:rsidRPr="006A5521" w:rsidRDefault="00075593" w:rsidP="00E416E6">
            <w:pPr>
              <w:rPr>
                <w:rFonts w:ascii="Helvetica 55 Roman" w:eastAsia="Calibri" w:hAnsi="Helvetica 55 Roman"/>
                <w:sz w:val="22"/>
              </w:rPr>
            </w:pPr>
            <w:r w:rsidRPr="006A5521">
              <w:rPr>
                <w:rFonts w:ascii="Helvetica 55 Roman" w:hAnsi="Helvetica 55 Roman"/>
              </w:rPr>
              <w:t xml:space="preserve">1260 </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75954932" w14:textId="77777777" w:rsidR="00075593" w:rsidRPr="006A5521" w:rsidRDefault="00075593" w:rsidP="00E416E6">
            <w:pPr>
              <w:rPr>
                <w:rFonts w:ascii="Helvetica 55 Roman" w:eastAsia="Calibri" w:hAnsi="Helvetica 55 Roman"/>
              </w:rPr>
            </w:pPr>
          </w:p>
          <w:p w14:paraId="7B25F49A" w14:textId="77777777" w:rsidR="00075593" w:rsidRPr="006A5521" w:rsidRDefault="00075593" w:rsidP="00E416E6">
            <w:pPr>
              <w:rPr>
                <w:rFonts w:ascii="Helvetica 55 Roman" w:eastAsia="Calibri" w:hAnsi="Helvetica 55 Roman"/>
                <w:sz w:val="22"/>
              </w:rPr>
            </w:pPr>
            <w:r w:rsidRPr="006A5521">
              <w:rPr>
                <w:rFonts w:ascii="Helvetica 55 Roman" w:hAnsi="Helvetica 55 Roman"/>
              </w:rPr>
              <w:t></w:t>
            </w:r>
            <w:r w:rsidRPr="006A5521">
              <w:rPr>
                <w:rFonts w:ascii="Helvetica 55 Roman" w:hAnsi="Helvetica 55 Roman"/>
              </w:rPr>
              <w:t>0.40 dB/km</w:t>
            </w:r>
          </w:p>
        </w:tc>
      </w:tr>
      <w:tr w:rsidR="00075593" w:rsidRPr="006A5521" w14:paraId="20E34B20"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21DB0A"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Dispersion de mode de polarisation de la</w:t>
            </w:r>
          </w:p>
          <w:p w14:paraId="71DCB837" w14:textId="77777777" w:rsidR="00075593" w:rsidRPr="006A5521" w:rsidRDefault="00075593" w:rsidP="00E416E6">
            <w:pPr>
              <w:rPr>
                <w:rFonts w:ascii="Helvetica 55 Roman" w:eastAsia="Calibri" w:hAnsi="Helvetica 55 Roman"/>
                <w:sz w:val="22"/>
              </w:rPr>
            </w:pPr>
            <w:r w:rsidRPr="006A5521">
              <w:rPr>
                <w:rFonts w:ascii="Helvetica 55 Roman" w:hAnsi="Helvetica 55 Roman"/>
                <w:b/>
              </w:rPr>
              <w:t>fibre en câble (</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b/>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B940EEA" w14:textId="77777777" w:rsidR="00075593" w:rsidRPr="006A5521" w:rsidRDefault="00075593" w:rsidP="00E416E6">
            <w:pPr>
              <w:rPr>
                <w:rFonts w:ascii="Helvetica 55 Roman" w:eastAsia="Calibri" w:hAnsi="Helvetica 55 Roman"/>
              </w:rPr>
            </w:pPr>
          </w:p>
          <w:p w14:paraId="3A0D0771" w14:textId="77777777" w:rsidR="00075593" w:rsidRPr="006A5521" w:rsidRDefault="00075593" w:rsidP="00E416E6">
            <w:pPr>
              <w:rPr>
                <w:rFonts w:ascii="Helvetica 55 Roman" w:eastAsia="Calibri" w:hAnsi="Helvetica 55 Roman"/>
                <w:sz w:val="22"/>
              </w:rPr>
            </w:pPr>
            <w:r w:rsidRPr="006A5521">
              <w:rPr>
                <w:rFonts w:ascii="Helvetica 55 Roman" w:hAnsi="Helvetica 55 Roman"/>
                <w:noProof/>
                <w:sz w:val="24"/>
              </w:rPr>
              <mc:AlternateContent>
                <mc:Choice Requires="wps">
                  <w:drawing>
                    <wp:anchor distT="0" distB="0" distL="114300" distR="114300" simplePos="0" relativeHeight="251679232" behindDoc="0" locked="0" layoutInCell="1" allowOverlap="1" wp14:anchorId="4AC5D2A1" wp14:editId="222E59AF">
                      <wp:simplePos x="0" y="0"/>
                      <wp:positionH relativeFrom="column">
                        <wp:posOffset>704850</wp:posOffset>
                      </wp:positionH>
                      <wp:positionV relativeFrom="paragraph">
                        <wp:posOffset>35560</wp:posOffset>
                      </wp:positionV>
                      <wp:extent cx="161925" cy="0"/>
                      <wp:effectExtent l="10795" t="8890" r="8255" b="10160"/>
                      <wp:wrapNone/>
                      <wp:docPr id="45"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640E42" id="_x0000_t32" coordsize="21600,21600" o:spt="32" o:oned="t" path="m,l21600,21600e" filled="f">
                      <v:path arrowok="t" fillok="f" o:connecttype="none"/>
                      <o:lock v:ext="edit" shapetype="t"/>
                    </v:shapetype>
                    <v:shape id="AutoShape 138" o:spid="_x0000_s1026" type="#_x0000_t32" style="position:absolute;margin-left:55.5pt;margin-top:2.8pt;width:12.75pt;height:0;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"/>
                  </w:pict>
                </mc:Fallback>
              </mc:AlternateContent>
            </w:r>
            <w:r w:rsidRPr="006A5521">
              <w:rPr>
                <w:rFonts w:ascii="Helvetica 55 Roman" w:hAnsi="Helvetica 55 Roman"/>
              </w:rPr>
              <w:t></w:t>
            </w:r>
            <w:r w:rsidRPr="006A5521">
              <w:rPr>
                <w:rFonts w:ascii="Helvetica 55 Roman" w:hAnsi="Helvetica 55 Roman"/>
              </w:rPr>
              <w:t xml:space="preserve">0.20 </w:t>
            </w:r>
            <w:proofErr w:type="spellStart"/>
            <w:r w:rsidRPr="006A5521">
              <w:rPr>
                <w:rFonts w:ascii="Helvetica 55 Roman" w:hAnsi="Helvetica 55 Roman"/>
                <w:i/>
              </w:rPr>
              <w:t>ps</w:t>
            </w:r>
            <w:proofErr w:type="spellEnd"/>
            <w:r w:rsidRPr="006A5521">
              <w:rPr>
                <w:rFonts w:ascii="Helvetica 55 Roman" w:hAnsi="Helvetica 55 Roman"/>
                <w:i/>
              </w:rPr>
              <w:t xml:space="preserve"> </w:t>
            </w:r>
            <w:r w:rsidRPr="006A5521">
              <w:rPr>
                <w:rFonts w:ascii="Helvetica 55 Roman" w:hAnsi="Helvetica 55 Roman"/>
              </w:rPr>
              <w:t xml:space="preserve">/ </w:t>
            </w:r>
            <w:proofErr w:type="spellStart"/>
            <w:r w:rsidRPr="006A5521">
              <w:rPr>
                <w:rFonts w:ascii="Helvetica 55 Roman" w:hAnsi="Helvetica 55 Roman"/>
              </w:rPr>
              <w:t>V</w:t>
            </w:r>
            <w:r w:rsidRPr="006A5521">
              <w:rPr>
                <w:rFonts w:ascii="Helvetica 55 Roman" w:hAnsi="Helvetica 55 Roman"/>
                <w:i/>
              </w:rPr>
              <w:t>km</w:t>
            </w:r>
            <w:proofErr w:type="spellEnd"/>
          </w:p>
        </w:tc>
      </w:tr>
    </w:tbl>
    <w:p w14:paraId="1E443CDB" w14:textId="77777777" w:rsidR="00075593" w:rsidRPr="00075593" w:rsidRDefault="00075593" w:rsidP="00075593"/>
    <w:p w14:paraId="28518FD4" w14:textId="77777777" w:rsidR="00020B3E" w:rsidRPr="006A5521" w:rsidRDefault="00020B3E" w:rsidP="00AD1691">
      <w:pPr>
        <w:pStyle w:val="Titre2"/>
        <w:keepLines w:val="0"/>
        <w:rPr>
          <w:rFonts w:ascii="Helvetica 55 Roman" w:hAnsi="Helvetica 55 Roman"/>
        </w:rPr>
      </w:pPr>
      <w:bookmarkStart w:id="68" w:name="_Toc459733691"/>
      <w:bookmarkStart w:id="69" w:name="_Toc191410"/>
      <w:bookmarkStart w:id="70" w:name="_Toc79412066"/>
      <w:r w:rsidRPr="006A5521">
        <w:rPr>
          <w:rFonts w:ascii="Helvetica 55 Roman" w:hAnsi="Helvetica 55 Roman"/>
        </w:rPr>
        <w:t xml:space="preserve">Longueur </w:t>
      </w:r>
      <w:r w:rsidR="000E3E82" w:rsidRPr="006A5521">
        <w:rPr>
          <w:rFonts w:ascii="Helvetica 55 Roman" w:hAnsi="Helvetica 55 Roman"/>
        </w:rPr>
        <w:t>et</w:t>
      </w:r>
      <w:r w:rsidR="007E2086" w:rsidRPr="006A5521">
        <w:rPr>
          <w:rFonts w:ascii="Helvetica 55 Roman" w:hAnsi="Helvetica 55 Roman"/>
        </w:rPr>
        <w:t xml:space="preserve"> </w:t>
      </w:r>
      <w:r w:rsidR="00314C35" w:rsidRPr="006A5521">
        <w:rPr>
          <w:rFonts w:ascii="Helvetica 55 Roman" w:hAnsi="Helvetica 55 Roman"/>
        </w:rPr>
        <w:t>affaiblissement</w:t>
      </w:r>
      <w:r w:rsidR="000E3E82" w:rsidRPr="006A5521">
        <w:rPr>
          <w:rFonts w:ascii="Helvetica 55 Roman" w:hAnsi="Helvetica 55 Roman"/>
        </w:rPr>
        <w:t xml:space="preserve"> </w:t>
      </w:r>
      <w:r w:rsidRPr="006A5521">
        <w:rPr>
          <w:rFonts w:ascii="Helvetica 55 Roman" w:hAnsi="Helvetica 55 Roman"/>
        </w:rPr>
        <w:t>optique</w:t>
      </w:r>
      <w:bookmarkEnd w:id="68"/>
      <w:r w:rsidRPr="006A5521">
        <w:rPr>
          <w:rFonts w:ascii="Helvetica 55 Roman" w:hAnsi="Helvetica 55 Roman"/>
        </w:rPr>
        <w:t xml:space="preserve"> </w:t>
      </w:r>
      <w:r w:rsidR="008809DA" w:rsidRPr="006A5521">
        <w:rPr>
          <w:rFonts w:ascii="Helvetica 55 Roman" w:hAnsi="Helvetica 55 Roman"/>
        </w:rPr>
        <w:t>du Service</w:t>
      </w:r>
      <w:bookmarkEnd w:id="69"/>
      <w:bookmarkEnd w:id="70"/>
    </w:p>
    <w:p w14:paraId="28518FD5" w14:textId="77777777" w:rsidR="000E3E82" w:rsidRPr="006A5521" w:rsidRDefault="000E3E82" w:rsidP="00AD1691">
      <w:pPr>
        <w:jc w:val="both"/>
        <w:rPr>
          <w:rFonts w:ascii="Helvetica 55 Roman" w:hAnsi="Helvetica 55 Roman"/>
        </w:rPr>
      </w:pPr>
      <w:r w:rsidRPr="006A5521">
        <w:rPr>
          <w:rFonts w:ascii="Helvetica 55 Roman" w:hAnsi="Helvetica 55 Roman"/>
        </w:rPr>
        <w:t xml:space="preserve">De </w:t>
      </w:r>
      <w:r w:rsidR="00B20554" w:rsidRPr="006A5521">
        <w:rPr>
          <w:rFonts w:ascii="Helvetica 55 Roman" w:hAnsi="Helvetica 55 Roman"/>
        </w:rPr>
        <w:t>par</w:t>
      </w:r>
      <w:r w:rsidRPr="006A5521">
        <w:rPr>
          <w:rFonts w:ascii="Helvetica 55 Roman" w:hAnsi="Helvetica 55 Roman"/>
        </w:rPr>
        <w:t xml:space="preserve"> les contraintes </w:t>
      </w:r>
      <w:r w:rsidR="00651A16" w:rsidRPr="006A5521">
        <w:rPr>
          <w:rFonts w:ascii="Helvetica 55 Roman" w:hAnsi="Helvetica 55 Roman"/>
        </w:rPr>
        <w:t>d’</w:t>
      </w:r>
      <w:r w:rsidRPr="006A5521">
        <w:rPr>
          <w:rFonts w:ascii="Helvetica 55 Roman" w:hAnsi="Helvetica 55 Roman"/>
        </w:rPr>
        <w:t xml:space="preserve">architectures liées à la mutualisation avec le réseau FTTH, </w:t>
      </w:r>
      <w:r w:rsidR="00164AE9" w:rsidRPr="006A5521">
        <w:rPr>
          <w:rFonts w:ascii="Helvetica 55 Roman" w:hAnsi="Helvetica 55 Roman"/>
        </w:rPr>
        <w:t>la</w:t>
      </w:r>
      <w:r w:rsidR="00020B3E" w:rsidRPr="006A5521">
        <w:rPr>
          <w:rFonts w:ascii="Helvetica 55 Roman" w:hAnsi="Helvetica 55 Roman"/>
        </w:rPr>
        <w:t xml:space="preserve"> longueur maximum de boucle </w:t>
      </w:r>
      <w:r w:rsidR="00B20554" w:rsidRPr="006A5521">
        <w:rPr>
          <w:rFonts w:ascii="Helvetica 55 Roman" w:hAnsi="Helvetica 55 Roman"/>
        </w:rPr>
        <w:t>locale</w:t>
      </w:r>
      <w:r w:rsidR="00020B3E" w:rsidRPr="006A5521">
        <w:rPr>
          <w:rFonts w:ascii="Helvetica 55 Roman" w:hAnsi="Helvetica 55 Roman"/>
        </w:rPr>
        <w:t xml:space="preserve"> optique possible</w:t>
      </w:r>
      <w:r w:rsidR="00164AE9" w:rsidRPr="006A5521">
        <w:rPr>
          <w:rFonts w:ascii="Helvetica 55 Roman" w:hAnsi="Helvetica 55 Roman"/>
        </w:rPr>
        <w:t xml:space="preserve"> est </w:t>
      </w:r>
      <w:r w:rsidR="007E2086" w:rsidRPr="006A5521">
        <w:rPr>
          <w:rFonts w:ascii="Helvetica 55 Roman" w:hAnsi="Helvetica 55 Roman"/>
        </w:rPr>
        <w:t>16 km.</w:t>
      </w:r>
      <w:r w:rsidR="00716453" w:rsidRPr="006A5521">
        <w:rPr>
          <w:rFonts w:ascii="Helvetica 55 Roman" w:hAnsi="Helvetica 55 Roman"/>
        </w:rPr>
        <w:t xml:space="preserve"> Cependant dans certaines zones rurales ou  </w:t>
      </w:r>
      <w:r w:rsidR="00A74BCF" w:rsidRPr="006A5521">
        <w:rPr>
          <w:rFonts w:ascii="Helvetica 55 Roman" w:hAnsi="Helvetica 55 Roman"/>
        </w:rPr>
        <w:t xml:space="preserve">des cas </w:t>
      </w:r>
      <w:r w:rsidR="00716453" w:rsidRPr="006A5521">
        <w:rPr>
          <w:rFonts w:ascii="Helvetica 55 Roman" w:hAnsi="Helvetica 55 Roman"/>
        </w:rPr>
        <w:t>de bâtiments isolés, la longueur pourra dépasser 16 km.</w:t>
      </w:r>
    </w:p>
    <w:p w14:paraId="28518FD6" w14:textId="77777777" w:rsidR="00020B3E" w:rsidRPr="006A5521" w:rsidRDefault="007E2086" w:rsidP="00020B3E">
      <w:pPr>
        <w:rPr>
          <w:rFonts w:ascii="Helvetica 55 Roman" w:hAnsi="Helvetica 55 Roman"/>
        </w:rPr>
      </w:pPr>
      <w:r w:rsidRPr="006A5521">
        <w:rPr>
          <w:rFonts w:ascii="Helvetica 55 Roman" w:hAnsi="Helvetica 55 Roman"/>
        </w:rPr>
        <w:t xml:space="preserve"> </w:t>
      </w:r>
      <w:r w:rsidR="00020B3E" w:rsidRPr="006A5521">
        <w:rPr>
          <w:rFonts w:ascii="Helvetica 55 Roman" w:hAnsi="Helvetica 55 Roman"/>
        </w:rPr>
        <w:t xml:space="preserve"> </w:t>
      </w:r>
    </w:p>
    <w:p w14:paraId="5D204D00" w14:textId="77777777" w:rsidR="001D7F9D" w:rsidRDefault="001D7F9D">
      <w:pPr>
        <w:spacing w:after="0"/>
        <w:rPr>
          <w:rFonts w:ascii="Helvetica 55 Roman" w:hAnsi="Helvetica 55 Roman"/>
        </w:rPr>
      </w:pPr>
      <w:r>
        <w:rPr>
          <w:rFonts w:ascii="Helvetica 55 Roman" w:hAnsi="Helvetica 55 Roman"/>
        </w:rPr>
        <w:br w:type="page"/>
      </w:r>
    </w:p>
    <w:p w14:paraId="28518FD7" w14:textId="7670B6C3" w:rsidR="007E2086" w:rsidRPr="006A5521" w:rsidRDefault="007E2086" w:rsidP="00AD1691">
      <w:pPr>
        <w:jc w:val="both"/>
        <w:rPr>
          <w:rFonts w:ascii="Helvetica 55 Roman" w:hAnsi="Helvetica 55 Roman"/>
        </w:rPr>
      </w:pPr>
      <w:r w:rsidRPr="006A5521">
        <w:rPr>
          <w:rFonts w:ascii="Helvetica 55 Roman" w:hAnsi="Helvetica 55 Roman"/>
        </w:rPr>
        <w:lastRenderedPageBreak/>
        <w:t xml:space="preserve">Le tableau ci-dessous donne </w:t>
      </w:r>
      <w:r w:rsidR="00314C35" w:rsidRPr="006A5521">
        <w:rPr>
          <w:rFonts w:ascii="Helvetica 55 Roman" w:hAnsi="Helvetica 55 Roman"/>
        </w:rPr>
        <w:t>l’affaiblissement</w:t>
      </w:r>
      <w:r w:rsidR="00020B3E" w:rsidRPr="006A5521">
        <w:rPr>
          <w:rFonts w:ascii="Helvetica 55 Roman" w:hAnsi="Helvetica 55 Roman"/>
        </w:rPr>
        <w:t xml:space="preserve"> optique maximal </w:t>
      </w:r>
      <w:r w:rsidRPr="006A5521">
        <w:rPr>
          <w:rFonts w:ascii="Helvetica 55 Roman" w:hAnsi="Helvetica 55 Roman"/>
        </w:rPr>
        <w:t xml:space="preserve">de </w:t>
      </w:r>
      <w:r w:rsidR="000938D3" w:rsidRPr="006A5521">
        <w:rPr>
          <w:rFonts w:ascii="Helvetica 55 Roman" w:hAnsi="Helvetica 55 Roman"/>
        </w:rPr>
        <w:t xml:space="preserve">l’Accès </w:t>
      </w:r>
      <w:r w:rsidR="0046445F" w:rsidRPr="006A5521">
        <w:rPr>
          <w:rFonts w:ascii="Helvetica 55 Roman" w:hAnsi="Helvetica 55 Roman"/>
        </w:rPr>
        <w:t>FTTE passif NRO</w:t>
      </w:r>
      <w:r w:rsidR="000462FC" w:rsidRPr="006A5521">
        <w:rPr>
          <w:rFonts w:ascii="Helvetica 55 Roman" w:hAnsi="Helvetica 55 Roman"/>
        </w:rPr>
        <w:t xml:space="preserve"> </w:t>
      </w:r>
      <w:r w:rsidRPr="006A5521">
        <w:rPr>
          <w:rFonts w:ascii="Helvetica 55 Roman" w:hAnsi="Helvetica 55 Roman"/>
        </w:rPr>
        <w:t xml:space="preserve">du connecteur de la tête </w:t>
      </w:r>
      <w:r w:rsidR="005C42FF" w:rsidRPr="006A5521">
        <w:rPr>
          <w:rFonts w:ascii="Helvetica 55 Roman" w:hAnsi="Helvetica 55 Roman"/>
        </w:rPr>
        <w:t xml:space="preserve">équipement </w:t>
      </w:r>
      <w:r w:rsidRPr="006A5521">
        <w:rPr>
          <w:rFonts w:ascii="Helvetica 55 Roman" w:hAnsi="Helvetica 55 Roman"/>
        </w:rPr>
        <w:t xml:space="preserve">opérateur au NRO jusqu’au </w:t>
      </w:r>
      <w:r w:rsidR="00495588" w:rsidRPr="006A5521">
        <w:rPr>
          <w:rFonts w:ascii="Helvetica 55 Roman" w:hAnsi="Helvetica 55 Roman"/>
        </w:rPr>
        <w:t xml:space="preserve">point de livraison sur le site </w:t>
      </w:r>
      <w:r w:rsidR="00B20554" w:rsidRPr="006A5521">
        <w:rPr>
          <w:rFonts w:ascii="Helvetica 55 Roman" w:hAnsi="Helvetica 55 Roman"/>
        </w:rPr>
        <w:t>client</w:t>
      </w:r>
      <w:r w:rsidR="00546252" w:rsidRPr="006A5521">
        <w:rPr>
          <w:rFonts w:ascii="Helvetica 55 Roman" w:hAnsi="Helvetica 55 Roman"/>
        </w:rPr>
        <w:t>,</w:t>
      </w:r>
      <w:r w:rsidR="00716453" w:rsidRPr="006A5521">
        <w:rPr>
          <w:rFonts w:ascii="Helvetica 55 Roman" w:hAnsi="Helvetica 55 Roman"/>
        </w:rPr>
        <w:t xml:space="preserve"> dans le cas standard d’une </w:t>
      </w:r>
      <w:r w:rsidR="00F34567" w:rsidRPr="006A5521">
        <w:rPr>
          <w:rFonts w:ascii="Helvetica 55 Roman" w:hAnsi="Helvetica 55 Roman"/>
        </w:rPr>
        <w:t xml:space="preserve">longueur maximum de boucle optique </w:t>
      </w:r>
      <w:r w:rsidR="00716453" w:rsidRPr="006A5521">
        <w:rPr>
          <w:rFonts w:ascii="Helvetica 55 Roman" w:hAnsi="Helvetica 55 Roman"/>
        </w:rPr>
        <w:t>de 16 km</w:t>
      </w:r>
      <w:r w:rsidR="00F34567" w:rsidRPr="006A5521">
        <w:rPr>
          <w:rFonts w:ascii="Helvetica 55 Roman" w:hAnsi="Helvetica 55 Roman"/>
        </w:rPr>
        <w:t xml:space="preserve"> et d’une desserte interne jusqu’à 200m</w:t>
      </w:r>
      <w:r w:rsidR="00716453" w:rsidRPr="006A5521">
        <w:rPr>
          <w:rFonts w:ascii="Helvetica 55 Roman" w:hAnsi="Helvetica 55 Roman"/>
        </w:rPr>
        <w:t>.</w:t>
      </w:r>
    </w:p>
    <w:p w14:paraId="28518FD8" w14:textId="77777777" w:rsidR="007E2086" w:rsidRPr="006A5521" w:rsidRDefault="007E2086" w:rsidP="00020B3E">
      <w:pPr>
        <w:rPr>
          <w:rFonts w:ascii="Helvetica 55 Roman" w:hAnsi="Helvetica 55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6A5521" w:rsidRPr="006A5521" w14:paraId="28518FDA" w14:textId="77777777" w:rsidTr="009F40E8">
        <w:tc>
          <w:tcPr>
            <w:tcW w:w="4605" w:type="dxa"/>
            <w:shd w:val="clear" w:color="auto" w:fill="auto"/>
          </w:tcPr>
          <w:p w14:paraId="28518FD9" w14:textId="77777777" w:rsidR="00A4665F" w:rsidRPr="006A5521" w:rsidRDefault="00A4665F" w:rsidP="00164AE9">
            <w:pPr>
              <w:jc w:val="center"/>
              <w:rPr>
                <w:rFonts w:ascii="Helvetica 55 Roman" w:hAnsi="Helvetica 55 Roman"/>
              </w:rPr>
            </w:pPr>
            <w:r w:rsidRPr="006A5521">
              <w:rPr>
                <w:rFonts w:ascii="Helvetica 55 Roman" w:hAnsi="Helvetica 55 Roman"/>
              </w:rPr>
              <w:t>Budget optique max(*)</w:t>
            </w:r>
          </w:p>
        </w:tc>
      </w:tr>
      <w:tr w:rsidR="00A4665F" w:rsidRPr="006A5521" w14:paraId="28518FDC" w14:textId="77777777" w:rsidTr="009F40E8">
        <w:tc>
          <w:tcPr>
            <w:tcW w:w="4605" w:type="dxa"/>
            <w:shd w:val="clear" w:color="auto" w:fill="auto"/>
          </w:tcPr>
          <w:p w14:paraId="28518FDB" w14:textId="77777777" w:rsidR="00A4665F" w:rsidRPr="006A5521" w:rsidRDefault="00A4665F" w:rsidP="008809DA">
            <w:pPr>
              <w:jc w:val="center"/>
              <w:rPr>
                <w:rFonts w:ascii="Helvetica 55 Roman" w:hAnsi="Helvetica 55 Roman"/>
              </w:rPr>
            </w:pPr>
            <w:r w:rsidRPr="006A5521">
              <w:rPr>
                <w:rFonts w:ascii="Helvetica 55 Roman" w:hAnsi="Helvetica 55 Roman"/>
              </w:rPr>
              <w:t>10 dB</w:t>
            </w:r>
          </w:p>
        </w:tc>
      </w:tr>
    </w:tbl>
    <w:p w14:paraId="28518FDD" w14:textId="77777777" w:rsidR="00A4665F" w:rsidRPr="006A5521" w:rsidRDefault="00A4665F" w:rsidP="007E2086">
      <w:pPr>
        <w:rPr>
          <w:rFonts w:ascii="Helvetica 55 Roman" w:hAnsi="Helvetica 55 Roman"/>
        </w:rPr>
      </w:pPr>
    </w:p>
    <w:p w14:paraId="28518FDE" w14:textId="77777777" w:rsidR="007E2086" w:rsidRPr="006A5521" w:rsidRDefault="007E2086" w:rsidP="007E2086">
      <w:pPr>
        <w:rPr>
          <w:rFonts w:ascii="Helvetica 55 Roman" w:hAnsi="Helvetica 55 Roman"/>
        </w:rPr>
      </w:pPr>
      <w:r w:rsidRPr="006A5521">
        <w:rPr>
          <w:rFonts w:ascii="Helvetica 55 Roman" w:hAnsi="Helvetica 55 Roman"/>
        </w:rPr>
        <w:t>(*) calculé sur la longueur d’onde 1310nm</w:t>
      </w:r>
      <w:r w:rsidR="00546252" w:rsidRPr="006A5521">
        <w:rPr>
          <w:rFonts w:ascii="Helvetica 55 Roman" w:hAnsi="Helvetica 55 Roman"/>
        </w:rPr>
        <w:t>.</w:t>
      </w:r>
      <w:r w:rsidR="00A4665F" w:rsidRPr="006A5521">
        <w:rPr>
          <w:rFonts w:ascii="Helvetica 55 Roman" w:hAnsi="Helvetica 55 Roman"/>
        </w:rPr>
        <w:t xml:space="preserve"> </w:t>
      </w:r>
      <w:r w:rsidR="00F34567" w:rsidRPr="006A5521">
        <w:rPr>
          <w:rFonts w:ascii="Helvetica 55 Roman" w:hAnsi="Helvetica 55 Roman"/>
        </w:rPr>
        <w:t xml:space="preserve"> </w:t>
      </w:r>
    </w:p>
    <w:p w14:paraId="28518FDF" w14:textId="77777777" w:rsidR="00F93CA7" w:rsidRPr="006A5521" w:rsidRDefault="009F682C" w:rsidP="007E2086">
      <w:pPr>
        <w:rPr>
          <w:rFonts w:ascii="Helvetica 55 Roman" w:hAnsi="Helvetica 55 Roman"/>
        </w:rPr>
      </w:pPr>
      <w:r w:rsidRPr="006A5521">
        <w:rPr>
          <w:rFonts w:ascii="Helvetica 55 Roman" w:hAnsi="Helvetica 55 Roman"/>
          <w:noProof/>
        </w:rPr>
        <w:drawing>
          <wp:inline distT="0" distB="0" distL="0" distR="0" wp14:anchorId="28519055" wp14:editId="28519056">
            <wp:extent cx="5753100" cy="2771775"/>
            <wp:effectExtent l="0" t="0" r="0" b="9525"/>
            <wp:docPr id="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2771775"/>
                    </a:xfrm>
                    <a:prstGeom prst="rect">
                      <a:avLst/>
                    </a:prstGeom>
                    <a:noFill/>
                    <a:ln>
                      <a:noFill/>
                    </a:ln>
                  </pic:spPr>
                </pic:pic>
              </a:graphicData>
            </a:graphic>
          </wp:inline>
        </w:drawing>
      </w:r>
    </w:p>
    <w:p w14:paraId="28518FE0" w14:textId="77777777" w:rsidR="00F93CA7" w:rsidRPr="006A5521" w:rsidRDefault="00F93CA7" w:rsidP="00F93CA7">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10 </w:t>
      </w:r>
      <w:r w:rsidRPr="006A5521">
        <w:rPr>
          <w:rFonts w:ascii="Helvetica 55 Roman" w:hAnsi="Helvetica 55 Roman"/>
        </w:rPr>
        <w:t>: Affaiblissement optique maximal dans le cas d’une desserte standard</w:t>
      </w:r>
    </w:p>
    <w:p w14:paraId="28518FE1" w14:textId="77777777" w:rsidR="00F93CA7" w:rsidRPr="006A5521" w:rsidRDefault="00F93CA7" w:rsidP="00F93CA7">
      <w:pPr>
        <w:pStyle w:val="Lgende"/>
        <w:jc w:val="center"/>
        <w:rPr>
          <w:rFonts w:ascii="Helvetica 55 Roman" w:hAnsi="Helvetica 55 Roman"/>
        </w:rPr>
      </w:pPr>
      <w:r w:rsidRPr="006A5521">
        <w:rPr>
          <w:rFonts w:ascii="Helvetica 55 Roman" w:hAnsi="Helvetica 55 Roman"/>
        </w:rPr>
        <w:t xml:space="preserve"> </w:t>
      </w:r>
    </w:p>
    <w:p w14:paraId="28518FE2" w14:textId="77777777" w:rsidR="007743A8" w:rsidRPr="006A5521" w:rsidRDefault="004151C9" w:rsidP="00C71548">
      <w:pPr>
        <w:jc w:val="both"/>
        <w:rPr>
          <w:rFonts w:ascii="Helvetica 55 Roman" w:hAnsi="Helvetica 55 Roman"/>
        </w:rPr>
      </w:pPr>
      <w:r w:rsidRPr="006A5521">
        <w:rPr>
          <w:rFonts w:ascii="Helvetica 55 Roman" w:hAnsi="Helvetica 55 Roman"/>
        </w:rPr>
        <w:t xml:space="preserve">L’information portant sur le type de SFP à utiliser (courte distance, longue distante) </w:t>
      </w:r>
      <w:r w:rsidR="008C18AD" w:rsidRPr="006A5521">
        <w:rPr>
          <w:rFonts w:ascii="Helvetica 55 Roman" w:hAnsi="Helvetica 55 Roman"/>
        </w:rPr>
        <w:t xml:space="preserve"> </w:t>
      </w:r>
      <w:r w:rsidR="004F51DD" w:rsidRPr="006A5521">
        <w:rPr>
          <w:rFonts w:ascii="Helvetica 55 Roman" w:hAnsi="Helvetica 55 Roman"/>
        </w:rPr>
        <w:t>est</w:t>
      </w:r>
      <w:r w:rsidR="008C18AD" w:rsidRPr="006A5521">
        <w:rPr>
          <w:rFonts w:ascii="Helvetica 55 Roman" w:hAnsi="Helvetica 55 Roman"/>
        </w:rPr>
        <w:t xml:space="preserve"> </w:t>
      </w:r>
      <w:r w:rsidR="004F51DD" w:rsidRPr="006A5521">
        <w:rPr>
          <w:rFonts w:ascii="Helvetica 55 Roman" w:hAnsi="Helvetica 55 Roman"/>
        </w:rPr>
        <w:t>communiquée à l’Opérateur</w:t>
      </w:r>
      <w:r w:rsidR="00A74BCF" w:rsidRPr="006A5521">
        <w:rPr>
          <w:rFonts w:ascii="Helvetica 55 Roman" w:hAnsi="Helvetica 55 Roman"/>
        </w:rPr>
        <w:t xml:space="preserve"> au moment de la livraison de l’Accès</w:t>
      </w:r>
      <w:r w:rsidR="004F51DD" w:rsidRPr="006A5521">
        <w:rPr>
          <w:rFonts w:ascii="Helvetica 55 Roman" w:hAnsi="Helvetica 55 Roman"/>
        </w:rPr>
        <w:t>.</w:t>
      </w:r>
      <w:r w:rsidR="008C18AD" w:rsidRPr="006A5521">
        <w:rPr>
          <w:rFonts w:ascii="Helvetica 55 Roman" w:hAnsi="Helvetica 55 Roman"/>
        </w:rPr>
        <w:t xml:space="preserve"> </w:t>
      </w:r>
    </w:p>
    <w:p w14:paraId="28518FE3" w14:textId="77777777" w:rsidR="009340CA" w:rsidRPr="006A5521" w:rsidRDefault="009340CA" w:rsidP="009340CA">
      <w:pPr>
        <w:pStyle w:val="Retraitnormal"/>
        <w:rPr>
          <w:rFonts w:ascii="Helvetica 55 Roman" w:hAnsi="Helvetica 55 Roman"/>
          <w:lang w:val="es-ES"/>
        </w:rPr>
      </w:pPr>
    </w:p>
    <w:p w14:paraId="28518FE4" w14:textId="77777777" w:rsidR="009340CA" w:rsidRPr="006A5521" w:rsidRDefault="008809DA" w:rsidP="009340CA">
      <w:pPr>
        <w:pStyle w:val="Titre1"/>
        <w:shd w:val="clear" w:color="auto" w:fill="auto"/>
      </w:pPr>
      <w:bookmarkStart w:id="71" w:name="_Toc191411"/>
      <w:bookmarkStart w:id="72" w:name="_Toc79412067"/>
      <w:r w:rsidRPr="006A5521">
        <w:t>Activation</w:t>
      </w:r>
      <w:r w:rsidR="009340CA" w:rsidRPr="006A5521">
        <w:t xml:space="preserve"> de la fibre  PAR l’opérateur</w:t>
      </w:r>
      <w:bookmarkEnd w:id="71"/>
      <w:bookmarkEnd w:id="72"/>
    </w:p>
    <w:p w14:paraId="28518FE5" w14:textId="77777777" w:rsidR="009340CA" w:rsidRPr="006A5521" w:rsidRDefault="009340CA" w:rsidP="00AD1691">
      <w:pPr>
        <w:jc w:val="both"/>
        <w:rPr>
          <w:rFonts w:ascii="Helvetica 55 Roman" w:hAnsi="Helvetica 55 Roman"/>
        </w:rPr>
      </w:pPr>
      <w:r w:rsidRPr="006A5521">
        <w:rPr>
          <w:rFonts w:ascii="Helvetica 55 Roman" w:hAnsi="Helvetica 55 Roman"/>
        </w:rPr>
        <w:t xml:space="preserve">L’éclairage de la fibre fournie dans le cadre de l’offre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 xml:space="preserve">est de la responsabilité de l’Opérateur. </w:t>
      </w:r>
    </w:p>
    <w:p w14:paraId="28518FE6" w14:textId="77777777" w:rsidR="009340CA" w:rsidRPr="006A5521" w:rsidRDefault="009340CA" w:rsidP="009340CA">
      <w:pPr>
        <w:ind w:left="432"/>
        <w:rPr>
          <w:rFonts w:ascii="Helvetica 55 Roman" w:hAnsi="Helvetica 55 Roman"/>
        </w:rPr>
      </w:pPr>
    </w:p>
    <w:p w14:paraId="28518FE7" w14:textId="77777777" w:rsidR="009340CA" w:rsidRPr="006A5521" w:rsidRDefault="009340CA" w:rsidP="00AD1691">
      <w:pPr>
        <w:jc w:val="both"/>
        <w:rPr>
          <w:rFonts w:ascii="Helvetica 55 Roman" w:hAnsi="Helvetica 55 Roman"/>
        </w:rPr>
      </w:pPr>
      <w:r w:rsidRPr="006A5521">
        <w:rPr>
          <w:rFonts w:ascii="Helvetica 55 Roman" w:hAnsi="Helvetica 55 Roman"/>
        </w:rPr>
        <w:t xml:space="preserve">Dans le cadre de la fourniture du service de l’Opérateur au Client Final s’appuyant sur </w:t>
      </w:r>
      <w:r w:rsidR="00DA6762" w:rsidRPr="006A5521">
        <w:rPr>
          <w:rFonts w:ascii="Helvetica 55 Roman" w:hAnsi="Helvetica 55 Roman"/>
        </w:rPr>
        <w:t xml:space="preserve">un Accès </w:t>
      </w:r>
      <w:r w:rsidR="0046445F" w:rsidRPr="006A5521">
        <w:rPr>
          <w:rFonts w:ascii="Helvetica 55 Roman" w:hAnsi="Helvetica 55 Roman"/>
        </w:rPr>
        <w:t>FTTE passif NRO</w:t>
      </w:r>
      <w:r w:rsidR="00DA6762" w:rsidRPr="006A5521">
        <w:rPr>
          <w:rFonts w:ascii="Helvetica 55 Roman" w:hAnsi="Helvetica 55 Roman" w:cs="Arial"/>
        </w:rPr>
        <w:t xml:space="preserve"> </w:t>
      </w:r>
      <w:r w:rsidRPr="006A5521">
        <w:rPr>
          <w:rFonts w:ascii="Helvetica 55 Roman" w:hAnsi="Helvetica 55 Roman"/>
        </w:rPr>
        <w:t xml:space="preserve"> il est demandé à l’Opérateur que l’équipement actif chez le Client Final </w:t>
      </w:r>
      <w:r w:rsidR="00164AE9" w:rsidRPr="006A5521">
        <w:rPr>
          <w:rFonts w:ascii="Helvetica 55 Roman" w:hAnsi="Helvetica 55 Roman"/>
        </w:rPr>
        <w:t xml:space="preserve">doit </w:t>
      </w:r>
      <w:r w:rsidRPr="006A5521">
        <w:rPr>
          <w:rFonts w:ascii="Helvetica 55 Roman" w:hAnsi="Helvetica 55 Roman"/>
        </w:rPr>
        <w:t>dispose</w:t>
      </w:r>
      <w:r w:rsidR="00164AE9" w:rsidRPr="006A5521">
        <w:rPr>
          <w:rFonts w:ascii="Helvetica 55 Roman" w:hAnsi="Helvetica 55 Roman"/>
        </w:rPr>
        <w:t>r</w:t>
      </w:r>
      <w:r w:rsidRPr="006A5521">
        <w:rPr>
          <w:rFonts w:ascii="Helvetica 55 Roman" w:hAnsi="Helvetica 55 Roman"/>
        </w:rPr>
        <w:t xml:space="preserve"> de la fonction </w:t>
      </w:r>
      <w:r w:rsidR="002F44EF" w:rsidRPr="006A5521">
        <w:rPr>
          <w:rFonts w:ascii="Helvetica 55 Roman" w:hAnsi="Helvetica 55 Roman"/>
        </w:rPr>
        <w:t>« SILENT START »</w:t>
      </w:r>
      <w:r w:rsidR="00164AE9" w:rsidRPr="006A5521">
        <w:rPr>
          <w:rFonts w:ascii="Helvetica 55 Roman" w:hAnsi="Helvetica 55 Roman"/>
        </w:rPr>
        <w:t>. Celle-ci permet</w:t>
      </w:r>
      <w:r w:rsidR="002F44EF" w:rsidRPr="006A5521">
        <w:rPr>
          <w:rFonts w:ascii="Helvetica 55 Roman" w:hAnsi="Helvetica 55 Roman"/>
        </w:rPr>
        <w:t xml:space="preserve"> d’interdire l’aveuglement d’un équipement d’accès d’un opérateur</w:t>
      </w:r>
      <w:r w:rsidR="008D157F" w:rsidRPr="006A5521">
        <w:rPr>
          <w:rFonts w:ascii="Helvetica 55 Roman" w:hAnsi="Helvetica 55 Roman"/>
        </w:rPr>
        <w:t xml:space="preserve">. </w:t>
      </w:r>
    </w:p>
    <w:p w14:paraId="28518FE8" w14:textId="77777777" w:rsidR="002F44EF" w:rsidRPr="006A5521" w:rsidRDefault="002F44EF" w:rsidP="009340CA">
      <w:pPr>
        <w:ind w:left="432"/>
        <w:rPr>
          <w:rFonts w:ascii="Helvetica 55 Roman" w:hAnsi="Helvetica 55 Roman"/>
        </w:rPr>
      </w:pPr>
    </w:p>
    <w:p w14:paraId="28518FE9" w14:textId="77777777" w:rsidR="002F44EF" w:rsidRPr="006A5521" w:rsidRDefault="002F44EF" w:rsidP="00AD1691">
      <w:pPr>
        <w:jc w:val="both"/>
        <w:rPr>
          <w:rFonts w:ascii="Helvetica 55 Roman" w:hAnsi="Helvetica 55 Roman"/>
        </w:rPr>
      </w:pPr>
      <w:r w:rsidRPr="006A5521">
        <w:rPr>
          <w:rFonts w:ascii="Helvetica 55 Roman" w:hAnsi="Helvetica 55 Roman"/>
        </w:rPr>
        <w:t>Les normes internationales en matière de « modems » décrivent une fonction dite « SILENT START» :</w:t>
      </w:r>
    </w:p>
    <w:p w14:paraId="28518FEA" w14:textId="77777777" w:rsidR="002F44EF" w:rsidRPr="006A5521" w:rsidRDefault="002F44EF" w:rsidP="002B1710">
      <w:pPr>
        <w:numPr>
          <w:ilvl w:val="0"/>
          <w:numId w:val="8"/>
        </w:numPr>
        <w:rPr>
          <w:rFonts w:ascii="Helvetica 55 Roman" w:hAnsi="Helvetica 55 Roman"/>
        </w:rPr>
      </w:pPr>
      <w:r w:rsidRPr="006A5521">
        <w:rPr>
          <w:rFonts w:ascii="Helvetica 55 Roman" w:hAnsi="Helvetica 55 Roman"/>
        </w:rPr>
        <w:t>UIT-T G 984.X (</w:t>
      </w:r>
      <w:proofErr w:type="spellStart"/>
      <w:r w:rsidRPr="006A5521">
        <w:rPr>
          <w:rFonts w:ascii="Helvetica 55 Roman" w:hAnsi="Helvetica 55 Roman"/>
        </w:rPr>
        <w:t>Series</w:t>
      </w:r>
      <w:proofErr w:type="spellEnd"/>
      <w:r w:rsidRPr="006A5521">
        <w:rPr>
          <w:rFonts w:ascii="Helvetica 55 Roman" w:hAnsi="Helvetica 55 Roman"/>
        </w:rPr>
        <w:t>) : recommandations en vigueur pour des systèmes d’accès optique point à multipoint (GPON) ;</w:t>
      </w:r>
    </w:p>
    <w:p w14:paraId="28518FEB" w14:textId="77777777" w:rsidR="002F44EF" w:rsidRPr="006A5521" w:rsidRDefault="002F44EF" w:rsidP="002B1710">
      <w:pPr>
        <w:numPr>
          <w:ilvl w:val="0"/>
          <w:numId w:val="8"/>
        </w:numPr>
        <w:rPr>
          <w:rFonts w:ascii="Helvetica 55 Roman" w:hAnsi="Helvetica 55 Roman"/>
        </w:rPr>
      </w:pPr>
      <w:r w:rsidRPr="006A5521">
        <w:rPr>
          <w:rFonts w:ascii="Helvetica 55 Roman" w:hAnsi="Helvetica 55 Roman"/>
        </w:rPr>
        <w:t>UIT-T G 985 : recommandation en vigueur pour des systèmes d’accès optique point à point (P2P) à 100 Mbit/s à base Ethernet. Cette norme qui date de mars 2003, introduit dans son amendement (I) de janvier 2009, la fonction « silent start » ;</w:t>
      </w:r>
    </w:p>
    <w:p w14:paraId="28518FED" w14:textId="6C0F64D1" w:rsidR="009340CA" w:rsidRPr="001D7F9D" w:rsidRDefault="002F44EF" w:rsidP="001D7F9D">
      <w:pPr>
        <w:numPr>
          <w:ilvl w:val="0"/>
          <w:numId w:val="8"/>
        </w:numPr>
        <w:rPr>
          <w:rFonts w:ascii="Helvetica 55 Roman" w:hAnsi="Helvetica 55 Roman"/>
        </w:rPr>
      </w:pPr>
      <w:r w:rsidRPr="006A5521">
        <w:rPr>
          <w:rFonts w:ascii="Helvetica 55 Roman" w:hAnsi="Helvetica 55 Roman"/>
        </w:rPr>
        <w:t>UIT-T G 986 : recommandation en vigueur pour des systèmes d’accès optique point à point (P2P) à 1 Gbit/s incluant le « silent start »</w:t>
      </w:r>
    </w:p>
    <w:sectPr w:rsidR="009340CA" w:rsidRPr="001D7F9D" w:rsidSect="00B4465B">
      <w:headerReference w:type="default" r:id="rId17"/>
      <w:footerReference w:type="default" r:id="rId18"/>
      <w:headerReference w:type="first" r:id="rId19"/>
      <w:footerReference w:type="first" r:id="rId20"/>
      <w:pgSz w:w="11906" w:h="16838" w:code="9"/>
      <w:pgMar w:top="1418" w:right="1418"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1905A" w14:textId="77777777" w:rsidR="009B40E5" w:rsidRDefault="009B40E5">
      <w:r>
        <w:separator/>
      </w:r>
    </w:p>
  </w:endnote>
  <w:endnote w:type="continuationSeparator" w:id="0">
    <w:p w14:paraId="2851905B" w14:textId="77777777" w:rsidR="009B40E5" w:rsidRDefault="009B40E5">
      <w:r>
        <w:continuationSeparator/>
      </w:r>
    </w:p>
  </w:endnote>
  <w:endnote w:type="continuationNotice" w:id="1">
    <w:p w14:paraId="2851905C" w14:textId="77777777" w:rsidR="009B40E5" w:rsidRDefault="009B40E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panose1 w:val="020B0804020202020204"/>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5E" w14:textId="7777777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14:paraId="2851905F" w14:textId="77777777" w:rsidR="00D73442" w:rsidRPr="00D73442" w:rsidRDefault="00E05ECF" w:rsidP="00D73442">
    <w:pPr>
      <w:pStyle w:val="Pieddepage"/>
      <w:ind w:right="360"/>
      <w:jc w:val="right"/>
      <w:rPr>
        <w:rFonts w:ascii="Helvetica 55 Roman" w:hAnsi="Helvetica 55 Roman"/>
        <w:sz w:val="16"/>
        <w:szCs w:val="16"/>
      </w:rPr>
    </w:pPr>
    <w:r>
      <w:rPr>
        <w:rFonts w:ascii="Helvetica 55 Roman" w:hAnsi="Helvetica 55 Roman"/>
        <w:sz w:val="16"/>
        <w:szCs w:val="16"/>
      </w:rPr>
      <w:t>V2.1</w:t>
    </w:r>
  </w:p>
  <w:p w14:paraId="28519060" w14:textId="77777777" w:rsidR="009B40E5"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 xml:space="preserve">Page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PAGE</w:instrText>
    </w:r>
    <w:r w:rsidRPr="00D73442">
      <w:rPr>
        <w:rFonts w:ascii="Helvetica 55 Roman" w:hAnsi="Helvetica 55 Roman"/>
        <w:bCs/>
        <w:sz w:val="16"/>
        <w:szCs w:val="16"/>
      </w:rPr>
      <w:fldChar w:fldCharType="separate"/>
    </w:r>
    <w:r w:rsidR="0061258F">
      <w:rPr>
        <w:rFonts w:ascii="Helvetica 55 Roman" w:hAnsi="Helvetica 55 Roman"/>
        <w:bCs/>
        <w:noProof/>
        <w:sz w:val="16"/>
        <w:szCs w:val="16"/>
      </w:rPr>
      <w:t>12</w:t>
    </w:r>
    <w:r w:rsidRPr="00D73442">
      <w:rPr>
        <w:rFonts w:ascii="Helvetica 55 Roman" w:hAnsi="Helvetica 55 Roman"/>
        <w:bCs/>
        <w:sz w:val="16"/>
        <w:szCs w:val="16"/>
      </w:rPr>
      <w:fldChar w:fldCharType="end"/>
    </w:r>
    <w:r w:rsidRPr="00D73442">
      <w:rPr>
        <w:rFonts w:ascii="Helvetica 55 Roman" w:hAnsi="Helvetica 55 Roman"/>
        <w:sz w:val="16"/>
        <w:szCs w:val="16"/>
      </w:rPr>
      <w:t xml:space="preserve"> sur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NUMPAGES</w:instrText>
    </w:r>
    <w:r w:rsidRPr="00D73442">
      <w:rPr>
        <w:rFonts w:ascii="Helvetica 55 Roman" w:hAnsi="Helvetica 55 Roman"/>
        <w:bCs/>
        <w:sz w:val="16"/>
        <w:szCs w:val="16"/>
      </w:rPr>
      <w:fldChar w:fldCharType="separate"/>
    </w:r>
    <w:r w:rsidR="0061258F">
      <w:rPr>
        <w:rFonts w:ascii="Helvetica 55 Roman" w:hAnsi="Helvetica 55 Roman"/>
        <w:bCs/>
        <w:noProof/>
        <w:sz w:val="16"/>
        <w:szCs w:val="16"/>
      </w:rPr>
      <w:t>12</w:t>
    </w:r>
    <w:r w:rsidRPr="00D73442">
      <w:rPr>
        <w:rFonts w:ascii="Helvetica 55 Roman" w:hAnsi="Helvetica 55 Roman"/>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62" w14:textId="77777777" w:rsidR="00D73442" w:rsidRDefault="00D73442" w:rsidP="00D73442">
    <w:pPr>
      <w:pStyle w:val="En-tte"/>
    </w:pPr>
  </w:p>
  <w:p w14:paraId="28519063" w14:textId="7777777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14:paraId="28519064" w14:textId="77777777" w:rsidR="00E05ECF" w:rsidRPr="00D73442" w:rsidRDefault="00E05ECF" w:rsidP="00E05ECF">
    <w:pPr>
      <w:pStyle w:val="Pieddepage"/>
      <w:ind w:right="360"/>
      <w:jc w:val="right"/>
      <w:rPr>
        <w:rFonts w:ascii="Helvetica 55 Roman" w:hAnsi="Helvetica 55 Roman"/>
        <w:sz w:val="16"/>
        <w:szCs w:val="16"/>
      </w:rPr>
    </w:pPr>
    <w:r>
      <w:rPr>
        <w:rFonts w:ascii="Helvetica 55 Roman" w:hAnsi="Helvetica 55 Roman"/>
        <w:sz w:val="16"/>
        <w:szCs w:val="16"/>
      </w:rPr>
      <w:t>V2.1</w:t>
    </w:r>
  </w:p>
  <w:p w14:paraId="28519065" w14:textId="77777777" w:rsidR="009B40E5" w:rsidRPr="00D73442" w:rsidRDefault="009B40E5" w:rsidP="00E05ECF">
    <w:pPr>
      <w:pStyle w:val="Pieddepage"/>
      <w:ind w:right="360"/>
      <w:jc w:val="right"/>
      <w:rPr>
        <w:rFonts w:ascii="Helvetica 55 Roman" w:hAnsi="Helvetica 55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19057" w14:textId="77777777" w:rsidR="009B40E5" w:rsidRDefault="009B40E5">
      <w:r>
        <w:separator/>
      </w:r>
    </w:p>
  </w:footnote>
  <w:footnote w:type="continuationSeparator" w:id="0">
    <w:p w14:paraId="28519058" w14:textId="77777777" w:rsidR="009B40E5" w:rsidRDefault="009B40E5">
      <w:r>
        <w:continuationSeparator/>
      </w:r>
    </w:p>
  </w:footnote>
  <w:footnote w:type="continuationNotice" w:id="1">
    <w:p w14:paraId="28519059" w14:textId="77777777" w:rsidR="009B40E5" w:rsidRDefault="009B40E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5D" w14:textId="77777777" w:rsidR="009B40E5" w:rsidRPr="00B359AE" w:rsidRDefault="009B40E5" w:rsidP="00001990">
    <w:pPr>
      <w:pStyle w:val="En-tte"/>
      <w:rPr>
        <w:rFonts w:ascii="Arial" w:hAnsi="Arial" w:cs="Arial"/>
      </w:rPr>
    </w:pPr>
    <w:r w:rsidRPr="00B359AE">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61" w14:textId="77777777" w:rsidR="009B40E5" w:rsidRDefault="009B40E5" w:rsidP="00BD78F6">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2" w15:restartNumberingAfterBreak="0">
    <w:nsid w:val="0D407495"/>
    <w:multiLevelType w:val="hybridMultilevel"/>
    <w:tmpl w:val="90A69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5"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6"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55CE7F5E"/>
    <w:multiLevelType w:val="multilevel"/>
    <w:tmpl w:val="9D46FCBA"/>
    <w:lvl w:ilvl="0">
      <w:start w:val="1"/>
      <w:numFmt w:val="decimal"/>
      <w:pStyle w:val="Titre1"/>
      <w:lvlText w:val="%1"/>
      <w:lvlJc w:val="left"/>
      <w:pPr>
        <w:tabs>
          <w:tab w:val="num" w:pos="432"/>
        </w:tabs>
        <w:ind w:left="432" w:hanging="432"/>
      </w:pPr>
      <w:rPr>
        <w:rFonts w:hint="default"/>
        <w:color w:val="auto"/>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9992771">
    <w:abstractNumId w:val="7"/>
  </w:num>
  <w:num w:numId="2" w16cid:durableId="674957651">
    <w:abstractNumId w:val="0"/>
  </w:num>
  <w:num w:numId="3" w16cid:durableId="2106339476">
    <w:abstractNumId w:val="8"/>
  </w:num>
  <w:num w:numId="4" w16cid:durableId="795759502">
    <w:abstractNumId w:val="4"/>
  </w:num>
  <w:num w:numId="5" w16cid:durableId="692343472">
    <w:abstractNumId w:val="9"/>
  </w:num>
  <w:num w:numId="6" w16cid:durableId="915631850">
    <w:abstractNumId w:val="3"/>
  </w:num>
  <w:num w:numId="7" w16cid:durableId="244001199">
    <w:abstractNumId w:val="6"/>
  </w:num>
  <w:num w:numId="8" w16cid:durableId="416173030">
    <w:abstractNumId w:val="5"/>
  </w:num>
  <w:num w:numId="9" w16cid:durableId="1278179105">
    <w:abstractNumId w:val="1"/>
  </w:num>
  <w:num w:numId="10" w16cid:durableId="746541794">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C45"/>
    <w:rsid w:val="00001990"/>
    <w:rsid w:val="000020CA"/>
    <w:rsid w:val="000059DC"/>
    <w:rsid w:val="000108F9"/>
    <w:rsid w:val="0001121E"/>
    <w:rsid w:val="00011DC5"/>
    <w:rsid w:val="00020B3E"/>
    <w:rsid w:val="000249CB"/>
    <w:rsid w:val="00033E44"/>
    <w:rsid w:val="00044043"/>
    <w:rsid w:val="00044058"/>
    <w:rsid w:val="000462FC"/>
    <w:rsid w:val="00051542"/>
    <w:rsid w:val="00055EA9"/>
    <w:rsid w:val="000562A0"/>
    <w:rsid w:val="0006142E"/>
    <w:rsid w:val="00075593"/>
    <w:rsid w:val="0008623A"/>
    <w:rsid w:val="00090301"/>
    <w:rsid w:val="00092E53"/>
    <w:rsid w:val="000938D3"/>
    <w:rsid w:val="000A422E"/>
    <w:rsid w:val="000A6E0C"/>
    <w:rsid w:val="000A7D66"/>
    <w:rsid w:val="000B5D9A"/>
    <w:rsid w:val="000B6EC1"/>
    <w:rsid w:val="000C0A83"/>
    <w:rsid w:val="000C4966"/>
    <w:rsid w:val="000D01E2"/>
    <w:rsid w:val="000D4314"/>
    <w:rsid w:val="000D5CDC"/>
    <w:rsid w:val="000E0C57"/>
    <w:rsid w:val="000E3E82"/>
    <w:rsid w:val="000F0D19"/>
    <w:rsid w:val="000F689D"/>
    <w:rsid w:val="001029BE"/>
    <w:rsid w:val="00103D78"/>
    <w:rsid w:val="00105805"/>
    <w:rsid w:val="00107679"/>
    <w:rsid w:val="001123E0"/>
    <w:rsid w:val="00116000"/>
    <w:rsid w:val="00120F94"/>
    <w:rsid w:val="00127935"/>
    <w:rsid w:val="00134CD7"/>
    <w:rsid w:val="001357C6"/>
    <w:rsid w:val="001378BD"/>
    <w:rsid w:val="0014075D"/>
    <w:rsid w:val="001427AA"/>
    <w:rsid w:val="00147BE5"/>
    <w:rsid w:val="00150B5B"/>
    <w:rsid w:val="001512C2"/>
    <w:rsid w:val="0015583A"/>
    <w:rsid w:val="0015740C"/>
    <w:rsid w:val="001623BE"/>
    <w:rsid w:val="00164AE9"/>
    <w:rsid w:val="00166C60"/>
    <w:rsid w:val="0017608C"/>
    <w:rsid w:val="00176951"/>
    <w:rsid w:val="00180990"/>
    <w:rsid w:val="00181A97"/>
    <w:rsid w:val="00185601"/>
    <w:rsid w:val="001944B4"/>
    <w:rsid w:val="001A5528"/>
    <w:rsid w:val="001B0C60"/>
    <w:rsid w:val="001B1A86"/>
    <w:rsid w:val="001B1AA8"/>
    <w:rsid w:val="001B34B2"/>
    <w:rsid w:val="001C4CD8"/>
    <w:rsid w:val="001C7290"/>
    <w:rsid w:val="001D38C5"/>
    <w:rsid w:val="001D626A"/>
    <w:rsid w:val="001D7F9D"/>
    <w:rsid w:val="001E0248"/>
    <w:rsid w:val="001E0928"/>
    <w:rsid w:val="001F4689"/>
    <w:rsid w:val="001F7792"/>
    <w:rsid w:val="00200FAD"/>
    <w:rsid w:val="00213D1F"/>
    <w:rsid w:val="00216FAB"/>
    <w:rsid w:val="00217113"/>
    <w:rsid w:val="00223558"/>
    <w:rsid w:val="0022499D"/>
    <w:rsid w:val="0023018D"/>
    <w:rsid w:val="0023031A"/>
    <w:rsid w:val="00236EDD"/>
    <w:rsid w:val="00241769"/>
    <w:rsid w:val="0024551A"/>
    <w:rsid w:val="00252C1C"/>
    <w:rsid w:val="00274110"/>
    <w:rsid w:val="0027425C"/>
    <w:rsid w:val="0028514F"/>
    <w:rsid w:val="00285BC2"/>
    <w:rsid w:val="00286BDE"/>
    <w:rsid w:val="00295E6A"/>
    <w:rsid w:val="002A57D4"/>
    <w:rsid w:val="002B1710"/>
    <w:rsid w:val="002B45E5"/>
    <w:rsid w:val="002B4C45"/>
    <w:rsid w:val="002C0E4E"/>
    <w:rsid w:val="002C3931"/>
    <w:rsid w:val="002C6ACC"/>
    <w:rsid w:val="002F3169"/>
    <w:rsid w:val="002F3BA4"/>
    <w:rsid w:val="002F44EF"/>
    <w:rsid w:val="002F6516"/>
    <w:rsid w:val="00307E17"/>
    <w:rsid w:val="00314C35"/>
    <w:rsid w:val="00317CF9"/>
    <w:rsid w:val="00322C60"/>
    <w:rsid w:val="003313A5"/>
    <w:rsid w:val="00334ADC"/>
    <w:rsid w:val="003432F4"/>
    <w:rsid w:val="00350AE8"/>
    <w:rsid w:val="0035124C"/>
    <w:rsid w:val="00353214"/>
    <w:rsid w:val="00354D2A"/>
    <w:rsid w:val="00356919"/>
    <w:rsid w:val="00356B0D"/>
    <w:rsid w:val="003600EF"/>
    <w:rsid w:val="0036596B"/>
    <w:rsid w:val="00366B01"/>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D7CFE"/>
    <w:rsid w:val="003E1FE2"/>
    <w:rsid w:val="003E7114"/>
    <w:rsid w:val="003F0324"/>
    <w:rsid w:val="003F5172"/>
    <w:rsid w:val="00403E38"/>
    <w:rsid w:val="00404DCB"/>
    <w:rsid w:val="00410CA2"/>
    <w:rsid w:val="004147C8"/>
    <w:rsid w:val="004151C9"/>
    <w:rsid w:val="00415C67"/>
    <w:rsid w:val="004175CC"/>
    <w:rsid w:val="00421B57"/>
    <w:rsid w:val="00430825"/>
    <w:rsid w:val="00431FF8"/>
    <w:rsid w:val="0043560E"/>
    <w:rsid w:val="00435D8E"/>
    <w:rsid w:val="00447A03"/>
    <w:rsid w:val="004501EE"/>
    <w:rsid w:val="004559D3"/>
    <w:rsid w:val="00457AC6"/>
    <w:rsid w:val="00457CB8"/>
    <w:rsid w:val="00457CFC"/>
    <w:rsid w:val="00457F3C"/>
    <w:rsid w:val="00460816"/>
    <w:rsid w:val="0046445F"/>
    <w:rsid w:val="00465307"/>
    <w:rsid w:val="00465A10"/>
    <w:rsid w:val="00481883"/>
    <w:rsid w:val="00495588"/>
    <w:rsid w:val="0049691F"/>
    <w:rsid w:val="004A031F"/>
    <w:rsid w:val="004A5EF4"/>
    <w:rsid w:val="004A66CA"/>
    <w:rsid w:val="004B36B7"/>
    <w:rsid w:val="004B58CB"/>
    <w:rsid w:val="004B7EAD"/>
    <w:rsid w:val="004C5CE6"/>
    <w:rsid w:val="004C7010"/>
    <w:rsid w:val="004D068B"/>
    <w:rsid w:val="004D1757"/>
    <w:rsid w:val="004E44F6"/>
    <w:rsid w:val="004F51DD"/>
    <w:rsid w:val="004F5488"/>
    <w:rsid w:val="004F5F1E"/>
    <w:rsid w:val="004F709B"/>
    <w:rsid w:val="00513AEB"/>
    <w:rsid w:val="00513BD9"/>
    <w:rsid w:val="00522D6E"/>
    <w:rsid w:val="00526510"/>
    <w:rsid w:val="00526E35"/>
    <w:rsid w:val="005301BA"/>
    <w:rsid w:val="0053434F"/>
    <w:rsid w:val="00536B2F"/>
    <w:rsid w:val="0054179D"/>
    <w:rsid w:val="00541F6C"/>
    <w:rsid w:val="00542F7E"/>
    <w:rsid w:val="00546252"/>
    <w:rsid w:val="00547E07"/>
    <w:rsid w:val="00551EFC"/>
    <w:rsid w:val="00563347"/>
    <w:rsid w:val="005735FB"/>
    <w:rsid w:val="0058361A"/>
    <w:rsid w:val="00585B39"/>
    <w:rsid w:val="00593415"/>
    <w:rsid w:val="005A0F39"/>
    <w:rsid w:val="005B3E11"/>
    <w:rsid w:val="005C0BE8"/>
    <w:rsid w:val="005C42FF"/>
    <w:rsid w:val="005C5811"/>
    <w:rsid w:val="005D0F01"/>
    <w:rsid w:val="005E582C"/>
    <w:rsid w:val="005F1979"/>
    <w:rsid w:val="005F408A"/>
    <w:rsid w:val="005F54EC"/>
    <w:rsid w:val="00600A10"/>
    <w:rsid w:val="00602D98"/>
    <w:rsid w:val="006117A2"/>
    <w:rsid w:val="0061258F"/>
    <w:rsid w:val="00613EEB"/>
    <w:rsid w:val="00616B41"/>
    <w:rsid w:val="0062374C"/>
    <w:rsid w:val="00632E68"/>
    <w:rsid w:val="006361B8"/>
    <w:rsid w:val="00642227"/>
    <w:rsid w:val="00651871"/>
    <w:rsid w:val="00651A16"/>
    <w:rsid w:val="006543BD"/>
    <w:rsid w:val="00664C3C"/>
    <w:rsid w:val="00665AEF"/>
    <w:rsid w:val="006735C7"/>
    <w:rsid w:val="00673B14"/>
    <w:rsid w:val="00681E87"/>
    <w:rsid w:val="00682658"/>
    <w:rsid w:val="00682F0C"/>
    <w:rsid w:val="006952F9"/>
    <w:rsid w:val="0069639D"/>
    <w:rsid w:val="00696EBE"/>
    <w:rsid w:val="006A0B71"/>
    <w:rsid w:val="006A1D55"/>
    <w:rsid w:val="006A5521"/>
    <w:rsid w:val="006A76D6"/>
    <w:rsid w:val="006B1DBB"/>
    <w:rsid w:val="006B3567"/>
    <w:rsid w:val="006C0942"/>
    <w:rsid w:val="006C125D"/>
    <w:rsid w:val="006C5A72"/>
    <w:rsid w:val="006C7B15"/>
    <w:rsid w:val="006D2ACD"/>
    <w:rsid w:val="006E6FE8"/>
    <w:rsid w:val="006F284B"/>
    <w:rsid w:val="006F5F90"/>
    <w:rsid w:val="00716453"/>
    <w:rsid w:val="00735D9C"/>
    <w:rsid w:val="0073722C"/>
    <w:rsid w:val="00740148"/>
    <w:rsid w:val="007413A5"/>
    <w:rsid w:val="00741A51"/>
    <w:rsid w:val="007451BE"/>
    <w:rsid w:val="0075038B"/>
    <w:rsid w:val="00763361"/>
    <w:rsid w:val="00764FDA"/>
    <w:rsid w:val="00766658"/>
    <w:rsid w:val="00772DC0"/>
    <w:rsid w:val="007743A8"/>
    <w:rsid w:val="007756E2"/>
    <w:rsid w:val="007773C5"/>
    <w:rsid w:val="00793445"/>
    <w:rsid w:val="007A239A"/>
    <w:rsid w:val="007B19FC"/>
    <w:rsid w:val="007B5DA1"/>
    <w:rsid w:val="007C035B"/>
    <w:rsid w:val="007D34EC"/>
    <w:rsid w:val="007E2086"/>
    <w:rsid w:val="007E400F"/>
    <w:rsid w:val="007F4781"/>
    <w:rsid w:val="007F676B"/>
    <w:rsid w:val="0081095D"/>
    <w:rsid w:val="00811B41"/>
    <w:rsid w:val="008127FB"/>
    <w:rsid w:val="00816E8A"/>
    <w:rsid w:val="00824EDA"/>
    <w:rsid w:val="008259BA"/>
    <w:rsid w:val="0083292E"/>
    <w:rsid w:val="008332F1"/>
    <w:rsid w:val="00836F45"/>
    <w:rsid w:val="00842F03"/>
    <w:rsid w:val="00843576"/>
    <w:rsid w:val="00853482"/>
    <w:rsid w:val="00853731"/>
    <w:rsid w:val="008565CB"/>
    <w:rsid w:val="00861B1D"/>
    <w:rsid w:val="0086260E"/>
    <w:rsid w:val="00865E63"/>
    <w:rsid w:val="00870F22"/>
    <w:rsid w:val="008809DA"/>
    <w:rsid w:val="00883AD7"/>
    <w:rsid w:val="008857CA"/>
    <w:rsid w:val="008A0562"/>
    <w:rsid w:val="008B7942"/>
    <w:rsid w:val="008C17CE"/>
    <w:rsid w:val="008C18AD"/>
    <w:rsid w:val="008C6830"/>
    <w:rsid w:val="008C7735"/>
    <w:rsid w:val="008C7BB6"/>
    <w:rsid w:val="008D157F"/>
    <w:rsid w:val="008D39F5"/>
    <w:rsid w:val="008E57A1"/>
    <w:rsid w:val="008F2D21"/>
    <w:rsid w:val="008F5258"/>
    <w:rsid w:val="009020FD"/>
    <w:rsid w:val="0090305E"/>
    <w:rsid w:val="00903876"/>
    <w:rsid w:val="00903B55"/>
    <w:rsid w:val="0090639A"/>
    <w:rsid w:val="00911761"/>
    <w:rsid w:val="00915A8A"/>
    <w:rsid w:val="00922074"/>
    <w:rsid w:val="00923475"/>
    <w:rsid w:val="0092415D"/>
    <w:rsid w:val="00924B26"/>
    <w:rsid w:val="00925AFA"/>
    <w:rsid w:val="00926536"/>
    <w:rsid w:val="00926855"/>
    <w:rsid w:val="009340CA"/>
    <w:rsid w:val="0093414B"/>
    <w:rsid w:val="009442C2"/>
    <w:rsid w:val="00957E07"/>
    <w:rsid w:val="0097166E"/>
    <w:rsid w:val="00973839"/>
    <w:rsid w:val="009818B3"/>
    <w:rsid w:val="00993282"/>
    <w:rsid w:val="00993ECF"/>
    <w:rsid w:val="00995693"/>
    <w:rsid w:val="009B0080"/>
    <w:rsid w:val="009B2B97"/>
    <w:rsid w:val="009B2CA3"/>
    <w:rsid w:val="009B40E5"/>
    <w:rsid w:val="009B7967"/>
    <w:rsid w:val="009C1D7D"/>
    <w:rsid w:val="009C380D"/>
    <w:rsid w:val="009D09E7"/>
    <w:rsid w:val="009D7D79"/>
    <w:rsid w:val="009E2366"/>
    <w:rsid w:val="009F1DDC"/>
    <w:rsid w:val="009F226C"/>
    <w:rsid w:val="009F40E8"/>
    <w:rsid w:val="009F526A"/>
    <w:rsid w:val="009F682C"/>
    <w:rsid w:val="00A0255A"/>
    <w:rsid w:val="00A14E79"/>
    <w:rsid w:val="00A17DEB"/>
    <w:rsid w:val="00A3391E"/>
    <w:rsid w:val="00A35EFF"/>
    <w:rsid w:val="00A420DB"/>
    <w:rsid w:val="00A4665F"/>
    <w:rsid w:val="00A50491"/>
    <w:rsid w:val="00A53A17"/>
    <w:rsid w:val="00A54ABF"/>
    <w:rsid w:val="00A55E9F"/>
    <w:rsid w:val="00A6171F"/>
    <w:rsid w:val="00A620D5"/>
    <w:rsid w:val="00A62F93"/>
    <w:rsid w:val="00A652A0"/>
    <w:rsid w:val="00A65E32"/>
    <w:rsid w:val="00A70A62"/>
    <w:rsid w:val="00A71F7C"/>
    <w:rsid w:val="00A723C2"/>
    <w:rsid w:val="00A73FE7"/>
    <w:rsid w:val="00A741DE"/>
    <w:rsid w:val="00A74BCF"/>
    <w:rsid w:val="00AA3FA0"/>
    <w:rsid w:val="00AA5889"/>
    <w:rsid w:val="00AA590B"/>
    <w:rsid w:val="00AB149D"/>
    <w:rsid w:val="00AB2754"/>
    <w:rsid w:val="00AB5B56"/>
    <w:rsid w:val="00AB5CAD"/>
    <w:rsid w:val="00AB6401"/>
    <w:rsid w:val="00AC080E"/>
    <w:rsid w:val="00AC0C83"/>
    <w:rsid w:val="00AC4E24"/>
    <w:rsid w:val="00AD007E"/>
    <w:rsid w:val="00AD1691"/>
    <w:rsid w:val="00AD5096"/>
    <w:rsid w:val="00AD5452"/>
    <w:rsid w:val="00AF3359"/>
    <w:rsid w:val="00AF3F15"/>
    <w:rsid w:val="00AF59F6"/>
    <w:rsid w:val="00AF7C27"/>
    <w:rsid w:val="00B007A0"/>
    <w:rsid w:val="00B00F10"/>
    <w:rsid w:val="00B00FDB"/>
    <w:rsid w:val="00B011C3"/>
    <w:rsid w:val="00B01D20"/>
    <w:rsid w:val="00B05C11"/>
    <w:rsid w:val="00B14F9B"/>
    <w:rsid w:val="00B20554"/>
    <w:rsid w:val="00B206F8"/>
    <w:rsid w:val="00B30318"/>
    <w:rsid w:val="00B35287"/>
    <w:rsid w:val="00B359AE"/>
    <w:rsid w:val="00B4465B"/>
    <w:rsid w:val="00B44D52"/>
    <w:rsid w:val="00B50942"/>
    <w:rsid w:val="00B53D70"/>
    <w:rsid w:val="00B611F9"/>
    <w:rsid w:val="00B65FF9"/>
    <w:rsid w:val="00B74D44"/>
    <w:rsid w:val="00B77EBE"/>
    <w:rsid w:val="00B80859"/>
    <w:rsid w:val="00B82D87"/>
    <w:rsid w:val="00B85453"/>
    <w:rsid w:val="00B90082"/>
    <w:rsid w:val="00B9413D"/>
    <w:rsid w:val="00B96557"/>
    <w:rsid w:val="00B9750C"/>
    <w:rsid w:val="00BA4D45"/>
    <w:rsid w:val="00BA6F6F"/>
    <w:rsid w:val="00BB23E4"/>
    <w:rsid w:val="00BC268F"/>
    <w:rsid w:val="00BC3073"/>
    <w:rsid w:val="00BD0485"/>
    <w:rsid w:val="00BD0A9C"/>
    <w:rsid w:val="00BD3029"/>
    <w:rsid w:val="00BD4E5F"/>
    <w:rsid w:val="00BD78F6"/>
    <w:rsid w:val="00BE04FE"/>
    <w:rsid w:val="00BE1594"/>
    <w:rsid w:val="00BF3441"/>
    <w:rsid w:val="00C0176D"/>
    <w:rsid w:val="00C0216B"/>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A23C0"/>
    <w:rsid w:val="00CA38F1"/>
    <w:rsid w:val="00CB47CA"/>
    <w:rsid w:val="00CB5836"/>
    <w:rsid w:val="00CC1F20"/>
    <w:rsid w:val="00CC3080"/>
    <w:rsid w:val="00CD01B3"/>
    <w:rsid w:val="00CD0D9D"/>
    <w:rsid w:val="00CD17A1"/>
    <w:rsid w:val="00CD3A6D"/>
    <w:rsid w:val="00CD696A"/>
    <w:rsid w:val="00CE4238"/>
    <w:rsid w:val="00CE6829"/>
    <w:rsid w:val="00CE691E"/>
    <w:rsid w:val="00CE6CC8"/>
    <w:rsid w:val="00CE7415"/>
    <w:rsid w:val="00CE7CA7"/>
    <w:rsid w:val="00CF4E35"/>
    <w:rsid w:val="00D01B27"/>
    <w:rsid w:val="00D01D25"/>
    <w:rsid w:val="00D02F86"/>
    <w:rsid w:val="00D07A70"/>
    <w:rsid w:val="00D10BC1"/>
    <w:rsid w:val="00D1117D"/>
    <w:rsid w:val="00D267BC"/>
    <w:rsid w:val="00D3161A"/>
    <w:rsid w:val="00D3480A"/>
    <w:rsid w:val="00D37C52"/>
    <w:rsid w:val="00D43120"/>
    <w:rsid w:val="00D4483E"/>
    <w:rsid w:val="00D541F9"/>
    <w:rsid w:val="00D55D60"/>
    <w:rsid w:val="00D5705B"/>
    <w:rsid w:val="00D65365"/>
    <w:rsid w:val="00D73442"/>
    <w:rsid w:val="00D7478F"/>
    <w:rsid w:val="00D82339"/>
    <w:rsid w:val="00D84A0C"/>
    <w:rsid w:val="00D960F7"/>
    <w:rsid w:val="00DA26AB"/>
    <w:rsid w:val="00DA2A9A"/>
    <w:rsid w:val="00DA4F33"/>
    <w:rsid w:val="00DA5276"/>
    <w:rsid w:val="00DA6047"/>
    <w:rsid w:val="00DA6762"/>
    <w:rsid w:val="00DB05AB"/>
    <w:rsid w:val="00DB5E50"/>
    <w:rsid w:val="00DC3A85"/>
    <w:rsid w:val="00DC47DA"/>
    <w:rsid w:val="00DC674C"/>
    <w:rsid w:val="00DD2490"/>
    <w:rsid w:val="00DE000C"/>
    <w:rsid w:val="00DE5988"/>
    <w:rsid w:val="00DE66F8"/>
    <w:rsid w:val="00DF272A"/>
    <w:rsid w:val="00DF33DE"/>
    <w:rsid w:val="00DF5DEB"/>
    <w:rsid w:val="00E0216F"/>
    <w:rsid w:val="00E0296E"/>
    <w:rsid w:val="00E05ECF"/>
    <w:rsid w:val="00E14DA9"/>
    <w:rsid w:val="00E15D97"/>
    <w:rsid w:val="00E16B27"/>
    <w:rsid w:val="00E178C0"/>
    <w:rsid w:val="00E239B0"/>
    <w:rsid w:val="00E25197"/>
    <w:rsid w:val="00E34620"/>
    <w:rsid w:val="00E35301"/>
    <w:rsid w:val="00E4099C"/>
    <w:rsid w:val="00E42F13"/>
    <w:rsid w:val="00E47790"/>
    <w:rsid w:val="00E52BE0"/>
    <w:rsid w:val="00E604E1"/>
    <w:rsid w:val="00E60D89"/>
    <w:rsid w:val="00E65DF1"/>
    <w:rsid w:val="00E7192E"/>
    <w:rsid w:val="00E9341C"/>
    <w:rsid w:val="00E96727"/>
    <w:rsid w:val="00EA2141"/>
    <w:rsid w:val="00EB475D"/>
    <w:rsid w:val="00EB561A"/>
    <w:rsid w:val="00EB79F9"/>
    <w:rsid w:val="00EC1F4B"/>
    <w:rsid w:val="00EC28FC"/>
    <w:rsid w:val="00EC2E4F"/>
    <w:rsid w:val="00EC3DC3"/>
    <w:rsid w:val="00ED4890"/>
    <w:rsid w:val="00ED6335"/>
    <w:rsid w:val="00ED72CC"/>
    <w:rsid w:val="00EF4581"/>
    <w:rsid w:val="00F015F1"/>
    <w:rsid w:val="00F06D4B"/>
    <w:rsid w:val="00F10663"/>
    <w:rsid w:val="00F123F1"/>
    <w:rsid w:val="00F17643"/>
    <w:rsid w:val="00F20A20"/>
    <w:rsid w:val="00F23CC6"/>
    <w:rsid w:val="00F2583A"/>
    <w:rsid w:val="00F34567"/>
    <w:rsid w:val="00F441B3"/>
    <w:rsid w:val="00F46A4F"/>
    <w:rsid w:val="00F46B34"/>
    <w:rsid w:val="00F50571"/>
    <w:rsid w:val="00F50935"/>
    <w:rsid w:val="00F50A08"/>
    <w:rsid w:val="00F510F0"/>
    <w:rsid w:val="00F662C5"/>
    <w:rsid w:val="00F80A81"/>
    <w:rsid w:val="00F8197D"/>
    <w:rsid w:val="00F83C8A"/>
    <w:rsid w:val="00F85A30"/>
    <w:rsid w:val="00F864C3"/>
    <w:rsid w:val="00F9374B"/>
    <w:rsid w:val="00F93CA7"/>
    <w:rsid w:val="00F9538F"/>
    <w:rsid w:val="00FA04B0"/>
    <w:rsid w:val="00FA0730"/>
    <w:rsid w:val="00FB12CE"/>
    <w:rsid w:val="00FB4DB6"/>
    <w:rsid w:val="00FB5922"/>
    <w:rsid w:val="00FB7254"/>
    <w:rsid w:val="00FB7F42"/>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8518EC5"/>
  <w15:docId w15:val="{05B6DBC0-DB28-4DDB-919F-6272F80E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link w:val="Titre1Car"/>
    <w:autoRedefine/>
    <w:qFormat/>
    <w:rsid w:val="003313A5"/>
    <w:pPr>
      <w:numPr>
        <w:numId w:val="1"/>
      </w:numPr>
      <w:shd w:val="pct20" w:color="auto" w:fill="auto"/>
      <w:spacing w:before="240" w:after="240"/>
      <w:ind w:left="431" w:hanging="431"/>
      <w:outlineLvl w:val="0"/>
    </w:pPr>
    <w:rPr>
      <w:rFonts w:ascii="Helvetica 55 Roman" w:hAnsi="Helvetica 55 Roman"/>
      <w:b/>
      <w:caps/>
      <w:sz w:val="24"/>
    </w:rPr>
  </w:style>
  <w:style w:type="paragraph" w:styleId="Titre2">
    <w:name w:val="heading 2"/>
    <w:aliases w:val="H2,h2,2,Header 2,heading 2"/>
    <w:basedOn w:val="Normal"/>
    <w:next w:val="Normal"/>
    <w:qFormat/>
    <w:pPr>
      <w:keepNext/>
      <w:keepLines/>
      <w:numPr>
        <w:ilvl w:val="1"/>
        <w:numId w:val="1"/>
      </w:numPr>
      <w:spacing w:before="192" w:after="0"/>
      <w:jc w:val="both"/>
      <w:outlineLvl w:val="1"/>
    </w:pPr>
    <w:rPr>
      <w:b/>
      <w:sz w:val="24"/>
    </w:rPr>
  </w:style>
  <w:style w:type="paragraph" w:styleId="Titre3">
    <w:name w:val="heading 3"/>
    <w:basedOn w:val="Normal"/>
    <w:next w:val="Retraitnormal"/>
    <w:qFormat/>
    <w:pPr>
      <w:keepNext/>
      <w:numPr>
        <w:ilvl w:val="2"/>
        <w:numId w:val="1"/>
      </w:numPr>
      <w:spacing w:before="240" w:after="0"/>
      <w:jc w:val="both"/>
      <w:outlineLvl w:val="2"/>
    </w:pPr>
    <w:rPr>
      <w:b/>
    </w:rPr>
  </w:style>
  <w:style w:type="paragraph" w:styleId="Titre4">
    <w:name w:val="heading 4"/>
    <w:basedOn w:val="Normal"/>
    <w:next w:val="Retraitnormal"/>
    <w:qFormat/>
    <w:pPr>
      <w:keepNext/>
      <w:numPr>
        <w:ilvl w:val="3"/>
        <w:numId w:val="1"/>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1"/>
      </w:numPr>
      <w:jc w:val="both"/>
      <w:outlineLvl w:val="5"/>
    </w:pPr>
    <w:rPr>
      <w:u w:val="single"/>
    </w:rPr>
  </w:style>
  <w:style w:type="paragraph" w:styleId="Titre7">
    <w:name w:val="heading 7"/>
    <w:basedOn w:val="Normal"/>
    <w:next w:val="Retraitnormal"/>
    <w:qFormat/>
    <w:pPr>
      <w:numPr>
        <w:ilvl w:val="6"/>
        <w:numId w:val="1"/>
      </w:numPr>
      <w:jc w:val="both"/>
      <w:outlineLvl w:val="6"/>
    </w:pPr>
    <w:rPr>
      <w:i/>
    </w:rPr>
  </w:style>
  <w:style w:type="paragraph" w:styleId="Titre8">
    <w:name w:val="heading 8"/>
    <w:basedOn w:val="Normal"/>
    <w:next w:val="Retraitnormal"/>
    <w:qFormat/>
    <w:pPr>
      <w:numPr>
        <w:ilvl w:val="7"/>
        <w:numId w:val="1"/>
      </w:numPr>
      <w:jc w:val="both"/>
      <w:outlineLvl w:val="7"/>
    </w:pPr>
    <w:rPr>
      <w:i/>
    </w:rPr>
  </w:style>
  <w:style w:type="paragraph" w:styleId="Titre9">
    <w:name w:val="heading 9"/>
    <w:basedOn w:val="Normal"/>
    <w:next w:val="Retraitnormal"/>
    <w:qFormat/>
    <w:pPr>
      <w:numPr>
        <w:ilvl w:val="8"/>
        <w:numId w:val="1"/>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rsid w:val="00DB5E50"/>
    <w:pPr>
      <w:spacing w:after="0"/>
      <w:ind w:left="1400"/>
    </w:pPr>
  </w:style>
  <w:style w:type="paragraph" w:styleId="TM7">
    <w:name w:val="toc 7"/>
    <w:basedOn w:val="Normal"/>
    <w:next w:val="Normal"/>
    <w:semiHidden/>
    <w:rsid w:val="00DB5E50"/>
    <w:pPr>
      <w:spacing w:after="0"/>
      <w:ind w:left="1200"/>
    </w:pPr>
  </w:style>
  <w:style w:type="paragraph" w:styleId="TM6">
    <w:name w:val="toc 6"/>
    <w:basedOn w:val="Normal"/>
    <w:next w:val="Normal"/>
    <w:semiHidden/>
    <w:rsid w:val="00DB5E50"/>
    <w:pPr>
      <w:spacing w:after="0"/>
      <w:ind w:left="1000"/>
    </w:pPr>
  </w:style>
  <w:style w:type="paragraph" w:styleId="TM5">
    <w:name w:val="toc 5"/>
    <w:basedOn w:val="Normal"/>
    <w:next w:val="Normal"/>
    <w:semiHidden/>
    <w:rsid w:val="00DB5E50"/>
    <w:pPr>
      <w:spacing w:after="0"/>
      <w:ind w:left="800"/>
    </w:pPr>
  </w:style>
  <w:style w:type="paragraph" w:styleId="TM4">
    <w:name w:val="toc 4"/>
    <w:basedOn w:val="TM3"/>
    <w:next w:val="Normal"/>
    <w:semiHidden/>
    <w:rsid w:val="00DB5E50"/>
    <w:pPr>
      <w:ind w:left="600"/>
    </w:pPr>
  </w:style>
  <w:style w:type="paragraph" w:styleId="TM3">
    <w:name w:val="toc 3"/>
    <w:basedOn w:val="Normal"/>
    <w:next w:val="Normal"/>
    <w:uiPriority w:val="39"/>
    <w:rsid w:val="00DB5E50"/>
    <w:pPr>
      <w:spacing w:after="0"/>
      <w:ind w:left="400"/>
    </w:pPr>
    <w:rPr>
      <w:rFonts w:ascii="Arial" w:hAnsi="Arial"/>
      <w:i/>
    </w:rPr>
  </w:style>
  <w:style w:type="paragraph" w:styleId="TM2">
    <w:name w:val="toc 2"/>
    <w:basedOn w:val="Normal"/>
    <w:next w:val="Normal"/>
    <w:uiPriority w:val="39"/>
    <w:rsid w:val="00DB5E50"/>
    <w:pPr>
      <w:spacing w:after="0"/>
      <w:ind w:left="198"/>
    </w:pPr>
    <w:rPr>
      <w:rFonts w:ascii="Arial" w:hAnsi="Arial"/>
      <w:smallCaps/>
    </w:rPr>
  </w:style>
  <w:style w:type="paragraph" w:styleId="TM1">
    <w:name w:val="toc 1"/>
    <w:basedOn w:val="Normal"/>
    <w:next w:val="Normal"/>
    <w:uiPriority w:val="39"/>
    <w:rsid w:val="006A5521"/>
    <w:pPr>
      <w:tabs>
        <w:tab w:val="left" w:pos="400"/>
        <w:tab w:val="right" w:leader="dot" w:pos="9060"/>
      </w:tabs>
      <w:spacing w:before="120" w:after="60"/>
    </w:pPr>
    <w:rPr>
      <w:rFonts w:ascii="Helvetica 55 Roman" w:hAnsi="Helvetica 55 Roman"/>
      <w:b/>
      <w:caps/>
      <w:noProof/>
      <w:kern w:val="32"/>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rsid w:val="00DB5E50"/>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keepNext/>
      <w:pBdr>
        <w:top w:val="single" w:sz="12" w:space="1" w:color="auto"/>
      </w:pBdr>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before="120"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keepNext/>
      <w:keepLines/>
      <w:numPr>
        <w:numId w:val="0"/>
      </w:numPr>
      <w:shd w:val="clear" w:color="auto" w:fill="auto"/>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6"/>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customStyle="1" w:styleId="Style1">
    <w:name w:val="Style1"/>
    <w:basedOn w:val="TM1"/>
    <w:qFormat/>
    <w:rsid w:val="00853482"/>
  </w:style>
  <w:style w:type="paragraph" w:customStyle="1" w:styleId="Style2">
    <w:name w:val="Style2"/>
    <w:basedOn w:val="TM1"/>
    <w:qFormat/>
    <w:rsid w:val="00853482"/>
  </w:style>
  <w:style w:type="paragraph" w:customStyle="1" w:styleId="Style3">
    <w:name w:val="Style3"/>
    <w:basedOn w:val="TM1"/>
    <w:qFormat/>
    <w:rsid w:val="006A5521"/>
  </w:style>
  <w:style w:type="character" w:customStyle="1" w:styleId="Titre1Car">
    <w:name w:val="Titre 1 Car"/>
    <w:basedOn w:val="Policepardfaut"/>
    <w:link w:val="Titre1"/>
    <w:rsid w:val="00075593"/>
    <w:rPr>
      <w:rFonts w:ascii="Helvetica 55 Roman" w:hAnsi="Helvetica 55 Roman"/>
      <w:b/>
      <w:caps/>
      <w:sz w:val="24"/>
      <w:shd w:val="pct20"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503734809">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ée un document." ma:contentTypeScope="" ma:versionID="483854a5a4d80bcab350f8bf19ff8515">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733b5ff6edfbd21fcb4dbf728fdb4ec4"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35569F-D140-40BD-A613-069BBFBDA2AD}">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9c97f8e9-86c7-4e99-9925-cc9540b321fe"/>
    <ds:schemaRef ds:uri="http://www.w3.org/XML/1998/namespace"/>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C58432CB-7148-416D-AD63-11DBF18595C5}"/>
</file>

<file path=customXml/itemProps3.xml><?xml version="1.0" encoding="utf-8"?>
<ds:datastoreItem xmlns:ds="http://schemas.openxmlformats.org/officeDocument/2006/customXml" ds:itemID="{0DDBCC18-E79E-4FE1-8F7C-83EBA51ECE06}">
  <ds:schemaRefs>
    <ds:schemaRef ds:uri="http://schemas.openxmlformats.org/officeDocument/2006/bibliography"/>
  </ds:schemaRefs>
</ds:datastoreItem>
</file>

<file path=customXml/itemProps4.xml><?xml version="1.0" encoding="utf-8"?>
<ds:datastoreItem xmlns:ds="http://schemas.openxmlformats.org/officeDocument/2006/customXml" ds:itemID="{08EC898A-390A-4269-95D5-D64535524A85}">
  <ds:schemaRefs>
    <ds:schemaRef ds:uri="http://schemas.microsoft.com/office/2006/metadata/longProperties"/>
  </ds:schemaRefs>
</ds:datastoreItem>
</file>

<file path=customXml/itemProps5.xml><?xml version="1.0" encoding="utf-8"?>
<ds:datastoreItem xmlns:ds="http://schemas.openxmlformats.org/officeDocument/2006/customXml" ds:itemID="{313C0BB9-0EE4-44E6-AE59-4D2657F85F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2289</Words>
  <Characters>12791</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FT</Company>
  <LinksUpToDate>false</LinksUpToDate>
  <CharactersWithSpaces>15050</CharactersWithSpaces>
  <SharedDoc>false</SharedDoc>
  <HLinks>
    <vt:vector size="108" baseType="variant">
      <vt:variant>
        <vt:i4>1114168</vt:i4>
      </vt:variant>
      <vt:variant>
        <vt:i4>104</vt:i4>
      </vt:variant>
      <vt:variant>
        <vt:i4>0</vt:i4>
      </vt:variant>
      <vt:variant>
        <vt:i4>5</vt:i4>
      </vt:variant>
      <vt:variant>
        <vt:lpwstr/>
      </vt:variant>
      <vt:variant>
        <vt:lpwstr>_Toc532395633</vt:lpwstr>
      </vt:variant>
      <vt:variant>
        <vt:i4>1114168</vt:i4>
      </vt:variant>
      <vt:variant>
        <vt:i4>98</vt:i4>
      </vt:variant>
      <vt:variant>
        <vt:i4>0</vt:i4>
      </vt:variant>
      <vt:variant>
        <vt:i4>5</vt:i4>
      </vt:variant>
      <vt:variant>
        <vt:lpwstr/>
      </vt:variant>
      <vt:variant>
        <vt:lpwstr>_Toc532395632</vt:lpwstr>
      </vt:variant>
      <vt:variant>
        <vt:i4>1114168</vt:i4>
      </vt:variant>
      <vt:variant>
        <vt:i4>92</vt:i4>
      </vt:variant>
      <vt:variant>
        <vt:i4>0</vt:i4>
      </vt:variant>
      <vt:variant>
        <vt:i4>5</vt:i4>
      </vt:variant>
      <vt:variant>
        <vt:lpwstr/>
      </vt:variant>
      <vt:variant>
        <vt:lpwstr>_Toc532395631</vt:lpwstr>
      </vt:variant>
      <vt:variant>
        <vt:i4>1114168</vt:i4>
      </vt:variant>
      <vt:variant>
        <vt:i4>86</vt:i4>
      </vt:variant>
      <vt:variant>
        <vt:i4>0</vt:i4>
      </vt:variant>
      <vt:variant>
        <vt:i4>5</vt:i4>
      </vt:variant>
      <vt:variant>
        <vt:lpwstr/>
      </vt:variant>
      <vt:variant>
        <vt:lpwstr>_Toc532395630</vt:lpwstr>
      </vt:variant>
      <vt:variant>
        <vt:i4>1048632</vt:i4>
      </vt:variant>
      <vt:variant>
        <vt:i4>80</vt:i4>
      </vt:variant>
      <vt:variant>
        <vt:i4>0</vt:i4>
      </vt:variant>
      <vt:variant>
        <vt:i4>5</vt:i4>
      </vt:variant>
      <vt:variant>
        <vt:lpwstr/>
      </vt:variant>
      <vt:variant>
        <vt:lpwstr>_Toc532395629</vt:lpwstr>
      </vt:variant>
      <vt:variant>
        <vt:i4>1048632</vt:i4>
      </vt:variant>
      <vt:variant>
        <vt:i4>74</vt:i4>
      </vt:variant>
      <vt:variant>
        <vt:i4>0</vt:i4>
      </vt:variant>
      <vt:variant>
        <vt:i4>5</vt:i4>
      </vt:variant>
      <vt:variant>
        <vt:lpwstr/>
      </vt:variant>
      <vt:variant>
        <vt:lpwstr>_Toc532395628</vt:lpwstr>
      </vt:variant>
      <vt:variant>
        <vt:i4>1048632</vt:i4>
      </vt:variant>
      <vt:variant>
        <vt:i4>68</vt:i4>
      </vt:variant>
      <vt:variant>
        <vt:i4>0</vt:i4>
      </vt:variant>
      <vt:variant>
        <vt:i4>5</vt:i4>
      </vt:variant>
      <vt:variant>
        <vt:lpwstr/>
      </vt:variant>
      <vt:variant>
        <vt:lpwstr>_Toc532395627</vt:lpwstr>
      </vt:variant>
      <vt:variant>
        <vt:i4>1048632</vt:i4>
      </vt:variant>
      <vt:variant>
        <vt:i4>62</vt:i4>
      </vt:variant>
      <vt:variant>
        <vt:i4>0</vt:i4>
      </vt:variant>
      <vt:variant>
        <vt:i4>5</vt:i4>
      </vt:variant>
      <vt:variant>
        <vt:lpwstr/>
      </vt:variant>
      <vt:variant>
        <vt:lpwstr>_Toc532395626</vt:lpwstr>
      </vt:variant>
      <vt:variant>
        <vt:i4>1048632</vt:i4>
      </vt:variant>
      <vt:variant>
        <vt:i4>56</vt:i4>
      </vt:variant>
      <vt:variant>
        <vt:i4>0</vt:i4>
      </vt:variant>
      <vt:variant>
        <vt:i4>5</vt:i4>
      </vt:variant>
      <vt:variant>
        <vt:lpwstr/>
      </vt:variant>
      <vt:variant>
        <vt:lpwstr>_Toc532395625</vt:lpwstr>
      </vt:variant>
      <vt:variant>
        <vt:i4>1048632</vt:i4>
      </vt:variant>
      <vt:variant>
        <vt:i4>50</vt:i4>
      </vt:variant>
      <vt:variant>
        <vt:i4>0</vt:i4>
      </vt:variant>
      <vt:variant>
        <vt:i4>5</vt:i4>
      </vt:variant>
      <vt:variant>
        <vt:lpwstr/>
      </vt:variant>
      <vt:variant>
        <vt:lpwstr>_Toc532395624</vt:lpwstr>
      </vt:variant>
      <vt:variant>
        <vt:i4>1048632</vt:i4>
      </vt:variant>
      <vt:variant>
        <vt:i4>44</vt:i4>
      </vt:variant>
      <vt:variant>
        <vt:i4>0</vt:i4>
      </vt:variant>
      <vt:variant>
        <vt:i4>5</vt:i4>
      </vt:variant>
      <vt:variant>
        <vt:lpwstr/>
      </vt:variant>
      <vt:variant>
        <vt:lpwstr>_Toc532395623</vt:lpwstr>
      </vt:variant>
      <vt:variant>
        <vt:i4>1048632</vt:i4>
      </vt:variant>
      <vt:variant>
        <vt:i4>38</vt:i4>
      </vt:variant>
      <vt:variant>
        <vt:i4>0</vt:i4>
      </vt:variant>
      <vt:variant>
        <vt:i4>5</vt:i4>
      </vt:variant>
      <vt:variant>
        <vt:lpwstr/>
      </vt:variant>
      <vt:variant>
        <vt:lpwstr>_Toc532395622</vt:lpwstr>
      </vt:variant>
      <vt:variant>
        <vt:i4>1048632</vt:i4>
      </vt:variant>
      <vt:variant>
        <vt:i4>32</vt:i4>
      </vt:variant>
      <vt:variant>
        <vt:i4>0</vt:i4>
      </vt:variant>
      <vt:variant>
        <vt:i4>5</vt:i4>
      </vt:variant>
      <vt:variant>
        <vt:lpwstr/>
      </vt:variant>
      <vt:variant>
        <vt:lpwstr>_Toc532395621</vt:lpwstr>
      </vt:variant>
      <vt:variant>
        <vt:i4>1048632</vt:i4>
      </vt:variant>
      <vt:variant>
        <vt:i4>26</vt:i4>
      </vt:variant>
      <vt:variant>
        <vt:i4>0</vt:i4>
      </vt:variant>
      <vt:variant>
        <vt:i4>5</vt:i4>
      </vt:variant>
      <vt:variant>
        <vt:lpwstr/>
      </vt:variant>
      <vt:variant>
        <vt:lpwstr>_Toc532395620</vt:lpwstr>
      </vt:variant>
      <vt:variant>
        <vt:i4>1245240</vt:i4>
      </vt:variant>
      <vt:variant>
        <vt:i4>20</vt:i4>
      </vt:variant>
      <vt:variant>
        <vt:i4>0</vt:i4>
      </vt:variant>
      <vt:variant>
        <vt:i4>5</vt:i4>
      </vt:variant>
      <vt:variant>
        <vt:lpwstr/>
      </vt:variant>
      <vt:variant>
        <vt:lpwstr>_Toc532395619</vt:lpwstr>
      </vt:variant>
      <vt:variant>
        <vt:i4>1245240</vt:i4>
      </vt:variant>
      <vt:variant>
        <vt:i4>14</vt:i4>
      </vt:variant>
      <vt:variant>
        <vt:i4>0</vt:i4>
      </vt:variant>
      <vt:variant>
        <vt:i4>5</vt:i4>
      </vt:variant>
      <vt:variant>
        <vt:lpwstr/>
      </vt:variant>
      <vt:variant>
        <vt:lpwstr>_Toc532395618</vt:lpwstr>
      </vt:variant>
      <vt:variant>
        <vt:i4>1245240</vt:i4>
      </vt:variant>
      <vt:variant>
        <vt:i4>8</vt:i4>
      </vt:variant>
      <vt:variant>
        <vt:i4>0</vt:i4>
      </vt:variant>
      <vt:variant>
        <vt:i4>5</vt:i4>
      </vt:variant>
      <vt:variant>
        <vt:lpwstr/>
      </vt:variant>
      <vt:variant>
        <vt:lpwstr>_Toc532395617</vt:lpwstr>
      </vt:variant>
      <vt:variant>
        <vt:i4>1245240</vt:i4>
      </vt:variant>
      <vt:variant>
        <vt:i4>2</vt:i4>
      </vt:variant>
      <vt:variant>
        <vt:i4>0</vt:i4>
      </vt:variant>
      <vt:variant>
        <vt:i4>5</vt:i4>
      </vt:variant>
      <vt:variant>
        <vt:lpwstr/>
      </vt:variant>
      <vt:variant>
        <vt:lpwstr>_Toc532395616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creator>JAAG5721</dc:creator>
  <cp:lastModifiedBy>Patrick CHALUMET</cp:lastModifiedBy>
  <cp:revision>10</cp:revision>
  <cp:lastPrinted>2017-01-09T14:33:00Z</cp:lastPrinted>
  <dcterms:created xsi:type="dcterms:W3CDTF">2021-06-09T07:17:00Z</dcterms:created>
  <dcterms:modified xsi:type="dcterms:W3CDTF">2022-12-20T07:45:00Z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