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47A70" w14:textId="77777777" w:rsidR="00272FED" w:rsidRPr="00326639" w:rsidRDefault="00272FED" w:rsidP="00326639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326639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D047A71" w14:textId="77777777" w:rsidR="000E79C9" w:rsidRPr="00326639" w:rsidRDefault="00CD1A47" w:rsidP="00EB4DAE">
      <w:pPr>
        <w:rPr>
          <w:b/>
          <w:bCs/>
          <w:sz w:val="36"/>
          <w:szCs w:val="36"/>
        </w:rPr>
      </w:pPr>
      <w:r w:rsidRPr="00326639">
        <w:rPr>
          <w:b/>
          <w:bCs/>
          <w:sz w:val="36"/>
          <w:szCs w:val="36"/>
        </w:rPr>
        <w:t xml:space="preserve">Offre </w:t>
      </w:r>
      <w:r w:rsidR="000E79C9" w:rsidRPr="00326639">
        <w:rPr>
          <w:b/>
          <w:bCs/>
          <w:sz w:val="36"/>
          <w:szCs w:val="36"/>
        </w:rPr>
        <w:t>FTTE passif</w:t>
      </w:r>
      <w:r w:rsidR="000E79C9" w:rsidRPr="00326639">
        <w:rPr>
          <w:rFonts w:cs="Calibri"/>
          <w:b/>
          <w:bCs/>
          <w:sz w:val="36"/>
          <w:szCs w:val="36"/>
        </w:rPr>
        <w:t xml:space="preserve"> NRO</w:t>
      </w:r>
      <w:r w:rsidR="00DD763C" w:rsidRPr="00326639">
        <w:rPr>
          <w:rFonts w:cs="Calibri"/>
          <w:b/>
          <w:bCs/>
          <w:sz w:val="36"/>
          <w:szCs w:val="36"/>
        </w:rPr>
        <w:t xml:space="preserve"> de </w:t>
      </w:r>
      <w:r w:rsidR="00777072" w:rsidRPr="00326639">
        <w:rPr>
          <w:rFonts w:cs="Calibri"/>
          <w:b/>
          <w:bCs/>
          <w:sz w:val="36"/>
          <w:szCs w:val="36"/>
        </w:rPr>
        <w:t>LAVAL TRÈS HAUT DÉBIT</w:t>
      </w:r>
    </w:p>
    <w:p w14:paraId="4D047A72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4D047A73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4D047A74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4D047A75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4D047A76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777072">
        <w:rPr>
          <w:rFonts w:cs="Arial"/>
          <w:szCs w:val="20"/>
        </w:rPr>
        <w:t>LAVAL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4D047A77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777072">
        <w:rPr>
          <w:rFonts w:cs="Arial"/>
          <w:szCs w:val="20"/>
        </w:rPr>
        <w:t>LAVAL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4D047A78" w14:textId="77777777" w:rsidR="001A7064" w:rsidRPr="0028511F" w:rsidRDefault="001A7064" w:rsidP="001A7064">
      <w:pPr>
        <w:pStyle w:val="Texte"/>
      </w:pPr>
    </w:p>
    <w:p w14:paraId="4D047A79" w14:textId="49326016" w:rsidR="001A7064" w:rsidRPr="00577FD1" w:rsidRDefault="001A7064" w:rsidP="00326639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777072">
        <w:t>LAVAL TRÈS HAUT DÉBIT</w:t>
      </w:r>
    </w:p>
    <w:p w14:paraId="4D047A7B" w14:textId="6D032163" w:rsidR="00897127" w:rsidRDefault="001A7064" w:rsidP="00326639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777072">
        <w:t>LAVAL TRÈS HAUT DÉBIT</w:t>
      </w:r>
      <w:r w:rsidR="00EE0ADC">
        <w:t xml:space="preserve"> </w:t>
      </w:r>
      <w:r w:rsidRPr="00B0235B">
        <w:t>de la qualité de service</w:t>
      </w:r>
    </w:p>
    <w:p w14:paraId="4D047A7C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777072">
        <w:rPr>
          <w:rFonts w:cs="Helvetica55Roman,Italic"/>
          <w:iCs/>
        </w:rPr>
        <w:t>LAVAL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4D047A7D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4D047A7E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4D047A7F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4D047A80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4D047A81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4D047A82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4D047A83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4D047A84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4D047A85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777072">
        <w:t>LAVAL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4D047A86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4D047A87" w14:textId="77777777" w:rsidR="00B707F2" w:rsidRPr="0004645F" w:rsidRDefault="00B707F2" w:rsidP="0004645F">
      <w:pPr>
        <w:pStyle w:val="Texte"/>
      </w:pPr>
    </w:p>
    <w:p w14:paraId="4D047A89" w14:textId="482807C8" w:rsidR="001A7064" w:rsidRPr="002B22EF" w:rsidRDefault="001A7064" w:rsidP="00326639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4D047A8A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4D047A8E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4D047A8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4D047A8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4D047A8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4D047A93" w14:textId="77777777" w:rsidTr="005A167F">
        <w:tc>
          <w:tcPr>
            <w:tcW w:w="4966" w:type="dxa"/>
            <w:shd w:val="clear" w:color="auto" w:fill="auto"/>
          </w:tcPr>
          <w:p w14:paraId="4D047A8F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4D047A90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D047A91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D047A92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4D047A98" w14:textId="77777777" w:rsidTr="005A167F">
        <w:tc>
          <w:tcPr>
            <w:tcW w:w="4966" w:type="dxa"/>
            <w:shd w:val="clear" w:color="auto" w:fill="auto"/>
            <w:vAlign w:val="center"/>
          </w:tcPr>
          <w:p w14:paraId="4D047A94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D047A95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D047A96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D047A97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4D047A9D" w14:textId="77777777" w:rsidTr="005A167F">
        <w:tc>
          <w:tcPr>
            <w:tcW w:w="4966" w:type="dxa"/>
            <w:shd w:val="clear" w:color="auto" w:fill="auto"/>
            <w:vAlign w:val="center"/>
          </w:tcPr>
          <w:p w14:paraId="4D047A99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D047A9A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D047A9B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D047A9C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4D047A9E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4D047A9F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4D047AA3" w14:textId="77777777" w:rsidTr="00142F19">
        <w:tc>
          <w:tcPr>
            <w:tcW w:w="4876" w:type="dxa"/>
            <w:shd w:val="clear" w:color="auto" w:fill="auto"/>
          </w:tcPr>
          <w:p w14:paraId="4D047AA0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D047AA1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4D047AA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4D047AAA" w14:textId="77777777" w:rsidTr="00142F19">
        <w:tc>
          <w:tcPr>
            <w:tcW w:w="4876" w:type="dxa"/>
            <w:shd w:val="clear" w:color="auto" w:fill="auto"/>
          </w:tcPr>
          <w:p w14:paraId="4D047AA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4D047AA5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D047AA6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D047AA7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4D047AA8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4D047AA9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4D047AB1" w14:textId="77777777" w:rsidTr="00142F19">
        <w:tc>
          <w:tcPr>
            <w:tcW w:w="4876" w:type="dxa"/>
            <w:shd w:val="clear" w:color="auto" w:fill="auto"/>
          </w:tcPr>
          <w:p w14:paraId="4D047AA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4D047AAC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D047AAD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D047AAE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4D047AAF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4D047AB0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4D047AB7" w14:textId="77777777" w:rsidTr="00142F19">
        <w:tc>
          <w:tcPr>
            <w:tcW w:w="4876" w:type="dxa"/>
            <w:shd w:val="clear" w:color="auto" w:fill="auto"/>
          </w:tcPr>
          <w:p w14:paraId="4D047AB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D047AB3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D047AB4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4D047AB5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4D047AB6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4D047AB8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4D047AB9" w14:textId="77777777" w:rsidR="006D0991" w:rsidRDefault="006D0991" w:rsidP="006D0991"/>
    <w:p w14:paraId="4D047ABA" w14:textId="77777777" w:rsidR="006D0991" w:rsidRDefault="006D0991" w:rsidP="006D0991"/>
    <w:p w14:paraId="4D047ABB" w14:textId="3EBA75D9" w:rsidR="001A7064" w:rsidRPr="005B0B01" w:rsidRDefault="001A7064" w:rsidP="00326639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4D047ABC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4D047AC0" w14:textId="77777777" w:rsidTr="00142F19">
        <w:tc>
          <w:tcPr>
            <w:tcW w:w="4799" w:type="dxa"/>
            <w:shd w:val="clear" w:color="auto" w:fill="auto"/>
          </w:tcPr>
          <w:p w14:paraId="4D047ABD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D047ABE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4D047AB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4D047AC5" w14:textId="77777777" w:rsidTr="00142F19">
        <w:tc>
          <w:tcPr>
            <w:tcW w:w="4799" w:type="dxa"/>
            <w:shd w:val="clear" w:color="auto" w:fill="auto"/>
          </w:tcPr>
          <w:p w14:paraId="4D047AC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D047AC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D047AC3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D047AC4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4D047ACA" w14:textId="77777777" w:rsidTr="00142F19">
        <w:tc>
          <w:tcPr>
            <w:tcW w:w="4799" w:type="dxa"/>
            <w:shd w:val="clear" w:color="auto" w:fill="auto"/>
          </w:tcPr>
          <w:p w14:paraId="4D047AC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D047AC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D047AC8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D047AC9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4D047ACF" w14:textId="77777777" w:rsidTr="00142F19">
        <w:tc>
          <w:tcPr>
            <w:tcW w:w="4799" w:type="dxa"/>
            <w:shd w:val="clear" w:color="auto" w:fill="auto"/>
          </w:tcPr>
          <w:p w14:paraId="4D047AC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D047AC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D047ACD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D047AC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4D047AD4" w14:textId="77777777" w:rsidTr="00142F19">
        <w:tc>
          <w:tcPr>
            <w:tcW w:w="4799" w:type="dxa"/>
            <w:shd w:val="clear" w:color="auto" w:fill="auto"/>
          </w:tcPr>
          <w:p w14:paraId="4D047AD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D047AD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D047AD2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D047AD3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4D047AD5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4D047AD6" w14:textId="331A6995" w:rsidR="001A7064" w:rsidRPr="00562831" w:rsidRDefault="009550D1" w:rsidP="00326639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777072">
        <w:t>LAVAL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4D047AD7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4D047ADB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4D047AD8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4D047AD9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4D047ADA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4D047ADF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4D047ADC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777072">
              <w:t>LAVAL TRÈS HAUT DÉBIT</w:t>
            </w:r>
          </w:p>
        </w:tc>
        <w:tc>
          <w:tcPr>
            <w:tcW w:w="2160" w:type="dxa"/>
            <w:shd w:val="clear" w:color="auto" w:fill="auto"/>
          </w:tcPr>
          <w:p w14:paraId="4D047ADD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4D047ADE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4D047AE0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4D047AE1" w14:textId="77777777" w:rsidR="00DA5D00" w:rsidRDefault="00DA5D00" w:rsidP="005A167F"/>
    <w:p w14:paraId="4D047AE2" w14:textId="77777777" w:rsidR="00DA5D00" w:rsidRPr="00246A1F" w:rsidRDefault="00DA5D00" w:rsidP="00DA5D00">
      <w:pPr>
        <w:ind w:left="360"/>
      </w:pPr>
      <w:r>
        <w:t xml:space="preserve"> </w:t>
      </w:r>
    </w:p>
    <w:p w14:paraId="4D047AE3" w14:textId="17514961" w:rsidR="004E4EA8" w:rsidRPr="00686ACA" w:rsidRDefault="004E4EA8" w:rsidP="00326639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4D047AE4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4D047AE8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4D047AE5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4D047AE6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4D047AE7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4D047AEC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4D047AE9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777072">
              <w:rPr>
                <w:rFonts w:cs="Arial"/>
                <w:szCs w:val="20"/>
              </w:rPr>
              <w:t>LAVAL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4D047AEA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4D047AEB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4D047AED" w14:textId="77777777" w:rsidR="0004645F" w:rsidRDefault="0004645F" w:rsidP="00EB4DAE"/>
    <w:p w14:paraId="4D047AEE" w14:textId="77777777" w:rsidR="0004645F" w:rsidRPr="00987673" w:rsidRDefault="0004645F" w:rsidP="00987673"/>
    <w:p w14:paraId="4D047AEF" w14:textId="77777777" w:rsidR="001A7064" w:rsidRPr="00246A1F" w:rsidRDefault="001A7064" w:rsidP="001A7064"/>
    <w:p w14:paraId="4D047AF0" w14:textId="00D3C19B" w:rsidR="001A7064" w:rsidRPr="00577FD1" w:rsidRDefault="001A7064" w:rsidP="00326639">
      <w:pPr>
        <w:pStyle w:val="Titre"/>
      </w:pPr>
      <w:r w:rsidRPr="00577FD1">
        <w:t>pénalités pouvant être dues par l’Opérateur</w:t>
      </w:r>
    </w:p>
    <w:p w14:paraId="5E835AD0" w14:textId="77777777" w:rsidR="00326639" w:rsidRPr="00326639" w:rsidRDefault="00326639" w:rsidP="00326639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4D047AF2" w14:textId="4C88FD58" w:rsidR="001A7064" w:rsidRPr="00143B5F" w:rsidRDefault="001A7064" w:rsidP="00326639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4D047AF3" w14:textId="77777777" w:rsidR="001A7064" w:rsidRDefault="001A7064" w:rsidP="001A7064">
      <w:pPr>
        <w:pStyle w:val="Corpsdetexte"/>
      </w:pPr>
    </w:p>
    <w:p w14:paraId="4D047AF4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777072">
        <w:t>LAVAL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4D047AF8" w14:textId="77777777" w:rsidTr="00D917BD">
        <w:tc>
          <w:tcPr>
            <w:tcW w:w="4608" w:type="dxa"/>
            <w:shd w:val="clear" w:color="auto" w:fill="auto"/>
          </w:tcPr>
          <w:p w14:paraId="4D047AF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4D047AF6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4D047AF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4D047AFC" w14:textId="77777777" w:rsidTr="00D917BD">
        <w:tc>
          <w:tcPr>
            <w:tcW w:w="4608" w:type="dxa"/>
            <w:shd w:val="clear" w:color="auto" w:fill="auto"/>
          </w:tcPr>
          <w:p w14:paraId="4D047AF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4D047AFA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D047AFB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4D047B00" w14:textId="77777777" w:rsidTr="00D917BD">
        <w:tc>
          <w:tcPr>
            <w:tcW w:w="4608" w:type="dxa"/>
            <w:shd w:val="clear" w:color="auto" w:fill="auto"/>
          </w:tcPr>
          <w:p w14:paraId="4D047AFD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4D047AFE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D047AFF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4D047B01" w14:textId="77777777" w:rsidR="00E514E0" w:rsidRPr="00E735CF" w:rsidRDefault="00E514E0" w:rsidP="001A7064">
      <w:pPr>
        <w:pStyle w:val="Texte"/>
      </w:pPr>
    </w:p>
    <w:p w14:paraId="4D047B02" w14:textId="4736FDBD" w:rsidR="001A7064" w:rsidRDefault="001A7064" w:rsidP="00326639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54"/>
        <w:gridCol w:w="4018"/>
      </w:tblGrid>
      <w:tr w:rsidR="001A7064" w:rsidRPr="00246A1F" w14:paraId="4D047B06" w14:textId="77777777" w:rsidTr="00326639">
        <w:tc>
          <w:tcPr>
            <w:tcW w:w="4608" w:type="dxa"/>
            <w:shd w:val="clear" w:color="auto" w:fill="auto"/>
          </w:tcPr>
          <w:p w14:paraId="4D047B0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54" w:type="dxa"/>
            <w:shd w:val="clear" w:color="auto" w:fill="auto"/>
          </w:tcPr>
          <w:p w14:paraId="4D047B0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18" w:type="dxa"/>
            <w:shd w:val="clear" w:color="auto" w:fill="auto"/>
          </w:tcPr>
          <w:p w14:paraId="4D047B0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4D047B0A" w14:textId="77777777" w:rsidTr="00326639">
        <w:tc>
          <w:tcPr>
            <w:tcW w:w="4608" w:type="dxa"/>
            <w:shd w:val="clear" w:color="auto" w:fill="auto"/>
            <w:vAlign w:val="center"/>
          </w:tcPr>
          <w:p w14:paraId="4D047B07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54" w:type="dxa"/>
            <w:shd w:val="clear" w:color="auto" w:fill="auto"/>
          </w:tcPr>
          <w:p w14:paraId="4D047B0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18" w:type="dxa"/>
            <w:shd w:val="clear" w:color="auto" w:fill="auto"/>
            <w:vAlign w:val="center"/>
          </w:tcPr>
          <w:p w14:paraId="4D047B09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4D047B0E" w14:textId="77777777" w:rsidTr="00326639">
        <w:tc>
          <w:tcPr>
            <w:tcW w:w="4608" w:type="dxa"/>
            <w:shd w:val="clear" w:color="auto" w:fill="auto"/>
            <w:vAlign w:val="center"/>
          </w:tcPr>
          <w:p w14:paraId="4D047B0B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454" w:type="dxa"/>
            <w:shd w:val="clear" w:color="auto" w:fill="auto"/>
          </w:tcPr>
          <w:p w14:paraId="4D047B0C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18" w:type="dxa"/>
            <w:shd w:val="clear" w:color="auto" w:fill="auto"/>
            <w:vAlign w:val="center"/>
          </w:tcPr>
          <w:p w14:paraId="4D047B0D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4D047B11" w14:textId="3032BAD4" w:rsidR="004E4EA8" w:rsidRPr="004E4EA8" w:rsidRDefault="004E4EA8" w:rsidP="00326639">
      <w:pPr>
        <w:pStyle w:val="Titre2"/>
        <w:rPr>
          <w:sz w:val="24"/>
          <w:szCs w:val="26"/>
        </w:rPr>
      </w:pPr>
      <w:bookmarkStart w:id="11" w:name="_Toc246902764"/>
      <w:bookmarkEnd w:id="11"/>
      <w:bookmarkEnd w:id="10"/>
      <w:r w:rsidRPr="00686ACA">
        <w:lastRenderedPageBreak/>
        <w:t>au titre d’une commande non conforme</w:t>
      </w:r>
    </w:p>
    <w:p w14:paraId="4D047B12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4D047B16" w14:textId="77777777" w:rsidTr="00314DF4">
        <w:tc>
          <w:tcPr>
            <w:tcW w:w="4077" w:type="dxa"/>
            <w:shd w:val="clear" w:color="auto" w:fill="auto"/>
          </w:tcPr>
          <w:p w14:paraId="4D047B13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4D047B14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4D047B15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4D047B1A" w14:textId="77777777" w:rsidTr="00314DF4">
        <w:tc>
          <w:tcPr>
            <w:tcW w:w="4077" w:type="dxa"/>
            <w:shd w:val="clear" w:color="auto" w:fill="auto"/>
          </w:tcPr>
          <w:p w14:paraId="4D047B17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777072">
              <w:rPr>
                <w:rFonts w:cs="Arial"/>
                <w:szCs w:val="20"/>
              </w:rPr>
              <w:t>LAVAL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4D047B18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4D047B19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4D047B1B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47B1F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4D047B20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4D047B21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7B24" w14:textId="77777777" w:rsidR="00E3112E" w:rsidRDefault="00E311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7B25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D047B26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4D047B27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E3112E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E3112E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7B29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D047B2A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47B1C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4D047B1D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4D047B1E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7B22" w14:textId="77777777" w:rsidR="00E3112E" w:rsidRDefault="00E311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7B23" w14:textId="77777777" w:rsidR="00E3112E" w:rsidRDefault="00E311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7B28" w14:textId="77777777" w:rsidR="00272FED" w:rsidRDefault="00E3112E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4D047B2B" wp14:editId="4D047B2C">
          <wp:extent cx="1463040" cy="648335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aval Th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8070" cy="659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FD0A12F0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B4036"/>
    <w:multiLevelType w:val="hybridMultilevel"/>
    <w:tmpl w:val="756AD9DA"/>
    <w:lvl w:ilvl="0" w:tplc="331C1176">
      <w:start w:val="1"/>
      <w:numFmt w:val="decimal"/>
      <w:pStyle w:val="Titre"/>
      <w:lvlText w:val="%1."/>
      <w:lvlJc w:val="left"/>
      <w:pPr>
        <w:ind w:left="4179" w:hanging="360"/>
      </w:p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4067360">
    <w:abstractNumId w:val="14"/>
  </w:num>
  <w:num w:numId="2" w16cid:durableId="1983849509">
    <w:abstractNumId w:val="12"/>
  </w:num>
  <w:num w:numId="3" w16cid:durableId="404911573">
    <w:abstractNumId w:val="10"/>
  </w:num>
  <w:num w:numId="4" w16cid:durableId="1299646467">
    <w:abstractNumId w:val="22"/>
  </w:num>
  <w:num w:numId="5" w16cid:durableId="1611352424">
    <w:abstractNumId w:val="23"/>
  </w:num>
  <w:num w:numId="6" w16cid:durableId="2061200446">
    <w:abstractNumId w:val="19"/>
  </w:num>
  <w:num w:numId="7" w16cid:durableId="309555273">
    <w:abstractNumId w:val="24"/>
  </w:num>
  <w:num w:numId="8" w16cid:durableId="101851672">
    <w:abstractNumId w:val="17"/>
  </w:num>
  <w:num w:numId="9" w16cid:durableId="582646787">
    <w:abstractNumId w:val="13"/>
  </w:num>
  <w:num w:numId="10" w16cid:durableId="1476020576">
    <w:abstractNumId w:val="18"/>
  </w:num>
  <w:num w:numId="11" w16cid:durableId="396441259">
    <w:abstractNumId w:val="11"/>
  </w:num>
  <w:num w:numId="12" w16cid:durableId="573125393">
    <w:abstractNumId w:val="7"/>
  </w:num>
  <w:num w:numId="13" w16cid:durableId="2124110029">
    <w:abstractNumId w:val="8"/>
  </w:num>
  <w:num w:numId="14" w16cid:durableId="448478443">
    <w:abstractNumId w:val="3"/>
  </w:num>
  <w:num w:numId="15" w16cid:durableId="1671986548">
    <w:abstractNumId w:val="2"/>
  </w:num>
  <w:num w:numId="16" w16cid:durableId="1250970010">
    <w:abstractNumId w:val="1"/>
  </w:num>
  <w:num w:numId="17" w16cid:durableId="822236750">
    <w:abstractNumId w:val="0"/>
  </w:num>
  <w:num w:numId="18" w16cid:durableId="709886813">
    <w:abstractNumId w:val="6"/>
  </w:num>
  <w:num w:numId="19" w16cid:durableId="1347905585">
    <w:abstractNumId w:val="5"/>
  </w:num>
  <w:num w:numId="20" w16cid:durableId="1532914537">
    <w:abstractNumId w:val="4"/>
  </w:num>
  <w:num w:numId="21" w16cid:durableId="1951622661">
    <w:abstractNumId w:val="9"/>
  </w:num>
  <w:num w:numId="22" w16cid:durableId="1377200931">
    <w:abstractNumId w:val="21"/>
  </w:num>
  <w:num w:numId="23" w16cid:durableId="475807316">
    <w:abstractNumId w:val="16"/>
  </w:num>
  <w:num w:numId="24" w16cid:durableId="541017223">
    <w:abstractNumId w:val="15"/>
  </w:num>
  <w:num w:numId="25" w16cid:durableId="555900706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2663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3B91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072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112E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D047A70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326639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326639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326639"/>
    <w:pPr>
      <w:numPr>
        <w:numId w:val="25"/>
      </w:numPr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326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C4C7E0DC-8D79-4286-ABE7-71DE637976B1}"/>
</file>

<file path=customXml/itemProps2.xml><?xml version="1.0" encoding="utf-8"?>
<ds:datastoreItem xmlns:ds="http://schemas.openxmlformats.org/officeDocument/2006/customXml" ds:itemID="{F64771A1-AB87-4469-B394-A7BAB80BA259}"/>
</file>

<file path=customXml/itemProps3.xml><?xml version="1.0" encoding="utf-8"?>
<ds:datastoreItem xmlns:ds="http://schemas.openxmlformats.org/officeDocument/2006/customXml" ds:itemID="{189D109E-E36C-4964-9C82-E85DCA828789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1088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2022-12-21T09:16:00Z</dcterms:created>
  <dcterms:modified xsi:type="dcterms:W3CDTF">2022-12-21T09:16:00Z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