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5FEDF" w14:textId="77777777" w:rsidR="00B24D69" w:rsidRPr="00F439A2" w:rsidRDefault="002E2BCF" w:rsidP="00F439A2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F439A2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F439A2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F439A2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F439A2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3975FEE0" w14:textId="77777777" w:rsidR="00B24D69" w:rsidRPr="00F439A2" w:rsidRDefault="00601FD8" w:rsidP="00B24D69">
      <w:pPr>
        <w:rPr>
          <w:b/>
          <w:bCs/>
          <w:sz w:val="36"/>
          <w:szCs w:val="36"/>
        </w:rPr>
      </w:pPr>
      <w:r w:rsidRPr="00F439A2">
        <w:rPr>
          <w:b/>
          <w:bCs/>
          <w:sz w:val="36"/>
          <w:szCs w:val="36"/>
        </w:rPr>
        <w:t xml:space="preserve">Offre </w:t>
      </w:r>
      <w:r w:rsidR="008875AF" w:rsidRPr="00F439A2">
        <w:rPr>
          <w:b/>
          <w:bCs/>
          <w:sz w:val="36"/>
          <w:szCs w:val="36"/>
        </w:rPr>
        <w:t>FTTE passif NRO</w:t>
      </w:r>
      <w:r w:rsidR="00C96A4F" w:rsidRPr="00F439A2">
        <w:rPr>
          <w:b/>
          <w:bCs/>
          <w:sz w:val="36"/>
          <w:szCs w:val="36"/>
        </w:rPr>
        <w:t xml:space="preserve"> de </w:t>
      </w:r>
      <w:r w:rsidR="00960C9A" w:rsidRPr="00F439A2">
        <w:rPr>
          <w:b/>
          <w:bCs/>
          <w:sz w:val="36"/>
          <w:szCs w:val="36"/>
        </w:rPr>
        <w:t>KOUROU FIBRE</w:t>
      </w:r>
    </w:p>
    <w:p w14:paraId="3975FEE1" w14:textId="77777777" w:rsidR="00B24D69" w:rsidRPr="00B24D69" w:rsidRDefault="00B24D69" w:rsidP="00B24D69">
      <w:pPr>
        <w:rPr>
          <w:sz w:val="40"/>
          <w:szCs w:val="40"/>
        </w:rPr>
      </w:pPr>
    </w:p>
    <w:p w14:paraId="3975FEE2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3975FEE3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3975FEE4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975FEE5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3975FEE6" w14:textId="77777777" w:rsidR="00B24D69" w:rsidRPr="00B24D69" w:rsidRDefault="00B24D69" w:rsidP="00F439A2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p w14:paraId="3975FEE7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3975FEEA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75FEE8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75FEE9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975FEED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FEEB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5FEEC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3975FEF0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EEE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EEF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975FEF3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EF1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EF2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3975FEF4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3975FEF5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3975FEF6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3975FEF7" w14:textId="77777777" w:rsidR="00B24D69" w:rsidRPr="00B24D69" w:rsidRDefault="00B24D69" w:rsidP="00F439A2">
      <w:pPr>
        <w:pStyle w:val="Titre"/>
      </w:pPr>
      <w:r w:rsidRPr="00B24D69">
        <w:t xml:space="preserve"> </w:t>
      </w:r>
      <w:bookmarkStart w:id="16" w:name="_Toc469066121"/>
      <w:bookmarkStart w:id="17" w:name="_Toc468875178"/>
      <w:bookmarkStart w:id="18" w:name="_Toc468352047"/>
      <w:r w:rsidRPr="00B24D69">
        <w:t>Abonnement mensuel</w:t>
      </w:r>
      <w:bookmarkEnd w:id="16"/>
      <w:bookmarkEnd w:id="17"/>
      <w:bookmarkEnd w:id="18"/>
    </w:p>
    <w:p w14:paraId="3975FEF8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3975FEFB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75FEF9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75FEFA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3975FEFE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FEFC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5FEFD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3975FEFF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3975FF00" w14:textId="77777777" w:rsidR="00B24D69" w:rsidRPr="00B24D69" w:rsidRDefault="00B24D69" w:rsidP="00F439A2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p w14:paraId="3975FF01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3975FF04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75FF02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75FF0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975FF07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FF05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5FF06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975FF08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975FF09" w14:textId="77777777" w:rsidR="00F50D48" w:rsidRDefault="00F50D48" w:rsidP="00F439A2">
      <w:pPr>
        <w:pStyle w:val="Titre"/>
      </w:pPr>
      <w:r w:rsidRPr="00B24D69">
        <w:t xml:space="preserve">Option de </w:t>
      </w:r>
      <w:r>
        <w:t xml:space="preserve">GTR S1 d’un </w:t>
      </w:r>
      <w:r w:rsidR="001549F0">
        <w:t>A</w:t>
      </w:r>
      <w:r>
        <w:t xml:space="preserve">ccès </w:t>
      </w:r>
      <w:r w:rsidR="008875AF">
        <w:t>FTTE passif NRO</w:t>
      </w:r>
    </w:p>
    <w:p w14:paraId="3975FF0A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3975FF0D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75FF0B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75FF0C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3975FF10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FF0E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5FF0F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3975FF11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975FF12" w14:textId="77777777" w:rsidR="006A6614" w:rsidRDefault="006A6614" w:rsidP="00F439A2">
      <w:pPr>
        <w:pStyle w:val="Titre"/>
      </w:pPr>
      <w:r>
        <w:t>Modifications</w:t>
      </w:r>
    </w:p>
    <w:p w14:paraId="3975FF13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3975FF16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975FF14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975FF15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3975FF1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FF17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5FF18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3975FF1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F1A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FF1B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975FF1F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F1D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FF1E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975FF22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F2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FF21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3975FF25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FF23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FF24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3975FF26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975FF27" w14:textId="77777777" w:rsidR="002E72D5" w:rsidRPr="004E4EA8" w:rsidRDefault="002E72D5" w:rsidP="00F439A2">
      <w:pPr>
        <w:pStyle w:val="Titre"/>
        <w:rPr>
          <w:sz w:val="24"/>
          <w:szCs w:val="26"/>
        </w:rPr>
      </w:pPr>
      <w:r w:rsidRPr="002E72D5">
        <w:t>Interventions à Tort (IAT)</w:t>
      </w:r>
    </w:p>
    <w:p w14:paraId="3975FF28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3975FF2C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3975FF29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3975FF2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3975FF2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3975FF30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975FF2D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960C9A">
              <w:rPr>
                <w:rFonts w:cs="Arial"/>
                <w:noProof/>
                <w:snapToGrid w:val="0"/>
                <w:szCs w:val="20"/>
              </w:rPr>
              <w:t>KOUROU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75FF2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975FF2F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3975FF34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975FF31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960C9A">
              <w:rPr>
                <w:rFonts w:cs="Arial"/>
                <w:noProof/>
                <w:snapToGrid w:val="0"/>
                <w:szCs w:val="20"/>
              </w:rPr>
              <w:t>KOUROU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75FF3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975FF3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3975FF38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975FF35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75FF3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975FF37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3975FF3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975FF39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75FF3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975FF3B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3975FF3D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3975FF3E" w14:textId="77777777" w:rsidR="002E72D5" w:rsidRPr="00124E23" w:rsidRDefault="002E72D5" w:rsidP="002E72D5">
      <w:pPr>
        <w:pStyle w:val="Texte"/>
      </w:pPr>
    </w:p>
    <w:p w14:paraId="3975FF3F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5FF43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3975FF44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3975FF45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FF46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975FF47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3975FF48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60C9A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60C9A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FF4A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975FF4B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5FF40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3975FF41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3975FF42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FF49" w14:textId="77777777" w:rsidR="00A77854" w:rsidRPr="00960C9A" w:rsidRDefault="00960C9A" w:rsidP="00960C9A">
    <w:pPr>
      <w:pStyle w:val="En-tte"/>
    </w:pPr>
    <w:r>
      <w:rPr>
        <w:noProof/>
      </w:rPr>
      <w:drawing>
        <wp:inline distT="0" distB="0" distL="0" distR="0" wp14:anchorId="3975FF4C" wp14:editId="3975FF4D">
          <wp:extent cx="1085850" cy="1028577"/>
          <wp:effectExtent l="0" t="0" r="0" b="63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ourou fib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084" cy="104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B269C1"/>
    <w:multiLevelType w:val="hybridMultilevel"/>
    <w:tmpl w:val="A6349EDE"/>
    <w:lvl w:ilvl="0" w:tplc="4718F5D2">
      <w:start w:val="1"/>
      <w:numFmt w:val="decimal"/>
      <w:pStyle w:val="Titre"/>
      <w:lvlText w:val="%1."/>
      <w:lvlJc w:val="lef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353384712">
    <w:abstractNumId w:val="16"/>
  </w:num>
  <w:num w:numId="2" w16cid:durableId="746344935">
    <w:abstractNumId w:val="14"/>
  </w:num>
  <w:num w:numId="3" w16cid:durableId="1966276707">
    <w:abstractNumId w:val="10"/>
  </w:num>
  <w:num w:numId="4" w16cid:durableId="1263684921">
    <w:abstractNumId w:val="21"/>
  </w:num>
  <w:num w:numId="5" w16cid:durableId="429932080">
    <w:abstractNumId w:val="22"/>
  </w:num>
  <w:num w:numId="6" w16cid:durableId="1311330538">
    <w:abstractNumId w:val="20"/>
  </w:num>
  <w:num w:numId="7" w16cid:durableId="781612480">
    <w:abstractNumId w:val="23"/>
  </w:num>
  <w:num w:numId="8" w16cid:durableId="1498031278">
    <w:abstractNumId w:val="17"/>
  </w:num>
  <w:num w:numId="9" w16cid:durableId="961037575">
    <w:abstractNumId w:val="15"/>
  </w:num>
  <w:num w:numId="10" w16cid:durableId="1090659759">
    <w:abstractNumId w:val="18"/>
  </w:num>
  <w:num w:numId="11" w16cid:durableId="574898719">
    <w:abstractNumId w:val="11"/>
  </w:num>
  <w:num w:numId="12" w16cid:durableId="1755320236">
    <w:abstractNumId w:val="7"/>
  </w:num>
  <w:num w:numId="13" w16cid:durableId="1862738105">
    <w:abstractNumId w:val="8"/>
  </w:num>
  <w:num w:numId="14" w16cid:durableId="2138334076">
    <w:abstractNumId w:val="3"/>
  </w:num>
  <w:num w:numId="15" w16cid:durableId="282006108">
    <w:abstractNumId w:val="2"/>
  </w:num>
  <w:num w:numId="16" w16cid:durableId="1589541484">
    <w:abstractNumId w:val="1"/>
  </w:num>
  <w:num w:numId="17" w16cid:durableId="1993831815">
    <w:abstractNumId w:val="0"/>
  </w:num>
  <w:num w:numId="18" w16cid:durableId="1085684807">
    <w:abstractNumId w:val="6"/>
  </w:num>
  <w:num w:numId="19" w16cid:durableId="170726141">
    <w:abstractNumId w:val="5"/>
  </w:num>
  <w:num w:numId="20" w16cid:durableId="1705253916">
    <w:abstractNumId w:val="4"/>
  </w:num>
  <w:num w:numId="21" w16cid:durableId="2048676567">
    <w:abstractNumId w:val="9"/>
  </w:num>
  <w:num w:numId="22" w16cid:durableId="1555897196">
    <w:abstractNumId w:val="24"/>
  </w:num>
  <w:num w:numId="23" w16cid:durableId="2441878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55353156">
    <w:abstractNumId w:val="12"/>
  </w:num>
  <w:num w:numId="25" w16cid:durableId="1552383258">
    <w:abstractNumId w:val="13"/>
  </w:num>
  <w:num w:numId="26" w16cid:durableId="1882282512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6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090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0C9A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A2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75FEDF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F439A2"/>
    <w:pPr>
      <w:numPr>
        <w:numId w:val="26"/>
      </w:numPr>
      <w:spacing w:before="240" w:after="240"/>
      <w:ind w:left="357" w:hanging="357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103E0DA6-8538-4156-B879-AA44E76F46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BDF23E-C044-4ABB-9B6B-CC9E8E18B558}"/>
</file>

<file path=customXml/itemProps3.xml><?xml version="1.0" encoding="utf-8"?>
<ds:datastoreItem xmlns:ds="http://schemas.openxmlformats.org/officeDocument/2006/customXml" ds:itemID="{F243C50A-F1B1-458A-A820-1053398BC862}"/>
</file>

<file path=customXml/itemProps4.xml><?xml version="1.0" encoding="utf-8"?>
<ds:datastoreItem xmlns:ds="http://schemas.openxmlformats.org/officeDocument/2006/customXml" ds:itemID="{1987A219-6404-4C02-BEF2-361A5364EBB9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2022-12-21T07:52:00Z</dcterms:created>
  <dcterms:modified xsi:type="dcterms:W3CDTF">2022-12-21T07:52:00Z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