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C8002" w14:textId="77777777" w:rsidR="00B24D69" w:rsidRPr="00BC4A46" w:rsidRDefault="002E2BCF" w:rsidP="00BC4A46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BC4A46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BC4A46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BC4A46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BC4A46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4D4C8003" w14:textId="77777777" w:rsidR="00B24D69" w:rsidRPr="00BC4A46" w:rsidRDefault="00601FD8" w:rsidP="00B24D69">
      <w:pPr>
        <w:rPr>
          <w:b/>
          <w:bCs/>
          <w:sz w:val="36"/>
          <w:szCs w:val="36"/>
        </w:rPr>
      </w:pPr>
      <w:r w:rsidRPr="00BC4A46">
        <w:rPr>
          <w:b/>
          <w:bCs/>
          <w:sz w:val="36"/>
          <w:szCs w:val="36"/>
        </w:rPr>
        <w:t xml:space="preserve">Offre </w:t>
      </w:r>
      <w:r w:rsidR="008875AF" w:rsidRPr="00BC4A46">
        <w:rPr>
          <w:b/>
          <w:bCs/>
          <w:sz w:val="36"/>
          <w:szCs w:val="36"/>
        </w:rPr>
        <w:t>FTTE passif NRO</w:t>
      </w:r>
      <w:r w:rsidR="00C96A4F" w:rsidRPr="00BC4A46">
        <w:rPr>
          <w:b/>
          <w:bCs/>
          <w:sz w:val="36"/>
          <w:szCs w:val="36"/>
        </w:rPr>
        <w:t xml:space="preserve"> de </w:t>
      </w:r>
      <w:r w:rsidR="0080630C" w:rsidRPr="00BC4A46">
        <w:rPr>
          <w:b/>
          <w:bCs/>
          <w:sz w:val="36"/>
          <w:szCs w:val="36"/>
        </w:rPr>
        <w:t>HAUTE-SAÔNE FIBRE</w:t>
      </w:r>
    </w:p>
    <w:p w14:paraId="4D4C8004" w14:textId="77777777" w:rsidR="00B24D69" w:rsidRPr="00B24D69" w:rsidRDefault="00B24D69" w:rsidP="00B24D69">
      <w:pPr>
        <w:rPr>
          <w:sz w:val="40"/>
          <w:szCs w:val="40"/>
        </w:rPr>
      </w:pPr>
    </w:p>
    <w:p w14:paraId="4D4C8005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4D4C8006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4D4C8007" w14:textId="77777777" w:rsidR="0080630C" w:rsidRDefault="0080630C" w:rsidP="00B24D69">
      <w:pPr>
        <w:spacing w:before="120"/>
        <w:jc w:val="both"/>
        <w:rPr>
          <w:rFonts w:cs="Arial"/>
          <w:szCs w:val="20"/>
        </w:rPr>
      </w:pPr>
    </w:p>
    <w:p w14:paraId="4D4C8008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4D4C8009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4D4C800B" w14:textId="281C37DD" w:rsidR="00B24D69" w:rsidRPr="00BC4A46" w:rsidRDefault="00B24D69" w:rsidP="001E5F79">
      <w:pPr>
        <w:pStyle w:val="Titre"/>
      </w:pPr>
      <w:bookmarkStart w:id="13" w:name="_Toc469066120"/>
      <w:bookmarkStart w:id="14" w:name="_Toc468875177"/>
      <w:bookmarkStart w:id="15" w:name="_Toc468352046"/>
      <w:r w:rsidRPr="00BC4A46">
        <w:t>Frais de mise à disposition</w:t>
      </w:r>
      <w:bookmarkEnd w:id="13"/>
      <w:bookmarkEnd w:id="14"/>
      <w:bookmarkEnd w:id="15"/>
      <w:r w:rsidRPr="00BC4A46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4D4C800E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4C800C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4C800D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4D4C801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0F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8010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4D4C801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12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13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4D4C8017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15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16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4D4C8018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4D4C8019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4D4C801A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4D4C801C" w14:textId="63E60D4F" w:rsidR="00B24D69" w:rsidRPr="00B24D69" w:rsidRDefault="00B24D69" w:rsidP="001E5F79">
      <w:pPr>
        <w:pStyle w:val="Titre"/>
      </w:pPr>
      <w:bookmarkStart w:id="16" w:name="_Toc469066121"/>
      <w:bookmarkStart w:id="17" w:name="_Toc468875178"/>
      <w:bookmarkStart w:id="18" w:name="_Toc468352047"/>
      <w:r w:rsidRPr="00BC4A46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4D4C801F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4C801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4C801E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4D4C8022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20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8021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4D4C8023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4D4C8025" w14:textId="6D942DE8" w:rsidR="00B24D69" w:rsidRPr="00BC4A46" w:rsidRDefault="00B24D69" w:rsidP="001E5F79">
      <w:pPr>
        <w:pStyle w:val="Titre"/>
      </w:pPr>
      <w:bookmarkStart w:id="19" w:name="_Toc469066122"/>
      <w:bookmarkStart w:id="20" w:name="_Toc468875179"/>
      <w:r w:rsidRPr="00BC4A46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4D4C8028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4C8026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4C8027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4D4C802B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29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802A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4D4C802D" w14:textId="77777777" w:rsidR="0080630C" w:rsidRDefault="0080630C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D4C802F" w14:textId="05279DE8" w:rsidR="00F50D48" w:rsidRPr="00BC4A46" w:rsidRDefault="00F50D48" w:rsidP="001E5F79">
      <w:pPr>
        <w:pStyle w:val="Titre"/>
      </w:pPr>
      <w:r w:rsidRPr="00BC4A46">
        <w:t xml:space="preserve">Option de GTR S1 d’un </w:t>
      </w:r>
      <w:r w:rsidR="001549F0" w:rsidRPr="00BC4A46">
        <w:t>A</w:t>
      </w:r>
      <w:r w:rsidRPr="00BC4A46">
        <w:t xml:space="preserve">ccès </w:t>
      </w:r>
      <w:r w:rsidR="008875AF" w:rsidRPr="00BC4A46">
        <w:t>FTTE passif NRO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4D4C8032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4C8030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4C8031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4D4C8035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33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8034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4D4C8036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D4C8038" w14:textId="1A8F5573" w:rsidR="006A6614" w:rsidRPr="00BC4A46" w:rsidRDefault="006A6614" w:rsidP="001E5F79">
      <w:pPr>
        <w:pStyle w:val="Titre"/>
      </w:pPr>
      <w:r w:rsidRPr="00BC4A46"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4D4C803B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4C8039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D4C803A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4D4C803E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3C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803D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4D4C804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3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8040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4D4C804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42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8043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4D4C804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45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804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4D4C804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048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8049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4D4C804B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4D4C804D" w14:textId="670C8042" w:rsidR="002E72D5" w:rsidRPr="00BC4A46" w:rsidRDefault="002E72D5" w:rsidP="001E5F79">
      <w:pPr>
        <w:pStyle w:val="Titre"/>
      </w:pPr>
      <w:r w:rsidRPr="00BC4A46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4D4C8051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4D4C804E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4D4C804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4D4C805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4D4C805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4D4C8052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80630C">
              <w:rPr>
                <w:rFonts w:cs="Arial"/>
                <w:noProof/>
                <w:snapToGrid w:val="0"/>
                <w:szCs w:val="20"/>
              </w:rPr>
              <w:t>HAUTE-SAÔNE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4C805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D4C805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4D4C805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4D4C8056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80630C">
              <w:rPr>
                <w:rFonts w:cs="Arial"/>
                <w:noProof/>
                <w:snapToGrid w:val="0"/>
                <w:szCs w:val="20"/>
              </w:rPr>
              <w:t>HAUTE-SAÔNE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4C805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D4C805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4D4C805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4D4C805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4C805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D4C805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4D4C806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4D4C805E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4C805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4D4C806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4D4C8062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4D4C8063" w14:textId="77777777" w:rsidR="002E72D5" w:rsidRPr="00124E23" w:rsidRDefault="002E72D5" w:rsidP="002E72D5">
      <w:pPr>
        <w:pStyle w:val="Texte"/>
      </w:pPr>
    </w:p>
    <w:p w14:paraId="4D4C8064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C8068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4D4C806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4D4C806A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806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D4C806C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4D4C806D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0630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0630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806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D4C8070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8065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4D4C8066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4D4C8067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C806E" w14:textId="77777777" w:rsidR="00A77854" w:rsidRPr="0080630C" w:rsidRDefault="0080630C" w:rsidP="0080630C">
    <w:pPr>
      <w:pStyle w:val="En-tte"/>
    </w:pPr>
    <w:r>
      <w:rPr>
        <w:noProof/>
      </w:rPr>
      <w:drawing>
        <wp:inline distT="0" distB="0" distL="0" distR="0" wp14:anchorId="4D4C8071" wp14:editId="4D4C8072">
          <wp:extent cx="1952625" cy="73787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HS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209" cy="749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65CAD"/>
    <w:multiLevelType w:val="hybridMultilevel"/>
    <w:tmpl w:val="AA480588"/>
    <w:lvl w:ilvl="0" w:tplc="946EAC12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281421222">
    <w:abstractNumId w:val="16"/>
  </w:num>
  <w:num w:numId="2" w16cid:durableId="1281495574">
    <w:abstractNumId w:val="14"/>
  </w:num>
  <w:num w:numId="3" w16cid:durableId="950748060">
    <w:abstractNumId w:val="10"/>
  </w:num>
  <w:num w:numId="4" w16cid:durableId="727462010">
    <w:abstractNumId w:val="20"/>
  </w:num>
  <w:num w:numId="5" w16cid:durableId="2106686185">
    <w:abstractNumId w:val="21"/>
  </w:num>
  <w:num w:numId="6" w16cid:durableId="1826898790">
    <w:abstractNumId w:val="19"/>
  </w:num>
  <w:num w:numId="7" w16cid:durableId="1080519589">
    <w:abstractNumId w:val="22"/>
  </w:num>
  <w:num w:numId="8" w16cid:durableId="46877704">
    <w:abstractNumId w:val="17"/>
  </w:num>
  <w:num w:numId="9" w16cid:durableId="2132940790">
    <w:abstractNumId w:val="15"/>
  </w:num>
  <w:num w:numId="10" w16cid:durableId="1696612994">
    <w:abstractNumId w:val="18"/>
  </w:num>
  <w:num w:numId="11" w16cid:durableId="1839953503">
    <w:abstractNumId w:val="11"/>
  </w:num>
  <w:num w:numId="12" w16cid:durableId="981271865">
    <w:abstractNumId w:val="7"/>
  </w:num>
  <w:num w:numId="13" w16cid:durableId="496263432">
    <w:abstractNumId w:val="8"/>
  </w:num>
  <w:num w:numId="14" w16cid:durableId="1465000530">
    <w:abstractNumId w:val="3"/>
  </w:num>
  <w:num w:numId="15" w16cid:durableId="492070552">
    <w:abstractNumId w:val="2"/>
  </w:num>
  <w:num w:numId="16" w16cid:durableId="1173762476">
    <w:abstractNumId w:val="1"/>
  </w:num>
  <w:num w:numId="17" w16cid:durableId="1775006343">
    <w:abstractNumId w:val="0"/>
  </w:num>
  <w:num w:numId="18" w16cid:durableId="1719206335">
    <w:abstractNumId w:val="6"/>
  </w:num>
  <w:num w:numId="19" w16cid:durableId="1882325691">
    <w:abstractNumId w:val="5"/>
  </w:num>
  <w:num w:numId="20" w16cid:durableId="1265460340">
    <w:abstractNumId w:val="4"/>
  </w:num>
  <w:num w:numId="21" w16cid:durableId="1166823733">
    <w:abstractNumId w:val="9"/>
  </w:num>
  <w:num w:numId="22" w16cid:durableId="2004506093">
    <w:abstractNumId w:val="24"/>
  </w:num>
  <w:num w:numId="23" w16cid:durableId="13533371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7959107">
    <w:abstractNumId w:val="12"/>
  </w:num>
  <w:num w:numId="25" w16cid:durableId="1088505657">
    <w:abstractNumId w:val="13"/>
  </w:num>
  <w:num w:numId="26" w16cid:durableId="1511944025">
    <w:abstractNumId w:val="23"/>
  </w:num>
  <w:num w:numId="27" w16cid:durableId="1189876633">
    <w:abstractNumId w:val="23"/>
  </w:num>
  <w:num w:numId="28" w16cid:durableId="1968582189">
    <w:abstractNumId w:val="23"/>
  </w:num>
  <w:num w:numId="29" w16cid:durableId="2085299543">
    <w:abstractNumId w:val="23"/>
  </w:num>
  <w:num w:numId="30" w16cid:durableId="6104115">
    <w:abstractNumId w:val="23"/>
  </w:num>
  <w:num w:numId="31" w16cid:durableId="2144077734">
    <w:abstractNumId w:val="23"/>
  </w:num>
  <w:num w:numId="32" w16cid:durableId="1952055990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C0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5F79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30C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A46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D4C8002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E5F79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1B717CB6-046E-439B-877E-BDD0C8A36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21DE0-029E-45CB-8CEC-22AEB150DBA6}"/>
</file>

<file path=customXml/itemProps3.xml><?xml version="1.0" encoding="utf-8"?>
<ds:datastoreItem xmlns:ds="http://schemas.openxmlformats.org/officeDocument/2006/customXml" ds:itemID="{80017B9F-D3A5-41C5-83CB-AB312582B7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5C3E8-2476-46D6-93BE-01DEE580E1D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2022-12-21T06:17:00Z</dcterms:created>
  <dcterms:modified xsi:type="dcterms:W3CDTF">2022-12-21T06:20:00Z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