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5B0D0" w14:textId="77777777" w:rsidR="00272FED" w:rsidRPr="00350D6F" w:rsidRDefault="00272FED" w:rsidP="00350D6F">
      <w:pPr>
        <w:pStyle w:val="Texte"/>
        <w:spacing w:before="240" w:after="240"/>
        <w:rPr>
          <w:rFonts w:ascii="Helvetica 75 Bold" w:hAnsi="Helvetica 75 Bold"/>
          <w:color w:val="FF0000"/>
          <w:sz w:val="56"/>
          <w:szCs w:val="56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350D6F">
        <w:rPr>
          <w:rFonts w:ascii="Helvetica 75 Bold" w:hAnsi="Helvetica 75 Bold"/>
          <w:color w:val="FF0000"/>
          <w:sz w:val="56"/>
          <w:szCs w:val="56"/>
        </w:rPr>
        <w:t>Annexe 2 -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02F5B0D1" w14:textId="77777777" w:rsidR="000E79C9" w:rsidRPr="00350D6F" w:rsidRDefault="00CD1A47" w:rsidP="00EB4DAE">
      <w:pPr>
        <w:rPr>
          <w:b/>
          <w:bCs/>
          <w:sz w:val="36"/>
          <w:szCs w:val="36"/>
        </w:rPr>
      </w:pPr>
      <w:r w:rsidRPr="00350D6F">
        <w:rPr>
          <w:b/>
          <w:bCs/>
          <w:sz w:val="36"/>
          <w:szCs w:val="36"/>
        </w:rPr>
        <w:t xml:space="preserve">Offre </w:t>
      </w:r>
      <w:r w:rsidR="000E79C9" w:rsidRPr="00350D6F">
        <w:rPr>
          <w:b/>
          <w:bCs/>
          <w:sz w:val="36"/>
          <w:szCs w:val="36"/>
        </w:rPr>
        <w:t>FTTE passif</w:t>
      </w:r>
      <w:r w:rsidR="000E79C9" w:rsidRPr="00350D6F">
        <w:rPr>
          <w:rFonts w:cs="Calibri"/>
          <w:b/>
          <w:bCs/>
          <w:sz w:val="36"/>
          <w:szCs w:val="36"/>
        </w:rPr>
        <w:t xml:space="preserve"> NRO</w:t>
      </w:r>
      <w:r w:rsidR="00DD763C" w:rsidRPr="00350D6F">
        <w:rPr>
          <w:rFonts w:cs="Calibri"/>
          <w:b/>
          <w:bCs/>
          <w:sz w:val="36"/>
          <w:szCs w:val="36"/>
        </w:rPr>
        <w:t xml:space="preserve"> de </w:t>
      </w:r>
      <w:r w:rsidR="00DC3675" w:rsidRPr="00350D6F">
        <w:rPr>
          <w:rFonts w:cs="Calibri"/>
          <w:b/>
          <w:bCs/>
          <w:sz w:val="36"/>
          <w:szCs w:val="36"/>
        </w:rPr>
        <w:t>GRAND DAX TRÈS HAUT DÉBIT</w:t>
      </w:r>
    </w:p>
    <w:p w14:paraId="02F5B0D2" w14:textId="77777777" w:rsidR="000E79C9" w:rsidRPr="000A5936" w:rsidRDefault="00272FED" w:rsidP="0077778E">
      <w:pPr>
        <w:tabs>
          <w:tab w:val="left" w:pos="1088"/>
        </w:tabs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  <w:tab/>
      </w:r>
    </w:p>
    <w:p w14:paraId="02F5B0D3" w14:textId="77777777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02F5B0D4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02F5B0D5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02F5B0D6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DC3675">
        <w:rPr>
          <w:rFonts w:cs="Arial"/>
          <w:szCs w:val="20"/>
        </w:rPr>
        <w:t>GRAND DAX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02F5B0D7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DC3675">
        <w:rPr>
          <w:rFonts w:cs="Arial"/>
          <w:szCs w:val="20"/>
        </w:rPr>
        <w:t>GRAND DAX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02F5B0D8" w14:textId="77777777" w:rsidR="001A7064" w:rsidRPr="0028511F" w:rsidRDefault="001A7064" w:rsidP="001A7064">
      <w:pPr>
        <w:pStyle w:val="Texte"/>
      </w:pPr>
    </w:p>
    <w:p w14:paraId="02F5B0D9" w14:textId="0757F201" w:rsidR="001A7064" w:rsidRPr="00DC3675" w:rsidRDefault="001A7064" w:rsidP="00350D6F">
      <w:pPr>
        <w:pStyle w:val="Titre"/>
      </w:pPr>
      <w:r w:rsidRPr="00DC3675">
        <w:t xml:space="preserve">pénalités pouvant être dues </w:t>
      </w:r>
      <w:r w:rsidR="00314DF4" w:rsidRPr="00DC3675">
        <w:t xml:space="preserve">par </w:t>
      </w:r>
      <w:r w:rsidR="00DC3675">
        <w:t>GRAND DAX TRÈS HAUT DÉBIT</w:t>
      </w:r>
    </w:p>
    <w:p w14:paraId="02F5B0DA" w14:textId="77777777" w:rsidR="001A7064" w:rsidRPr="00B0235B" w:rsidRDefault="001A7064" w:rsidP="001A7064">
      <w:pPr>
        <w:rPr>
          <w:szCs w:val="20"/>
        </w:rPr>
      </w:pPr>
    </w:p>
    <w:p w14:paraId="02F5B0DB" w14:textId="5B158DB2" w:rsidR="00897127" w:rsidRDefault="001A7064" w:rsidP="00350D6F">
      <w:pPr>
        <w:pStyle w:val="Titre2"/>
      </w:pPr>
      <w:r w:rsidRPr="00B0235B">
        <w:t xml:space="preserve">au titre du </w:t>
      </w:r>
      <w:r w:rsidR="005A167F" w:rsidRPr="00B0235B">
        <w:t>non-respect</w:t>
      </w:r>
      <w:r w:rsidRPr="00B0235B">
        <w:t xml:space="preserve"> </w:t>
      </w:r>
      <w:r w:rsidR="00314DF4">
        <w:t xml:space="preserve">par </w:t>
      </w:r>
      <w:r w:rsidR="00DC3675">
        <w:t>GRAND DAX TRÈS HAUT DÉBIT</w:t>
      </w:r>
      <w:r w:rsidR="00EE0ADC">
        <w:t xml:space="preserve"> </w:t>
      </w:r>
      <w:r w:rsidRPr="00B0235B">
        <w:t>de la qualité de service</w:t>
      </w:r>
    </w:p>
    <w:p w14:paraId="02F5B0DC" w14:textId="77777777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DC3675">
        <w:rPr>
          <w:rFonts w:cs="Helvetica55Roman,Italic"/>
          <w:iCs/>
        </w:rPr>
        <w:t>GRAND DAX TRÈS HAUT DÉBIT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02F5B0DD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02F5B0DE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02F5B0DF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02F5B0E0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02F5B0E1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02F5B0E2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02F5B0E3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02F5B0E4" w14:textId="77777777" w:rsidR="0004645F" w:rsidRDefault="0004645F" w:rsidP="00243F88">
      <w:pPr>
        <w:pStyle w:val="Texte"/>
      </w:pPr>
      <w:r>
        <w:lastRenderedPageBreak/>
        <w:t xml:space="preserve">Le montant de l’abonnement pris en compte dans le calcul des pénalités de GTR et des plafonds associés </w:t>
      </w:r>
      <w:r w:rsidRPr="00705A6F">
        <w:t xml:space="preserve">est le montant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02F5B0E5" w14:textId="77777777" w:rsidR="00AB4586" w:rsidRDefault="00AB4586" w:rsidP="00AB4586">
      <w:pPr>
        <w:pStyle w:val="Texte"/>
      </w:pPr>
      <w:r>
        <w:t xml:space="preserve">Le montant annuel des pénalités IMS pouvant être dues </w:t>
      </w:r>
      <w:r w:rsidR="00314DF4">
        <w:t xml:space="preserve">par </w:t>
      </w:r>
      <w:r w:rsidR="00DC3675">
        <w:t>GRAND DAX TRÈS HAUT DÉBIT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02F5B0E6" w14:textId="77777777" w:rsidR="001A7064" w:rsidRDefault="0004645F" w:rsidP="0004645F">
      <w:pPr>
        <w:pStyle w:val="Texte"/>
      </w:pPr>
      <w:r w:rsidRPr="004758B9"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02F5B0E8" w14:textId="7CEDB824" w:rsidR="001A7064" w:rsidRDefault="001A7064" w:rsidP="001A7064">
      <w:pPr>
        <w:pStyle w:val="Normal2"/>
        <w:rPr>
          <w:rFonts w:ascii="Helvetica 55 Roman" w:hAnsi="Helvetica 55 Roman"/>
          <w:bCs/>
          <w:u w:val="single"/>
        </w:rPr>
      </w:pPr>
    </w:p>
    <w:p w14:paraId="46BE3018" w14:textId="77777777" w:rsidR="00350D6F" w:rsidRPr="0004645F" w:rsidRDefault="00350D6F" w:rsidP="001A7064">
      <w:pPr>
        <w:pStyle w:val="Normal2"/>
        <w:rPr>
          <w:rFonts w:ascii="Helvetica 55 Roman" w:hAnsi="Helvetica 55 Roman"/>
          <w:bCs/>
          <w:u w:val="single"/>
        </w:rPr>
      </w:pPr>
    </w:p>
    <w:p w14:paraId="02F5B0E9" w14:textId="223228DB" w:rsidR="001A7064" w:rsidRPr="002B22EF" w:rsidRDefault="001A7064" w:rsidP="00350D6F">
      <w:pPr>
        <w:pStyle w:val="Titre30"/>
      </w:pPr>
      <w:r w:rsidRPr="002B22EF">
        <w:t>au titre de la GTR</w:t>
      </w:r>
      <w:r w:rsidR="002B22EF" w:rsidRPr="002B22EF">
        <w:t xml:space="preserve"> sur l’Accès</w:t>
      </w:r>
      <w:r w:rsidRPr="002B22EF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768"/>
        <w:gridCol w:w="4460"/>
      </w:tblGrid>
      <w:tr w:rsidR="001A7064" w:rsidRPr="00D917BD" w14:paraId="02F5B0EE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02F5B0EB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02F5B0EC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02F5B0ED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02F5B0F3" w14:textId="77777777" w:rsidTr="005A167F">
        <w:tc>
          <w:tcPr>
            <w:tcW w:w="4966" w:type="dxa"/>
            <w:shd w:val="clear" w:color="auto" w:fill="auto"/>
          </w:tcPr>
          <w:p w14:paraId="02F5B0EF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02F5B0F0" w14:textId="77777777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02F5B0F1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02F5B0F2" w14:textId="77777777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02F5B0F8" w14:textId="77777777" w:rsidTr="005A167F">
        <w:tc>
          <w:tcPr>
            <w:tcW w:w="4966" w:type="dxa"/>
            <w:shd w:val="clear" w:color="auto" w:fill="auto"/>
            <w:vAlign w:val="center"/>
          </w:tcPr>
          <w:p w14:paraId="02F5B0F4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02F5B0F5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02F5B0F6" w14:textId="77777777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02F5B0F7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02F5B0FD" w14:textId="77777777" w:rsidTr="005A167F">
        <w:tc>
          <w:tcPr>
            <w:tcW w:w="4966" w:type="dxa"/>
            <w:shd w:val="clear" w:color="auto" w:fill="auto"/>
            <w:vAlign w:val="center"/>
          </w:tcPr>
          <w:p w14:paraId="02F5B0F9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02F5B0FA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02F5B0FB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02F5B0FC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02F5B0FE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02F5B0FF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02F5B103" w14:textId="77777777" w:rsidTr="00142F19">
        <w:tc>
          <w:tcPr>
            <w:tcW w:w="4876" w:type="dxa"/>
            <w:shd w:val="clear" w:color="auto" w:fill="auto"/>
          </w:tcPr>
          <w:p w14:paraId="02F5B100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02F5B101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02F5B102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02F5B10A" w14:textId="77777777" w:rsidTr="00142F19">
        <w:tc>
          <w:tcPr>
            <w:tcW w:w="4876" w:type="dxa"/>
            <w:shd w:val="clear" w:color="auto" w:fill="auto"/>
          </w:tcPr>
          <w:p w14:paraId="02F5B104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02F5B105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2F5B106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02F5B107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02F5B108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02F5B109" w14:textId="77777777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02F5B111" w14:textId="77777777" w:rsidTr="00142F19">
        <w:tc>
          <w:tcPr>
            <w:tcW w:w="4876" w:type="dxa"/>
            <w:shd w:val="clear" w:color="auto" w:fill="auto"/>
          </w:tcPr>
          <w:p w14:paraId="02F5B10B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02F5B10C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2F5B10D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02F5B10E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02F5B10F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02F5B110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02F5B117" w14:textId="77777777" w:rsidTr="00142F19">
        <w:tc>
          <w:tcPr>
            <w:tcW w:w="4876" w:type="dxa"/>
            <w:shd w:val="clear" w:color="auto" w:fill="auto"/>
          </w:tcPr>
          <w:p w14:paraId="02F5B112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2F5B113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02F5B114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02F5B115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02F5B116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02F5B118" w14:textId="77777777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02F5B11A" w14:textId="77777777" w:rsidR="006D0991" w:rsidRDefault="006D0991" w:rsidP="006D0991"/>
    <w:p w14:paraId="02F5B11B" w14:textId="6791E746" w:rsidR="001A7064" w:rsidRPr="005B0B01" w:rsidRDefault="001A7064" w:rsidP="00350D6F">
      <w:pPr>
        <w:pStyle w:val="Titre30"/>
      </w:pPr>
      <w:r w:rsidRPr="005B0B01">
        <w:t>au titre de l’IMS</w:t>
      </w:r>
      <w:r w:rsidR="002B22EF" w:rsidRPr="005B0B01">
        <w:t xml:space="preserve"> sur l’Accès</w:t>
      </w:r>
      <w:r w:rsidRPr="005B0B01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942"/>
        <w:gridCol w:w="4453"/>
      </w:tblGrid>
      <w:tr w:rsidR="006D0991" w:rsidRPr="0028511F" w14:paraId="02F5B120" w14:textId="77777777" w:rsidTr="00142F19">
        <w:tc>
          <w:tcPr>
            <w:tcW w:w="4799" w:type="dxa"/>
            <w:shd w:val="clear" w:color="auto" w:fill="auto"/>
          </w:tcPr>
          <w:p w14:paraId="02F5B11D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02F5B11E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02F5B11F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02F5B125" w14:textId="77777777" w:rsidTr="00142F19">
        <w:tc>
          <w:tcPr>
            <w:tcW w:w="4799" w:type="dxa"/>
            <w:shd w:val="clear" w:color="auto" w:fill="auto"/>
          </w:tcPr>
          <w:p w14:paraId="02F5B121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02F5B122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2F5B123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02F5B124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02F5B12A" w14:textId="77777777" w:rsidTr="00142F19">
        <w:tc>
          <w:tcPr>
            <w:tcW w:w="4799" w:type="dxa"/>
            <w:shd w:val="clear" w:color="auto" w:fill="auto"/>
          </w:tcPr>
          <w:p w14:paraId="02F5B126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02F5B127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2F5B128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02F5B129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02F5B12F" w14:textId="77777777" w:rsidTr="00142F19">
        <w:tc>
          <w:tcPr>
            <w:tcW w:w="4799" w:type="dxa"/>
            <w:shd w:val="clear" w:color="auto" w:fill="auto"/>
          </w:tcPr>
          <w:p w14:paraId="02F5B12B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02F5B12C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2F5B12D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02F5B12E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02F5B134" w14:textId="77777777" w:rsidTr="00142F19">
        <w:tc>
          <w:tcPr>
            <w:tcW w:w="4799" w:type="dxa"/>
            <w:shd w:val="clear" w:color="auto" w:fill="auto"/>
          </w:tcPr>
          <w:p w14:paraId="02F5B130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02F5B131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2F5B132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02F5B133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02F5B135" w14:textId="5AF9876F" w:rsidR="006D0991" w:rsidRDefault="006D0991" w:rsidP="006D0991">
      <w:r>
        <w:t>P</w:t>
      </w:r>
      <w:r w:rsidRPr="00243F88">
        <w:t>énalités payées sous réserve du respect des conditions de SAV décrites au contrat.</w:t>
      </w:r>
    </w:p>
    <w:p w14:paraId="02F5B136" w14:textId="269B8C22" w:rsidR="001A7064" w:rsidRPr="00562831" w:rsidRDefault="001A7064" w:rsidP="00350D6F">
      <w:pPr>
        <w:pStyle w:val="Titre2"/>
      </w:pPr>
      <w:r w:rsidRPr="00562831">
        <w:lastRenderedPageBreak/>
        <w:t xml:space="preserve">au titre du </w:t>
      </w:r>
      <w:r w:rsidR="00DA5D00" w:rsidRPr="00562831">
        <w:t>non-respect</w:t>
      </w:r>
      <w:r w:rsidRPr="00562831">
        <w:t xml:space="preserve"> </w:t>
      </w:r>
      <w:r w:rsidR="00314DF4">
        <w:t xml:space="preserve">par </w:t>
      </w:r>
      <w:r w:rsidR="00DC3675">
        <w:t>GRAND DAX TRÈS HAUT DÉBIT</w:t>
      </w:r>
      <w:r w:rsidR="00EE0ADC">
        <w:t xml:space="preserve"> </w:t>
      </w:r>
      <w:r w:rsidRPr="00562831">
        <w:t xml:space="preserve">de la </w:t>
      </w:r>
      <w:r w:rsidR="004E32D5">
        <w:t>d</w:t>
      </w:r>
      <w:r w:rsidRPr="00562831">
        <w:t xml:space="preserve">ate de </w:t>
      </w:r>
      <w:r w:rsidR="004E32D5">
        <w:t>m</w:t>
      </w:r>
      <w:r w:rsidRPr="00562831">
        <w:t xml:space="preserve">ise à </w:t>
      </w:r>
      <w:r w:rsidR="004E32D5">
        <w:t>d</w:t>
      </w:r>
      <w:r w:rsidRPr="00562831">
        <w:t>is</w:t>
      </w:r>
      <w:r>
        <w:t xml:space="preserve">position </w:t>
      </w:r>
      <w:r w:rsidR="004E32D5">
        <w:t>c</w:t>
      </w:r>
      <w:r>
        <w:t xml:space="preserve">onvenue </w:t>
      </w:r>
    </w:p>
    <w:p w14:paraId="02F5B137" w14:textId="77777777" w:rsidR="001A7064" w:rsidRPr="00562831" w:rsidRDefault="001A7064" w:rsidP="001A7064">
      <w:pPr>
        <w:pStyle w:val="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592"/>
      </w:tblGrid>
      <w:tr w:rsidR="001A7064" w:rsidRPr="00D917BD" w14:paraId="02F5B13B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02F5B138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02F5B139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02F5B13A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02F5B13F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02F5B13C" w14:textId="77777777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5749EC">
              <w:t xml:space="preserve">de </w:t>
            </w:r>
            <w:r w:rsidR="00DC3675">
              <w:t>GRAND DAX TRÈS HAUT DÉBIT</w:t>
            </w:r>
          </w:p>
        </w:tc>
        <w:tc>
          <w:tcPr>
            <w:tcW w:w="2160" w:type="dxa"/>
            <w:shd w:val="clear" w:color="auto" w:fill="auto"/>
          </w:tcPr>
          <w:p w14:paraId="02F5B13D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02F5B13E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02F5B140" w14:textId="5BBC9547" w:rsidR="001A7064" w:rsidRDefault="00987673" w:rsidP="00350D6F">
      <w:pPr>
        <w:numPr>
          <w:ilvl w:val="0"/>
          <w:numId w:val="26"/>
        </w:numPr>
      </w:pPr>
      <w:r w:rsidRPr="00987673">
        <w:t>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6CB7A0BA" w14:textId="77777777" w:rsidR="00350D6F" w:rsidRDefault="00350D6F" w:rsidP="00350D6F"/>
    <w:p w14:paraId="02F5B143" w14:textId="7BE00213" w:rsidR="004E4EA8" w:rsidRPr="00686ACA" w:rsidRDefault="004E4EA8" w:rsidP="00350D6F">
      <w:pPr>
        <w:pStyle w:val="Titre2"/>
      </w:pPr>
      <w:r w:rsidRPr="00686ACA">
        <w:t>au</w:t>
      </w:r>
      <w:r w:rsidR="00EB4DAE">
        <w:t xml:space="preserve"> </w:t>
      </w:r>
      <w:r w:rsidRPr="00686ACA">
        <w:t xml:space="preserve">titre du traitement des tickets de signalisation </w:t>
      </w:r>
    </w:p>
    <w:p w14:paraId="02F5B144" w14:textId="77777777" w:rsidR="004E4EA8" w:rsidRPr="00A35D0A" w:rsidRDefault="004E4EA8" w:rsidP="004E4EA8">
      <w:pPr>
        <w:suppressAutoHyphens/>
        <w:rPr>
          <w:rFonts w:ascii="Times New Roman" w:hAnsi="Times New Roman"/>
          <w:sz w:val="24"/>
          <w:szCs w:val="20"/>
        </w:rPr>
      </w:pP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02F5B148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02F5B145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02F5B146" w14:textId="77777777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02F5B147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02F5B14C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02F5B149" w14:textId="77777777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DC3675">
              <w:rPr>
                <w:rFonts w:cs="Arial"/>
                <w:szCs w:val="20"/>
              </w:rPr>
              <w:t>GRAND DAX TRÈS HAUT DÉBIT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02F5B14A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02F5B14B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02F5B14D" w14:textId="77777777" w:rsidR="0004645F" w:rsidRDefault="0004645F" w:rsidP="00EB4DAE"/>
    <w:p w14:paraId="02F5B14F" w14:textId="77777777" w:rsidR="001A7064" w:rsidRPr="00246A1F" w:rsidRDefault="001A7064" w:rsidP="001A7064"/>
    <w:p w14:paraId="02F5B150" w14:textId="58C0367C" w:rsidR="001A7064" w:rsidRPr="00DC3675" w:rsidRDefault="001A7064" w:rsidP="00350D6F">
      <w:pPr>
        <w:pStyle w:val="Titre"/>
      </w:pPr>
      <w:r w:rsidRPr="00DC3675">
        <w:t>pénalités pouvant être dues par l’Opérateur</w:t>
      </w:r>
    </w:p>
    <w:p w14:paraId="6FC60700" w14:textId="77777777" w:rsidR="00350D6F" w:rsidRPr="00350D6F" w:rsidRDefault="00350D6F" w:rsidP="00350D6F">
      <w:pPr>
        <w:pStyle w:val="Paragraphedeliste"/>
        <w:keepNext/>
        <w:numPr>
          <w:ilvl w:val="0"/>
          <w:numId w:val="1"/>
        </w:numPr>
        <w:spacing w:before="1080"/>
        <w:contextualSpacing w:val="0"/>
        <w:outlineLvl w:val="0"/>
        <w:rPr>
          <w:rFonts w:ascii="Arial" w:hAnsi="Arial" w:cs="Arial"/>
          <w:bCs/>
          <w:vanish/>
          <w:color w:val="FF6600"/>
          <w:kern w:val="32"/>
          <w:sz w:val="36"/>
          <w:szCs w:val="32"/>
        </w:rPr>
      </w:pPr>
    </w:p>
    <w:p w14:paraId="02F5B152" w14:textId="33590248" w:rsidR="001A7064" w:rsidRPr="00143B5F" w:rsidRDefault="001A7064" w:rsidP="00350D6F">
      <w:pPr>
        <w:pStyle w:val="Titre2"/>
      </w:pPr>
      <w:r w:rsidRPr="00143B5F">
        <w:t>au titre des résiliations anticipées</w:t>
      </w:r>
      <w:r>
        <w:t xml:space="preserve"> pendant la période minimale</w:t>
      </w:r>
      <w:r w:rsidRPr="00143B5F">
        <w:t xml:space="preserve"> </w:t>
      </w:r>
    </w:p>
    <w:p w14:paraId="02F5B153" w14:textId="77777777" w:rsidR="001A7064" w:rsidRDefault="001A7064" w:rsidP="001A7064">
      <w:pPr>
        <w:pStyle w:val="Corpsdetexte"/>
      </w:pPr>
    </w:p>
    <w:p w14:paraId="02F5B154" w14:textId="77777777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DC3675">
        <w:t>GRAND DAX TRÈS HAUT DÉBIT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440"/>
        <w:gridCol w:w="4032"/>
      </w:tblGrid>
      <w:tr w:rsidR="001A7064" w:rsidRPr="00D917BD" w14:paraId="02F5B158" w14:textId="77777777" w:rsidTr="00D917BD">
        <w:tc>
          <w:tcPr>
            <w:tcW w:w="4608" w:type="dxa"/>
            <w:shd w:val="clear" w:color="auto" w:fill="auto"/>
          </w:tcPr>
          <w:p w14:paraId="02F5B155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02F5B156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02F5B157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02F5B15C" w14:textId="77777777" w:rsidTr="00D917BD">
        <w:tc>
          <w:tcPr>
            <w:tcW w:w="4608" w:type="dxa"/>
            <w:shd w:val="clear" w:color="auto" w:fill="auto"/>
          </w:tcPr>
          <w:p w14:paraId="02F5B159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02F5B15A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02F5B15B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02F5B160" w14:textId="77777777" w:rsidTr="00D917BD">
        <w:tc>
          <w:tcPr>
            <w:tcW w:w="4608" w:type="dxa"/>
            <w:shd w:val="clear" w:color="auto" w:fill="auto"/>
          </w:tcPr>
          <w:p w14:paraId="02F5B15D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02F5B15E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02F5B15F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4189549F" w14:textId="77777777" w:rsidR="00350D6F" w:rsidRDefault="00350D6F" w:rsidP="00350D6F">
      <w:pPr>
        <w:pStyle w:val="Titre2"/>
        <w:numPr>
          <w:ilvl w:val="0"/>
          <w:numId w:val="0"/>
        </w:numPr>
        <w:ind w:left="578" w:hanging="578"/>
      </w:pPr>
    </w:p>
    <w:p w14:paraId="02F5B162" w14:textId="4C804036" w:rsidR="001A7064" w:rsidRDefault="00350D6F" w:rsidP="00350D6F">
      <w:pPr>
        <w:pStyle w:val="Titre2"/>
      </w:pPr>
      <w:r>
        <w:br w:type="page"/>
      </w:r>
      <w:r w:rsidR="001A7064" w:rsidRPr="00143B5F">
        <w:lastRenderedPageBreak/>
        <w:t>au titre des résiliations anticipées</w:t>
      </w:r>
      <w:r w:rsidR="001A7064">
        <w:t xml:space="preserve"> avant la date de mise </w:t>
      </w:r>
      <w:r w:rsidR="007A6598">
        <w:t>à</w:t>
      </w:r>
      <w:r w:rsidR="001B3702">
        <w:t xml:space="preserve"> disposition</w:t>
      </w:r>
      <w:r w:rsidR="001A7064"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672"/>
      </w:tblGrid>
      <w:tr w:rsidR="001A7064" w:rsidRPr="00246A1F" w14:paraId="02F5B166" w14:textId="77777777" w:rsidTr="00D917BD">
        <w:tc>
          <w:tcPr>
            <w:tcW w:w="4608" w:type="dxa"/>
            <w:shd w:val="clear" w:color="auto" w:fill="auto"/>
          </w:tcPr>
          <w:p w14:paraId="02F5B163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800" w:type="dxa"/>
            <w:shd w:val="clear" w:color="auto" w:fill="auto"/>
          </w:tcPr>
          <w:p w14:paraId="02F5B164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3672" w:type="dxa"/>
            <w:shd w:val="clear" w:color="auto" w:fill="auto"/>
          </w:tcPr>
          <w:p w14:paraId="02F5B165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02F5B16A" w14:textId="77777777" w:rsidTr="00D917BD">
        <w:tc>
          <w:tcPr>
            <w:tcW w:w="4608" w:type="dxa"/>
            <w:shd w:val="clear" w:color="auto" w:fill="auto"/>
            <w:vAlign w:val="center"/>
          </w:tcPr>
          <w:p w14:paraId="02F5B167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800" w:type="dxa"/>
            <w:shd w:val="clear" w:color="auto" w:fill="auto"/>
          </w:tcPr>
          <w:p w14:paraId="02F5B168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02F5B169" w14:textId="77777777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</w:p>
        </w:tc>
      </w:tr>
      <w:tr w:rsidR="001A7064" w:rsidRPr="000C2468" w14:paraId="02F5B16E" w14:textId="77777777" w:rsidTr="00D917BD">
        <w:tc>
          <w:tcPr>
            <w:tcW w:w="4608" w:type="dxa"/>
            <w:shd w:val="clear" w:color="auto" w:fill="auto"/>
            <w:vAlign w:val="center"/>
          </w:tcPr>
          <w:p w14:paraId="02F5B16B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02F5B16C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02F5B16D" w14:textId="77777777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  <w:r w:rsidR="00511779">
              <w:t xml:space="preserve"> plus 3 mois d’abonnement mensuel de l’Accès </w:t>
            </w:r>
          </w:p>
        </w:tc>
      </w:tr>
    </w:tbl>
    <w:p w14:paraId="314963CD" w14:textId="77777777" w:rsidR="00350D6F" w:rsidRPr="00350D6F" w:rsidRDefault="00350D6F" w:rsidP="00350D6F">
      <w:pPr>
        <w:pStyle w:val="Titre2"/>
        <w:numPr>
          <w:ilvl w:val="0"/>
          <w:numId w:val="0"/>
        </w:numPr>
        <w:ind w:left="578" w:hanging="578"/>
        <w:rPr>
          <w:sz w:val="24"/>
          <w:szCs w:val="26"/>
        </w:rPr>
      </w:pPr>
      <w:bookmarkStart w:id="11" w:name="_Toc246902764"/>
      <w:bookmarkEnd w:id="10"/>
      <w:bookmarkEnd w:id="11"/>
    </w:p>
    <w:p w14:paraId="02F5B16F" w14:textId="62F377D7" w:rsidR="004E4EA8" w:rsidRPr="004E4EA8" w:rsidRDefault="004E4EA8" w:rsidP="00350D6F">
      <w:pPr>
        <w:pStyle w:val="Titre2"/>
        <w:rPr>
          <w:sz w:val="24"/>
          <w:szCs w:val="26"/>
        </w:rPr>
      </w:pPr>
      <w:r w:rsidRPr="00686ACA">
        <w:t>au titre d’une commande non conforme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4E4EA8" w:rsidRPr="004E4EA8" w14:paraId="02F5B174" w14:textId="77777777" w:rsidTr="00314DF4">
        <w:tc>
          <w:tcPr>
            <w:tcW w:w="4077" w:type="dxa"/>
            <w:shd w:val="clear" w:color="auto" w:fill="auto"/>
          </w:tcPr>
          <w:p w14:paraId="02F5B171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02F5B172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02F5B173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02F5B178" w14:textId="77777777" w:rsidTr="00314DF4">
        <w:tc>
          <w:tcPr>
            <w:tcW w:w="4077" w:type="dxa"/>
            <w:shd w:val="clear" w:color="auto" w:fill="auto"/>
          </w:tcPr>
          <w:p w14:paraId="02F5B175" w14:textId="77777777" w:rsidR="004E4EA8" w:rsidRPr="004E4EA8" w:rsidRDefault="004E4EA8" w:rsidP="002709A2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Commande non conforme : adresse non conforme avec la base adresse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DC3675">
              <w:rPr>
                <w:rFonts w:cs="Arial"/>
                <w:szCs w:val="20"/>
              </w:rPr>
              <w:t>GRAND DAX TRÈS HAUT DÉBIT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02F5B176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02F5B177" w14:textId="77777777" w:rsidR="004E4EA8" w:rsidRPr="004E4EA8" w:rsidRDefault="004E4EA8" w:rsidP="00314DF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02F5B179" w14:textId="77777777" w:rsidR="004E4EA8" w:rsidRDefault="004E4EA8" w:rsidP="004E4EA8">
      <w:pPr>
        <w:spacing w:before="120"/>
        <w:jc w:val="both"/>
        <w:rPr>
          <w:rFonts w:cs="Arial"/>
          <w:szCs w:val="20"/>
        </w:rPr>
      </w:pPr>
    </w:p>
    <w:sectPr w:rsidR="004E4EA8" w:rsidSect="003869AB">
      <w:footerReference w:type="default" r:id="rId7"/>
      <w:headerReference w:type="first" r:id="rId8"/>
      <w:footerReference w:type="first" r:id="rId9"/>
      <w:type w:val="continuous"/>
      <w:pgSz w:w="11906" w:h="16838" w:code="9"/>
      <w:pgMar w:top="1923" w:right="1021" w:bottom="1418" w:left="907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5B17D" w14:textId="77777777" w:rsidR="00393F18" w:rsidRDefault="00393F18">
      <w:pPr>
        <w:pStyle w:val="Pieddepage"/>
      </w:pPr>
      <w:r>
        <w:separator/>
      </w:r>
    </w:p>
  </w:endnote>
  <w:endnote w:type="continuationSeparator" w:id="0">
    <w:p w14:paraId="02F5B17E" w14:textId="77777777" w:rsidR="00393F18" w:rsidRDefault="00393F18">
      <w:pPr>
        <w:pStyle w:val="Pieddepage"/>
      </w:pPr>
      <w:r>
        <w:continuationSeparator/>
      </w:r>
    </w:p>
  </w:endnote>
  <w:endnote w:type="continuationNotice" w:id="1">
    <w:p w14:paraId="02F5B17F" w14:textId="77777777" w:rsidR="00393F18" w:rsidRDefault="00393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5B180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02F5B181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02F5B182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3B41E7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3B41E7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5B184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02F5B185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5B17A" w14:textId="77777777" w:rsidR="00393F18" w:rsidRDefault="00393F18">
      <w:pPr>
        <w:pStyle w:val="Pieddepage"/>
      </w:pPr>
      <w:r>
        <w:separator/>
      </w:r>
    </w:p>
  </w:footnote>
  <w:footnote w:type="continuationSeparator" w:id="0">
    <w:p w14:paraId="02F5B17B" w14:textId="77777777" w:rsidR="00393F18" w:rsidRDefault="00393F18">
      <w:pPr>
        <w:pStyle w:val="Pieddepage"/>
      </w:pPr>
      <w:r>
        <w:continuationSeparator/>
      </w:r>
    </w:p>
  </w:footnote>
  <w:footnote w:type="continuationNotice" w:id="1">
    <w:p w14:paraId="02F5B17C" w14:textId="77777777" w:rsidR="00393F18" w:rsidRDefault="00393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5B183" w14:textId="77777777" w:rsidR="00272FED" w:rsidRDefault="003B41E7" w:rsidP="00EB4DAE">
    <w:pPr>
      <w:pStyle w:val="En-tte"/>
      <w:tabs>
        <w:tab w:val="clear" w:pos="4536"/>
        <w:tab w:val="clear" w:pos="9072"/>
        <w:tab w:val="left" w:pos="1691"/>
      </w:tabs>
    </w:pPr>
    <w:r w:rsidRPr="003B41E7">
      <w:rPr>
        <w:noProof/>
      </w:rPr>
      <w:drawing>
        <wp:inline distT="0" distB="0" distL="0" distR="0" wp14:anchorId="02F5B186" wp14:editId="02F5B187">
          <wp:extent cx="1790700" cy="5334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D6B02F4"/>
    <w:multiLevelType w:val="hybridMultilevel"/>
    <w:tmpl w:val="5204C2FE"/>
    <w:lvl w:ilvl="0" w:tplc="3DA2BF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5" w15:restartNumberingAfterBreak="0">
    <w:nsid w:val="44CD3B9C"/>
    <w:multiLevelType w:val="multilevel"/>
    <w:tmpl w:val="BBB00370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  <w:sz w:val="28"/>
        <w:szCs w:val="28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4AED37A5"/>
    <w:multiLevelType w:val="hybridMultilevel"/>
    <w:tmpl w:val="AEDA6512"/>
    <w:lvl w:ilvl="0" w:tplc="E64EC930">
      <w:start w:val="1"/>
      <w:numFmt w:val="decimal"/>
      <w:pStyle w:val="Titre"/>
      <w:lvlText w:val="%1."/>
      <w:lvlJc w:val="left"/>
      <w:pPr>
        <w:ind w:left="4179" w:hanging="360"/>
      </w:pPr>
    </w:lvl>
    <w:lvl w:ilvl="1" w:tplc="040C0019" w:tentative="1">
      <w:start w:val="1"/>
      <w:numFmt w:val="lowerLetter"/>
      <w:lvlText w:val="%2."/>
      <w:lvlJc w:val="left"/>
      <w:pPr>
        <w:ind w:left="4899" w:hanging="360"/>
      </w:pPr>
    </w:lvl>
    <w:lvl w:ilvl="2" w:tplc="040C001B" w:tentative="1">
      <w:start w:val="1"/>
      <w:numFmt w:val="lowerRoman"/>
      <w:lvlText w:val="%3."/>
      <w:lvlJc w:val="right"/>
      <w:pPr>
        <w:ind w:left="5619" w:hanging="180"/>
      </w:pPr>
    </w:lvl>
    <w:lvl w:ilvl="3" w:tplc="040C000F" w:tentative="1">
      <w:start w:val="1"/>
      <w:numFmt w:val="decimal"/>
      <w:lvlText w:val="%4."/>
      <w:lvlJc w:val="left"/>
      <w:pPr>
        <w:ind w:left="6339" w:hanging="360"/>
      </w:pPr>
    </w:lvl>
    <w:lvl w:ilvl="4" w:tplc="040C0019" w:tentative="1">
      <w:start w:val="1"/>
      <w:numFmt w:val="lowerLetter"/>
      <w:lvlText w:val="%5."/>
      <w:lvlJc w:val="left"/>
      <w:pPr>
        <w:ind w:left="7059" w:hanging="360"/>
      </w:pPr>
    </w:lvl>
    <w:lvl w:ilvl="5" w:tplc="040C001B" w:tentative="1">
      <w:start w:val="1"/>
      <w:numFmt w:val="lowerRoman"/>
      <w:lvlText w:val="%6."/>
      <w:lvlJc w:val="right"/>
      <w:pPr>
        <w:ind w:left="7779" w:hanging="180"/>
      </w:pPr>
    </w:lvl>
    <w:lvl w:ilvl="6" w:tplc="040C000F" w:tentative="1">
      <w:start w:val="1"/>
      <w:numFmt w:val="decimal"/>
      <w:lvlText w:val="%7."/>
      <w:lvlJc w:val="left"/>
      <w:pPr>
        <w:ind w:left="8499" w:hanging="360"/>
      </w:pPr>
    </w:lvl>
    <w:lvl w:ilvl="7" w:tplc="040C0019" w:tentative="1">
      <w:start w:val="1"/>
      <w:numFmt w:val="lowerLetter"/>
      <w:lvlText w:val="%8."/>
      <w:lvlJc w:val="left"/>
      <w:pPr>
        <w:ind w:left="9219" w:hanging="360"/>
      </w:pPr>
    </w:lvl>
    <w:lvl w:ilvl="8" w:tplc="040C001B" w:tentative="1">
      <w:start w:val="1"/>
      <w:numFmt w:val="lowerRoman"/>
      <w:lvlText w:val="%9."/>
      <w:lvlJc w:val="right"/>
      <w:pPr>
        <w:ind w:left="9939" w:hanging="180"/>
      </w:pPr>
    </w:lvl>
  </w:abstractNum>
  <w:abstractNum w:abstractNumId="20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1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5816812">
    <w:abstractNumId w:val="15"/>
  </w:num>
  <w:num w:numId="2" w16cid:durableId="1191718997">
    <w:abstractNumId w:val="13"/>
  </w:num>
  <w:num w:numId="3" w16cid:durableId="1296177613">
    <w:abstractNumId w:val="11"/>
  </w:num>
  <w:num w:numId="4" w16cid:durableId="737821757">
    <w:abstractNumId w:val="23"/>
  </w:num>
  <w:num w:numId="5" w16cid:durableId="489255830">
    <w:abstractNumId w:val="24"/>
  </w:num>
  <w:num w:numId="6" w16cid:durableId="792291238">
    <w:abstractNumId w:val="21"/>
  </w:num>
  <w:num w:numId="7" w16cid:durableId="115680519">
    <w:abstractNumId w:val="25"/>
  </w:num>
  <w:num w:numId="8" w16cid:durableId="1297492210">
    <w:abstractNumId w:val="18"/>
  </w:num>
  <w:num w:numId="9" w16cid:durableId="2137290538">
    <w:abstractNumId w:val="14"/>
  </w:num>
  <w:num w:numId="10" w16cid:durableId="520095627">
    <w:abstractNumId w:val="20"/>
  </w:num>
  <w:num w:numId="11" w16cid:durableId="2096824624">
    <w:abstractNumId w:val="12"/>
  </w:num>
  <w:num w:numId="12" w16cid:durableId="990905393">
    <w:abstractNumId w:val="7"/>
  </w:num>
  <w:num w:numId="13" w16cid:durableId="1827935189">
    <w:abstractNumId w:val="8"/>
  </w:num>
  <w:num w:numId="14" w16cid:durableId="1412117040">
    <w:abstractNumId w:val="3"/>
  </w:num>
  <w:num w:numId="15" w16cid:durableId="1995063007">
    <w:abstractNumId w:val="2"/>
  </w:num>
  <w:num w:numId="16" w16cid:durableId="48039445">
    <w:abstractNumId w:val="1"/>
  </w:num>
  <w:num w:numId="17" w16cid:durableId="1432359987">
    <w:abstractNumId w:val="0"/>
  </w:num>
  <w:num w:numId="18" w16cid:durableId="1548683510">
    <w:abstractNumId w:val="6"/>
  </w:num>
  <w:num w:numId="19" w16cid:durableId="32122228">
    <w:abstractNumId w:val="5"/>
  </w:num>
  <w:num w:numId="20" w16cid:durableId="891505292">
    <w:abstractNumId w:val="4"/>
  </w:num>
  <w:num w:numId="21" w16cid:durableId="398555047">
    <w:abstractNumId w:val="9"/>
  </w:num>
  <w:num w:numId="22" w16cid:durableId="1070731435">
    <w:abstractNumId w:val="22"/>
  </w:num>
  <w:num w:numId="23" w16cid:durableId="670329887">
    <w:abstractNumId w:val="17"/>
  </w:num>
  <w:num w:numId="24" w16cid:durableId="1088693341">
    <w:abstractNumId w:val="16"/>
  </w:num>
  <w:num w:numId="25" w16cid:durableId="242834299">
    <w:abstractNumId w:val="19"/>
  </w:num>
  <w:num w:numId="26" w16cid:durableId="1044906791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324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65612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79EA"/>
    <w:rsid w:val="001A13C2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7102"/>
    <w:rsid w:val="00350D6F"/>
    <w:rsid w:val="0035150A"/>
    <w:rsid w:val="003515A0"/>
    <w:rsid w:val="0035207D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869AB"/>
    <w:rsid w:val="00391B7B"/>
    <w:rsid w:val="00393F18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1E7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5A90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07A9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EE"/>
    <w:rsid w:val="007B08C1"/>
    <w:rsid w:val="007B10D2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1922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547B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3675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6D4F"/>
    <w:rsid w:val="00E37A97"/>
    <w:rsid w:val="00E4240D"/>
    <w:rsid w:val="00E427C5"/>
    <w:rsid w:val="00E43E7B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949"/>
    <w:rsid w:val="00ED30CD"/>
    <w:rsid w:val="00ED457D"/>
    <w:rsid w:val="00ED5E82"/>
    <w:rsid w:val="00ED6F5F"/>
    <w:rsid w:val="00EE043A"/>
    <w:rsid w:val="00EE0ADC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9D7"/>
    <w:rsid w:val="00F447E8"/>
    <w:rsid w:val="00F47120"/>
    <w:rsid w:val="00F47279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2F5B0D0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autoRedefine/>
    <w:qFormat/>
    <w:rsid w:val="00350D6F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cs="Arial"/>
      <w:b/>
      <w:bCs/>
      <w:iCs/>
      <w:color w:val="000000"/>
      <w:sz w:val="28"/>
      <w:szCs w:val="28"/>
    </w:rPr>
  </w:style>
  <w:style w:type="paragraph" w:styleId="Titre30">
    <w:name w:val="heading 3"/>
    <w:aliases w:val="H3,TexteTitre3"/>
    <w:basedOn w:val="Normal"/>
    <w:next w:val="Texte"/>
    <w:autoRedefine/>
    <w:qFormat/>
    <w:rsid w:val="00350D6F"/>
    <w:pPr>
      <w:keepNext/>
      <w:numPr>
        <w:ilvl w:val="2"/>
        <w:numId w:val="1"/>
      </w:numPr>
      <w:spacing w:before="120" w:after="120"/>
      <w:outlineLvl w:val="2"/>
    </w:pPr>
    <w:rPr>
      <w:rFonts w:cs="Arial"/>
      <w:b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350D6F"/>
    <w:pPr>
      <w:numPr>
        <w:numId w:val="25"/>
      </w:numPr>
      <w:spacing w:before="240" w:after="240"/>
      <w:ind w:left="357" w:hanging="357"/>
    </w:pPr>
    <w:rPr>
      <w:rFonts w:cs="Arial"/>
      <w:b/>
      <w:bCs/>
      <w:sz w:val="36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  <w:style w:type="paragraph" w:styleId="Paragraphedeliste">
    <w:name w:val="List Paragraph"/>
    <w:basedOn w:val="Normal"/>
    <w:uiPriority w:val="34"/>
    <w:qFormat/>
    <w:rsid w:val="00350D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A0709F42-BC30-4327-B1B5-356AA9DF9C7A}"/>
</file>

<file path=customXml/itemProps2.xml><?xml version="1.0" encoding="utf-8"?>
<ds:datastoreItem xmlns:ds="http://schemas.openxmlformats.org/officeDocument/2006/customXml" ds:itemID="{7276B5A3-A249-4A35-9E37-4A251B769B74}"/>
</file>

<file path=customXml/itemProps3.xml><?xml version="1.0" encoding="utf-8"?>
<ds:datastoreItem xmlns:ds="http://schemas.openxmlformats.org/officeDocument/2006/customXml" ds:itemID="{31E5EE38-8A15-4544-8DD3-5DA365E2CDFD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4</Pages>
  <Words>1095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Patrick CHALUMET</cp:lastModifiedBy>
  <cp:revision>2</cp:revision>
  <cp:lastPrinted>2017-03-27T10:57:00Z</cp:lastPrinted>
  <dcterms:created xsi:type="dcterms:W3CDTF">2022-12-20T15:27:00Z</dcterms:created>
  <dcterms:modified xsi:type="dcterms:W3CDTF">2022-12-20T15:27:00Z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