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4DF55" w14:textId="77777777" w:rsidR="00CB3A1E" w:rsidRDefault="00CB3A1E" w:rsidP="00DD342A">
      <w:pPr>
        <w:keepNext/>
        <w:spacing w:before="240" w:after="240"/>
        <w:jc w:val="both"/>
        <w:outlineLvl w:val="0"/>
        <w:rPr>
          <w:rFonts w:ascii="Helvetica 75 Bold" w:hAnsi="Helvetica 75 Bold" w:cs="Arial"/>
          <w:color w:val="C00000"/>
          <w:sz w:val="72"/>
          <w:szCs w:val="72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</w:p>
    <w:p w14:paraId="0885E679" w14:textId="40C4621E" w:rsidR="00B24D69" w:rsidRPr="00DD342A" w:rsidRDefault="002E2BCF" w:rsidP="00DD342A">
      <w:pPr>
        <w:keepNext/>
        <w:spacing w:before="240" w:after="240"/>
        <w:jc w:val="both"/>
        <w:outlineLvl w:val="0"/>
        <w:rPr>
          <w:rFonts w:ascii="Helvetica 75 Bold" w:hAnsi="Helvetica 75 Bold" w:cs="Arial"/>
          <w:color w:val="C00000"/>
          <w:sz w:val="72"/>
          <w:szCs w:val="72"/>
        </w:rPr>
      </w:pPr>
      <w:r w:rsidRPr="00DD342A">
        <w:rPr>
          <w:rFonts w:ascii="Helvetica 75 Bold" w:hAnsi="Helvetica 75 Bold" w:cs="Arial"/>
          <w:color w:val="C00000"/>
          <w:sz w:val="72"/>
          <w:szCs w:val="72"/>
        </w:rPr>
        <w:t>Annexe</w:t>
      </w:r>
      <w:r w:rsidR="00B24D69" w:rsidRPr="00DD342A">
        <w:rPr>
          <w:rFonts w:ascii="Helvetica 75 Bold" w:hAnsi="Helvetica 75 Bold" w:cs="Arial"/>
          <w:color w:val="C00000"/>
          <w:sz w:val="72"/>
          <w:szCs w:val="72"/>
        </w:rPr>
        <w:t xml:space="preserve"> </w:t>
      </w:r>
      <w:bookmarkEnd w:id="0"/>
      <w:r w:rsidR="00B24D69" w:rsidRPr="00DD342A">
        <w:rPr>
          <w:rFonts w:ascii="Helvetica 75 Bold" w:hAnsi="Helvetica 75 Bold" w:cs="Arial"/>
          <w:color w:val="C00000"/>
          <w:sz w:val="72"/>
          <w:szCs w:val="72"/>
        </w:rPr>
        <w:t>1</w:t>
      </w:r>
      <w:r w:rsidR="007330DA" w:rsidRPr="00DD342A">
        <w:rPr>
          <w:rFonts w:ascii="Helvetica 75 Bold" w:hAnsi="Helvetica 75 Bold" w:cs="Arial"/>
          <w:color w:val="C00000"/>
          <w:sz w:val="72"/>
          <w:szCs w:val="72"/>
        </w:rPr>
        <w:t xml:space="preserve"> - prix</w:t>
      </w:r>
    </w:p>
    <w:p w14:paraId="0885E67A" w14:textId="77777777" w:rsidR="00B24D69" w:rsidRPr="00DD342A" w:rsidRDefault="00601FD8" w:rsidP="00B24D69">
      <w:pPr>
        <w:rPr>
          <w:b/>
          <w:bCs/>
          <w:sz w:val="36"/>
          <w:szCs w:val="36"/>
        </w:rPr>
      </w:pPr>
      <w:r w:rsidRPr="00DD342A">
        <w:rPr>
          <w:b/>
          <w:bCs/>
          <w:sz w:val="36"/>
          <w:szCs w:val="36"/>
        </w:rPr>
        <w:t xml:space="preserve">Offre </w:t>
      </w:r>
      <w:r w:rsidR="008875AF" w:rsidRPr="00DD342A">
        <w:rPr>
          <w:b/>
          <w:bCs/>
          <w:sz w:val="36"/>
          <w:szCs w:val="36"/>
        </w:rPr>
        <w:t>FTTE passif NRO</w:t>
      </w:r>
      <w:r w:rsidR="00C96A4F" w:rsidRPr="00DD342A">
        <w:rPr>
          <w:b/>
          <w:bCs/>
          <w:sz w:val="36"/>
          <w:szCs w:val="36"/>
        </w:rPr>
        <w:t xml:space="preserve"> de </w:t>
      </w:r>
      <w:r w:rsidR="00C54C3D" w:rsidRPr="00DD342A">
        <w:rPr>
          <w:b/>
          <w:bCs/>
          <w:sz w:val="36"/>
          <w:szCs w:val="36"/>
        </w:rPr>
        <w:t>GIRONDE TRÈS HAUT DÉBIT</w:t>
      </w:r>
    </w:p>
    <w:p w14:paraId="0885E67B" w14:textId="77777777" w:rsidR="00B24D69" w:rsidRPr="00DD342A" w:rsidRDefault="00B24D69" w:rsidP="00B24D69">
      <w:pPr>
        <w:rPr>
          <w:sz w:val="22"/>
          <w:szCs w:val="22"/>
        </w:rPr>
      </w:pPr>
    </w:p>
    <w:p w14:paraId="0885E67C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0885E67D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0885E67E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0885E67F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0885E680" w14:textId="77777777" w:rsidR="00B24D69" w:rsidRPr="00B24D69" w:rsidRDefault="00B24D69" w:rsidP="00DD342A">
      <w:pPr>
        <w:pStyle w:val="Titre"/>
      </w:pPr>
      <w:bookmarkStart w:id="13" w:name="_Toc469066120"/>
      <w:bookmarkStart w:id="14" w:name="_Toc468875177"/>
      <w:bookmarkStart w:id="15" w:name="_Toc468352046"/>
      <w:r w:rsidRPr="00B24D69">
        <w:t>Frais de mise à disposition</w:t>
      </w:r>
      <w:bookmarkEnd w:id="13"/>
      <w:bookmarkEnd w:id="14"/>
      <w:bookmarkEnd w:id="15"/>
      <w:r w:rsidRPr="00B24D69">
        <w:t xml:space="preserve"> </w:t>
      </w:r>
    </w:p>
    <w:p w14:paraId="0885E681" w14:textId="77777777" w:rsidR="00B24D69" w:rsidRPr="00B24D69" w:rsidRDefault="00B24D69" w:rsidP="00B24D69"/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0885E684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885E682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885E683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0885E687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E685" w14:textId="77777777" w:rsidR="000A6F05" w:rsidRPr="00B24D69" w:rsidRDefault="00B24D69" w:rsidP="001549F0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E686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0885E68A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E688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E689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0885E68D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E68B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E68C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0885E68E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0885E68F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0885E690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0885E691" w14:textId="1C1F7297" w:rsidR="00B24D69" w:rsidRPr="00DD342A" w:rsidRDefault="00B24D69" w:rsidP="00DD342A">
      <w:pPr>
        <w:pStyle w:val="Titre"/>
      </w:pPr>
      <w:bookmarkStart w:id="16" w:name="_Toc469066121"/>
      <w:bookmarkStart w:id="17" w:name="_Toc468875178"/>
      <w:bookmarkStart w:id="18" w:name="_Toc468352047"/>
      <w:r w:rsidRPr="00DD342A">
        <w:t>Abonnement mensuel</w:t>
      </w:r>
      <w:bookmarkEnd w:id="16"/>
      <w:bookmarkEnd w:id="17"/>
      <w:bookmarkEnd w:id="18"/>
    </w:p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0885E695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885E693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885E694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0885E698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E696" w14:textId="77777777" w:rsidR="00B24D69" w:rsidRPr="00B24D69" w:rsidRDefault="00B24D69" w:rsidP="00792844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E697" w14:textId="77777777" w:rsidR="00B24D69" w:rsidRPr="00B24D69" w:rsidRDefault="003E0EB5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1549F0">
              <w:rPr>
                <w:rFonts w:cs="Arial"/>
                <w:szCs w:val="20"/>
              </w:rPr>
              <w:t>1</w:t>
            </w:r>
            <w:r w:rsidR="004E6D9B" w:rsidRPr="001549F0">
              <w:rPr>
                <w:rFonts w:cs="Arial"/>
                <w:szCs w:val="20"/>
              </w:rPr>
              <w:t>33,5</w:t>
            </w:r>
          </w:p>
        </w:tc>
      </w:tr>
    </w:tbl>
    <w:p w14:paraId="0885E699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0885E69A" w14:textId="77777777" w:rsidR="00B24D69" w:rsidRPr="00DD342A" w:rsidRDefault="00B24D69" w:rsidP="00DD342A">
      <w:pPr>
        <w:pStyle w:val="Titre"/>
      </w:pPr>
      <w:bookmarkStart w:id="19" w:name="_Toc469066122"/>
      <w:bookmarkStart w:id="20" w:name="_Toc468875179"/>
      <w:r w:rsidRPr="00DD342A">
        <w:t>Option de mise à disposition sur bandeau optique</w:t>
      </w:r>
      <w:bookmarkEnd w:id="19"/>
      <w:bookmarkEnd w:id="20"/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0885E69E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885E69C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885E69D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0885E6A1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E69F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E6A0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0885E6A2" w14:textId="77777777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0885E6A3" w14:textId="75288FD3" w:rsidR="00F50D48" w:rsidRPr="00DD342A" w:rsidRDefault="00CB3A1E" w:rsidP="00DD342A">
      <w:pPr>
        <w:pStyle w:val="Titre"/>
      </w:pPr>
      <w:r>
        <w:br w:type="page"/>
      </w:r>
      <w:r w:rsidR="00F50D48" w:rsidRPr="00DD342A">
        <w:lastRenderedPageBreak/>
        <w:t xml:space="preserve">Option de GTR S1 d’un </w:t>
      </w:r>
      <w:r w:rsidR="001549F0" w:rsidRPr="00DD342A">
        <w:t>A</w:t>
      </w:r>
      <w:r w:rsidR="00F50D48" w:rsidRPr="00DD342A">
        <w:t xml:space="preserve">ccès </w:t>
      </w:r>
      <w:r w:rsidR="008875AF" w:rsidRPr="00DD342A">
        <w:t>FTTE passif NRO</w:t>
      </w: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0885E6A7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885E6A5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885E6A6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0885E6AA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E6A8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E6A9" w14:textId="77777777" w:rsidR="00F50D48" w:rsidRPr="00B24D69" w:rsidRDefault="00F50D48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50</w:t>
            </w:r>
          </w:p>
        </w:tc>
      </w:tr>
    </w:tbl>
    <w:p w14:paraId="0885E6AB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0885E6AD" w14:textId="1CC1D17F" w:rsidR="006A6614" w:rsidRPr="00DD342A" w:rsidRDefault="006A6614" w:rsidP="00DD342A">
      <w:pPr>
        <w:pStyle w:val="Titre"/>
      </w:pPr>
      <w:r w:rsidRPr="00DD342A">
        <w:t>Modifications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0885E6B0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885E6AE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885E6AF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0885E6B3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E6B1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E6B2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0885E6B6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E6B4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E6B5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0885E6B9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E6B7" w14:textId="77777777" w:rsidR="006A6614" w:rsidRPr="006A6614" w:rsidRDefault="006A6614" w:rsidP="006A661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E6B8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0885E6BC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E6BA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E6BB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0885E6BF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E6BD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E6BE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0885E6C0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0885E6C2" w14:textId="5F89A4DE" w:rsidR="002E72D5" w:rsidRPr="00DD342A" w:rsidRDefault="002E72D5" w:rsidP="00DD342A">
      <w:pPr>
        <w:pStyle w:val="Titre"/>
      </w:pPr>
      <w:r w:rsidRPr="00DD342A">
        <w:t>Interventions à Tort (IAT)</w:t>
      </w: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0885E6C6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0885E6C3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0885E6C4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0885E6C5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0885E6CA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0885E6C7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C54C3D">
              <w:rPr>
                <w:rFonts w:cs="Arial"/>
                <w:noProof/>
                <w:snapToGrid w:val="0"/>
                <w:szCs w:val="20"/>
              </w:rPr>
              <w:t>GIRONDE TRÈS HAUT DÉBIT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885E6C8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885E6C9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0885E6CE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0885E6CB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C54C3D">
              <w:rPr>
                <w:rFonts w:cs="Arial"/>
                <w:noProof/>
                <w:snapToGrid w:val="0"/>
                <w:szCs w:val="20"/>
              </w:rPr>
              <w:t>GIRONDE TRÈS HAUT DÉBIT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885E6CC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885E6CD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0885E6D2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0885E6CF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885E6D0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885E6D1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0885E6D6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0885E6D3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885E6D4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885E6D5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0885E6D7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E0B1F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0885E6D8" w14:textId="77777777" w:rsidR="002E72D5" w:rsidRPr="00124E23" w:rsidRDefault="002E72D5" w:rsidP="002E72D5">
      <w:pPr>
        <w:pStyle w:val="Texte"/>
      </w:pPr>
    </w:p>
    <w:p w14:paraId="0885E6D9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41466C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5E6DD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0885E6DE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0885E6DF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5E6E0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885E6E1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  <w:r w:rsidRPr="00310601">
      <w:rPr>
        <w:sz w:val="16"/>
        <w:szCs w:val="16"/>
      </w:rPr>
      <w:t xml:space="preserve"> </w:t>
    </w:r>
  </w:p>
  <w:p w14:paraId="0885E6E2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690EF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690EF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5E6E4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885E6E5" w14:textId="77777777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5E6DA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0885E6DB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0885E6DC" w14:textId="77777777" w:rsidR="007A4E46" w:rsidRDefault="007A4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5E6E3" w14:textId="77777777" w:rsidR="00A77854" w:rsidRPr="00C54C3D" w:rsidRDefault="00C54C3D" w:rsidP="00C54C3D">
    <w:pPr>
      <w:pStyle w:val="En-tte"/>
    </w:pPr>
    <w:r>
      <w:rPr>
        <w:noProof/>
      </w:rPr>
      <w:drawing>
        <wp:inline distT="0" distB="0" distL="0" distR="0" wp14:anchorId="0885E6E6" wp14:editId="0885E6E7">
          <wp:extent cx="2143125" cy="574372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ironde Th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7609" cy="5862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7B9648C"/>
    <w:multiLevelType w:val="hybridMultilevel"/>
    <w:tmpl w:val="F87AE3F2"/>
    <w:lvl w:ilvl="0" w:tplc="4CC20AC4">
      <w:start w:val="1"/>
      <w:numFmt w:val="decimal"/>
      <w:pStyle w:val="Titre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abstractNum w:abstractNumId="10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5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926643654">
    <w:abstractNumId w:val="17"/>
  </w:num>
  <w:num w:numId="2" w16cid:durableId="1659259626">
    <w:abstractNumId w:val="15"/>
  </w:num>
  <w:num w:numId="3" w16cid:durableId="977732847">
    <w:abstractNumId w:val="11"/>
  </w:num>
  <w:num w:numId="4" w16cid:durableId="918368339">
    <w:abstractNumId w:val="21"/>
  </w:num>
  <w:num w:numId="5" w16cid:durableId="1908029581">
    <w:abstractNumId w:val="22"/>
  </w:num>
  <w:num w:numId="6" w16cid:durableId="1377974234">
    <w:abstractNumId w:val="20"/>
  </w:num>
  <w:num w:numId="7" w16cid:durableId="1944991674">
    <w:abstractNumId w:val="23"/>
  </w:num>
  <w:num w:numId="8" w16cid:durableId="680282938">
    <w:abstractNumId w:val="18"/>
  </w:num>
  <w:num w:numId="9" w16cid:durableId="1914973930">
    <w:abstractNumId w:val="16"/>
  </w:num>
  <w:num w:numId="10" w16cid:durableId="47924025">
    <w:abstractNumId w:val="19"/>
  </w:num>
  <w:num w:numId="11" w16cid:durableId="1551454073">
    <w:abstractNumId w:val="12"/>
  </w:num>
  <w:num w:numId="12" w16cid:durableId="271010984">
    <w:abstractNumId w:val="7"/>
  </w:num>
  <w:num w:numId="13" w16cid:durableId="568001889">
    <w:abstractNumId w:val="8"/>
  </w:num>
  <w:num w:numId="14" w16cid:durableId="1361904732">
    <w:abstractNumId w:val="3"/>
  </w:num>
  <w:num w:numId="15" w16cid:durableId="1836191051">
    <w:abstractNumId w:val="2"/>
  </w:num>
  <w:num w:numId="16" w16cid:durableId="1770273780">
    <w:abstractNumId w:val="1"/>
  </w:num>
  <w:num w:numId="17" w16cid:durableId="971326029">
    <w:abstractNumId w:val="0"/>
  </w:num>
  <w:num w:numId="18" w16cid:durableId="660352142">
    <w:abstractNumId w:val="6"/>
  </w:num>
  <w:num w:numId="19" w16cid:durableId="1883590540">
    <w:abstractNumId w:val="5"/>
  </w:num>
  <w:num w:numId="20" w16cid:durableId="660743207">
    <w:abstractNumId w:val="4"/>
  </w:num>
  <w:num w:numId="21" w16cid:durableId="1359165276">
    <w:abstractNumId w:val="10"/>
  </w:num>
  <w:num w:numId="22" w16cid:durableId="1988049233">
    <w:abstractNumId w:val="24"/>
  </w:num>
  <w:num w:numId="23" w16cid:durableId="19053368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9406046">
    <w:abstractNumId w:val="13"/>
  </w:num>
  <w:num w:numId="25" w16cid:durableId="506166639">
    <w:abstractNumId w:val="14"/>
  </w:num>
  <w:num w:numId="26" w16cid:durableId="332954388">
    <w:abstractNumId w:val="9"/>
  </w:num>
  <w:num w:numId="27" w16cid:durableId="1552618616">
    <w:abstractNumId w:val="9"/>
  </w:num>
  <w:num w:numId="28" w16cid:durableId="1859149883">
    <w:abstractNumId w:val="9"/>
  </w:num>
  <w:num w:numId="29" w16cid:durableId="950017168">
    <w:abstractNumId w:val="9"/>
  </w:num>
  <w:num w:numId="30" w16cid:durableId="450901272">
    <w:abstractNumId w:val="9"/>
  </w:num>
  <w:num w:numId="31" w16cid:durableId="147984549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300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0EF3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7B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4C3D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3A1E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42A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885E679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DD342A"/>
    <w:pPr>
      <w:numPr>
        <w:numId w:val="26"/>
      </w:numPr>
      <w:spacing w:before="240" w:after="240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800CA7AF-06B4-4474-99B4-56A1069ACC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790BF4-3481-4492-8C09-A27F0DFB0EAB}"/>
</file>

<file path=customXml/itemProps3.xml><?xml version="1.0" encoding="utf-8"?>
<ds:datastoreItem xmlns:ds="http://schemas.openxmlformats.org/officeDocument/2006/customXml" ds:itemID="{4BC233AB-D384-4F9D-909A-77615EAE6C7B}"/>
</file>

<file path=customXml/itemProps4.xml><?xml version="1.0" encoding="utf-8"?>
<ds:datastoreItem xmlns:ds="http://schemas.openxmlformats.org/officeDocument/2006/customXml" ds:itemID="{6F5D5525-0130-46FF-8EDD-9DE705BF4F1B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3</cp:revision>
  <cp:lastPrinted>2017-01-09T14:40:00Z</cp:lastPrinted>
  <dcterms:created xsi:type="dcterms:W3CDTF">2022-12-20T12:46:00Z</dcterms:created>
  <dcterms:modified xsi:type="dcterms:W3CDTF">2022-12-20T12:46:00Z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