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1D99A" w14:textId="092B280E" w:rsidR="00144B90" w:rsidRPr="0035251E" w:rsidRDefault="0035251E" w:rsidP="00F6378F">
      <w:pPr>
        <w:pStyle w:val="Titre1"/>
        <w:numPr>
          <w:ilvl w:val="0"/>
          <w:numId w:val="0"/>
        </w:numPr>
        <w:spacing w:before="0"/>
        <w:rPr>
          <w:rFonts w:ascii="Helvetica 75 Bold" w:hAnsi="Helvetica 75 Bold"/>
          <w:noProof/>
          <w:color w:val="auto"/>
          <w:sz w:val="52"/>
          <w:szCs w:val="52"/>
        </w:rPr>
      </w:pPr>
      <w:bookmarkStart w:id="0" w:name="_Toc275608734"/>
      <w:bookmarkStart w:id="1" w:name="_Toc275608809"/>
      <w:bookmarkStart w:id="2" w:name="_Toc275608884"/>
      <w:bookmarkStart w:id="3" w:name="_Toc293482404"/>
      <w:bookmarkStart w:id="4" w:name="_Ref146436490"/>
      <w:bookmarkStart w:id="5" w:name="_Ref146436726"/>
      <w:bookmarkStart w:id="6" w:name="_Toc159123193"/>
      <w:bookmarkStart w:id="7" w:name="_Toc318450308"/>
      <w:r w:rsidRPr="0035251E">
        <w:rPr>
          <w:rFonts w:ascii="Helvetica 75 Bold" w:hAnsi="Helvetica 75 Bold"/>
          <w:noProof/>
          <w:color w:val="auto"/>
          <w:sz w:val="52"/>
          <w:szCs w:val="52"/>
        </w:rPr>
        <w:t>A</w:t>
      </w:r>
      <w:r w:rsidR="00144B90" w:rsidRPr="0035251E">
        <w:rPr>
          <w:rFonts w:ascii="Helvetica 75 Bold" w:hAnsi="Helvetica 75 Bold"/>
          <w:noProof/>
          <w:color w:val="auto"/>
          <w:sz w:val="52"/>
          <w:szCs w:val="52"/>
        </w:rPr>
        <w:t xml:space="preserve">nnexe </w:t>
      </w:r>
      <w:r w:rsidR="004A0753" w:rsidRPr="0035251E">
        <w:rPr>
          <w:rFonts w:ascii="Helvetica 75 Bold" w:hAnsi="Helvetica 75 Bold"/>
          <w:noProof/>
          <w:color w:val="auto"/>
          <w:sz w:val="52"/>
          <w:szCs w:val="52"/>
        </w:rPr>
        <w:t>5</w:t>
      </w:r>
      <w:r w:rsidR="00144B90" w:rsidRPr="0035251E">
        <w:rPr>
          <w:rFonts w:ascii="Helvetica 75 Bold" w:hAnsi="Helvetica 75 Bold"/>
          <w:noProof/>
          <w:color w:val="auto"/>
          <w:sz w:val="52"/>
          <w:szCs w:val="52"/>
        </w:rPr>
        <w:t xml:space="preserve"> – Difficultés Exceptionnelles de Construction (DEC)</w:t>
      </w:r>
      <w:bookmarkEnd w:id="7"/>
    </w:p>
    <w:p w14:paraId="0845E016" w14:textId="77777777" w:rsidR="00144B90" w:rsidRPr="0035251E" w:rsidRDefault="00144B90" w:rsidP="00144B90">
      <w:pPr>
        <w:pStyle w:val="Texte"/>
        <w:rPr>
          <w:b/>
          <w:bCs/>
          <w:sz w:val="36"/>
          <w:szCs w:val="36"/>
        </w:rPr>
      </w:pPr>
      <w:r w:rsidRPr="0035251E">
        <w:rPr>
          <w:b/>
          <w:bCs/>
          <w:sz w:val="36"/>
          <w:szCs w:val="36"/>
        </w:rPr>
        <w:t xml:space="preserve">Offre FTTE passif </w:t>
      </w:r>
      <w:r w:rsidR="00A62D7F" w:rsidRPr="0035251E">
        <w:rPr>
          <w:b/>
          <w:bCs/>
          <w:sz w:val="36"/>
          <w:szCs w:val="36"/>
        </w:rPr>
        <w:t>PM</w:t>
      </w:r>
    </w:p>
    <w:p w14:paraId="7BB2581F" w14:textId="77777777"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14:paraId="03EB9CF2" w14:textId="77777777"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4"/>
      <w:bookmarkEnd w:id="5"/>
      <w:bookmarkEnd w:id="6"/>
    </w:p>
    <w:p w14:paraId="00F090D0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14:paraId="27F02513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14:paraId="42CB1582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14:paraId="0404E5C6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4AEF87F0" w14:textId="77777777"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14:paraId="623EE611" w14:textId="77777777"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14:paraId="220CF8E3" w14:textId="77777777"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14:paraId="66B4E6B7" w14:textId="77777777"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r w:rsidRPr="00FA2716">
        <w:rPr>
          <w:rFonts w:ascii="Helvetica 55 Roman" w:hAnsi="Helvetica 55 Roman" w:cs="Helvetica55Roman"/>
        </w:rPr>
        <w:t>et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AF6208" w:rsidRPr="00FA2716">
        <w:rPr>
          <w:rFonts w:ascii="Helvetica 55 Roman" w:hAnsi="Helvetica 55 Roman" w:cs="Helvetica55Roman"/>
        </w:rPr>
        <w:t xml:space="preserve">de </w:t>
      </w:r>
      <w:r w:rsidR="00194AE3">
        <w:rPr>
          <w:rFonts w:ascii="Helvetica 55 Roman" w:hAnsi="Helvetica 55 Roman" w:cs="Helvetica55Roman"/>
        </w:rPr>
        <w:t>CAPS TRÈS HAUT DÉBIT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14:paraId="4503FAE8" w14:textId="77777777"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r w:rsidRPr="00FA2716">
        <w:rPr>
          <w:rFonts w:cs="Helvetica55Roman"/>
          <w:szCs w:val="20"/>
        </w:rPr>
        <w:t xml:space="preserve">soit </w:t>
      </w:r>
      <w:r w:rsidR="00BF2B2E" w:rsidRPr="00FA2716">
        <w:rPr>
          <w:rFonts w:cs="Helvetica55Roman"/>
          <w:szCs w:val="20"/>
        </w:rPr>
        <w:t>supérieur à 600 mètres à vol d'oiseau</w:t>
      </w:r>
    </w:p>
    <w:p w14:paraId="44BD7CDC" w14:textId="77777777"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r w:rsidRPr="00FA2716">
        <w:rPr>
          <w:rFonts w:cs="Helvetica55Roman"/>
          <w:szCs w:val="20"/>
        </w:rPr>
        <w:t xml:space="preserve">soit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14:paraId="346BD0F3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14:paraId="273BC9A1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14:paraId="3BB2E6AD" w14:textId="77777777"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14:paraId="594855BC" w14:textId="77777777"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14:paraId="470DF3CC" w14:textId="77777777"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14:paraId="7D4EC587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14:paraId="51FCC5E0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14:paraId="694009B3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58C1045F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14:paraId="7FD1A360" w14:textId="77777777"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14:paraId="2875852D" w14:textId="77777777"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194AE3">
        <w:rPr>
          <w:rFonts w:ascii="Helvetica 55 Roman" w:hAnsi="Helvetica 55 Roman" w:cs="Arial"/>
        </w:rPr>
        <w:t>CAPS TRÈS HAUT DÉBIT</w:t>
      </w:r>
      <w:r w:rsidRPr="00FA2716">
        <w:rPr>
          <w:rFonts w:ascii="Helvetica 55 Roman" w:hAnsi="Helvetica 55 Roman" w:cs="Arial"/>
        </w:rPr>
        <w:t>.</w:t>
      </w:r>
    </w:p>
    <w:p w14:paraId="3F82C705" w14:textId="77777777"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14:paraId="1719E316" w14:textId="77777777" w:rsidR="006B35F9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0"/>
      <w:bookmarkEnd w:id="1"/>
      <w:bookmarkEnd w:id="2"/>
      <w:bookmarkEnd w:id="3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194AE3">
        <w:rPr>
          <w:rFonts w:cs="Helvetica55Roman"/>
          <w:szCs w:val="20"/>
        </w:rPr>
        <w:t>CAPS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194AE3">
        <w:rPr>
          <w:rFonts w:cs="Helvetica55Roman"/>
          <w:szCs w:val="20"/>
        </w:rPr>
        <w:t>CAPS TRÈS HAUT DÉBIT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14:paraId="5729756B" w14:textId="77777777" w:rsidR="00F6378F" w:rsidRPr="00FA2716" w:rsidRDefault="00F6378F" w:rsidP="0039057F">
      <w:pPr>
        <w:autoSpaceDE w:val="0"/>
        <w:autoSpaceDN w:val="0"/>
        <w:adjustRightInd w:val="0"/>
        <w:rPr>
          <w:rFonts w:cs="Helvetica55Roman"/>
          <w:szCs w:val="20"/>
        </w:rPr>
      </w:pPr>
    </w:p>
    <w:p w14:paraId="6C8A6D13" w14:textId="77777777" w:rsidR="00C45000" w:rsidRPr="00FA2716" w:rsidRDefault="00C45000" w:rsidP="00F6378F">
      <w:pPr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de </w:t>
      </w:r>
      <w:r w:rsidR="00194AE3">
        <w:rPr>
          <w:szCs w:val="20"/>
        </w:rPr>
        <w:t>CAPS TRÈS HAUT DÉBIT</w:t>
      </w:r>
      <w:r w:rsidRPr="00FA2716">
        <w:rPr>
          <w:szCs w:val="20"/>
        </w:rPr>
        <w:t xml:space="preserve"> et le site du client final.</w:t>
      </w:r>
    </w:p>
    <w:sectPr w:rsidR="00C45000" w:rsidRPr="00FA2716" w:rsidSect="003934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2E801" w14:textId="77777777" w:rsidR="00777C3E" w:rsidRDefault="00777C3E">
      <w:pPr>
        <w:pStyle w:val="Pieddepage"/>
      </w:pPr>
      <w:r>
        <w:separator/>
      </w:r>
    </w:p>
  </w:endnote>
  <w:endnote w:type="continuationSeparator" w:id="0">
    <w:p w14:paraId="661D37A1" w14:textId="77777777" w:rsidR="00777C3E" w:rsidRDefault="00777C3E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B1FC" w14:textId="77777777" w:rsidR="007E7DD7" w:rsidRDefault="007E7D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559C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65C08C8" w14:textId="77777777" w:rsidR="007E7DD7" w:rsidRDefault="007E7DD7" w:rsidP="00FA2716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  <w:p w14:paraId="03C9A299" w14:textId="77777777"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F6378F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F6378F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4AC0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DFA614B" w14:textId="77777777" w:rsidR="00987F69" w:rsidRPr="00FA2716" w:rsidRDefault="007E7DD7" w:rsidP="007E7DD7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75EA0" w14:textId="77777777" w:rsidR="00777C3E" w:rsidRDefault="00777C3E">
      <w:pPr>
        <w:pStyle w:val="Pieddepage"/>
      </w:pPr>
      <w:r>
        <w:separator/>
      </w:r>
    </w:p>
  </w:footnote>
  <w:footnote w:type="continuationSeparator" w:id="0">
    <w:p w14:paraId="660F675F" w14:textId="77777777" w:rsidR="00777C3E" w:rsidRDefault="00777C3E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98E5" w14:textId="77777777" w:rsidR="007E7DD7" w:rsidRDefault="007E7D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E1FCB" w14:textId="77777777" w:rsidR="007E7DD7" w:rsidRDefault="007E7D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ACA77" w14:textId="77777777" w:rsidR="007E7DD7" w:rsidRDefault="007E7D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>
      <w:start w:val="1"/>
      <w:numFmt w:val="bullet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2092504747">
    <w:abstractNumId w:val="37"/>
  </w:num>
  <w:num w:numId="2" w16cid:durableId="1324696729">
    <w:abstractNumId w:val="25"/>
  </w:num>
  <w:num w:numId="3" w16cid:durableId="1952056315">
    <w:abstractNumId w:val="17"/>
  </w:num>
  <w:num w:numId="4" w16cid:durableId="1661227410">
    <w:abstractNumId w:val="50"/>
  </w:num>
  <w:num w:numId="5" w16cid:durableId="233392268">
    <w:abstractNumId w:val="52"/>
  </w:num>
  <w:num w:numId="6" w16cid:durableId="1802962938">
    <w:abstractNumId w:val="46"/>
  </w:num>
  <w:num w:numId="7" w16cid:durableId="809135332">
    <w:abstractNumId w:val="53"/>
  </w:num>
  <w:num w:numId="8" w16cid:durableId="1068767781">
    <w:abstractNumId w:val="39"/>
  </w:num>
  <w:num w:numId="9" w16cid:durableId="1037659373">
    <w:abstractNumId w:val="26"/>
  </w:num>
  <w:num w:numId="10" w16cid:durableId="458376639">
    <w:abstractNumId w:val="43"/>
  </w:num>
  <w:num w:numId="11" w16cid:durableId="2090421199">
    <w:abstractNumId w:val="19"/>
  </w:num>
  <w:num w:numId="12" w16cid:durableId="161242724">
    <w:abstractNumId w:val="7"/>
  </w:num>
  <w:num w:numId="13" w16cid:durableId="1566988234">
    <w:abstractNumId w:val="8"/>
  </w:num>
  <w:num w:numId="14" w16cid:durableId="379524510">
    <w:abstractNumId w:val="3"/>
  </w:num>
  <w:num w:numId="15" w16cid:durableId="7560890">
    <w:abstractNumId w:val="2"/>
  </w:num>
  <w:num w:numId="16" w16cid:durableId="1253274090">
    <w:abstractNumId w:val="1"/>
  </w:num>
  <w:num w:numId="17" w16cid:durableId="1577472642">
    <w:abstractNumId w:val="0"/>
  </w:num>
  <w:num w:numId="18" w16cid:durableId="77287455">
    <w:abstractNumId w:val="6"/>
  </w:num>
  <w:num w:numId="19" w16cid:durableId="1783182282">
    <w:abstractNumId w:val="5"/>
  </w:num>
  <w:num w:numId="20" w16cid:durableId="2137793231">
    <w:abstractNumId w:val="4"/>
  </w:num>
  <w:num w:numId="21" w16cid:durableId="220486815">
    <w:abstractNumId w:val="15"/>
  </w:num>
  <w:num w:numId="22" w16cid:durableId="246577886">
    <w:abstractNumId w:val="33"/>
  </w:num>
  <w:num w:numId="23" w16cid:durableId="1883667223">
    <w:abstractNumId w:val="61"/>
  </w:num>
  <w:num w:numId="24" w16cid:durableId="1893229410">
    <w:abstractNumId w:val="41"/>
  </w:num>
  <w:num w:numId="25" w16cid:durableId="1744134733">
    <w:abstractNumId w:val="24"/>
  </w:num>
  <w:num w:numId="26" w16cid:durableId="2072120884">
    <w:abstractNumId w:val="45"/>
  </w:num>
  <w:num w:numId="27" w16cid:durableId="266810607">
    <w:abstractNumId w:val="14"/>
  </w:num>
  <w:num w:numId="28" w16cid:durableId="76444111">
    <w:abstractNumId w:val="34"/>
  </w:num>
  <w:num w:numId="29" w16cid:durableId="1639147680">
    <w:abstractNumId w:val="36"/>
  </w:num>
  <w:num w:numId="30" w16cid:durableId="319888845">
    <w:abstractNumId w:val="60"/>
  </w:num>
  <w:num w:numId="31" w16cid:durableId="2006398040">
    <w:abstractNumId w:val="49"/>
  </w:num>
  <w:num w:numId="32" w16cid:durableId="1305043957">
    <w:abstractNumId w:val="13"/>
  </w:num>
  <w:num w:numId="33" w16cid:durableId="26881299">
    <w:abstractNumId w:val="32"/>
  </w:num>
  <w:num w:numId="34" w16cid:durableId="1526795989">
    <w:abstractNumId w:val="40"/>
  </w:num>
  <w:num w:numId="35" w16cid:durableId="1084718631">
    <w:abstractNumId w:val="31"/>
  </w:num>
  <w:num w:numId="36" w16cid:durableId="1638220509">
    <w:abstractNumId w:val="54"/>
  </w:num>
  <w:num w:numId="37" w16cid:durableId="1320842541">
    <w:abstractNumId w:val="59"/>
  </w:num>
  <w:num w:numId="38" w16cid:durableId="279145903">
    <w:abstractNumId w:val="16"/>
  </w:num>
  <w:num w:numId="39" w16cid:durableId="386228417">
    <w:abstractNumId w:val="58"/>
  </w:num>
  <w:num w:numId="40" w16cid:durableId="185992321">
    <w:abstractNumId w:val="11"/>
  </w:num>
  <w:num w:numId="41" w16cid:durableId="1749885173">
    <w:abstractNumId w:val="38"/>
  </w:num>
  <w:num w:numId="42" w16cid:durableId="318509020">
    <w:abstractNumId w:val="10"/>
  </w:num>
  <w:num w:numId="43" w16cid:durableId="313146877">
    <w:abstractNumId w:val="29"/>
  </w:num>
  <w:num w:numId="44" w16cid:durableId="1302804764">
    <w:abstractNumId w:val="20"/>
  </w:num>
  <w:num w:numId="45" w16cid:durableId="919219851">
    <w:abstractNumId w:val="63"/>
  </w:num>
  <w:num w:numId="46" w16cid:durableId="1018852632">
    <w:abstractNumId w:val="23"/>
  </w:num>
  <w:num w:numId="47" w16cid:durableId="1587228101">
    <w:abstractNumId w:val="55"/>
  </w:num>
  <w:num w:numId="48" w16cid:durableId="735935024">
    <w:abstractNumId w:val="28"/>
  </w:num>
  <w:num w:numId="49" w16cid:durableId="1629316581">
    <w:abstractNumId w:val="48"/>
  </w:num>
  <w:num w:numId="50" w16cid:durableId="1464424984">
    <w:abstractNumId w:val="22"/>
  </w:num>
  <w:num w:numId="51" w16cid:durableId="432097308">
    <w:abstractNumId w:val="21"/>
  </w:num>
  <w:num w:numId="52" w16cid:durableId="76192209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22705585">
    <w:abstractNumId w:val="64"/>
  </w:num>
  <w:num w:numId="54" w16cid:durableId="17869265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56828124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 w16cid:durableId="1072195811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 w16cid:durableId="204682259">
    <w:abstractNumId w:val="27"/>
  </w:num>
  <w:num w:numId="58" w16cid:durableId="1838374623">
    <w:abstractNumId w:val="57"/>
  </w:num>
  <w:num w:numId="59" w16cid:durableId="1550191885">
    <w:abstractNumId w:val="30"/>
  </w:num>
  <w:num w:numId="60" w16cid:durableId="1608734569">
    <w:abstractNumId w:val="12"/>
  </w:num>
  <w:num w:numId="61" w16cid:durableId="2891640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83707">
    <w:abstractNumId w:val="44"/>
  </w:num>
  <w:num w:numId="63" w16cid:durableId="707951837">
    <w:abstractNumId w:val="51"/>
  </w:num>
  <w:num w:numId="64" w16cid:durableId="95027810">
    <w:abstractNumId w:val="62"/>
  </w:num>
  <w:num w:numId="65" w16cid:durableId="728918723">
    <w:abstractNumId w:val="56"/>
  </w:num>
  <w:num w:numId="66" w16cid:durableId="355470868">
    <w:abstractNumId w:val="35"/>
  </w:num>
  <w:num w:numId="67" w16cid:durableId="1208830844">
    <w:abstractNumId w:val="47"/>
  </w:num>
  <w:num w:numId="68" w16cid:durableId="433013511">
    <w:abstractNumId w:val="37"/>
  </w:num>
  <w:num w:numId="69" w16cid:durableId="835614158">
    <w:abstractNumId w:val="37"/>
  </w:num>
  <w:num w:numId="70" w16cid:durableId="1090809687">
    <w:abstractNumId w:val="37"/>
  </w:num>
  <w:num w:numId="71" w16cid:durableId="729771382">
    <w:abstractNumId w:val="37"/>
  </w:num>
  <w:num w:numId="72" w16cid:durableId="546647148">
    <w:abstractNumId w:val="18"/>
  </w:num>
  <w:num w:numId="73" w16cid:durableId="1733041292">
    <w:abstractNumId w:val="43"/>
  </w:num>
  <w:num w:numId="74" w16cid:durableId="1467427831">
    <w:abstractNumId w:val="42"/>
  </w:num>
  <w:num w:numId="75" w16cid:durableId="1342314986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4AE3"/>
    <w:rsid w:val="00196000"/>
    <w:rsid w:val="00196426"/>
    <w:rsid w:val="001979EA"/>
    <w:rsid w:val="001A1E7C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251E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342A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8D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2755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77C3E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E7DD7"/>
    <w:rsid w:val="007F0ABC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62D7F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28B3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378F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1914404"/>
  <w15:chartTrackingRefBased/>
  <w15:docId w15:val="{321B4E37-F83B-4BA4-98BA-CD2612120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 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BodyText2">
    <w:name w:val="Body Text 2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Hyperlink">
    <w:name w:val="Hyperlink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0">
    <w:name w:val="normal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 Char"/>
    <w:basedOn w:val="Normal"/>
    <w:link w:val="Policepardfaut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C8C8CD76-01DC-4AFD-835E-212DE64995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A5B506-675C-4F57-BCD6-A6195A4799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F48D8B-72F6-4B3D-B172-E858746F776D}"/>
</file>

<file path=customXml/itemProps4.xml><?xml version="1.0" encoding="utf-8"?>
<ds:datastoreItem xmlns:ds="http://schemas.openxmlformats.org/officeDocument/2006/customXml" ds:itemID="{554FD7AF-33F7-4A36-9AC8-AF5877512A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16</TotalTime>
  <Pages>1</Pages>
  <Words>368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A5 DEC</dc:title>
  <dc:subject>DSL Access</dc:subject>
  <dc:creator>Daniel_Lancelot</dc:creator>
  <cp:keywords/>
  <dc:description>application du nouveau format</dc:description>
  <cp:lastModifiedBy>Patrick CHALUMET</cp:lastModifiedBy>
  <cp:revision>2</cp:revision>
  <cp:lastPrinted>2017-11-21T08:45:00Z</cp:lastPrinted>
  <dcterms:created xsi:type="dcterms:W3CDTF">2022-12-19T21:43:00Z</dcterms:created>
  <dcterms:modified xsi:type="dcterms:W3CDTF">2022-12-19T21:43:00Z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