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BA42A" w14:textId="77777777" w:rsidR="00B24D69" w:rsidRPr="005D78CC" w:rsidRDefault="002E2BCF" w:rsidP="005D78CC">
      <w:pPr>
        <w:keepNext/>
        <w:spacing w:before="480" w:after="480"/>
        <w:jc w:val="both"/>
        <w:outlineLvl w:val="0"/>
        <w:rPr>
          <w:rFonts w:ascii="Helvetica 75 Bold" w:hAnsi="Helvetica 75 Bold" w:cs="Arial"/>
          <w:color w:val="FF66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5D78CC">
        <w:rPr>
          <w:rFonts w:ascii="Helvetica 75 Bold" w:hAnsi="Helvetica 75 Bold" w:cs="Arial"/>
          <w:color w:val="FF6600"/>
          <w:sz w:val="56"/>
          <w:szCs w:val="56"/>
        </w:rPr>
        <w:t>Annexe</w:t>
      </w:r>
      <w:r w:rsidR="00B24D69" w:rsidRPr="005D78CC">
        <w:rPr>
          <w:rFonts w:ascii="Helvetica 75 Bold" w:hAnsi="Helvetica 75 Bold" w:cs="Arial"/>
          <w:color w:val="FF6600"/>
          <w:sz w:val="56"/>
          <w:szCs w:val="56"/>
        </w:rPr>
        <w:t xml:space="preserve"> </w:t>
      </w:r>
      <w:bookmarkEnd w:id="0"/>
      <w:r w:rsidR="00B24D69" w:rsidRPr="005D78CC">
        <w:rPr>
          <w:rFonts w:ascii="Helvetica 75 Bold" w:hAnsi="Helvetica 75 Bold" w:cs="Arial"/>
          <w:color w:val="FF6600"/>
          <w:sz w:val="56"/>
          <w:szCs w:val="56"/>
        </w:rPr>
        <w:t>1</w:t>
      </w:r>
      <w:r w:rsidR="007330DA" w:rsidRPr="005D78CC">
        <w:rPr>
          <w:rFonts w:ascii="Helvetica 75 Bold" w:hAnsi="Helvetica 75 Bold" w:cs="Arial"/>
          <w:color w:val="FF6600"/>
          <w:sz w:val="56"/>
          <w:szCs w:val="56"/>
        </w:rPr>
        <w:t xml:space="preserve"> - prix</w:t>
      </w:r>
    </w:p>
    <w:p w14:paraId="7A2BA42B" w14:textId="77777777" w:rsidR="00B24D69" w:rsidRPr="005D78CC" w:rsidRDefault="00601FD8" w:rsidP="00B24D69">
      <w:pPr>
        <w:rPr>
          <w:b/>
          <w:bCs/>
          <w:sz w:val="36"/>
          <w:szCs w:val="36"/>
        </w:rPr>
      </w:pPr>
      <w:r w:rsidRPr="005D78CC">
        <w:rPr>
          <w:b/>
          <w:bCs/>
          <w:sz w:val="36"/>
          <w:szCs w:val="36"/>
        </w:rPr>
        <w:t xml:space="preserve">Offre </w:t>
      </w:r>
      <w:r w:rsidR="008875AF" w:rsidRPr="005D78CC">
        <w:rPr>
          <w:b/>
          <w:bCs/>
          <w:sz w:val="36"/>
          <w:szCs w:val="36"/>
        </w:rPr>
        <w:t>FTTE passif NRO</w:t>
      </w:r>
      <w:r w:rsidR="00C96A4F" w:rsidRPr="005D78CC">
        <w:rPr>
          <w:b/>
          <w:bCs/>
          <w:sz w:val="36"/>
          <w:szCs w:val="36"/>
        </w:rPr>
        <w:t xml:space="preserve"> de </w:t>
      </w:r>
      <w:r w:rsidR="00505E3F" w:rsidRPr="005D78CC">
        <w:rPr>
          <w:b/>
          <w:bCs/>
          <w:sz w:val="36"/>
          <w:szCs w:val="36"/>
        </w:rPr>
        <w:t>BFC FIBRE</w:t>
      </w:r>
    </w:p>
    <w:p w14:paraId="7A2BA42C" w14:textId="77777777" w:rsidR="00B24D69" w:rsidRPr="00B24D69" w:rsidRDefault="00B24D69" w:rsidP="00B24D69">
      <w:pPr>
        <w:rPr>
          <w:sz w:val="40"/>
          <w:szCs w:val="40"/>
        </w:rPr>
      </w:pPr>
    </w:p>
    <w:p w14:paraId="7A2BA42D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7A2BA42E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7A2BA42F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7A2BA430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7A2BA431" w14:textId="77777777" w:rsidR="00B24D69" w:rsidRPr="00B24D69" w:rsidRDefault="00B24D69" w:rsidP="005D78CC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p w14:paraId="7A2BA432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7A2BA435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A2BA433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A2BA434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7A2BA438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A436" w14:textId="77777777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BA437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7A2BA43B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A439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A43A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7A2BA43E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A43C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A43D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7A2BA43F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7A2BA440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7A2BA441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7A2BA442" w14:textId="77777777" w:rsidR="00B24D69" w:rsidRPr="005D78CC" w:rsidRDefault="00B24D69" w:rsidP="005D78CC">
      <w:pPr>
        <w:pStyle w:val="Titre"/>
      </w:pPr>
      <w:r w:rsidRPr="005D78CC">
        <w:t xml:space="preserve"> </w:t>
      </w:r>
      <w:bookmarkStart w:id="16" w:name="_Toc469066121"/>
      <w:bookmarkStart w:id="17" w:name="_Toc468875178"/>
      <w:bookmarkStart w:id="18" w:name="_Toc468352047"/>
      <w:r w:rsidRPr="005D78CC">
        <w:t>Abonnement mensuel</w:t>
      </w:r>
      <w:bookmarkEnd w:id="16"/>
      <w:bookmarkEnd w:id="17"/>
      <w:bookmarkEnd w:id="18"/>
    </w:p>
    <w:p w14:paraId="7A2BA443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7A2BA446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A2BA444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A2BA445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7A2BA449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A447" w14:textId="77777777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BA448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7A2BA44A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7A2BA44B" w14:textId="77777777" w:rsidR="00B24D69" w:rsidRPr="005D78CC" w:rsidRDefault="00B24D69" w:rsidP="005D78CC">
      <w:pPr>
        <w:pStyle w:val="Titre"/>
      </w:pPr>
      <w:bookmarkStart w:id="19" w:name="_Toc469066122"/>
      <w:bookmarkStart w:id="20" w:name="_Toc468875179"/>
      <w:r w:rsidRPr="005D78CC">
        <w:t>Option de mise à disposition sur bandeau optique</w:t>
      </w:r>
      <w:bookmarkEnd w:id="19"/>
      <w:bookmarkEnd w:id="20"/>
    </w:p>
    <w:p w14:paraId="7A2BA44C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7A2BA44F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A2BA44D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A2BA44E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7A2BA452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A450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BA451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7A2BA453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7A2BA454" w14:textId="77777777" w:rsidR="00F50D48" w:rsidRPr="005D78CC" w:rsidRDefault="00F50D48" w:rsidP="005D78CC">
      <w:pPr>
        <w:pStyle w:val="Titre"/>
      </w:pPr>
      <w:r w:rsidRPr="005D78CC">
        <w:t xml:space="preserve">Option de GTR S1 d’un </w:t>
      </w:r>
      <w:r w:rsidR="001549F0" w:rsidRPr="005D78CC">
        <w:t>A</w:t>
      </w:r>
      <w:r w:rsidRPr="005D78CC">
        <w:t xml:space="preserve">ccès </w:t>
      </w:r>
      <w:r w:rsidR="008875AF" w:rsidRPr="005D78CC">
        <w:t>FTTE passif NRO</w:t>
      </w:r>
    </w:p>
    <w:p w14:paraId="7A2BA455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7A2BA458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A2BA456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A2BA457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7A2BA45B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A459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BA45A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7A2BA45C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7A2BA45D" w14:textId="77777777" w:rsidR="006A6614" w:rsidRPr="005D78CC" w:rsidRDefault="006A6614" w:rsidP="005D78CC">
      <w:pPr>
        <w:pStyle w:val="Titre"/>
      </w:pPr>
      <w:r w:rsidRPr="005D78CC">
        <w:t>Modifications</w:t>
      </w:r>
    </w:p>
    <w:p w14:paraId="7A2BA45E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7A2BA461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A2BA45F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7A2BA460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7A2BA46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A462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BA463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7A2BA467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A465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A466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7A2BA46A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A468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A469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7A2BA46D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A46B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A46C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7A2BA470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BA46E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BA46F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7A2BA471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7A2BA472" w14:textId="77777777" w:rsidR="002E72D5" w:rsidRPr="005D78CC" w:rsidRDefault="002E72D5" w:rsidP="005D78CC">
      <w:pPr>
        <w:pStyle w:val="Titre"/>
      </w:pPr>
      <w:r w:rsidRPr="005D78CC">
        <w:t>Interventions à Tort (IAT)</w:t>
      </w:r>
    </w:p>
    <w:p w14:paraId="7A2BA473" w14:textId="77777777" w:rsidR="002E72D5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7A2BA477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7A2BA474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7A2BA475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7A2BA476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7A2BA47B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A2BA478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505E3F">
              <w:rPr>
                <w:rFonts w:cs="Arial"/>
                <w:noProof/>
                <w:snapToGrid w:val="0"/>
                <w:szCs w:val="20"/>
              </w:rPr>
              <w:t>BFC FIBRE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2BA479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A2BA47A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7A2BA47F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A2BA47C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505E3F">
              <w:rPr>
                <w:rFonts w:cs="Arial"/>
                <w:noProof/>
                <w:snapToGrid w:val="0"/>
                <w:szCs w:val="20"/>
              </w:rPr>
              <w:t>BFC FIBRE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2BA47D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A2BA47E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7A2BA483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A2BA480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2BA481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A2BA482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7A2BA487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7A2BA484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A2BA485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7A2BA486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7A2BA488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7A2BA489" w14:textId="77777777" w:rsidR="002E72D5" w:rsidRPr="00124E23" w:rsidRDefault="002E72D5" w:rsidP="002E72D5">
      <w:pPr>
        <w:pStyle w:val="Texte"/>
      </w:pPr>
    </w:p>
    <w:p w14:paraId="7A2BA48A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BA48E" w14:textId="77777777" w:rsidR="003D15AE" w:rsidRDefault="003D15AE">
      <w:pPr>
        <w:pStyle w:val="Pieddepage"/>
      </w:pPr>
      <w:r>
        <w:separator/>
      </w:r>
    </w:p>
  </w:endnote>
  <w:endnote w:type="continuationSeparator" w:id="0">
    <w:p w14:paraId="7A2BA48F" w14:textId="77777777" w:rsidR="003D15AE" w:rsidRDefault="003D15AE">
      <w:pPr>
        <w:pStyle w:val="Pieddepage"/>
      </w:pPr>
      <w:r>
        <w:continuationSeparator/>
      </w:r>
    </w:p>
  </w:endnote>
  <w:endnote w:type="continuationNotice" w:id="1">
    <w:p w14:paraId="7A2BA490" w14:textId="77777777" w:rsidR="003D15AE" w:rsidRDefault="003D15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A491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A2BA492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7A2BA493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505E3F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505E3F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A495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7A2BA496" w14:textId="77777777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BA48B" w14:textId="77777777" w:rsidR="003D15AE" w:rsidRDefault="003D15AE">
      <w:pPr>
        <w:pStyle w:val="Pieddepage"/>
      </w:pPr>
      <w:r>
        <w:separator/>
      </w:r>
    </w:p>
  </w:footnote>
  <w:footnote w:type="continuationSeparator" w:id="0">
    <w:p w14:paraId="7A2BA48C" w14:textId="77777777" w:rsidR="003D15AE" w:rsidRDefault="003D15AE">
      <w:pPr>
        <w:pStyle w:val="Pieddepage"/>
      </w:pPr>
      <w:r>
        <w:continuationSeparator/>
      </w:r>
    </w:p>
  </w:footnote>
  <w:footnote w:type="continuationNotice" w:id="1">
    <w:p w14:paraId="7A2BA48D" w14:textId="77777777" w:rsidR="003D15AE" w:rsidRDefault="003D15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A494" w14:textId="77777777" w:rsidR="00A77854" w:rsidRPr="00505E3F" w:rsidRDefault="00505E3F" w:rsidP="00505E3F">
    <w:pPr>
      <w:pStyle w:val="En-tte"/>
    </w:pPr>
    <w:r>
      <w:rPr>
        <w:noProof/>
      </w:rPr>
      <w:drawing>
        <wp:inline distT="0" distB="0" distL="0" distR="0" wp14:anchorId="7A2BA497" wp14:editId="7A2BA498">
          <wp:extent cx="1571625" cy="52324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FC fib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3337" cy="523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7274ED8"/>
    <w:multiLevelType w:val="hybridMultilevel"/>
    <w:tmpl w:val="CCB4B506"/>
    <w:lvl w:ilvl="0" w:tplc="485A2DFE">
      <w:start w:val="1"/>
      <w:numFmt w:val="decimal"/>
      <w:pStyle w:val="Titre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045180986">
    <w:abstractNumId w:val="17"/>
  </w:num>
  <w:num w:numId="2" w16cid:durableId="1446389000">
    <w:abstractNumId w:val="15"/>
  </w:num>
  <w:num w:numId="3" w16cid:durableId="1066995155">
    <w:abstractNumId w:val="10"/>
  </w:num>
  <w:num w:numId="4" w16cid:durableId="741830312">
    <w:abstractNumId w:val="21"/>
  </w:num>
  <w:num w:numId="5" w16cid:durableId="216281097">
    <w:abstractNumId w:val="22"/>
  </w:num>
  <w:num w:numId="6" w16cid:durableId="892545933">
    <w:abstractNumId w:val="20"/>
  </w:num>
  <w:num w:numId="7" w16cid:durableId="1440102233">
    <w:abstractNumId w:val="23"/>
  </w:num>
  <w:num w:numId="8" w16cid:durableId="1336953356">
    <w:abstractNumId w:val="18"/>
  </w:num>
  <w:num w:numId="9" w16cid:durableId="1874996838">
    <w:abstractNumId w:val="16"/>
  </w:num>
  <w:num w:numId="10" w16cid:durableId="2019768702">
    <w:abstractNumId w:val="19"/>
  </w:num>
  <w:num w:numId="11" w16cid:durableId="470907155">
    <w:abstractNumId w:val="11"/>
  </w:num>
  <w:num w:numId="12" w16cid:durableId="1834711101">
    <w:abstractNumId w:val="7"/>
  </w:num>
  <w:num w:numId="13" w16cid:durableId="348221709">
    <w:abstractNumId w:val="8"/>
  </w:num>
  <w:num w:numId="14" w16cid:durableId="1119375350">
    <w:abstractNumId w:val="3"/>
  </w:num>
  <w:num w:numId="15" w16cid:durableId="1872760553">
    <w:abstractNumId w:val="2"/>
  </w:num>
  <w:num w:numId="16" w16cid:durableId="664094660">
    <w:abstractNumId w:val="1"/>
  </w:num>
  <w:num w:numId="17" w16cid:durableId="270867213">
    <w:abstractNumId w:val="0"/>
  </w:num>
  <w:num w:numId="18" w16cid:durableId="807821155">
    <w:abstractNumId w:val="6"/>
  </w:num>
  <w:num w:numId="19" w16cid:durableId="760183842">
    <w:abstractNumId w:val="5"/>
  </w:num>
  <w:num w:numId="20" w16cid:durableId="805705137">
    <w:abstractNumId w:val="4"/>
  </w:num>
  <w:num w:numId="21" w16cid:durableId="528563417">
    <w:abstractNumId w:val="9"/>
  </w:num>
  <w:num w:numId="22" w16cid:durableId="395932397">
    <w:abstractNumId w:val="24"/>
  </w:num>
  <w:num w:numId="23" w16cid:durableId="102348080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1768684">
    <w:abstractNumId w:val="12"/>
  </w:num>
  <w:num w:numId="25" w16cid:durableId="1117791230">
    <w:abstractNumId w:val="13"/>
  </w:num>
  <w:num w:numId="26" w16cid:durableId="786433575">
    <w:abstractNumId w:val="14"/>
  </w:num>
  <w:num w:numId="27" w16cid:durableId="1991713222">
    <w:abstractNumId w:val="14"/>
  </w:num>
  <w:num w:numId="28" w16cid:durableId="1831404233">
    <w:abstractNumId w:val="14"/>
  </w:num>
  <w:num w:numId="29" w16cid:durableId="276109940">
    <w:abstractNumId w:val="14"/>
  </w:num>
  <w:num w:numId="30" w16cid:durableId="929628173">
    <w:abstractNumId w:val="14"/>
  </w:num>
  <w:num w:numId="31" w16cid:durableId="792478739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15AE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5E3F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D78C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52A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A2BA42A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5D78CC"/>
    <w:pPr>
      <w:numPr>
        <w:numId w:val="26"/>
      </w:numPr>
      <w:spacing w:before="240" w:after="240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ée un document." ma:contentTypeScope="" ma:versionID="483854a5a4d80bcab350f8bf19ff8515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733b5ff6edfbd21fcb4dbf728fdb4ec4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2FD70115-B3E2-4AA5-9715-04724C930C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E98DE5-1EA6-4B75-A3C4-7B6BD220888C}"/>
</file>

<file path=customXml/itemProps3.xml><?xml version="1.0" encoding="utf-8"?>
<ds:datastoreItem xmlns:ds="http://schemas.openxmlformats.org/officeDocument/2006/customXml" ds:itemID="{117A0732-3440-422A-9F8B-6FB32F9549E2}"/>
</file>

<file path=customXml/itemProps4.xml><?xml version="1.0" encoding="utf-8"?>
<ds:datastoreItem xmlns:ds="http://schemas.openxmlformats.org/officeDocument/2006/customXml" ds:itemID="{7E562991-9A6A-45FF-B019-4B6A0E7E37E0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316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</cp:revision>
  <cp:lastPrinted>2017-01-09T14:40:00Z</cp:lastPrinted>
  <dcterms:created xsi:type="dcterms:W3CDTF">2022-12-19T16:35:00Z</dcterms:created>
  <dcterms:modified xsi:type="dcterms:W3CDTF">2022-12-19T16:35:00Z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