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36D9" w14:textId="77777777" w:rsidR="00747587" w:rsidRPr="00F47D80" w:rsidRDefault="00747587" w:rsidP="00536960">
      <w:pPr>
        <w:keepNext/>
        <w:outlineLvl w:val="0"/>
        <w:rPr>
          <w:rFonts w:ascii="Helvetica 75 Bold" w:hAnsi="Helvetica 75 Bold" w:cs="Arial"/>
          <w:bCs/>
          <w:color w:val="FF6600"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F47D80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Annexe </w:t>
      </w:r>
      <w:r w:rsidR="00C134DC" w:rsidRPr="00F47D80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2</w:t>
      </w:r>
      <w:r w:rsidRPr="00F47D80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F47D80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contact</w:t>
      </w:r>
      <w:bookmarkEnd w:id="6"/>
      <w:r w:rsidRPr="00F47D80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s</w:t>
      </w:r>
    </w:p>
    <w:p w14:paraId="520B36DA" w14:textId="77777777" w:rsidR="008D4CFE" w:rsidRPr="00530040" w:rsidRDefault="008D4CFE" w:rsidP="00747587">
      <w:pPr>
        <w:rPr>
          <w:rFonts w:cs="Arial"/>
          <w:sz w:val="40"/>
        </w:rPr>
      </w:pPr>
    </w:p>
    <w:p w14:paraId="520B36DB" w14:textId="77777777" w:rsidR="00747587" w:rsidRPr="00F47D80" w:rsidRDefault="00C134DC" w:rsidP="00747587">
      <w:pPr>
        <w:rPr>
          <w:rFonts w:cs="Arial"/>
          <w:b/>
          <w:bCs/>
          <w:sz w:val="36"/>
          <w:szCs w:val="36"/>
        </w:rPr>
      </w:pPr>
      <w:r w:rsidRPr="00F47D80">
        <w:rPr>
          <w:rFonts w:cs="Arial"/>
          <w:b/>
          <w:bCs/>
          <w:sz w:val="36"/>
          <w:szCs w:val="36"/>
        </w:rPr>
        <w:t>Offres FTTE passif</w:t>
      </w:r>
    </w:p>
    <w:p w14:paraId="520B36DC" w14:textId="77777777" w:rsidR="00747587" w:rsidRPr="00530040" w:rsidRDefault="00747587" w:rsidP="00747587">
      <w:pPr>
        <w:spacing w:before="120"/>
        <w:rPr>
          <w:rFonts w:cs="Arial"/>
        </w:rPr>
      </w:pPr>
    </w:p>
    <w:p w14:paraId="520B36DD" w14:textId="77777777" w:rsidR="00C134DC" w:rsidRPr="00530040" w:rsidRDefault="00C134DC">
      <w:pPr>
        <w:spacing w:after="200" w:line="276" w:lineRule="auto"/>
        <w:rPr>
          <w:rFonts w:cs="Arial"/>
        </w:rPr>
      </w:pPr>
      <w:r w:rsidRPr="00530040">
        <w:rPr>
          <w:rFonts w:cs="Arial"/>
        </w:rPr>
        <w:br w:type="page"/>
      </w:r>
    </w:p>
    <w:p w14:paraId="520B36DE" w14:textId="77777777" w:rsidR="00747587" w:rsidRPr="00530040" w:rsidRDefault="00747587" w:rsidP="00747587">
      <w:pPr>
        <w:spacing w:before="120"/>
        <w:rPr>
          <w:rFonts w:cs="Arial"/>
        </w:rPr>
      </w:pPr>
      <w:r w:rsidRPr="00530040">
        <w:rPr>
          <w:rFonts w:cs="Arial"/>
        </w:rPr>
        <w:lastRenderedPageBreak/>
        <w:t>Ci-dessous, les coordonnés des différents guichets et points de contact.</w:t>
      </w:r>
    </w:p>
    <w:p w14:paraId="520B36DF" w14:textId="77777777" w:rsidR="00C1366E" w:rsidRPr="00530040" w:rsidRDefault="00C1366E" w:rsidP="00747587">
      <w:pPr>
        <w:spacing w:before="120"/>
        <w:rPr>
          <w:rFonts w:cs="Arial"/>
        </w:rPr>
      </w:pPr>
    </w:p>
    <w:p w14:paraId="520B36E0" w14:textId="77777777" w:rsidR="001032ED" w:rsidRPr="0053004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0040">
        <w:rPr>
          <w:rFonts w:cs="Arial"/>
          <w:sz w:val="32"/>
        </w:rPr>
        <w:t>Service après-vente</w:t>
      </w:r>
    </w:p>
    <w:p w14:paraId="520B36E1" w14:textId="77777777" w:rsidR="00747587" w:rsidRPr="00530040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30040" w14:paraId="520B36E4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20B36E2" w14:textId="77777777" w:rsidR="001032ED" w:rsidRPr="00530040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520B36E3" w14:textId="77777777" w:rsidR="00536960" w:rsidRPr="00530040" w:rsidRDefault="00536960" w:rsidP="00661726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530040">
              <w:rPr>
                <w:rFonts w:cs="Arial"/>
                <w:b/>
                <w:sz w:val="24"/>
                <w:szCs w:val="22"/>
              </w:rPr>
              <w:t>Rubrique 1 :</w:t>
            </w:r>
            <w:r w:rsidRPr="00530040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="00661726">
              <w:rPr>
                <w:rFonts w:cs="Arial"/>
                <w:b/>
                <w:sz w:val="22"/>
              </w:rPr>
              <w:t>d’</w:t>
            </w:r>
            <w:r w:rsidR="00CB0506">
              <w:rPr>
                <w:rFonts w:cs="Arial"/>
                <w:b/>
                <w:sz w:val="22"/>
              </w:rPr>
              <w:t>ARIÈGE TRÈS HAUT DÉBIT</w:t>
            </w:r>
            <w:r w:rsidRPr="00530040">
              <w:rPr>
                <w:rFonts w:cs="Arial"/>
                <w:b/>
                <w:sz w:val="22"/>
              </w:rPr>
              <w:t xml:space="preserve"> </w:t>
            </w:r>
            <w:r w:rsidR="007E704E" w:rsidRPr="00530040">
              <w:rPr>
                <w:rFonts w:cs="Arial"/>
                <w:b/>
                <w:sz w:val="22"/>
              </w:rPr>
              <w:t>-</w:t>
            </w:r>
            <w:r w:rsidRPr="00530040">
              <w:rPr>
                <w:rFonts w:cs="Arial"/>
                <w:b/>
                <w:sz w:val="22"/>
              </w:rPr>
              <w:t xml:space="preserve"> </w:t>
            </w:r>
            <w:r w:rsidR="001032ED" w:rsidRPr="00530040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530040">
              <w:rPr>
                <w:rFonts w:cs="Arial"/>
                <w:b/>
                <w:sz w:val="22"/>
              </w:rPr>
              <w:t xml:space="preserve">RIP </w:t>
            </w:r>
            <w:r w:rsidR="007E704E" w:rsidRPr="00530040">
              <w:rPr>
                <w:rFonts w:cs="Arial"/>
                <w:b/>
                <w:sz w:val="22"/>
              </w:rPr>
              <w:t xml:space="preserve">uniquement </w:t>
            </w:r>
            <w:r w:rsidR="007938FF" w:rsidRPr="00530040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530040" w14:paraId="520B36EB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20B36E5" w14:textId="77777777" w:rsidR="001032ED" w:rsidRPr="0053004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520B36E6" w14:textId="77777777" w:rsidR="00536960" w:rsidRPr="00530040" w:rsidRDefault="00536960" w:rsidP="00536960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520B36E7" w14:textId="77777777" w:rsidR="001032ED" w:rsidRPr="00530040" w:rsidRDefault="001032ED" w:rsidP="00290AE2">
            <w:pPr>
              <w:rPr>
                <w:rFonts w:cs="Arial"/>
              </w:rPr>
            </w:pPr>
          </w:p>
          <w:p w14:paraId="520B36E8" w14:textId="77777777" w:rsidR="002E3971" w:rsidRDefault="002E3971" w:rsidP="002E3971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520B36E9" w14:textId="77777777" w:rsidR="002E3971" w:rsidRPr="00D55A0A" w:rsidRDefault="002E3971" w:rsidP="002E3971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520B36EA" w14:textId="77777777" w:rsidR="00536960" w:rsidRPr="00530040" w:rsidRDefault="002E3971" w:rsidP="002E3971">
            <w:pPr>
              <w:rPr>
                <w:rFonts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530040" w14:paraId="520B36EE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20B36EC" w14:textId="77777777" w:rsidR="00536960" w:rsidRPr="0053004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520B36ED" w14:textId="77777777" w:rsidR="00536960" w:rsidRPr="00530040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530040" w14:paraId="520B36F1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0B36EF" w14:textId="77777777" w:rsidR="001032ED" w:rsidRPr="00530040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0B36F0" w14:textId="77777777" w:rsidR="001032ED" w:rsidRPr="00530040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520B36F2" w14:textId="77777777" w:rsidR="001032ED" w:rsidRPr="00530040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520B36F3" w14:textId="77777777" w:rsidR="00536960" w:rsidRPr="0053004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0040">
        <w:rPr>
          <w:rFonts w:cs="Arial"/>
          <w:sz w:val="32"/>
        </w:rPr>
        <w:t>Traitement des commandes</w:t>
      </w:r>
    </w:p>
    <w:p w14:paraId="520B36F4" w14:textId="77777777" w:rsidR="00536960" w:rsidRPr="0053004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530040" w14:paraId="520B36F8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20B36F5" w14:textId="77777777" w:rsidR="001032ED" w:rsidRPr="00530040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520B36F6" w14:textId="77777777" w:rsidR="00536960" w:rsidRPr="00530040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530040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520B36F7" w14:textId="77777777" w:rsidR="001032ED" w:rsidRPr="0053004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530040" w14:paraId="520B36FD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20B36F9" w14:textId="77777777" w:rsidR="001032ED" w:rsidRPr="00530040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520B36FA" w14:textId="77777777" w:rsidR="00536960" w:rsidRPr="00530040" w:rsidRDefault="00536960" w:rsidP="00536960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520B36FB" w14:textId="77777777" w:rsidR="00296124" w:rsidRPr="00530040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520B36FC" w14:textId="77777777" w:rsidR="00536960" w:rsidRPr="00530040" w:rsidRDefault="006D26BD" w:rsidP="00530040">
            <w:pPr>
              <w:rPr>
                <w:rFonts w:cs="Calibri"/>
                <w:color w:val="000000"/>
                <w:sz w:val="22"/>
              </w:rPr>
            </w:pPr>
            <w:hyperlink r:id="rId10" w:history="1">
              <w:r w:rsidR="00530040" w:rsidRPr="00530040">
                <w:rPr>
                  <w:rStyle w:val="Lienhypertexte"/>
                  <w:rFonts w:cs="Calibri"/>
                  <w:sz w:val="22"/>
                  <w:szCs w:val="22"/>
                </w:rPr>
                <w:t>ftteadv.artd@ariegetreshautdebit.fr</w:t>
              </w:r>
            </w:hyperlink>
            <w:r w:rsidR="00530040" w:rsidRPr="00530040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530040" w14:paraId="520B3700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0B36FE" w14:textId="77777777" w:rsidR="00536960" w:rsidRPr="0053004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0B36FF" w14:textId="77777777" w:rsidR="00536960" w:rsidRPr="0053004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520B3701" w14:textId="77777777" w:rsidR="00536960" w:rsidRPr="00530040" w:rsidRDefault="00536960" w:rsidP="00747587">
      <w:pPr>
        <w:spacing w:before="120"/>
        <w:rPr>
          <w:rFonts w:cs="Arial"/>
        </w:rPr>
      </w:pPr>
    </w:p>
    <w:p w14:paraId="520B3702" w14:textId="77777777" w:rsidR="00536960" w:rsidRPr="0053004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0040">
        <w:rPr>
          <w:rFonts w:cs="Arial"/>
          <w:sz w:val="32"/>
        </w:rPr>
        <w:t xml:space="preserve">Facturation </w:t>
      </w:r>
    </w:p>
    <w:p w14:paraId="520B3703" w14:textId="77777777" w:rsidR="00C1366E" w:rsidRPr="00530040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520B3704" w14:textId="77777777" w:rsidR="00536960" w:rsidRPr="0053004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0040">
        <w:rPr>
          <w:rFonts w:ascii="Helvetica 55 Roman" w:hAnsi="Helvetica 55 Roman"/>
          <w:b w:val="0"/>
          <w:sz w:val="28"/>
          <w:szCs w:val="28"/>
        </w:rPr>
        <w:t>Contact</w:t>
      </w:r>
      <w:r w:rsidR="00C1366E" w:rsidRPr="00530040">
        <w:rPr>
          <w:rFonts w:ascii="Helvetica 55 Roman" w:hAnsi="Helvetica 55 Roman"/>
          <w:b w:val="0"/>
          <w:sz w:val="28"/>
          <w:szCs w:val="28"/>
        </w:rPr>
        <w:t>s</w:t>
      </w:r>
      <w:r w:rsidRPr="0053004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 w:rsidRPr="00530040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CB0506">
        <w:rPr>
          <w:rFonts w:ascii="Helvetica 55 Roman" w:hAnsi="Helvetica 55 Roman"/>
          <w:b w:val="0"/>
          <w:sz w:val="28"/>
          <w:szCs w:val="28"/>
        </w:rPr>
        <w:t>ARIÈGE TRÈS HAUT DÉBIT</w:t>
      </w:r>
    </w:p>
    <w:p w14:paraId="520B3705" w14:textId="77777777" w:rsidR="001032ED" w:rsidRPr="00530040" w:rsidRDefault="001032ED" w:rsidP="001032ED">
      <w:pPr>
        <w:pStyle w:val="Paragraphedeliste"/>
        <w:ind w:left="825"/>
      </w:pPr>
    </w:p>
    <w:p w14:paraId="520B3706" w14:textId="77777777" w:rsidR="00536960" w:rsidRPr="0053004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530040" w14:paraId="520B370A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20B3707" w14:textId="77777777" w:rsidR="001032ED" w:rsidRPr="00530040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520B3708" w14:textId="77777777" w:rsidR="001032ED" w:rsidRPr="00530040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530040">
              <w:rPr>
                <w:rFonts w:cs="Arial"/>
                <w:b/>
                <w:sz w:val="22"/>
                <w:szCs w:val="22"/>
              </w:rPr>
              <w:t>Rubrique 3 :</w:t>
            </w:r>
            <w:r w:rsidRPr="00530040">
              <w:rPr>
                <w:rFonts w:cs="Arial"/>
                <w:b/>
              </w:rPr>
              <w:t xml:space="preserve"> </w:t>
            </w:r>
            <w:r w:rsidRPr="00530040">
              <w:rPr>
                <w:rFonts w:cs="Arial"/>
                <w:b/>
                <w:sz w:val="22"/>
                <w:szCs w:val="22"/>
              </w:rPr>
              <w:t>Adresse de réception des paiements d</w:t>
            </w:r>
            <w:r w:rsidR="00661726">
              <w:rPr>
                <w:rFonts w:cs="Arial"/>
                <w:b/>
                <w:sz w:val="22"/>
                <w:szCs w:val="22"/>
              </w:rPr>
              <w:t>’</w:t>
            </w:r>
            <w:r w:rsidR="00CB0506">
              <w:rPr>
                <w:rFonts w:cs="Arial"/>
                <w:b/>
                <w:sz w:val="22"/>
                <w:szCs w:val="22"/>
              </w:rPr>
              <w:t>ARIÈGE TRÈS HAUT DÉBIT</w:t>
            </w:r>
            <w:r w:rsidR="00A43A46" w:rsidRPr="00530040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520B3709" w14:textId="77777777" w:rsidR="00536960" w:rsidRPr="00530040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530040" w14:paraId="520B3714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20B370B" w14:textId="77777777" w:rsidR="001032ED" w:rsidRPr="0053004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520B370C" w14:textId="77777777" w:rsidR="00536960" w:rsidRPr="00530040" w:rsidRDefault="00536960" w:rsidP="00290AE2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520B370E" w14:textId="77777777" w:rsidR="004B31C3" w:rsidRPr="00530040" w:rsidRDefault="004B31C3" w:rsidP="00290AE2">
            <w:pPr>
              <w:rPr>
                <w:rFonts w:cs="Arial"/>
                <w:sz w:val="22"/>
              </w:rPr>
            </w:pPr>
          </w:p>
          <w:p w14:paraId="2BAC1B3A" w14:textId="1C28A01F" w:rsidR="00F47D80" w:rsidRPr="00F47D80" w:rsidRDefault="004625A5" w:rsidP="00F47D80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 xml:space="preserve">ORANGE CONCESSIONS - </w:t>
            </w:r>
            <w:r>
              <w:rPr>
                <w:rFonts w:cs="Arial"/>
                <w:b/>
                <w:sz w:val="22"/>
                <w:szCs w:val="22"/>
              </w:rPr>
              <w:t>ARIÈGE TRÈS HAUT DÉBIT</w:t>
            </w:r>
          </w:p>
          <w:p w14:paraId="049D4289" w14:textId="77777777" w:rsidR="00F47D80" w:rsidRPr="00F47D80" w:rsidRDefault="00F47D80" w:rsidP="00F47D80">
            <w:pPr>
              <w:rPr>
                <w:rFonts w:cs="Arial"/>
                <w:sz w:val="22"/>
              </w:rPr>
            </w:pPr>
            <w:r w:rsidRPr="00F47D80">
              <w:rPr>
                <w:rFonts w:cs="Arial"/>
                <w:sz w:val="22"/>
                <w:szCs w:val="22"/>
              </w:rPr>
              <w:t>6 place d'</w:t>
            </w:r>
            <w:proofErr w:type="spellStart"/>
            <w:r w:rsidRPr="00F47D80">
              <w:rPr>
                <w:rFonts w:cs="Arial"/>
                <w:sz w:val="22"/>
                <w:szCs w:val="22"/>
              </w:rPr>
              <w:t>Alleray</w:t>
            </w:r>
            <w:proofErr w:type="spellEnd"/>
          </w:p>
          <w:p w14:paraId="520B3713" w14:textId="200E39AB" w:rsidR="007938FF" w:rsidRPr="00530040" w:rsidRDefault="00F47D80" w:rsidP="00F47D80">
            <w:pPr>
              <w:rPr>
                <w:rFonts w:cs="Arial"/>
                <w:sz w:val="22"/>
              </w:rPr>
            </w:pPr>
            <w:r w:rsidRPr="00F47D80">
              <w:rPr>
                <w:rFonts w:cs="Arial"/>
                <w:sz w:val="22"/>
                <w:szCs w:val="22"/>
              </w:rPr>
              <w:t xml:space="preserve">75015 PARIS </w:t>
            </w:r>
          </w:p>
        </w:tc>
      </w:tr>
      <w:tr w:rsidR="00536960" w:rsidRPr="00530040" w14:paraId="520B3717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0B3715" w14:textId="77777777" w:rsidR="00536960" w:rsidRPr="00530040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0B3716" w14:textId="77777777" w:rsidR="00536960" w:rsidRPr="00530040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520B3718" w14:textId="77777777" w:rsidR="00536960" w:rsidRPr="0053004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30040" w14:paraId="520B371C" w14:textId="77777777" w:rsidTr="00E25910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20B3719" w14:textId="77777777" w:rsidR="001032ED" w:rsidRPr="00530040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520B371A" w14:textId="77777777" w:rsidR="001032ED" w:rsidRPr="00530040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530040">
              <w:rPr>
                <w:rFonts w:cs="Arial"/>
                <w:b/>
                <w:sz w:val="22"/>
                <w:szCs w:val="22"/>
              </w:rPr>
              <w:t>Rubrique 4 :</w:t>
            </w:r>
            <w:r w:rsidRPr="00530040">
              <w:rPr>
                <w:rFonts w:cs="Arial"/>
                <w:b/>
              </w:rPr>
              <w:t xml:space="preserve"> </w:t>
            </w:r>
            <w:r w:rsidRPr="00530040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CB0506">
              <w:rPr>
                <w:rFonts w:cs="Arial"/>
                <w:b/>
                <w:sz w:val="22"/>
                <w:szCs w:val="22"/>
              </w:rPr>
              <w:t>ARIÈGE TRÈS HAUT DÉBIT</w:t>
            </w:r>
          </w:p>
          <w:p w14:paraId="520B371B" w14:textId="77777777" w:rsidR="00C1366E" w:rsidRPr="00530040" w:rsidRDefault="00C1366E" w:rsidP="00C1366E">
            <w:pPr>
              <w:keepNext/>
              <w:keepLines/>
              <w:jc w:val="both"/>
            </w:pPr>
          </w:p>
        </w:tc>
      </w:tr>
      <w:tr w:rsidR="00C1366E" w:rsidRPr="00530040" w14:paraId="520B3721" w14:textId="77777777" w:rsidTr="00E25910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20B371D" w14:textId="77777777" w:rsidR="00C1366E" w:rsidRPr="00530040" w:rsidRDefault="00C1366E" w:rsidP="00290AE2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0B371E" w14:textId="77777777" w:rsidR="001032ED" w:rsidRPr="00530040" w:rsidRDefault="001032ED" w:rsidP="00C1366E">
            <w:pPr>
              <w:keepNext/>
              <w:keepLines/>
              <w:jc w:val="both"/>
              <w:rPr>
                <w:sz w:val="22"/>
              </w:rPr>
            </w:pPr>
          </w:p>
          <w:p w14:paraId="3E6B1A0D" w14:textId="77777777" w:rsidR="007A1F2F" w:rsidRPr="00A70BAC" w:rsidRDefault="005A212D" w:rsidP="007A1F2F">
            <w:pPr>
              <w:keepNext/>
              <w:keepLines/>
              <w:jc w:val="both"/>
              <w:rPr>
                <w:rFonts w:cs="Arial"/>
                <w:sz w:val="22"/>
              </w:rPr>
            </w:pPr>
            <w:r w:rsidRPr="00156285">
              <w:rPr>
                <w:rFonts w:cs="Calibri"/>
                <w:b/>
                <w:bCs/>
                <w:color w:val="000000"/>
                <w:sz w:val="22"/>
                <w:szCs w:val="22"/>
              </w:rPr>
              <w:t>ORANGE</w:t>
            </w:r>
            <w:r w:rsidRPr="00156285">
              <w:rPr>
                <w:rFonts w:cs="Calibri"/>
                <w:b/>
                <w:bCs/>
                <w:color w:val="000000"/>
                <w:sz w:val="22"/>
                <w:szCs w:val="22"/>
              </w:rPr>
              <w:br/>
              <w:t>CSPCF – Pôle Filiales – ARI</w:t>
            </w:r>
            <w:r w:rsidRPr="00156285">
              <w:rPr>
                <w:rFonts w:cs="Arial"/>
                <w:b/>
                <w:bCs/>
                <w:sz w:val="22"/>
                <w:szCs w:val="22"/>
              </w:rPr>
              <w:t>È</w:t>
            </w:r>
            <w:r w:rsidRPr="00156285">
              <w:rPr>
                <w:rFonts w:cs="Calibri"/>
                <w:b/>
                <w:bCs/>
                <w:color w:val="000000"/>
                <w:sz w:val="22"/>
                <w:szCs w:val="22"/>
              </w:rPr>
              <w:t xml:space="preserve">GE </w:t>
            </w:r>
            <w:r w:rsidR="00156285">
              <w:rPr>
                <w:rFonts w:cs="Arial"/>
                <w:b/>
                <w:sz w:val="22"/>
                <w:szCs w:val="22"/>
              </w:rPr>
              <w:t>TRÈS HAUT DÉBIT</w:t>
            </w:r>
            <w:r w:rsidRPr="005A212D">
              <w:rPr>
                <w:rFonts w:cs="Calibri"/>
                <w:color w:val="000000"/>
                <w:sz w:val="22"/>
                <w:szCs w:val="22"/>
              </w:rPr>
              <w:br/>
            </w:r>
            <w:r w:rsidR="007A1F2F" w:rsidRPr="00A70BAC">
              <w:rPr>
                <w:rFonts w:cs="Arial"/>
                <w:sz w:val="22"/>
                <w:szCs w:val="22"/>
              </w:rPr>
              <w:t>Factures Fournisseurs</w:t>
            </w:r>
          </w:p>
          <w:p w14:paraId="2DD339EB" w14:textId="77777777" w:rsidR="007A1F2F" w:rsidRPr="00A70BAC" w:rsidRDefault="007A1F2F" w:rsidP="007A1F2F">
            <w:pPr>
              <w:keepNext/>
              <w:keepLines/>
              <w:jc w:val="both"/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 xml:space="preserve">TSA 80264   </w:t>
            </w:r>
          </w:p>
          <w:p w14:paraId="1B61B401" w14:textId="77777777" w:rsidR="007A1F2F" w:rsidRPr="00A70BAC" w:rsidRDefault="007A1F2F" w:rsidP="007A1F2F">
            <w:pPr>
              <w:rPr>
                <w:rFonts w:cs="Arial"/>
                <w:sz w:val="22"/>
              </w:rPr>
            </w:pPr>
            <w:r w:rsidRPr="00A70BAC">
              <w:rPr>
                <w:rFonts w:cs="Arial"/>
                <w:sz w:val="22"/>
                <w:szCs w:val="22"/>
              </w:rPr>
              <w:t>76721 ROUEN CEDEX FR</w:t>
            </w:r>
          </w:p>
          <w:p w14:paraId="520B371F" w14:textId="66F1F466" w:rsidR="005A212D" w:rsidRPr="005A212D" w:rsidRDefault="006D26BD" w:rsidP="005A212D">
            <w:pPr>
              <w:rPr>
                <w:rFonts w:cs="Calibri"/>
                <w:color w:val="000000"/>
                <w:sz w:val="22"/>
              </w:rPr>
            </w:pPr>
            <w:hyperlink r:id="rId11" w:history="1">
              <w:r w:rsidR="005A212D" w:rsidRPr="002D22B2">
                <w:rPr>
                  <w:rStyle w:val="Lienhypertexte"/>
                  <w:rFonts w:cs="Calibri"/>
                  <w:sz w:val="22"/>
                  <w:szCs w:val="22"/>
                </w:rPr>
                <w:t>invoice-a22.artbu01@orange.com</w:t>
              </w:r>
            </w:hyperlink>
            <w:r w:rsidR="005A212D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  <w:p w14:paraId="520B3720" w14:textId="77777777" w:rsidR="00C1366E" w:rsidRPr="0053004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520B3726" w14:textId="77777777" w:rsidR="001032ED" w:rsidRPr="00530040" w:rsidRDefault="001032ED"/>
    <w:p w14:paraId="520B3727" w14:textId="77777777" w:rsidR="001032ED" w:rsidRPr="00530040" w:rsidRDefault="001032ED"/>
    <w:p w14:paraId="520B3728" w14:textId="77777777" w:rsidR="001032ED" w:rsidRPr="00530040" w:rsidRDefault="001032ED"/>
    <w:p w14:paraId="520B3729" w14:textId="77777777" w:rsidR="00536960" w:rsidRPr="0053004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9" w:name="_Toc469476562"/>
      <w:r w:rsidRPr="00530040">
        <w:rPr>
          <w:rFonts w:ascii="Helvetica 55 Roman" w:hAnsi="Helvetica 55 Roman"/>
          <w:b w:val="0"/>
          <w:sz w:val="28"/>
          <w:szCs w:val="28"/>
        </w:rPr>
        <w:t xml:space="preserve">Contacts Opérateur </w:t>
      </w:r>
      <w:bookmarkEnd w:id="9"/>
      <w:r w:rsidRPr="00530040">
        <w:rPr>
          <w:rFonts w:ascii="Helvetica 55 Roman" w:hAnsi="Helvetica 55 Roman"/>
          <w:b w:val="0"/>
          <w:sz w:val="28"/>
          <w:szCs w:val="28"/>
        </w:rPr>
        <w:t>Commercial</w:t>
      </w:r>
    </w:p>
    <w:p w14:paraId="520B372A" w14:textId="77777777" w:rsidR="001032ED" w:rsidRPr="00530040" w:rsidRDefault="001032ED" w:rsidP="001032ED">
      <w:pPr>
        <w:pStyle w:val="Paragraphedeliste"/>
        <w:ind w:left="825"/>
      </w:pPr>
    </w:p>
    <w:p w14:paraId="520B372B" w14:textId="77777777" w:rsidR="00536960" w:rsidRPr="00530040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30040" w14:paraId="520B372F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20B372C" w14:textId="77777777" w:rsidR="001032ED" w:rsidRPr="0053004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520B372D" w14:textId="77777777" w:rsidR="00C1366E" w:rsidRPr="00530040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530040">
              <w:rPr>
                <w:rFonts w:cs="Arial"/>
                <w:b/>
                <w:sz w:val="22"/>
                <w:szCs w:val="22"/>
              </w:rPr>
              <w:t>Rubrique 5 :</w:t>
            </w:r>
            <w:r w:rsidRPr="00530040">
              <w:rPr>
                <w:rFonts w:cs="Arial"/>
                <w:b/>
              </w:rPr>
              <w:t xml:space="preserve"> </w:t>
            </w:r>
            <w:r w:rsidRPr="00530040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520B372E" w14:textId="77777777" w:rsidR="00C1366E" w:rsidRPr="0053004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30040" w14:paraId="520B3734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20B3730" w14:textId="77777777" w:rsidR="001032ED" w:rsidRPr="0053004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520B3731" w14:textId="77777777" w:rsidR="00A43A46" w:rsidRPr="00530040" w:rsidRDefault="00C1366E" w:rsidP="00290AE2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>Adresse postale :</w:t>
            </w:r>
          </w:p>
          <w:p w14:paraId="520B3732" w14:textId="77777777" w:rsidR="00C1366E" w:rsidRPr="00530040" w:rsidRDefault="00A43A46" w:rsidP="00290AE2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53004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520B3733" w14:textId="77777777" w:rsidR="00C1366E" w:rsidRPr="0053004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30040" w14:paraId="520B3737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0B3735" w14:textId="77777777" w:rsidR="00C1366E" w:rsidRPr="0053004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0B3736" w14:textId="77777777" w:rsidR="00C1366E" w:rsidRPr="0053004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520B3738" w14:textId="77777777" w:rsidR="00C1366E" w:rsidRPr="00530040" w:rsidRDefault="00C1366E" w:rsidP="00536960">
      <w:pPr>
        <w:jc w:val="both"/>
        <w:rPr>
          <w:b/>
          <w:szCs w:val="20"/>
        </w:rPr>
      </w:pPr>
    </w:p>
    <w:p w14:paraId="520B3739" w14:textId="77777777" w:rsidR="001032ED" w:rsidRPr="00530040" w:rsidRDefault="001032ED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30040" w14:paraId="520B373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20B373A" w14:textId="77777777" w:rsidR="001032ED" w:rsidRPr="00530040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520B373B" w14:textId="77777777" w:rsidR="00C1366E" w:rsidRPr="00530040" w:rsidRDefault="00C1366E" w:rsidP="00C1366E">
            <w:pPr>
              <w:jc w:val="both"/>
            </w:pPr>
            <w:r w:rsidRPr="00530040">
              <w:rPr>
                <w:rFonts w:cs="Arial"/>
                <w:b/>
                <w:sz w:val="22"/>
                <w:szCs w:val="22"/>
              </w:rPr>
              <w:t>Rubrique 6 :</w:t>
            </w:r>
            <w:r w:rsidRPr="00530040">
              <w:rPr>
                <w:rFonts w:cs="Arial"/>
                <w:b/>
              </w:rPr>
              <w:t xml:space="preserve"> </w:t>
            </w:r>
            <w:r w:rsidRPr="00530040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520B373C" w14:textId="77777777" w:rsidR="00C1366E" w:rsidRPr="0053004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30040" w14:paraId="520B374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20B373E" w14:textId="77777777" w:rsidR="001032ED" w:rsidRPr="00530040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520B373F" w14:textId="77777777" w:rsidR="00A43A46" w:rsidRPr="00530040" w:rsidRDefault="00C1366E" w:rsidP="00290AE2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>Adresse postale :</w:t>
            </w:r>
          </w:p>
          <w:p w14:paraId="520B3740" w14:textId="77777777" w:rsidR="00C1366E" w:rsidRPr="00530040" w:rsidRDefault="00A43A46" w:rsidP="00290AE2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>Mail :</w:t>
            </w:r>
            <w:r w:rsidR="00C1366E" w:rsidRPr="0053004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520B3741" w14:textId="77777777" w:rsidR="00C1366E" w:rsidRPr="00530040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530040" w14:paraId="520B374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0B3743" w14:textId="77777777" w:rsidR="00C1366E" w:rsidRPr="0053004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0B3744" w14:textId="77777777" w:rsidR="00C1366E" w:rsidRPr="0053004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520B3746" w14:textId="77777777" w:rsidR="00536960" w:rsidRPr="00530040" w:rsidRDefault="00536960"/>
    <w:p w14:paraId="520B3747" w14:textId="77777777" w:rsidR="001032ED" w:rsidRPr="00530040" w:rsidRDefault="001032ED"/>
    <w:p w14:paraId="520B3748" w14:textId="77777777" w:rsidR="00536960" w:rsidRPr="0053004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0040">
        <w:rPr>
          <w:rFonts w:cs="Arial"/>
          <w:sz w:val="32"/>
        </w:rPr>
        <w:t>Prévisions de commandes</w:t>
      </w:r>
    </w:p>
    <w:p w14:paraId="520B3749" w14:textId="77777777" w:rsidR="001032ED" w:rsidRPr="00530040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530040" w14:paraId="520B374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20B374A" w14:textId="77777777" w:rsidR="001032ED" w:rsidRPr="00530040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520B374B" w14:textId="77777777" w:rsidR="00C1366E" w:rsidRPr="00530040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530040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530040">
              <w:rPr>
                <w:rFonts w:cs="Arial"/>
                <w:b/>
                <w:sz w:val="22"/>
                <w:szCs w:val="22"/>
              </w:rPr>
              <w:t>TTE</w:t>
            </w:r>
            <w:r w:rsidRPr="00530040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520B374C" w14:textId="77777777" w:rsidR="00C1366E" w:rsidRPr="00530040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530040" w14:paraId="520B375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520B374E" w14:textId="77777777" w:rsidR="001032ED" w:rsidRPr="00530040" w:rsidRDefault="001032ED" w:rsidP="00C1366E">
            <w:pPr>
              <w:keepNext/>
              <w:rPr>
                <w:rFonts w:cs="Arial"/>
                <w:sz w:val="22"/>
              </w:rPr>
            </w:pPr>
          </w:p>
          <w:p w14:paraId="520B374F" w14:textId="77777777" w:rsidR="00C1366E" w:rsidRPr="00530040" w:rsidRDefault="00C1366E" w:rsidP="00C1366E">
            <w:pPr>
              <w:keepNext/>
              <w:rPr>
                <w:rFonts w:cs="Arial"/>
                <w:sz w:val="22"/>
              </w:rPr>
            </w:pPr>
            <w:r w:rsidRPr="00530040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7D62C2F" w14:textId="77777777" w:rsidR="00E25910" w:rsidRDefault="00E25910" w:rsidP="00661726">
            <w:pPr>
              <w:rPr>
                <w:rFonts w:cs="Arial"/>
                <w:sz w:val="22"/>
              </w:rPr>
            </w:pPr>
          </w:p>
          <w:p w14:paraId="1E3AB77D" w14:textId="77777777" w:rsidR="006D26BD" w:rsidRDefault="006D26BD" w:rsidP="00661726">
            <w:pPr>
              <w:rPr>
                <w:rFonts w:cs="Arial"/>
                <w:sz w:val="22"/>
              </w:rPr>
            </w:pPr>
          </w:p>
          <w:p w14:paraId="1529ACC6" w14:textId="77777777" w:rsidR="00186561" w:rsidRPr="00186561" w:rsidRDefault="00186561" w:rsidP="00186561">
            <w:pPr>
              <w:rPr>
                <w:rStyle w:val="Lienhypertexte"/>
                <w:rFonts w:cs="Arial"/>
                <w:sz w:val="22"/>
              </w:rPr>
            </w:pPr>
            <w:r w:rsidRPr="00186561">
              <w:rPr>
                <w:rStyle w:val="Lienhypertexte"/>
                <w:rFonts w:cs="Arial"/>
                <w:sz w:val="22"/>
                <w:szCs w:val="22"/>
              </w:rPr>
              <w:t>contact.artd@ariegetreshautdebit.fr</w:t>
            </w:r>
          </w:p>
          <w:p w14:paraId="520B3751" w14:textId="42292671" w:rsidR="00186561" w:rsidRPr="00530040" w:rsidRDefault="00186561" w:rsidP="00661726">
            <w:pPr>
              <w:rPr>
                <w:rFonts w:cs="Arial"/>
                <w:sz w:val="22"/>
              </w:rPr>
            </w:pPr>
          </w:p>
        </w:tc>
      </w:tr>
      <w:tr w:rsidR="00C1366E" w:rsidRPr="00530040" w14:paraId="520B375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0B3753" w14:textId="77777777" w:rsidR="00C1366E" w:rsidRPr="00530040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20B3754" w14:textId="77777777" w:rsidR="00C1366E" w:rsidRPr="00530040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520B3756" w14:textId="77777777" w:rsidR="00C1366E" w:rsidRPr="0053004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0040" w:rsidSect="009552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6882E" w14:textId="77777777" w:rsidR="00983561" w:rsidRDefault="00983561">
      <w:r>
        <w:separator/>
      </w:r>
    </w:p>
  </w:endnote>
  <w:endnote w:type="continuationSeparator" w:id="0">
    <w:p w14:paraId="75FE4ECD" w14:textId="77777777" w:rsidR="00983561" w:rsidRDefault="0098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375D" w14:textId="77777777" w:rsidR="006D26BD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20B375E" w14:textId="77777777" w:rsidR="006D26BD" w:rsidRDefault="006D26B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375F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20B3760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520B3761" w14:textId="77777777" w:rsidR="006D26BD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2E3971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2E3971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3763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20B3764" w14:textId="77777777" w:rsidR="006D26BD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7D196" w14:textId="77777777" w:rsidR="00983561" w:rsidRDefault="00983561">
      <w:r>
        <w:separator/>
      </w:r>
    </w:p>
  </w:footnote>
  <w:footnote w:type="continuationSeparator" w:id="0">
    <w:p w14:paraId="67612B7E" w14:textId="77777777" w:rsidR="00983561" w:rsidRDefault="00983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375B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375C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3762" w14:textId="77777777" w:rsidR="006D26BD" w:rsidRPr="009B3234" w:rsidRDefault="006D26BD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100605">
    <w:abstractNumId w:val="2"/>
  </w:num>
  <w:num w:numId="2" w16cid:durableId="998388618">
    <w:abstractNumId w:val="2"/>
  </w:num>
  <w:num w:numId="3" w16cid:durableId="1370641857">
    <w:abstractNumId w:val="0"/>
  </w:num>
  <w:num w:numId="4" w16cid:durableId="300816469">
    <w:abstractNumId w:val="1"/>
  </w:num>
  <w:num w:numId="5" w16cid:durableId="2021151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A2FC8"/>
    <w:rsid w:val="001032ED"/>
    <w:rsid w:val="00156285"/>
    <w:rsid w:val="00186561"/>
    <w:rsid w:val="00296124"/>
    <w:rsid w:val="002E3971"/>
    <w:rsid w:val="002E6028"/>
    <w:rsid w:val="00383DA1"/>
    <w:rsid w:val="003E116D"/>
    <w:rsid w:val="004625A5"/>
    <w:rsid w:val="004B31C3"/>
    <w:rsid w:val="00530040"/>
    <w:rsid w:val="00536600"/>
    <w:rsid w:val="00536960"/>
    <w:rsid w:val="005A212D"/>
    <w:rsid w:val="00604D5D"/>
    <w:rsid w:val="00661726"/>
    <w:rsid w:val="006D26BD"/>
    <w:rsid w:val="00747587"/>
    <w:rsid w:val="007938FF"/>
    <w:rsid w:val="007958D4"/>
    <w:rsid w:val="007A1F2F"/>
    <w:rsid w:val="007A2208"/>
    <w:rsid w:val="007D1D2F"/>
    <w:rsid w:val="007E704E"/>
    <w:rsid w:val="008D4CFE"/>
    <w:rsid w:val="009039CB"/>
    <w:rsid w:val="00955296"/>
    <w:rsid w:val="0096262B"/>
    <w:rsid w:val="00983561"/>
    <w:rsid w:val="009A66BC"/>
    <w:rsid w:val="009B3234"/>
    <w:rsid w:val="00A43A46"/>
    <w:rsid w:val="00A84315"/>
    <w:rsid w:val="00AC1DEC"/>
    <w:rsid w:val="00AF3094"/>
    <w:rsid w:val="00B13C77"/>
    <w:rsid w:val="00B54658"/>
    <w:rsid w:val="00BF3FAD"/>
    <w:rsid w:val="00BF7712"/>
    <w:rsid w:val="00C134DC"/>
    <w:rsid w:val="00C1366E"/>
    <w:rsid w:val="00C166FB"/>
    <w:rsid w:val="00C50AB7"/>
    <w:rsid w:val="00CA7086"/>
    <w:rsid w:val="00CB0506"/>
    <w:rsid w:val="00D52CCF"/>
    <w:rsid w:val="00DC0C79"/>
    <w:rsid w:val="00DC37EC"/>
    <w:rsid w:val="00E25910"/>
    <w:rsid w:val="00F22584"/>
    <w:rsid w:val="00F47D80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B36D7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autoRedefine/>
    <w:uiPriority w:val="34"/>
    <w:qFormat/>
    <w:rsid w:val="00F47D80"/>
    <w:pPr>
      <w:ind w:left="720"/>
      <w:contextualSpacing/>
    </w:pPr>
    <w:rPr>
      <w:b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22.art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ftteadv.artd@ariegetreshautdebit.f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4BF949-986C-44FC-9CDB-3FA90B79A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AD448-BE51-4673-9D0A-CFF007D96B83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405AEDF6-2D2D-46C3-BF56-94945D8646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9</cp:revision>
  <dcterms:created xsi:type="dcterms:W3CDTF">2022-12-19T14:22:00Z</dcterms:created>
  <dcterms:modified xsi:type="dcterms:W3CDTF">2024-01-03T13:56:00Z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