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6C39F" w14:textId="77777777" w:rsidR="00B24D69" w:rsidRPr="00ED27F0" w:rsidRDefault="002E2BCF" w:rsidP="00B24D69">
      <w:pPr>
        <w:keepNext/>
        <w:spacing w:before="1080"/>
        <w:jc w:val="both"/>
        <w:outlineLvl w:val="0"/>
        <w:rPr>
          <w:rFonts w:ascii="Helvetica 75 Bold" w:hAnsi="Helvetica 75 Bold" w:cs="Arial"/>
          <w:color w:val="FF00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ED27F0">
        <w:rPr>
          <w:rFonts w:ascii="Helvetica 75 Bold" w:hAnsi="Helvetica 75 Bold" w:cs="Arial"/>
          <w:color w:val="FF0000"/>
          <w:sz w:val="72"/>
          <w:szCs w:val="72"/>
        </w:rPr>
        <w:t>Annexe</w:t>
      </w:r>
      <w:r w:rsidR="00B24D69" w:rsidRPr="00ED27F0">
        <w:rPr>
          <w:rFonts w:ascii="Helvetica 75 Bold" w:hAnsi="Helvetica 75 Bold" w:cs="Arial"/>
          <w:color w:val="FF0000"/>
          <w:sz w:val="72"/>
          <w:szCs w:val="72"/>
        </w:rPr>
        <w:t xml:space="preserve"> </w:t>
      </w:r>
      <w:bookmarkEnd w:id="0"/>
      <w:r w:rsidR="00B24D69" w:rsidRPr="00ED27F0">
        <w:rPr>
          <w:rFonts w:ascii="Helvetica 75 Bold" w:hAnsi="Helvetica 75 Bold" w:cs="Arial"/>
          <w:color w:val="FF0000"/>
          <w:sz w:val="72"/>
          <w:szCs w:val="72"/>
        </w:rPr>
        <w:t>1</w:t>
      </w:r>
      <w:r w:rsidR="007330DA" w:rsidRPr="00ED27F0">
        <w:rPr>
          <w:rFonts w:ascii="Helvetica 75 Bold" w:hAnsi="Helvetica 75 Bold" w:cs="Arial"/>
          <w:color w:val="FF0000"/>
          <w:sz w:val="72"/>
          <w:szCs w:val="72"/>
        </w:rPr>
        <w:t xml:space="preserve"> - prix</w:t>
      </w:r>
    </w:p>
    <w:p w14:paraId="0196C3A0" w14:textId="390AD99A" w:rsidR="00B24D69" w:rsidRPr="00ED27F0" w:rsidRDefault="00601FD8" w:rsidP="00B24D69">
      <w:pPr>
        <w:rPr>
          <w:b/>
          <w:bCs/>
          <w:sz w:val="36"/>
          <w:szCs w:val="36"/>
        </w:rPr>
      </w:pPr>
      <w:r w:rsidRPr="00ED27F0">
        <w:rPr>
          <w:b/>
          <w:bCs/>
          <w:sz w:val="36"/>
          <w:szCs w:val="36"/>
        </w:rPr>
        <w:t xml:space="preserve">Offre </w:t>
      </w:r>
      <w:r w:rsidR="008875AF" w:rsidRPr="00ED27F0">
        <w:rPr>
          <w:b/>
          <w:bCs/>
          <w:sz w:val="36"/>
          <w:szCs w:val="36"/>
        </w:rPr>
        <w:t>FTTE passif NRO</w:t>
      </w:r>
      <w:r w:rsidR="00C96A4F" w:rsidRPr="00ED27F0">
        <w:rPr>
          <w:b/>
          <w:bCs/>
          <w:sz w:val="36"/>
          <w:szCs w:val="36"/>
        </w:rPr>
        <w:t xml:space="preserve"> d</w:t>
      </w:r>
      <w:r w:rsidR="00ED27F0" w:rsidRPr="00ED27F0">
        <w:rPr>
          <w:b/>
          <w:bCs/>
          <w:sz w:val="36"/>
          <w:szCs w:val="36"/>
        </w:rPr>
        <w:t>’</w:t>
      </w:r>
      <w:r w:rsidR="00A23FEB" w:rsidRPr="00ED27F0">
        <w:rPr>
          <w:b/>
          <w:bCs/>
          <w:sz w:val="36"/>
          <w:szCs w:val="36"/>
        </w:rPr>
        <w:t>ALLIANCE TRÈS HAUT DÉBIT</w:t>
      </w:r>
    </w:p>
    <w:p w14:paraId="0196C3A1" w14:textId="77777777" w:rsidR="00B24D69" w:rsidRPr="00ED27F0" w:rsidRDefault="00B24D69" w:rsidP="00B24D69">
      <w:pPr>
        <w:rPr>
          <w:sz w:val="22"/>
          <w:szCs w:val="22"/>
        </w:rPr>
      </w:pPr>
    </w:p>
    <w:p w14:paraId="0196C3A2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0196C3A3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0196C3A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0196C3A5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0196C3A6" w14:textId="77777777" w:rsidR="00B24D69" w:rsidRPr="00ED27F0" w:rsidRDefault="00B24D69" w:rsidP="00E63484">
      <w:pPr>
        <w:pStyle w:val="Titre10"/>
      </w:pPr>
      <w:bookmarkStart w:id="13" w:name="_Toc469066120"/>
      <w:bookmarkStart w:id="14" w:name="_Toc468875177"/>
      <w:bookmarkStart w:id="15" w:name="_Toc468352046"/>
      <w:r w:rsidRPr="00ED27F0">
        <w:t>Frais de mise à disposition</w:t>
      </w:r>
      <w:bookmarkEnd w:id="13"/>
      <w:bookmarkEnd w:id="14"/>
      <w:bookmarkEnd w:id="15"/>
      <w:r w:rsidRPr="00ED27F0">
        <w:t xml:space="preserve"> </w:t>
      </w:r>
    </w:p>
    <w:p w14:paraId="0196C3A7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0196C3AA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6C3A8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196C3A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196C3A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C3AB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C3AC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0196C3B0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AE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AF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0196C3B3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B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B2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0196C3B4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0196C3B5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196C3B6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196C3B7" w14:textId="77777777" w:rsidR="00B24D69" w:rsidRPr="00ED27F0" w:rsidRDefault="00B24D69" w:rsidP="00E63484">
      <w:pPr>
        <w:pStyle w:val="Titre10"/>
      </w:pPr>
      <w:r w:rsidRPr="00ED27F0">
        <w:t xml:space="preserve"> </w:t>
      </w:r>
      <w:bookmarkStart w:id="16" w:name="_Toc469066121"/>
      <w:bookmarkStart w:id="17" w:name="_Toc468875178"/>
      <w:bookmarkStart w:id="18" w:name="_Toc468352047"/>
      <w:r w:rsidRPr="00ED27F0">
        <w:t>Abonnement mensuel</w:t>
      </w:r>
      <w:bookmarkEnd w:id="16"/>
      <w:bookmarkEnd w:id="17"/>
      <w:bookmarkEnd w:id="18"/>
    </w:p>
    <w:p w14:paraId="0196C3B8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0196C3BB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6C3B9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196C3BA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0196C3BE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C3BC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C3BD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0196C3BF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0196C3C0" w14:textId="77777777" w:rsidR="00B24D69" w:rsidRPr="00ED27F0" w:rsidRDefault="00B24D69" w:rsidP="00E63484">
      <w:pPr>
        <w:pStyle w:val="Titre10"/>
      </w:pPr>
      <w:bookmarkStart w:id="19" w:name="_Toc469066122"/>
      <w:bookmarkStart w:id="20" w:name="_Toc468875179"/>
      <w:r w:rsidRPr="00ED27F0">
        <w:t>Option de mise à disposition sur bandeau optique</w:t>
      </w:r>
      <w:bookmarkEnd w:id="19"/>
      <w:bookmarkEnd w:id="20"/>
    </w:p>
    <w:p w14:paraId="0196C3C1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0196C3C4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6C3C2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196C3C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196C3C7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C3C5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C3C6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0196C3C8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196C3C9" w14:textId="77777777" w:rsidR="00F50D48" w:rsidRPr="00ED27F0" w:rsidRDefault="00F50D48" w:rsidP="00E63484">
      <w:pPr>
        <w:pStyle w:val="Titre10"/>
      </w:pPr>
      <w:r w:rsidRPr="00ED27F0">
        <w:t xml:space="preserve">Option de GTR S1 d’un </w:t>
      </w:r>
      <w:r w:rsidR="001549F0" w:rsidRPr="00ED27F0">
        <w:t>A</w:t>
      </w:r>
      <w:r w:rsidRPr="00ED27F0">
        <w:t xml:space="preserve">ccès </w:t>
      </w:r>
      <w:r w:rsidR="008875AF" w:rsidRPr="00ED27F0">
        <w:t>FTTE passif NRO</w:t>
      </w:r>
    </w:p>
    <w:p w14:paraId="0196C3CA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0196C3CD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6C3CB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196C3CC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0196C3D0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C3CE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C3CF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0196C3D2" w14:textId="77777777" w:rsidR="006A6614" w:rsidRPr="00ED27F0" w:rsidRDefault="006A6614" w:rsidP="00E63484">
      <w:pPr>
        <w:pStyle w:val="Titre10"/>
      </w:pPr>
      <w:r w:rsidRPr="00ED27F0">
        <w:t>Modifications</w:t>
      </w:r>
    </w:p>
    <w:p w14:paraId="0196C3D3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0196C3D6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196C3D4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196C3D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196C3D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C3D7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C3D8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0196C3D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DA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C3DB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196C3D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DD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C3DE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196C3E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E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C3E1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0196C3E5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C3E3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C3E4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0196C3E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196C3E7" w14:textId="77777777" w:rsidR="002E72D5" w:rsidRPr="00ED27F0" w:rsidRDefault="002E72D5" w:rsidP="00E63484">
      <w:pPr>
        <w:pStyle w:val="Titre10"/>
      </w:pPr>
      <w:r w:rsidRPr="00ED27F0">
        <w:t>Interventions à Tort (IAT)</w:t>
      </w:r>
    </w:p>
    <w:p w14:paraId="0196C3E8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0196C3EC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0196C3E9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0196C3E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0196C3E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0196C3F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196C3ED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23FEB">
              <w:rPr>
                <w:rFonts w:cs="Arial"/>
                <w:noProof/>
                <w:snapToGrid w:val="0"/>
                <w:szCs w:val="20"/>
              </w:rPr>
              <w:t>ALLIANCE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96C3E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196C3EF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0196C3F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196C3F1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23FEB">
              <w:rPr>
                <w:rFonts w:cs="Arial"/>
                <w:noProof/>
                <w:snapToGrid w:val="0"/>
                <w:szCs w:val="20"/>
              </w:rPr>
              <w:t>ALLIANCE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96C3F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196C3F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0196C3F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196C3F5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96C3F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196C3F7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0196C3F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196C3F9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96C3F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196C3FB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0196C3FD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0196C3FE" w14:textId="77777777" w:rsidR="002E72D5" w:rsidRPr="00124E23" w:rsidRDefault="002E72D5" w:rsidP="002E72D5">
      <w:pPr>
        <w:pStyle w:val="Texte"/>
      </w:pPr>
    </w:p>
    <w:p w14:paraId="0196C3FF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651D3" w14:textId="77777777" w:rsidR="00C614CD" w:rsidRDefault="00C614CD">
      <w:pPr>
        <w:pStyle w:val="Pieddepage"/>
      </w:pPr>
      <w:r>
        <w:separator/>
      </w:r>
    </w:p>
  </w:endnote>
  <w:endnote w:type="continuationSeparator" w:id="0">
    <w:p w14:paraId="262C1647" w14:textId="77777777" w:rsidR="00C614CD" w:rsidRDefault="00C614CD">
      <w:pPr>
        <w:pStyle w:val="Pieddepage"/>
      </w:pPr>
      <w:r>
        <w:continuationSeparator/>
      </w:r>
    </w:p>
  </w:endnote>
  <w:endnote w:type="continuationNotice" w:id="1">
    <w:p w14:paraId="5C02FF73" w14:textId="77777777" w:rsidR="00C614CD" w:rsidRDefault="00C614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C406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196C40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0196C408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A23FE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A23FE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C40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196C40B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841A" w14:textId="77777777" w:rsidR="00C614CD" w:rsidRDefault="00C614CD">
      <w:pPr>
        <w:pStyle w:val="Pieddepage"/>
      </w:pPr>
      <w:r>
        <w:separator/>
      </w:r>
    </w:p>
  </w:footnote>
  <w:footnote w:type="continuationSeparator" w:id="0">
    <w:p w14:paraId="7BFE5A34" w14:textId="77777777" w:rsidR="00C614CD" w:rsidRDefault="00C614CD">
      <w:pPr>
        <w:pStyle w:val="Pieddepage"/>
      </w:pPr>
      <w:r>
        <w:continuationSeparator/>
      </w:r>
    </w:p>
  </w:footnote>
  <w:footnote w:type="continuationNotice" w:id="1">
    <w:p w14:paraId="4F2F0754" w14:textId="77777777" w:rsidR="00C614CD" w:rsidRDefault="00C614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C409" w14:textId="77777777" w:rsidR="00A77854" w:rsidRPr="00A23FEB" w:rsidRDefault="00A23FEB" w:rsidP="00A23FEB">
    <w:pPr>
      <w:pStyle w:val="En-tte"/>
    </w:pPr>
    <w:r>
      <w:rPr>
        <w:noProof/>
      </w:rPr>
      <w:drawing>
        <wp:inline distT="0" distB="0" distL="0" distR="0" wp14:anchorId="0196C40C" wp14:editId="0196C40D">
          <wp:extent cx="1971675" cy="63514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ian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5584" cy="642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54CF6"/>
    <w:multiLevelType w:val="hybridMultilevel"/>
    <w:tmpl w:val="2268758A"/>
    <w:lvl w:ilvl="0" w:tplc="8DC0878E">
      <w:start w:val="1"/>
      <w:numFmt w:val="decimal"/>
      <w:pStyle w:val="Titre10"/>
      <w:lvlText w:val="%1."/>
      <w:lvlJc w:val="left"/>
      <w:pPr>
        <w:ind w:left="1296" w:hanging="360"/>
      </w:pPr>
      <w:rPr>
        <w:rFonts w:ascii="Helvetica 55 Roman" w:hAnsi="Helvetica 55 Roman" w:hint="default"/>
        <w:b/>
        <w:bCs/>
        <w:i w:val="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8914129">
    <w:abstractNumId w:val="16"/>
  </w:num>
  <w:num w:numId="2" w16cid:durableId="1684472530">
    <w:abstractNumId w:val="14"/>
  </w:num>
  <w:num w:numId="3" w16cid:durableId="632060679">
    <w:abstractNumId w:val="10"/>
  </w:num>
  <w:num w:numId="4" w16cid:durableId="697313371">
    <w:abstractNumId w:val="20"/>
  </w:num>
  <w:num w:numId="5" w16cid:durableId="1634827839">
    <w:abstractNumId w:val="21"/>
  </w:num>
  <w:num w:numId="6" w16cid:durableId="1905675149">
    <w:abstractNumId w:val="19"/>
  </w:num>
  <w:num w:numId="7" w16cid:durableId="1765803380">
    <w:abstractNumId w:val="22"/>
  </w:num>
  <w:num w:numId="8" w16cid:durableId="2055349489">
    <w:abstractNumId w:val="17"/>
  </w:num>
  <w:num w:numId="9" w16cid:durableId="263147122">
    <w:abstractNumId w:val="15"/>
  </w:num>
  <w:num w:numId="10" w16cid:durableId="33778611">
    <w:abstractNumId w:val="18"/>
  </w:num>
  <w:num w:numId="11" w16cid:durableId="2103185963">
    <w:abstractNumId w:val="11"/>
  </w:num>
  <w:num w:numId="12" w16cid:durableId="931281936">
    <w:abstractNumId w:val="7"/>
  </w:num>
  <w:num w:numId="13" w16cid:durableId="2093507667">
    <w:abstractNumId w:val="8"/>
  </w:num>
  <w:num w:numId="14" w16cid:durableId="2051953131">
    <w:abstractNumId w:val="3"/>
  </w:num>
  <w:num w:numId="15" w16cid:durableId="1928611997">
    <w:abstractNumId w:val="2"/>
  </w:num>
  <w:num w:numId="16" w16cid:durableId="686490300">
    <w:abstractNumId w:val="1"/>
  </w:num>
  <w:num w:numId="17" w16cid:durableId="1891109846">
    <w:abstractNumId w:val="0"/>
  </w:num>
  <w:num w:numId="18" w16cid:durableId="1180197100">
    <w:abstractNumId w:val="6"/>
  </w:num>
  <w:num w:numId="19" w16cid:durableId="1828089735">
    <w:abstractNumId w:val="5"/>
  </w:num>
  <w:num w:numId="20" w16cid:durableId="644092094">
    <w:abstractNumId w:val="4"/>
  </w:num>
  <w:num w:numId="21" w16cid:durableId="310910855">
    <w:abstractNumId w:val="9"/>
  </w:num>
  <w:num w:numId="22" w16cid:durableId="1473869821">
    <w:abstractNumId w:val="24"/>
  </w:num>
  <w:num w:numId="23" w16cid:durableId="10803660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4778250">
    <w:abstractNumId w:val="12"/>
  </w:num>
  <w:num w:numId="25" w16cid:durableId="390082139">
    <w:abstractNumId w:val="13"/>
  </w:num>
  <w:num w:numId="26" w16cid:durableId="699625081">
    <w:abstractNumId w:val="23"/>
  </w:num>
  <w:num w:numId="27" w16cid:durableId="2104372760">
    <w:abstractNumId w:val="23"/>
  </w:num>
  <w:num w:numId="28" w16cid:durableId="1953702497">
    <w:abstractNumId w:val="23"/>
  </w:num>
  <w:num w:numId="29" w16cid:durableId="1470172949">
    <w:abstractNumId w:val="23"/>
  </w:num>
  <w:num w:numId="30" w16cid:durableId="506017669">
    <w:abstractNumId w:val="23"/>
  </w:num>
  <w:num w:numId="31" w16cid:durableId="953755773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3FEB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4CD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95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484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7F0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196C39F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paragraph" w:customStyle="1" w:styleId="Titre10">
    <w:name w:val="Titre1"/>
    <w:basedOn w:val="Normal"/>
    <w:link w:val="Titre1Car"/>
    <w:autoRedefine/>
    <w:qFormat/>
    <w:rsid w:val="00E63484"/>
    <w:pPr>
      <w:keepNext/>
      <w:numPr>
        <w:numId w:val="26"/>
      </w:numPr>
      <w:spacing w:before="240" w:after="120"/>
      <w:ind w:left="357" w:hanging="357"/>
      <w:outlineLvl w:val="1"/>
    </w:pPr>
    <w:rPr>
      <w:rFonts w:cs="Arial"/>
      <w:b/>
      <w:iCs/>
      <w:color w:val="000000"/>
      <w:sz w:val="28"/>
      <w:szCs w:val="28"/>
    </w:rPr>
  </w:style>
  <w:style w:type="character" w:customStyle="1" w:styleId="Titre1Car">
    <w:name w:val="Titre1 Car"/>
    <w:basedOn w:val="Policepardfaut"/>
    <w:link w:val="Titre10"/>
    <w:rsid w:val="00E63484"/>
    <w:rPr>
      <w:rFonts w:ascii="Helvetica 55 Roman" w:hAnsi="Helvetica 55 Roman" w:cs="Arial"/>
      <w:b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3C36671C-9CAE-49AE-AD22-79982CBB5E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5FB97-B9A6-4E6F-A5B5-E66175826269}"/>
</file>

<file path=customXml/itemProps3.xml><?xml version="1.0" encoding="utf-8"?>
<ds:datastoreItem xmlns:ds="http://schemas.openxmlformats.org/officeDocument/2006/customXml" ds:itemID="{DD09A23C-B950-4304-9C35-23F9A8E3B5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BB1AC-9ECB-4423-9798-276FDD26372E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2022-12-19T07:47:00Z</dcterms:created>
  <dcterms:modified xsi:type="dcterms:W3CDTF">2022-12-19T08:26:00Z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